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26384" w14:textId="21FA6091" w:rsidR="007D6B0A" w:rsidRPr="004A3198" w:rsidRDefault="00263378" w:rsidP="00591035">
      <w:pPr>
        <w:spacing w:before="180" w:after="180"/>
        <w:rPr>
          <w:rFonts w:cs="Arial"/>
        </w:rPr>
      </w:pPr>
      <w:r w:rsidRPr="004A3198">
        <w:rPr>
          <w:rFonts w:cs="Arial" w:hint="eastAsia"/>
        </w:rPr>
        <w:t xml:space="preserve"> </w:t>
      </w:r>
      <w:r w:rsidR="00591035" w:rsidRPr="004A3198">
        <w:rPr>
          <w:rFonts w:cs="Arial"/>
          <w:noProof/>
        </w:rPr>
        <w:drawing>
          <wp:inline distT="0" distB="0" distL="0" distR="0" wp14:anchorId="5F14D17A" wp14:editId="3CB52723">
            <wp:extent cx="2354400" cy="579600"/>
            <wp:effectExtent l="0" t="0" r="0" b="0"/>
            <wp:docPr id="3" name="图片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54400" cy="579600"/>
                    </a:xfrm>
                    <a:prstGeom prst="rect">
                      <a:avLst/>
                    </a:prstGeom>
                    <a:noFill/>
                    <a:ln>
                      <a:noFill/>
                    </a:ln>
                  </pic:spPr>
                </pic:pic>
              </a:graphicData>
            </a:graphic>
          </wp:inline>
        </w:drawing>
      </w:r>
      <w:r w:rsidR="007D6B0A" w:rsidRPr="004A3198">
        <w:rPr>
          <w:rFonts w:cs="Arial"/>
        </w:rPr>
        <w:br w:type="textWrapping" w:clear="all"/>
      </w:r>
    </w:p>
    <w:p w14:paraId="193070A2" w14:textId="77777777" w:rsidR="007D6B0A" w:rsidRPr="004A3198" w:rsidRDefault="007D6B0A" w:rsidP="007D6B0A">
      <w:pPr>
        <w:spacing w:before="180" w:after="180"/>
        <w:rPr>
          <w:rFonts w:cs="Arial"/>
        </w:rPr>
      </w:pPr>
    </w:p>
    <w:p w14:paraId="725DBABC" w14:textId="77777777" w:rsidR="007D6B0A" w:rsidRPr="004A3198" w:rsidRDefault="007D6B0A" w:rsidP="007D6B0A">
      <w:pPr>
        <w:spacing w:before="180" w:after="180"/>
        <w:rPr>
          <w:rFonts w:cs="Arial"/>
        </w:rPr>
      </w:pPr>
    </w:p>
    <w:p w14:paraId="10D1ADDE" w14:textId="77777777" w:rsidR="007D6B0A" w:rsidRPr="004A3198" w:rsidRDefault="007D6B0A" w:rsidP="007D6B0A">
      <w:pPr>
        <w:spacing w:before="180" w:after="180"/>
        <w:rPr>
          <w:rFonts w:cs="Arial"/>
        </w:rPr>
      </w:pPr>
    </w:p>
    <w:p w14:paraId="5707E2F5" w14:textId="77777777" w:rsidR="007D6B0A" w:rsidRPr="004A3198" w:rsidRDefault="007D6B0A" w:rsidP="007D6B0A">
      <w:pPr>
        <w:spacing w:before="180" w:after="180"/>
        <w:rPr>
          <w:rFonts w:cs="Arial"/>
        </w:rPr>
      </w:pPr>
    </w:p>
    <w:p w14:paraId="306223A5" w14:textId="11BBC63F" w:rsidR="007D6B0A" w:rsidRPr="004A3198" w:rsidRDefault="007D6B0A" w:rsidP="007D6B0A">
      <w:pPr>
        <w:spacing w:before="180" w:after="180"/>
        <w:rPr>
          <w:rFonts w:cs="Arial"/>
        </w:rPr>
      </w:pPr>
    </w:p>
    <w:p w14:paraId="3FFE435D" w14:textId="77777777" w:rsidR="007D6B0A" w:rsidRPr="004A3198" w:rsidRDefault="007D6B0A" w:rsidP="007D6B0A">
      <w:pPr>
        <w:spacing w:before="180" w:after="180"/>
        <w:rPr>
          <w:rFonts w:cs="Arial"/>
        </w:rPr>
      </w:pPr>
      <w:r w:rsidRPr="004A3198">
        <w:rPr>
          <w:rFonts w:cs="Arial"/>
          <w:noProof/>
        </w:rPr>
        <mc:AlternateContent>
          <mc:Choice Requires="wps">
            <w:drawing>
              <wp:anchor distT="0" distB="0" distL="114300" distR="114300" simplePos="0" relativeHeight="251658240" behindDoc="0" locked="1" layoutInCell="1" allowOverlap="1" wp14:anchorId="1ACA4550" wp14:editId="5CD1D4B8">
                <wp:simplePos x="0" y="0"/>
                <wp:positionH relativeFrom="column">
                  <wp:posOffset>-114300</wp:posOffset>
                </wp:positionH>
                <wp:positionV relativeFrom="paragraph">
                  <wp:posOffset>-154305</wp:posOffset>
                </wp:positionV>
                <wp:extent cx="6508750" cy="607695"/>
                <wp:effectExtent l="0" t="0" r="0" b="0"/>
                <wp:wrapNone/>
                <wp:docPr id="5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8750" cy="607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28A73" w14:textId="110B2BDC" w:rsidR="00E301F8" w:rsidRPr="00E25234" w:rsidRDefault="00E301F8" w:rsidP="007D6B0A">
                            <w:pPr>
                              <w:spacing w:before="180" w:after="180"/>
                              <w:jc w:val="left"/>
                              <w:rPr>
                                <w:rFonts w:eastAsiaTheme="minorEastAsia"/>
                                <w:b/>
                                <w:bCs/>
                                <w:sz w:val="56"/>
                                <w:szCs w:val="56"/>
                              </w:rPr>
                            </w:pPr>
                            <w:r>
                              <w:rPr>
                                <w:rFonts w:eastAsiaTheme="minorEastAsia"/>
                                <w:b/>
                                <w:bCs/>
                                <w:sz w:val="56"/>
                                <w:szCs w:val="56"/>
                              </w:rPr>
                              <w:t xml:space="preserve">AUTOSAR MCAL OSIF </w:t>
                            </w:r>
                            <w:r>
                              <w:rPr>
                                <w:rFonts w:eastAsiaTheme="minorEastAsia"/>
                                <w:b/>
                                <w:bCs/>
                                <w:sz w:val="56"/>
                                <w:szCs w:val="56"/>
                              </w:rPr>
                              <w:t>用户手册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CA4550" id="_x0000_t202" coordsize="21600,21600" o:spt="202" path="m,l,21600r21600,l21600,xe">
                <v:stroke joinstyle="miter"/>
                <v:path gradientshapeok="t" o:connecttype="rect"/>
              </v:shapetype>
              <v:shape id="Text Box 4" o:spid="_x0000_s1026" type="#_x0000_t202" style="position:absolute;left:0;text-align:left;margin-left:-9pt;margin-top:-12.15pt;width:512.5pt;height:4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" filled="f" stroked="f">
                <v:textbox>
                  <w:txbxContent>
                    <w:p w14:paraId="1BD28A73" w14:textId="110B2BDC" w:rsidR="00E301F8" w:rsidRPr="00E25234" w:rsidRDefault="00E301F8" w:rsidP="007D6B0A">
                      <w:pPr>
                        <w:spacing w:before="180" w:after="180"/>
                        <w:jc w:val="left"/>
                        <w:rPr>
                          <w:rFonts w:eastAsiaTheme="minorEastAsia"/>
                          <w:b/>
                          <w:bCs/>
                          <w:sz w:val="56"/>
                          <w:szCs w:val="56"/>
                        </w:rPr>
                      </w:pPr>
                      <w:r>
                        <w:rPr>
                          <w:rFonts w:eastAsiaTheme="minorEastAsia"/>
                          <w:b/>
                          <w:bCs/>
                          <w:sz w:val="56"/>
                          <w:szCs w:val="56"/>
                        </w:rPr>
                        <w:t xml:space="preserve">AUTOSAR MCAL OSIF </w:t>
                      </w:r>
                      <w:r>
                        <w:rPr>
                          <w:rFonts w:eastAsiaTheme="minorEastAsia"/>
                          <w:b/>
                          <w:bCs/>
                          <w:sz w:val="56"/>
                          <w:szCs w:val="56"/>
                        </w:rPr>
                        <w:t>用户手册</w:t>
                      </w:r>
                    </w:p>
                  </w:txbxContent>
                </v:textbox>
                <w10:anchorlock/>
              </v:shape>
            </w:pict>
          </mc:Fallback>
        </mc:AlternateContent>
      </w:r>
    </w:p>
    <w:p w14:paraId="7716306C" w14:textId="77777777" w:rsidR="007D6B0A" w:rsidRPr="004A3198" w:rsidRDefault="007D6B0A" w:rsidP="007D6B0A">
      <w:pPr>
        <w:spacing w:before="180" w:after="180"/>
        <w:rPr>
          <w:rFonts w:cs="Arial"/>
        </w:rPr>
      </w:pPr>
    </w:p>
    <w:p w14:paraId="294C867D" w14:textId="77777777" w:rsidR="007D6B0A" w:rsidRPr="004A3198" w:rsidRDefault="007D6B0A" w:rsidP="007D6B0A">
      <w:pPr>
        <w:spacing w:before="180" w:after="180"/>
        <w:rPr>
          <w:rFonts w:cs="Arial"/>
        </w:rPr>
      </w:pPr>
    </w:p>
    <w:p w14:paraId="77D02892" w14:textId="77777777" w:rsidR="007D6B0A" w:rsidRPr="004A3198" w:rsidRDefault="007D6B0A" w:rsidP="007D6B0A">
      <w:pPr>
        <w:spacing w:before="180" w:after="180"/>
        <w:rPr>
          <w:rFonts w:cs="Arial"/>
        </w:rPr>
      </w:pPr>
    </w:p>
    <w:p w14:paraId="07B16DF7" w14:textId="77777777" w:rsidR="007D6B0A" w:rsidRPr="004A3198" w:rsidRDefault="007D6B0A" w:rsidP="007D6B0A">
      <w:pPr>
        <w:spacing w:before="180" w:after="180"/>
        <w:rPr>
          <w:rFonts w:cs="Arial"/>
        </w:rPr>
      </w:pPr>
    </w:p>
    <w:p w14:paraId="3CD45933" w14:textId="77777777" w:rsidR="007D6B0A" w:rsidRPr="00023027" w:rsidRDefault="007D6B0A" w:rsidP="007D6B0A">
      <w:pPr>
        <w:spacing w:before="180" w:after="180"/>
        <w:rPr>
          <w:rFonts w:cs="Arial"/>
        </w:rPr>
      </w:pPr>
    </w:p>
    <w:p w14:paraId="396EC368" w14:textId="77777777" w:rsidR="007D6B0A" w:rsidRPr="004A3198" w:rsidRDefault="007D6B0A" w:rsidP="007D6B0A">
      <w:pPr>
        <w:spacing w:before="180" w:after="180"/>
        <w:rPr>
          <w:rFonts w:cs="Arial"/>
        </w:rPr>
      </w:pPr>
    </w:p>
    <w:p w14:paraId="694B4A5D" w14:textId="77777777" w:rsidR="007D6B0A" w:rsidRPr="004A3198" w:rsidRDefault="007D6B0A" w:rsidP="007D6B0A">
      <w:pPr>
        <w:spacing w:before="180" w:after="180"/>
        <w:rPr>
          <w:rFonts w:cs="Arial"/>
        </w:rPr>
      </w:pPr>
    </w:p>
    <w:p w14:paraId="78D534BE" w14:textId="688A1CFB" w:rsidR="007D6B0A" w:rsidRPr="004A3198" w:rsidRDefault="007D6B0A" w:rsidP="007D6B0A">
      <w:pPr>
        <w:tabs>
          <w:tab w:val="left" w:pos="2880"/>
        </w:tabs>
        <w:spacing w:before="180" w:after="180"/>
        <w:jc w:val="left"/>
        <w:rPr>
          <w:rFonts w:cs="Arial"/>
        </w:rPr>
      </w:pPr>
    </w:p>
    <w:p w14:paraId="26555656" w14:textId="08F12DD8" w:rsidR="007D6B0A" w:rsidRPr="004A3198" w:rsidRDefault="007D6B0A" w:rsidP="007D6B0A">
      <w:pPr>
        <w:tabs>
          <w:tab w:val="left" w:pos="2880"/>
        </w:tabs>
        <w:spacing w:before="180" w:after="180"/>
        <w:jc w:val="left"/>
        <w:rPr>
          <w:rFonts w:cs="Arial"/>
          <w:sz w:val="28"/>
          <w:szCs w:val="28"/>
        </w:rPr>
      </w:pPr>
      <w:r w:rsidRPr="004A3198">
        <w:rPr>
          <w:rFonts w:cs="Arial" w:hint="eastAsia"/>
          <w:sz w:val="28"/>
          <w:szCs w:val="28"/>
        </w:rPr>
        <w:t>文档版本</w:t>
      </w:r>
      <w:r w:rsidRPr="004A3198">
        <w:rPr>
          <w:rFonts w:cs="Arial"/>
          <w:sz w:val="28"/>
          <w:szCs w:val="28"/>
        </w:rPr>
        <w:t>：</w:t>
      </w:r>
      <w:r w:rsidR="00FF4E83">
        <w:rPr>
          <w:rFonts w:cs="Arial"/>
          <w:sz w:val="28"/>
          <w:szCs w:val="28"/>
        </w:rPr>
        <w:t>2.2</w:t>
      </w:r>
    </w:p>
    <w:p w14:paraId="32DDD7B7" w14:textId="0389A15D" w:rsidR="007D6B0A" w:rsidRPr="004A3198" w:rsidRDefault="007D6B0A" w:rsidP="007D6B0A">
      <w:pPr>
        <w:tabs>
          <w:tab w:val="left" w:pos="2880"/>
        </w:tabs>
        <w:spacing w:before="180" w:after="180"/>
        <w:jc w:val="left"/>
        <w:rPr>
          <w:rFonts w:cs="Arial"/>
          <w:sz w:val="28"/>
          <w:szCs w:val="28"/>
        </w:rPr>
      </w:pPr>
      <w:r w:rsidRPr="004A3198">
        <w:rPr>
          <w:rFonts w:cs="Arial" w:hint="eastAsia"/>
          <w:sz w:val="28"/>
          <w:szCs w:val="28"/>
        </w:rPr>
        <w:t>发布日期</w:t>
      </w:r>
      <w:r w:rsidRPr="004A3198">
        <w:rPr>
          <w:rFonts w:cs="Arial"/>
          <w:sz w:val="28"/>
          <w:szCs w:val="28"/>
        </w:rPr>
        <w:t>：</w:t>
      </w:r>
      <w:r w:rsidR="00DA6042" w:rsidRPr="004A3198">
        <w:rPr>
          <w:rFonts w:cs="Arial" w:hint="eastAsia"/>
          <w:sz w:val="28"/>
          <w:szCs w:val="28"/>
        </w:rPr>
        <w:t>2</w:t>
      </w:r>
      <w:r w:rsidR="002D7AF9" w:rsidRPr="004A3198">
        <w:rPr>
          <w:rFonts w:cs="Arial"/>
          <w:sz w:val="28"/>
          <w:szCs w:val="28"/>
        </w:rPr>
        <w:t>02</w:t>
      </w:r>
      <w:r w:rsidR="00FF4E83">
        <w:rPr>
          <w:rFonts w:cs="Arial"/>
          <w:sz w:val="28"/>
          <w:szCs w:val="28"/>
        </w:rPr>
        <w:t>5</w:t>
      </w:r>
      <w:r w:rsidR="002D7AF9" w:rsidRPr="004A3198">
        <w:rPr>
          <w:rFonts w:cs="Arial"/>
          <w:sz w:val="28"/>
          <w:szCs w:val="28"/>
        </w:rPr>
        <w:t>-</w:t>
      </w:r>
      <w:r w:rsidR="00FF4E83">
        <w:rPr>
          <w:rFonts w:cs="Arial"/>
          <w:sz w:val="28"/>
          <w:szCs w:val="28"/>
        </w:rPr>
        <w:t>04</w:t>
      </w:r>
      <w:r w:rsidR="00D32016" w:rsidRPr="004A3198">
        <w:rPr>
          <w:rFonts w:cs="Arial"/>
          <w:sz w:val="28"/>
          <w:szCs w:val="28"/>
        </w:rPr>
        <w:t>-</w:t>
      </w:r>
      <w:r w:rsidR="006270FE">
        <w:rPr>
          <w:rFonts w:cs="Arial"/>
          <w:sz w:val="28"/>
          <w:szCs w:val="28"/>
        </w:rPr>
        <w:t>2</w:t>
      </w:r>
      <w:r w:rsidR="00FF4E83">
        <w:rPr>
          <w:rFonts w:cs="Arial"/>
          <w:sz w:val="28"/>
          <w:szCs w:val="28"/>
        </w:rPr>
        <w:t>3</w:t>
      </w:r>
    </w:p>
    <w:p w14:paraId="03A96359" w14:textId="77777777" w:rsidR="007D6B0A" w:rsidRPr="004A3198" w:rsidRDefault="007D6B0A" w:rsidP="007D6B0A">
      <w:pPr>
        <w:spacing w:before="180" w:after="180"/>
        <w:rPr>
          <w:rFonts w:cs="Arial"/>
        </w:rPr>
      </w:pPr>
    </w:p>
    <w:p w14:paraId="218793EE" w14:textId="58849CD8" w:rsidR="007D6B0A" w:rsidRPr="004A3198" w:rsidRDefault="007D6B0A" w:rsidP="007D6B0A">
      <w:pPr>
        <w:spacing w:before="180" w:after="180"/>
        <w:rPr>
          <w:rFonts w:cs="Arial"/>
        </w:rPr>
      </w:pPr>
    </w:p>
    <w:p w14:paraId="6942CF6D" w14:textId="77777777" w:rsidR="007D6B0A" w:rsidRPr="004A3198" w:rsidRDefault="007D6B0A" w:rsidP="007D6B0A">
      <w:pPr>
        <w:spacing w:before="180" w:after="180"/>
        <w:rPr>
          <w:rFonts w:cs="Arial"/>
        </w:rPr>
      </w:pPr>
    </w:p>
    <w:p w14:paraId="431C6AC1" w14:textId="4AF6CA6A" w:rsidR="007D6B0A" w:rsidRPr="004A3198" w:rsidRDefault="007D6B0A" w:rsidP="007D6B0A">
      <w:pPr>
        <w:spacing w:before="180" w:after="180"/>
        <w:rPr>
          <w:rFonts w:cs="Arial"/>
        </w:rPr>
      </w:pPr>
    </w:p>
    <w:p w14:paraId="78C01F18" w14:textId="05E39A79" w:rsidR="00DA6042" w:rsidRPr="004A3198" w:rsidRDefault="00DA6042" w:rsidP="007D6B0A">
      <w:pPr>
        <w:spacing w:before="180" w:after="180"/>
        <w:rPr>
          <w:rFonts w:cs="Arial"/>
        </w:rPr>
      </w:pPr>
    </w:p>
    <w:p w14:paraId="07A9B5FA" w14:textId="77777777" w:rsidR="00DA6042" w:rsidRPr="004A3198" w:rsidRDefault="00DA6042" w:rsidP="007D6B0A">
      <w:pPr>
        <w:spacing w:before="180" w:after="180"/>
        <w:rPr>
          <w:rFonts w:cs="Arial"/>
        </w:rPr>
      </w:pPr>
    </w:p>
    <w:p w14:paraId="34384601" w14:textId="68F78225" w:rsidR="007D6B0A" w:rsidRPr="004A3198" w:rsidRDefault="007D6B0A" w:rsidP="007D6B0A">
      <w:pPr>
        <w:spacing w:before="180" w:after="180"/>
        <w:rPr>
          <w:rFonts w:cs="Arial"/>
        </w:rPr>
      </w:pPr>
      <w:r w:rsidRPr="004A3198">
        <w:rPr>
          <w:rFonts w:cs="Arial" w:hint="eastAsia"/>
        </w:rPr>
        <w:t>©</w:t>
      </w:r>
      <w:r w:rsidRPr="004A3198">
        <w:rPr>
          <w:rFonts w:cs="Arial"/>
        </w:rPr>
        <w:t xml:space="preserve"> </w:t>
      </w:r>
      <w:r w:rsidR="005B72E2" w:rsidRPr="004A3198">
        <w:fldChar w:fldCharType="begin"/>
      </w:r>
      <w:r w:rsidR="005B72E2" w:rsidRPr="004A3198">
        <w:instrText xml:space="preserve"> QUOTE "</w:instrText>
      </w:r>
      <w:r w:rsidR="005B72E2" w:rsidRPr="004A3198">
        <w:fldChar w:fldCharType="begin"/>
      </w:r>
      <w:r w:rsidR="005B72E2" w:rsidRPr="004A3198">
        <w:instrText xml:space="preserve"> IF </w:instrText>
      </w:r>
      <w:r w:rsidR="005B72E2" w:rsidRPr="004A3198">
        <w:fldChar w:fldCharType="begin"/>
      </w:r>
      <w:r w:rsidR="005B72E2" w:rsidRPr="004A3198">
        <w:instrText xml:space="preserve"> = </w:instrText>
      </w:r>
      <w:r w:rsidR="005B72E2" w:rsidRPr="004A3198">
        <w:fldChar w:fldCharType="begin"/>
      </w:r>
      <w:r w:rsidR="005B72E2" w:rsidRPr="004A3198">
        <w:instrText xml:space="preserve"> DATE \@ "yyyy" </w:instrText>
      </w:r>
      <w:r w:rsidR="005B72E2" w:rsidRPr="004A3198">
        <w:fldChar w:fldCharType="separate"/>
      </w:r>
      <w:r w:rsidR="003C22D3">
        <w:rPr>
          <w:noProof/>
        </w:rPr>
        <w:instrText>2025</w:instrText>
      </w:r>
      <w:r w:rsidR="005B72E2" w:rsidRPr="004A3198">
        <w:fldChar w:fldCharType="end"/>
      </w:r>
      <w:r w:rsidR="005B72E2" w:rsidRPr="004A3198">
        <w:instrText xml:space="preserve"> - </w:instrText>
      </w:r>
      <w:r w:rsidR="005B72E2" w:rsidRPr="004A3198">
        <w:fldChar w:fldCharType="begin"/>
      </w:r>
      <w:r w:rsidR="005B72E2" w:rsidRPr="004A3198">
        <w:instrText xml:space="preserve"> CREATEDATE \@ "yyyy" </w:instrText>
      </w:r>
      <w:r w:rsidR="005B72E2" w:rsidRPr="004A3198">
        <w:fldChar w:fldCharType="separate"/>
      </w:r>
      <w:r w:rsidR="002D7AF9" w:rsidRPr="004A3198">
        <w:rPr>
          <w:noProof/>
        </w:rPr>
        <w:instrText>2022</w:instrText>
      </w:r>
      <w:r w:rsidR="005B72E2" w:rsidRPr="004A3198">
        <w:fldChar w:fldCharType="end"/>
      </w:r>
      <w:r w:rsidR="005B72E2" w:rsidRPr="004A3198">
        <w:instrText xml:space="preserve"> </w:instrText>
      </w:r>
      <w:r w:rsidR="005B72E2" w:rsidRPr="004A3198">
        <w:fldChar w:fldCharType="separate"/>
      </w:r>
      <w:r w:rsidR="005B7742">
        <w:rPr>
          <w:noProof/>
        </w:rPr>
        <w:instrText>2</w:instrText>
      </w:r>
      <w:r w:rsidR="005B72E2" w:rsidRPr="004A3198">
        <w:fldChar w:fldCharType="end"/>
      </w:r>
      <w:r w:rsidR="005B72E2" w:rsidRPr="004A3198">
        <w:instrText xml:space="preserve"> = 0 "</w:instrText>
      </w:r>
      <w:r w:rsidR="005B72E2" w:rsidRPr="004A3198">
        <w:fldChar w:fldCharType="begin"/>
      </w:r>
      <w:r w:rsidR="005B72E2" w:rsidRPr="004A3198">
        <w:instrText xml:space="preserve"> CREATEDATE \@ "yyyy" </w:instrText>
      </w:r>
      <w:r w:rsidR="005B72E2" w:rsidRPr="004A3198">
        <w:fldChar w:fldCharType="separate"/>
      </w:r>
      <w:r w:rsidR="0039280D" w:rsidRPr="004A3198">
        <w:rPr>
          <w:noProof/>
        </w:rPr>
        <w:instrText>2022</w:instrText>
      </w:r>
      <w:r w:rsidR="005B72E2" w:rsidRPr="004A3198">
        <w:fldChar w:fldCharType="end"/>
      </w:r>
      <w:r w:rsidR="005B72E2" w:rsidRPr="004A3198">
        <w:instrText>" "</w:instrText>
      </w:r>
      <w:r w:rsidR="002D7AF9" w:rsidRPr="004A3198">
        <w:rPr>
          <w:rFonts w:hint="eastAsia"/>
        </w:rPr>
        <w:instrText>2013</w:instrText>
      </w:r>
      <w:r w:rsidR="005B72E2" w:rsidRPr="004A3198">
        <w:instrText xml:space="preserve"> - </w:instrText>
      </w:r>
      <w:r w:rsidR="005B72E2" w:rsidRPr="004A3198">
        <w:fldChar w:fldCharType="begin"/>
      </w:r>
      <w:r w:rsidR="005B72E2" w:rsidRPr="004A3198">
        <w:instrText xml:space="preserve"> DATE \@ "yyyy" </w:instrText>
      </w:r>
      <w:r w:rsidR="005B72E2" w:rsidRPr="004A3198">
        <w:fldChar w:fldCharType="separate"/>
      </w:r>
      <w:r w:rsidR="003C22D3">
        <w:rPr>
          <w:noProof/>
        </w:rPr>
        <w:instrText>2025</w:instrText>
      </w:r>
      <w:r w:rsidR="005B72E2" w:rsidRPr="004A3198">
        <w:fldChar w:fldCharType="end"/>
      </w:r>
      <w:r w:rsidR="005B72E2" w:rsidRPr="004A3198">
        <w:instrText xml:space="preserve">" </w:instrText>
      </w:r>
      <w:r w:rsidR="005B72E2" w:rsidRPr="004A3198">
        <w:fldChar w:fldCharType="separate"/>
      </w:r>
      <w:r w:rsidR="003C22D3" w:rsidRPr="004A3198">
        <w:rPr>
          <w:rFonts w:hint="eastAsia"/>
          <w:noProof/>
        </w:rPr>
        <w:instrText>2013</w:instrText>
      </w:r>
      <w:r w:rsidR="003C22D3" w:rsidRPr="004A3198">
        <w:rPr>
          <w:noProof/>
        </w:rPr>
        <w:instrText xml:space="preserve"> - </w:instrText>
      </w:r>
      <w:r w:rsidR="003C22D3">
        <w:rPr>
          <w:noProof/>
        </w:rPr>
        <w:instrText>2025</w:instrText>
      </w:r>
      <w:r w:rsidR="005B72E2" w:rsidRPr="004A3198">
        <w:fldChar w:fldCharType="end"/>
      </w:r>
      <w:r w:rsidR="005B72E2" w:rsidRPr="004A3198">
        <w:instrText xml:space="preserve">" </w:instrText>
      </w:r>
      <w:r w:rsidR="005B72E2" w:rsidRPr="004A3198">
        <w:fldChar w:fldCharType="separate"/>
      </w:r>
      <w:r w:rsidR="003C22D3" w:rsidRPr="004A3198">
        <w:rPr>
          <w:rFonts w:hint="eastAsia"/>
          <w:noProof/>
        </w:rPr>
        <w:t>2013</w:t>
      </w:r>
      <w:r w:rsidR="003C22D3" w:rsidRPr="004A3198">
        <w:rPr>
          <w:noProof/>
        </w:rPr>
        <w:t xml:space="preserve"> - </w:t>
      </w:r>
      <w:r w:rsidR="003C22D3">
        <w:rPr>
          <w:noProof/>
        </w:rPr>
        <w:t>2025</w:t>
      </w:r>
      <w:r w:rsidR="005B72E2" w:rsidRPr="004A3198">
        <w:fldChar w:fldCharType="end"/>
      </w:r>
      <w:r w:rsidR="005B72E2" w:rsidRPr="004A3198">
        <w:t xml:space="preserve"> </w:t>
      </w:r>
      <w:r w:rsidRPr="004A3198">
        <w:rPr>
          <w:rFonts w:cs="Arial" w:hint="eastAsia"/>
        </w:rPr>
        <w:t>杰发科技</w:t>
      </w:r>
    </w:p>
    <w:p w14:paraId="6DE270AC" w14:textId="77777777" w:rsidR="007D6B0A" w:rsidRPr="004A3198" w:rsidRDefault="007D6B0A" w:rsidP="007D6B0A">
      <w:pPr>
        <w:spacing w:before="180" w:after="180"/>
        <w:rPr>
          <w:rFonts w:cs="Arial"/>
        </w:rPr>
      </w:pPr>
      <w:r w:rsidRPr="004A3198">
        <w:rPr>
          <w:rFonts w:cs="Arial" w:hint="eastAsia"/>
        </w:rPr>
        <w:t>本文档包含杰发科技的专有信息。未经授权，严禁复制或披露本文档包含的任何信息。</w:t>
      </w:r>
    </w:p>
    <w:p w14:paraId="23096E4C" w14:textId="77777777" w:rsidR="007D6B0A" w:rsidRPr="004A3198" w:rsidRDefault="007D6B0A" w:rsidP="007D6B0A">
      <w:pPr>
        <w:spacing w:before="180" w:after="180"/>
        <w:rPr>
          <w:rFonts w:cs="Arial"/>
        </w:rPr>
      </w:pPr>
      <w:r w:rsidRPr="004A3198">
        <w:rPr>
          <w:rFonts w:cs="Arial" w:hint="eastAsia"/>
        </w:rPr>
        <w:t>由于产品版本升级或其他原因，本文档内容会不定期进行更新。</w:t>
      </w:r>
    </w:p>
    <w:p w14:paraId="3BD91E2B" w14:textId="77777777" w:rsidR="004959DA" w:rsidRPr="004A3198" w:rsidRDefault="00F668F8" w:rsidP="00E25234">
      <w:pPr>
        <w:pStyle w:val="1"/>
        <w:numPr>
          <w:ilvl w:val="0"/>
          <w:numId w:val="0"/>
        </w:numPr>
        <w:rPr>
          <w:lang w:eastAsia="zh-CN"/>
        </w:rPr>
      </w:pPr>
      <w:bookmarkStart w:id="0" w:name="_Toc116584518"/>
      <w:bookmarkStart w:id="1" w:name="_Toc172382379"/>
      <w:bookmarkStart w:id="2" w:name="_GoBack"/>
      <w:bookmarkEnd w:id="2"/>
      <w:r w:rsidRPr="004A3198">
        <w:rPr>
          <w:rFonts w:hint="eastAsia"/>
          <w:lang w:eastAsia="zh-CN"/>
        </w:rPr>
        <w:lastRenderedPageBreak/>
        <w:t>修订信息</w:t>
      </w:r>
      <w:bookmarkEnd w:id="0"/>
      <w:bookmarkEnd w:id="1"/>
    </w:p>
    <w:tbl>
      <w:tblPr>
        <w:tblW w:w="89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78"/>
        <w:gridCol w:w="1417"/>
        <w:gridCol w:w="1559"/>
        <w:gridCol w:w="4962"/>
      </w:tblGrid>
      <w:tr w:rsidR="00DA6042" w:rsidRPr="004A3198" w14:paraId="1A949EF4" w14:textId="77777777" w:rsidTr="002D7AF9">
        <w:tc>
          <w:tcPr>
            <w:tcW w:w="978" w:type="dxa"/>
            <w:shd w:val="clear" w:color="auto" w:fill="09D2E7"/>
          </w:tcPr>
          <w:p w14:paraId="42E43013" w14:textId="77777777" w:rsidR="00DA6042" w:rsidRPr="004A3198" w:rsidRDefault="00DA6042" w:rsidP="00DA6042">
            <w:pPr>
              <w:spacing w:beforeLines="0" w:before="0" w:afterLines="0" w:after="0"/>
              <w:jc w:val="left"/>
              <w:rPr>
                <w:rFonts w:cs="Arial"/>
                <w:b/>
                <w:bCs/>
                <w:sz w:val="18"/>
                <w:szCs w:val="18"/>
              </w:rPr>
            </w:pPr>
            <w:r w:rsidRPr="004A3198">
              <w:rPr>
                <w:rFonts w:cs="Arial" w:hint="eastAsia"/>
                <w:b/>
                <w:bCs/>
                <w:sz w:val="18"/>
                <w:szCs w:val="18"/>
              </w:rPr>
              <w:t>文档版本</w:t>
            </w:r>
          </w:p>
        </w:tc>
        <w:tc>
          <w:tcPr>
            <w:tcW w:w="1417" w:type="dxa"/>
            <w:shd w:val="clear" w:color="auto" w:fill="09D2E7"/>
          </w:tcPr>
          <w:p w14:paraId="47151900" w14:textId="77777777" w:rsidR="00DA6042" w:rsidRPr="004A3198" w:rsidRDefault="00DA6042" w:rsidP="00DA6042">
            <w:pPr>
              <w:spacing w:beforeLines="0" w:before="0" w:afterLines="0" w:after="0"/>
              <w:jc w:val="left"/>
              <w:rPr>
                <w:rFonts w:cs="Arial"/>
                <w:b/>
                <w:bCs/>
                <w:sz w:val="18"/>
                <w:szCs w:val="18"/>
              </w:rPr>
            </w:pPr>
            <w:r w:rsidRPr="004A3198">
              <w:rPr>
                <w:rFonts w:cs="Arial" w:hint="eastAsia"/>
                <w:b/>
                <w:bCs/>
                <w:sz w:val="18"/>
                <w:szCs w:val="18"/>
              </w:rPr>
              <w:t>更新日期</w:t>
            </w:r>
          </w:p>
        </w:tc>
        <w:tc>
          <w:tcPr>
            <w:tcW w:w="1559" w:type="dxa"/>
            <w:shd w:val="clear" w:color="auto" w:fill="09D2E7"/>
          </w:tcPr>
          <w:p w14:paraId="0F6CF583" w14:textId="77777777" w:rsidR="00DA6042" w:rsidRPr="004A3198" w:rsidRDefault="00DA6042" w:rsidP="00DA6042">
            <w:pPr>
              <w:spacing w:beforeLines="0" w:before="0" w:afterLines="0" w:after="0"/>
              <w:jc w:val="left"/>
              <w:rPr>
                <w:rFonts w:cs="Arial"/>
                <w:b/>
                <w:bCs/>
                <w:sz w:val="18"/>
                <w:szCs w:val="18"/>
              </w:rPr>
            </w:pPr>
            <w:r w:rsidRPr="004A3198">
              <w:rPr>
                <w:rFonts w:cs="Arial" w:hint="eastAsia"/>
                <w:b/>
                <w:bCs/>
                <w:sz w:val="18"/>
                <w:szCs w:val="18"/>
              </w:rPr>
              <w:t>作者</w:t>
            </w:r>
          </w:p>
        </w:tc>
        <w:tc>
          <w:tcPr>
            <w:tcW w:w="4962" w:type="dxa"/>
            <w:shd w:val="clear" w:color="auto" w:fill="09D2E7"/>
          </w:tcPr>
          <w:p w14:paraId="62135444" w14:textId="77777777" w:rsidR="00DA6042" w:rsidRPr="004A3198" w:rsidRDefault="00DA6042" w:rsidP="00DA6042">
            <w:pPr>
              <w:spacing w:beforeLines="0" w:before="0" w:afterLines="0" w:after="0"/>
              <w:jc w:val="left"/>
              <w:rPr>
                <w:rFonts w:cs="Arial"/>
                <w:b/>
                <w:bCs/>
                <w:sz w:val="18"/>
                <w:szCs w:val="18"/>
              </w:rPr>
            </w:pPr>
            <w:r w:rsidRPr="004A3198">
              <w:rPr>
                <w:rFonts w:cs="Arial" w:hint="eastAsia"/>
                <w:b/>
                <w:bCs/>
                <w:sz w:val="18"/>
                <w:szCs w:val="18"/>
              </w:rPr>
              <w:t>描述</w:t>
            </w:r>
          </w:p>
        </w:tc>
      </w:tr>
      <w:tr w:rsidR="00D32016" w:rsidRPr="004A3198" w14:paraId="2E873C33" w14:textId="77777777" w:rsidTr="002D7AF9">
        <w:tc>
          <w:tcPr>
            <w:tcW w:w="978" w:type="dxa"/>
          </w:tcPr>
          <w:p w14:paraId="52A2BFD8" w14:textId="557BA103" w:rsidR="00D32016" w:rsidRPr="004A3198" w:rsidRDefault="00D32016" w:rsidP="00D32016">
            <w:pPr>
              <w:spacing w:beforeLines="0" w:before="0" w:afterLines="0" w:after="0"/>
              <w:jc w:val="left"/>
              <w:rPr>
                <w:rFonts w:cs="Arial"/>
              </w:rPr>
            </w:pPr>
            <w:r w:rsidRPr="004A3198">
              <w:rPr>
                <w:rFonts w:cs="Arial"/>
              </w:rPr>
              <w:t>1.0</w:t>
            </w:r>
          </w:p>
        </w:tc>
        <w:tc>
          <w:tcPr>
            <w:tcW w:w="1417" w:type="dxa"/>
          </w:tcPr>
          <w:p w14:paraId="48A6AD11" w14:textId="3E35B79D" w:rsidR="00D32016" w:rsidRPr="004A3198" w:rsidRDefault="00D32016" w:rsidP="00823712">
            <w:pPr>
              <w:spacing w:beforeLines="0" w:before="0" w:afterLines="0" w:after="0"/>
              <w:jc w:val="left"/>
              <w:rPr>
                <w:rFonts w:cs="Arial"/>
              </w:rPr>
            </w:pPr>
            <w:r w:rsidRPr="004A3198">
              <w:rPr>
                <w:rFonts w:cs="Arial" w:hint="eastAsia"/>
              </w:rPr>
              <w:t>202</w:t>
            </w:r>
            <w:r w:rsidR="00023027">
              <w:rPr>
                <w:rFonts w:cs="Arial"/>
              </w:rPr>
              <w:t>4</w:t>
            </w:r>
            <w:r w:rsidRPr="004A3198">
              <w:rPr>
                <w:rFonts w:cs="Arial" w:hint="eastAsia"/>
              </w:rPr>
              <w:t>-</w:t>
            </w:r>
            <w:r w:rsidR="00023027">
              <w:rPr>
                <w:rFonts w:cs="Arial"/>
              </w:rPr>
              <w:t>0</w:t>
            </w:r>
            <w:r w:rsidRPr="004A3198">
              <w:rPr>
                <w:rFonts w:cs="Arial" w:hint="eastAsia"/>
              </w:rPr>
              <w:t>2</w:t>
            </w:r>
            <w:r w:rsidRPr="004A3198">
              <w:rPr>
                <w:rFonts w:cs="Arial"/>
              </w:rPr>
              <w:t>-</w:t>
            </w:r>
            <w:r w:rsidR="00023027">
              <w:rPr>
                <w:rFonts w:cs="Arial"/>
              </w:rPr>
              <w:t>05</w:t>
            </w:r>
          </w:p>
        </w:tc>
        <w:tc>
          <w:tcPr>
            <w:tcW w:w="1559" w:type="dxa"/>
          </w:tcPr>
          <w:p w14:paraId="3D4A38B9" w14:textId="0FDF2DC4" w:rsidR="00D32016" w:rsidRPr="004A3198" w:rsidRDefault="00D32016" w:rsidP="00D32016">
            <w:pPr>
              <w:spacing w:beforeLines="0" w:before="0" w:afterLines="0" w:after="0"/>
              <w:jc w:val="left"/>
              <w:rPr>
                <w:rFonts w:cs="Arial"/>
              </w:rPr>
            </w:pPr>
            <w:r w:rsidRPr="004A3198">
              <w:rPr>
                <w:rFonts w:cs="Arial"/>
              </w:rPr>
              <w:t>AutoChips</w:t>
            </w:r>
          </w:p>
        </w:tc>
        <w:tc>
          <w:tcPr>
            <w:tcW w:w="4962" w:type="dxa"/>
          </w:tcPr>
          <w:p w14:paraId="636ED8FD" w14:textId="33249EDB" w:rsidR="00D32016" w:rsidRPr="004A3198" w:rsidRDefault="00D32016" w:rsidP="00E90428">
            <w:pPr>
              <w:spacing w:beforeLines="0" w:before="0" w:afterLines="0" w:after="0"/>
              <w:jc w:val="left"/>
              <w:rPr>
                <w:rFonts w:cs="Arial"/>
              </w:rPr>
            </w:pPr>
            <w:r w:rsidRPr="004A3198">
              <w:rPr>
                <w:rFonts w:cs="Arial" w:hint="eastAsia"/>
              </w:rPr>
              <w:t>文档初版</w:t>
            </w:r>
          </w:p>
        </w:tc>
      </w:tr>
      <w:tr w:rsidR="00485120" w:rsidRPr="004A3198" w14:paraId="4A9AE380" w14:textId="77777777" w:rsidTr="002D7AF9">
        <w:tc>
          <w:tcPr>
            <w:tcW w:w="978" w:type="dxa"/>
          </w:tcPr>
          <w:p w14:paraId="4DEF3C71" w14:textId="549A1285" w:rsidR="00485120" w:rsidRPr="004A3198" w:rsidRDefault="00485120" w:rsidP="00485120">
            <w:pPr>
              <w:spacing w:beforeLines="0" w:before="0" w:afterLines="0" w:after="0"/>
              <w:jc w:val="left"/>
              <w:rPr>
                <w:rFonts w:cs="Arial"/>
              </w:rPr>
            </w:pPr>
            <w:r>
              <w:rPr>
                <w:rFonts w:cs="Arial" w:hint="eastAsia"/>
              </w:rPr>
              <w:t>1.1</w:t>
            </w:r>
          </w:p>
        </w:tc>
        <w:tc>
          <w:tcPr>
            <w:tcW w:w="1417" w:type="dxa"/>
          </w:tcPr>
          <w:p w14:paraId="6DEEA093" w14:textId="6EE24405" w:rsidR="00485120" w:rsidRPr="004A3198" w:rsidRDefault="00485120" w:rsidP="00485120">
            <w:pPr>
              <w:spacing w:beforeLines="0" w:before="0" w:afterLines="0" w:after="0"/>
              <w:jc w:val="left"/>
              <w:rPr>
                <w:rFonts w:cs="Arial"/>
              </w:rPr>
            </w:pPr>
            <w:r w:rsidRPr="004A3198">
              <w:rPr>
                <w:rFonts w:cs="Arial" w:hint="eastAsia"/>
              </w:rPr>
              <w:t>202</w:t>
            </w:r>
            <w:r>
              <w:rPr>
                <w:rFonts w:cs="Arial"/>
              </w:rPr>
              <w:t>4</w:t>
            </w:r>
            <w:r w:rsidRPr="004A3198">
              <w:rPr>
                <w:rFonts w:cs="Arial" w:hint="eastAsia"/>
              </w:rPr>
              <w:t>-</w:t>
            </w:r>
            <w:r>
              <w:rPr>
                <w:rFonts w:cs="Arial"/>
              </w:rPr>
              <w:t>0</w:t>
            </w:r>
            <w:r>
              <w:rPr>
                <w:rFonts w:cs="Arial" w:hint="eastAsia"/>
              </w:rPr>
              <w:t>3</w:t>
            </w:r>
            <w:r w:rsidRPr="004A3198">
              <w:rPr>
                <w:rFonts w:cs="Arial"/>
              </w:rPr>
              <w:t>-</w:t>
            </w:r>
            <w:r>
              <w:rPr>
                <w:rFonts w:cs="Arial"/>
              </w:rPr>
              <w:t>29</w:t>
            </w:r>
          </w:p>
        </w:tc>
        <w:tc>
          <w:tcPr>
            <w:tcW w:w="1559" w:type="dxa"/>
          </w:tcPr>
          <w:p w14:paraId="76932C52" w14:textId="7193D02B" w:rsidR="00485120" w:rsidRPr="004A3198" w:rsidRDefault="00485120" w:rsidP="00485120">
            <w:pPr>
              <w:spacing w:beforeLines="0" w:before="0" w:afterLines="0" w:after="0"/>
              <w:jc w:val="left"/>
              <w:rPr>
                <w:rFonts w:cs="Arial"/>
              </w:rPr>
            </w:pPr>
            <w:r w:rsidRPr="004A3198">
              <w:rPr>
                <w:rFonts w:cs="Arial"/>
              </w:rPr>
              <w:t>AutoChips</w:t>
            </w:r>
          </w:p>
        </w:tc>
        <w:tc>
          <w:tcPr>
            <w:tcW w:w="4962" w:type="dxa"/>
          </w:tcPr>
          <w:p w14:paraId="07184EFD" w14:textId="04F9D5CD" w:rsidR="00485120" w:rsidRPr="004A3198" w:rsidRDefault="00485120">
            <w:pPr>
              <w:spacing w:beforeLines="0" w:before="0" w:afterLines="0" w:after="0"/>
              <w:jc w:val="left"/>
              <w:rPr>
                <w:rFonts w:cs="Arial"/>
              </w:rPr>
            </w:pPr>
            <w:r>
              <w:rPr>
                <w:rFonts w:cs="Arial" w:hint="eastAsia"/>
              </w:rPr>
              <w:t>修改</w:t>
            </w:r>
            <w:r w:rsidR="0044301E">
              <w:rPr>
                <w:rFonts w:cs="Arial" w:hint="eastAsia"/>
              </w:rPr>
              <w:t>AC784</w:t>
            </w:r>
            <w:r w:rsidR="00F83C02">
              <w:rPr>
                <w:rFonts w:cs="Arial"/>
              </w:rPr>
              <w:t>x</w:t>
            </w:r>
            <w:r w:rsidR="0044301E">
              <w:rPr>
                <w:rFonts w:cs="Arial" w:hint="eastAsia"/>
              </w:rPr>
              <w:t>x</w:t>
            </w:r>
            <w:r>
              <w:rPr>
                <w:rFonts w:cs="Arial" w:hint="eastAsia"/>
              </w:rPr>
              <w:t>到</w:t>
            </w:r>
            <w:r>
              <w:rPr>
                <w:rFonts w:cs="Arial" w:hint="eastAsia"/>
              </w:rPr>
              <w:t>AC</w:t>
            </w:r>
            <w:r>
              <w:rPr>
                <w:rFonts w:cs="Arial"/>
              </w:rPr>
              <w:t>7840x</w:t>
            </w:r>
          </w:p>
        </w:tc>
      </w:tr>
      <w:tr w:rsidR="00A00E81" w:rsidRPr="004A3198" w14:paraId="35B692C8" w14:textId="77777777" w:rsidTr="002D7AF9">
        <w:tc>
          <w:tcPr>
            <w:tcW w:w="978" w:type="dxa"/>
          </w:tcPr>
          <w:p w14:paraId="30F98EE0" w14:textId="30D8F131" w:rsidR="00A00E81" w:rsidRDefault="00A00E81" w:rsidP="00485120">
            <w:pPr>
              <w:spacing w:beforeLines="0" w:before="0" w:afterLines="0" w:after="0"/>
              <w:jc w:val="left"/>
              <w:rPr>
                <w:rFonts w:cs="Arial"/>
              </w:rPr>
            </w:pPr>
            <w:r>
              <w:rPr>
                <w:rFonts w:cs="Arial" w:hint="eastAsia"/>
              </w:rPr>
              <w:t>1</w:t>
            </w:r>
            <w:r>
              <w:rPr>
                <w:rFonts w:cs="Arial"/>
              </w:rPr>
              <w:t>.2</w:t>
            </w:r>
          </w:p>
        </w:tc>
        <w:tc>
          <w:tcPr>
            <w:tcW w:w="1417" w:type="dxa"/>
          </w:tcPr>
          <w:p w14:paraId="70EAE6FD" w14:textId="77282356" w:rsidR="00A00E81" w:rsidRPr="004A3198" w:rsidRDefault="00A00E81" w:rsidP="00485120">
            <w:pPr>
              <w:spacing w:beforeLines="0" w:before="0" w:afterLines="0" w:after="0"/>
              <w:jc w:val="left"/>
              <w:rPr>
                <w:rFonts w:cs="Arial"/>
              </w:rPr>
            </w:pPr>
            <w:r>
              <w:rPr>
                <w:rFonts w:cs="Arial" w:hint="eastAsia"/>
              </w:rPr>
              <w:t>2</w:t>
            </w:r>
            <w:r>
              <w:rPr>
                <w:rFonts w:cs="Arial"/>
              </w:rPr>
              <w:t>024-04-16</w:t>
            </w:r>
          </w:p>
        </w:tc>
        <w:tc>
          <w:tcPr>
            <w:tcW w:w="1559" w:type="dxa"/>
          </w:tcPr>
          <w:p w14:paraId="7EAC59EA" w14:textId="31DCF9FC" w:rsidR="00A00E81" w:rsidRPr="004A3198" w:rsidRDefault="00A00E81" w:rsidP="00485120">
            <w:pPr>
              <w:spacing w:beforeLines="0" w:before="0" w:afterLines="0" w:after="0"/>
              <w:jc w:val="left"/>
              <w:rPr>
                <w:rFonts w:cs="Arial"/>
              </w:rPr>
            </w:pPr>
            <w:r w:rsidRPr="004A3198">
              <w:rPr>
                <w:rFonts w:cs="Arial"/>
              </w:rPr>
              <w:t>AutoChips</w:t>
            </w:r>
          </w:p>
        </w:tc>
        <w:tc>
          <w:tcPr>
            <w:tcW w:w="4962" w:type="dxa"/>
          </w:tcPr>
          <w:p w14:paraId="35025654" w14:textId="3E8B5EE7" w:rsidR="00A00E81" w:rsidRPr="00044417" w:rsidRDefault="00A00E81">
            <w:pPr>
              <w:spacing w:beforeLines="0" w:before="0" w:afterLines="0" w:after="0"/>
              <w:jc w:val="left"/>
              <w:rPr>
                <w:rFonts w:eastAsia="PMingLiU" w:cs="Arial"/>
              </w:rPr>
            </w:pPr>
            <w:r>
              <w:rPr>
                <w:rFonts w:hint="eastAsia"/>
                <w:kern w:val="2"/>
              </w:rPr>
              <w:t>删除</w:t>
            </w:r>
            <w:r>
              <w:rPr>
                <w:kern w:val="2"/>
                <w:lang w:eastAsia="zh-TW"/>
              </w:rPr>
              <w:t>OsIfOperatingSystemType</w:t>
            </w:r>
            <w:r>
              <w:rPr>
                <w:rFonts w:hint="eastAsia"/>
                <w:kern w:val="2"/>
              </w:rPr>
              <w:t>未支持完善的</w:t>
            </w:r>
            <w:r>
              <w:rPr>
                <w:rFonts w:hint="eastAsia"/>
                <w:kern w:val="2"/>
              </w:rPr>
              <w:t>OS</w:t>
            </w:r>
          </w:p>
        </w:tc>
      </w:tr>
      <w:tr w:rsidR="006270FE" w:rsidRPr="004A3198" w14:paraId="1F65BD3C" w14:textId="77777777" w:rsidTr="002D7AF9">
        <w:tc>
          <w:tcPr>
            <w:tcW w:w="978" w:type="dxa"/>
          </w:tcPr>
          <w:p w14:paraId="6651AFF3" w14:textId="774550C4" w:rsidR="006270FE" w:rsidRDefault="006270FE" w:rsidP="00485120">
            <w:pPr>
              <w:spacing w:beforeLines="0" w:before="0" w:afterLines="0" w:after="0"/>
              <w:jc w:val="left"/>
              <w:rPr>
                <w:rFonts w:cs="Arial"/>
              </w:rPr>
            </w:pPr>
            <w:r>
              <w:rPr>
                <w:rFonts w:cs="Arial" w:hint="eastAsia"/>
              </w:rPr>
              <w:t>2</w:t>
            </w:r>
            <w:r>
              <w:rPr>
                <w:rFonts w:cs="Arial"/>
              </w:rPr>
              <w:t>.0</w:t>
            </w:r>
          </w:p>
        </w:tc>
        <w:tc>
          <w:tcPr>
            <w:tcW w:w="1417" w:type="dxa"/>
          </w:tcPr>
          <w:p w14:paraId="66D7EE0B" w14:textId="217D180E" w:rsidR="006270FE" w:rsidRDefault="006270FE" w:rsidP="00485120">
            <w:pPr>
              <w:spacing w:beforeLines="0" w:before="0" w:afterLines="0" w:after="0"/>
              <w:jc w:val="left"/>
              <w:rPr>
                <w:rFonts w:cs="Arial"/>
              </w:rPr>
            </w:pPr>
            <w:r>
              <w:rPr>
                <w:rFonts w:cs="Arial" w:hint="eastAsia"/>
              </w:rPr>
              <w:t>2</w:t>
            </w:r>
            <w:r>
              <w:rPr>
                <w:rFonts w:cs="Arial"/>
              </w:rPr>
              <w:t>024-07-20</w:t>
            </w:r>
          </w:p>
        </w:tc>
        <w:tc>
          <w:tcPr>
            <w:tcW w:w="1559" w:type="dxa"/>
          </w:tcPr>
          <w:p w14:paraId="04D40400" w14:textId="14807BA0" w:rsidR="006270FE" w:rsidRPr="004A3198" w:rsidRDefault="006270FE" w:rsidP="00485120">
            <w:pPr>
              <w:spacing w:beforeLines="0" w:before="0" w:afterLines="0" w:after="0"/>
              <w:jc w:val="left"/>
              <w:rPr>
                <w:rFonts w:cs="Arial"/>
              </w:rPr>
            </w:pPr>
            <w:r w:rsidRPr="004A3198">
              <w:rPr>
                <w:rFonts w:cs="Arial"/>
              </w:rPr>
              <w:t>AutoChips</w:t>
            </w:r>
          </w:p>
        </w:tc>
        <w:tc>
          <w:tcPr>
            <w:tcW w:w="4962" w:type="dxa"/>
          </w:tcPr>
          <w:p w14:paraId="54AA2BF8" w14:textId="572A574A" w:rsidR="006270FE" w:rsidRDefault="006270FE">
            <w:pPr>
              <w:spacing w:beforeLines="0" w:before="0" w:afterLines="0" w:after="0"/>
              <w:jc w:val="left"/>
              <w:rPr>
                <w:kern w:val="2"/>
              </w:rPr>
            </w:pPr>
            <w:r>
              <w:rPr>
                <w:rFonts w:hint="eastAsia"/>
                <w:kern w:val="2"/>
              </w:rPr>
              <w:t>更新</w:t>
            </w:r>
            <w:r>
              <w:rPr>
                <w:rFonts w:hint="eastAsia"/>
                <w:kern w:val="2"/>
              </w:rPr>
              <w:t>OSIF</w:t>
            </w:r>
            <w:r>
              <w:rPr>
                <w:rFonts w:hint="eastAsia"/>
                <w:kern w:val="2"/>
              </w:rPr>
              <w:t>框架后更新文档</w:t>
            </w:r>
          </w:p>
        </w:tc>
      </w:tr>
      <w:tr w:rsidR="0031004C" w:rsidRPr="004A3198" w14:paraId="2E9547F8" w14:textId="77777777" w:rsidTr="002D7AF9">
        <w:tc>
          <w:tcPr>
            <w:tcW w:w="978" w:type="dxa"/>
          </w:tcPr>
          <w:p w14:paraId="4D5C3540" w14:textId="502EDA28" w:rsidR="0031004C" w:rsidRDefault="0031004C" w:rsidP="0031004C">
            <w:pPr>
              <w:spacing w:beforeLines="0" w:before="0" w:afterLines="0" w:after="0"/>
              <w:jc w:val="left"/>
              <w:rPr>
                <w:rFonts w:cs="Arial"/>
              </w:rPr>
            </w:pPr>
            <w:r>
              <w:rPr>
                <w:rFonts w:cs="Arial" w:hint="eastAsia"/>
              </w:rPr>
              <w:t>2</w:t>
            </w:r>
            <w:r>
              <w:rPr>
                <w:rFonts w:cs="Arial"/>
              </w:rPr>
              <w:t>.1</w:t>
            </w:r>
          </w:p>
        </w:tc>
        <w:tc>
          <w:tcPr>
            <w:tcW w:w="1417" w:type="dxa"/>
          </w:tcPr>
          <w:p w14:paraId="6573AFD7" w14:textId="2DEFE7DF" w:rsidR="0031004C" w:rsidRDefault="0031004C" w:rsidP="0031004C">
            <w:pPr>
              <w:spacing w:beforeLines="0" w:before="0" w:afterLines="0" w:after="0"/>
              <w:jc w:val="left"/>
              <w:rPr>
                <w:rFonts w:cs="Arial"/>
              </w:rPr>
            </w:pPr>
            <w:r>
              <w:rPr>
                <w:rFonts w:cs="Arial" w:hint="eastAsia"/>
              </w:rPr>
              <w:t>2</w:t>
            </w:r>
            <w:r>
              <w:rPr>
                <w:rFonts w:cs="Arial"/>
              </w:rPr>
              <w:t>024-07-22</w:t>
            </w:r>
          </w:p>
        </w:tc>
        <w:tc>
          <w:tcPr>
            <w:tcW w:w="1559" w:type="dxa"/>
          </w:tcPr>
          <w:p w14:paraId="222DB1E9" w14:textId="7461E1C4" w:rsidR="0031004C" w:rsidRPr="004A3198" w:rsidRDefault="0031004C" w:rsidP="0031004C">
            <w:pPr>
              <w:spacing w:beforeLines="0" w:before="0" w:afterLines="0" w:after="0"/>
              <w:jc w:val="left"/>
              <w:rPr>
                <w:rFonts w:cs="Arial"/>
              </w:rPr>
            </w:pPr>
            <w:r w:rsidRPr="004A3198">
              <w:rPr>
                <w:rFonts w:cs="Arial"/>
              </w:rPr>
              <w:t>AutoChips</w:t>
            </w:r>
          </w:p>
        </w:tc>
        <w:tc>
          <w:tcPr>
            <w:tcW w:w="4962" w:type="dxa"/>
          </w:tcPr>
          <w:p w14:paraId="4E0EF336" w14:textId="3F53EF78" w:rsidR="0031004C" w:rsidRDefault="0031004C" w:rsidP="0031004C">
            <w:pPr>
              <w:spacing w:beforeLines="0" w:before="0" w:afterLines="0" w:after="0"/>
              <w:jc w:val="left"/>
              <w:rPr>
                <w:kern w:val="2"/>
              </w:rPr>
            </w:pPr>
            <w:r>
              <w:rPr>
                <w:rFonts w:hint="eastAsia"/>
                <w:kern w:val="2"/>
              </w:rPr>
              <w:t>增加宏定义描述</w:t>
            </w:r>
          </w:p>
        </w:tc>
      </w:tr>
      <w:tr w:rsidR="00FF4E83" w:rsidRPr="004A3198" w14:paraId="29B3AC81" w14:textId="77777777" w:rsidTr="002D7AF9">
        <w:tc>
          <w:tcPr>
            <w:tcW w:w="978" w:type="dxa"/>
          </w:tcPr>
          <w:p w14:paraId="67A6263A" w14:textId="3B361542" w:rsidR="00FF4E83" w:rsidRDefault="00FF4E83" w:rsidP="00FF4E83">
            <w:pPr>
              <w:spacing w:beforeLines="0" w:before="0" w:afterLines="0" w:after="0"/>
              <w:jc w:val="left"/>
              <w:rPr>
                <w:rFonts w:cs="Arial"/>
              </w:rPr>
            </w:pPr>
            <w:r>
              <w:rPr>
                <w:rFonts w:cs="Arial" w:hint="eastAsia"/>
              </w:rPr>
              <w:t>2</w:t>
            </w:r>
            <w:r>
              <w:rPr>
                <w:rFonts w:cs="Arial"/>
              </w:rPr>
              <w:t>.2</w:t>
            </w:r>
          </w:p>
        </w:tc>
        <w:tc>
          <w:tcPr>
            <w:tcW w:w="1417" w:type="dxa"/>
          </w:tcPr>
          <w:p w14:paraId="6C156964" w14:textId="2D3E1B53" w:rsidR="00FF4E83" w:rsidRDefault="00FF4E83" w:rsidP="00FF4E83">
            <w:pPr>
              <w:spacing w:beforeLines="0" w:before="0" w:afterLines="0" w:after="0"/>
              <w:jc w:val="left"/>
              <w:rPr>
                <w:rFonts w:cs="Arial"/>
              </w:rPr>
            </w:pPr>
            <w:r>
              <w:rPr>
                <w:rFonts w:cs="Arial" w:hint="eastAsia"/>
              </w:rPr>
              <w:t>2</w:t>
            </w:r>
            <w:r>
              <w:rPr>
                <w:rFonts w:cs="Arial"/>
              </w:rPr>
              <w:t>025-04-23</w:t>
            </w:r>
          </w:p>
        </w:tc>
        <w:tc>
          <w:tcPr>
            <w:tcW w:w="1559" w:type="dxa"/>
          </w:tcPr>
          <w:p w14:paraId="0C7917DE" w14:textId="4D8DFA8A" w:rsidR="00FF4E83" w:rsidRPr="004A3198" w:rsidRDefault="00FF4E83" w:rsidP="00FF4E83">
            <w:pPr>
              <w:spacing w:beforeLines="0" w:before="0" w:afterLines="0" w:after="0"/>
              <w:jc w:val="left"/>
              <w:rPr>
                <w:rFonts w:cs="Arial"/>
              </w:rPr>
            </w:pPr>
            <w:r w:rsidRPr="004A3198">
              <w:rPr>
                <w:rFonts w:cs="Arial"/>
              </w:rPr>
              <w:t>AutoChips</w:t>
            </w:r>
          </w:p>
        </w:tc>
        <w:tc>
          <w:tcPr>
            <w:tcW w:w="4962" w:type="dxa"/>
          </w:tcPr>
          <w:p w14:paraId="1C9560EA" w14:textId="7A48A7BE" w:rsidR="00FF4E83" w:rsidRDefault="00826757" w:rsidP="00FF4E83">
            <w:pPr>
              <w:spacing w:beforeLines="0" w:before="0" w:afterLines="0" w:after="0"/>
              <w:jc w:val="left"/>
              <w:rPr>
                <w:kern w:val="2"/>
              </w:rPr>
            </w:pPr>
            <w:r>
              <w:rPr>
                <w:rFonts w:hint="eastAsia"/>
                <w:kern w:val="2"/>
              </w:rPr>
              <w:t>更新芯片型号</w:t>
            </w:r>
          </w:p>
        </w:tc>
      </w:tr>
    </w:tbl>
    <w:p w14:paraId="3E545365" w14:textId="77777777" w:rsidR="00D1771D" w:rsidRPr="004A3198" w:rsidRDefault="00D1771D" w:rsidP="00061485">
      <w:pPr>
        <w:tabs>
          <w:tab w:val="left" w:pos="5430"/>
        </w:tabs>
        <w:spacing w:before="180" w:after="180"/>
        <w:rPr>
          <w:rFonts w:cs="Arial"/>
        </w:rPr>
      </w:pPr>
    </w:p>
    <w:p w14:paraId="441013B8" w14:textId="2DF236AC" w:rsidR="00DA6042" w:rsidRPr="004A3198" w:rsidRDefault="000040AB" w:rsidP="00D1771D">
      <w:pPr>
        <w:pStyle w:val="TitreSansNumero"/>
        <w:rPr>
          <w:szCs w:val="32"/>
          <w:lang w:eastAsia="zh-CN"/>
        </w:rPr>
      </w:pPr>
      <w:bookmarkStart w:id="3" w:name="_Toc116584519"/>
      <w:bookmarkStart w:id="4" w:name="_Toc172382380"/>
      <w:r w:rsidRPr="004A3198">
        <w:rPr>
          <w:rFonts w:hint="eastAsia"/>
          <w:szCs w:val="32"/>
          <w:lang w:eastAsia="zh-CN"/>
        </w:rPr>
        <w:lastRenderedPageBreak/>
        <w:t>版权声明</w:t>
      </w:r>
      <w:bookmarkEnd w:id="3"/>
      <w:bookmarkEnd w:id="4"/>
    </w:p>
    <w:p w14:paraId="25140758" w14:textId="77777777" w:rsidR="00DA6042" w:rsidRPr="004A3198" w:rsidRDefault="00DA6042" w:rsidP="00DA6042">
      <w:pPr>
        <w:spacing w:before="180" w:after="180"/>
        <w:rPr>
          <w:rFonts w:cs="Arial"/>
        </w:rPr>
      </w:pPr>
      <w:r w:rsidRPr="004A3198">
        <w:rPr>
          <w:rFonts w:cs="微软雅黑" w:hint="eastAsia"/>
        </w:rPr>
        <w:t>本手册包含</w:t>
      </w:r>
      <w:r w:rsidRPr="004A3198">
        <w:rPr>
          <w:rFonts w:cs="Arial" w:hint="eastAsia"/>
        </w:rPr>
        <w:t>杰发科技</w:t>
      </w:r>
      <w:r w:rsidRPr="004A3198">
        <w:rPr>
          <w:rFonts w:cs="微软雅黑" w:hint="eastAsia"/>
        </w:rPr>
        <w:t>的机密信息。禁止未经授权使用或披露本手册包含的信息。</w:t>
      </w:r>
      <w:r w:rsidRPr="004A3198">
        <w:rPr>
          <w:rFonts w:cs="Arial" w:hint="eastAsia"/>
        </w:rPr>
        <w:t xml:space="preserve"> </w:t>
      </w:r>
      <w:r w:rsidRPr="004A3198">
        <w:rPr>
          <w:rFonts w:cs="微软雅黑" w:hint="eastAsia"/>
        </w:rPr>
        <w:t>对因未经</w:t>
      </w:r>
      <w:r w:rsidRPr="004A3198">
        <w:rPr>
          <w:rFonts w:cs="Arial" w:hint="eastAsia"/>
        </w:rPr>
        <w:t>杰发科技</w:t>
      </w:r>
      <w:r w:rsidRPr="004A3198">
        <w:rPr>
          <w:rFonts w:cs="微软雅黑" w:hint="eastAsia"/>
        </w:rPr>
        <w:t>授权而全部或部分披露此文档内容而给</w:t>
      </w:r>
      <w:r w:rsidRPr="004A3198">
        <w:rPr>
          <w:rFonts w:cs="Arial" w:hint="eastAsia"/>
        </w:rPr>
        <w:t>杰发科技</w:t>
      </w:r>
      <w:r w:rsidRPr="004A3198">
        <w:rPr>
          <w:rFonts w:cs="微软雅黑" w:hint="eastAsia"/>
        </w:rPr>
        <w:t>带来的任何损失或损害，</w:t>
      </w:r>
      <w:r w:rsidRPr="004A3198">
        <w:rPr>
          <w:rFonts w:cs="Arial" w:hint="eastAsia"/>
        </w:rPr>
        <w:t>杰发科技</w:t>
      </w:r>
      <w:r w:rsidRPr="004A3198">
        <w:rPr>
          <w:rFonts w:cs="微软雅黑" w:hint="eastAsia"/>
        </w:rPr>
        <w:t>将追究责任。</w:t>
      </w:r>
    </w:p>
    <w:p w14:paraId="0C6A9004" w14:textId="77777777" w:rsidR="00DA6042" w:rsidRPr="004A3198" w:rsidRDefault="00DA6042" w:rsidP="00DA6042">
      <w:pPr>
        <w:spacing w:before="180" w:after="180"/>
        <w:rPr>
          <w:rFonts w:cs="Arial"/>
        </w:rPr>
      </w:pPr>
      <w:r w:rsidRPr="004A3198">
        <w:rPr>
          <w:rFonts w:cs="Arial" w:hint="eastAsia"/>
        </w:rPr>
        <w:t>杰发科技</w:t>
      </w:r>
      <w:r w:rsidRPr="004A3198">
        <w:rPr>
          <w:rFonts w:cs="微软雅黑" w:hint="eastAsia"/>
        </w:rPr>
        <w:t>保留对此处任何信息进行更改的权利，此处的信息如有变更，恕不另行通知。</w:t>
      </w:r>
      <w:r w:rsidRPr="004A3198">
        <w:rPr>
          <w:rFonts w:cs="Arial" w:hint="eastAsia"/>
        </w:rPr>
        <w:t>杰发科技</w:t>
      </w:r>
      <w:r w:rsidRPr="004A3198">
        <w:rPr>
          <w:rFonts w:cs="微软雅黑" w:hint="eastAsia"/>
        </w:rPr>
        <w:t>对使用或依赖此处包含的信息不承担任何责任。</w:t>
      </w:r>
    </w:p>
    <w:p w14:paraId="40282D8A" w14:textId="0371F6C9" w:rsidR="00D1771D" w:rsidRPr="004A3198" w:rsidRDefault="00DA6042" w:rsidP="00DA6042">
      <w:pPr>
        <w:tabs>
          <w:tab w:val="left" w:pos="2865"/>
        </w:tabs>
        <w:spacing w:before="180" w:after="180"/>
        <w:rPr>
          <w:rFonts w:cs="Arial"/>
        </w:rPr>
      </w:pPr>
      <w:r w:rsidRPr="004A3198">
        <w:rPr>
          <w:rFonts w:cs="微软雅黑" w:hint="eastAsia"/>
        </w:rPr>
        <w:t>本手册的所有信息均</w:t>
      </w:r>
      <w:r w:rsidRPr="004A3198">
        <w:rPr>
          <w:rFonts w:cs="Arial"/>
        </w:rPr>
        <w:t>“</w:t>
      </w:r>
      <w:r w:rsidRPr="004A3198">
        <w:rPr>
          <w:rFonts w:cs="微软雅黑" w:hint="eastAsia"/>
        </w:rPr>
        <w:t>按原样</w:t>
      </w:r>
      <w:r w:rsidRPr="004A3198">
        <w:rPr>
          <w:rFonts w:cs="Arial"/>
        </w:rPr>
        <w:t>”</w:t>
      </w:r>
      <w:r w:rsidRPr="004A3198">
        <w:rPr>
          <w:rFonts w:cs="微软雅黑" w:hint="eastAsia"/>
        </w:rPr>
        <w:t>提供，不提供任何形式的明示、暗示、法定或其他形式的保证。</w:t>
      </w:r>
      <w:r w:rsidRPr="004A3198">
        <w:rPr>
          <w:rFonts w:cs="Arial" w:hint="eastAsia"/>
        </w:rPr>
        <w:t>杰发科技</w:t>
      </w:r>
      <w:r w:rsidRPr="004A3198">
        <w:rPr>
          <w:rFonts w:cs="微软雅黑" w:hint="eastAsia"/>
        </w:rPr>
        <w:t>明确拒绝对适销性，非侵权性和针对特定用途的适用性方面的的所有暗示保证。</w:t>
      </w:r>
      <w:r w:rsidRPr="004A3198">
        <w:rPr>
          <w:rFonts w:cs="Arial" w:hint="eastAsia"/>
        </w:rPr>
        <w:t>杰发科技</w:t>
      </w:r>
      <w:r w:rsidRPr="004A3198">
        <w:rPr>
          <w:rFonts w:cs="微软雅黑" w:hint="eastAsia"/>
        </w:rPr>
        <w:t>对本手册可能使用、包含或提供的任何第三方软件不提供任何担保，并且用户同意仅向该等第三方寻求与此相关的任何担保索赔。</w:t>
      </w:r>
      <w:r w:rsidRPr="004A3198">
        <w:rPr>
          <w:rFonts w:cs="Arial" w:hint="eastAsia"/>
        </w:rPr>
        <w:t>杰发科技</w:t>
      </w:r>
      <w:r w:rsidRPr="004A3198">
        <w:rPr>
          <w:rFonts w:cs="微软雅黑" w:hint="eastAsia"/>
        </w:rPr>
        <w:t>对于根据用户规格或为符合特定标准或公开论坛而产生的任何交付物，也不承担任何责任。</w:t>
      </w:r>
    </w:p>
    <w:p w14:paraId="3C8E7486" w14:textId="7E7ACE0B" w:rsidR="00BE0221" w:rsidRPr="004A3198" w:rsidRDefault="00BD7AFB" w:rsidP="00D1771D">
      <w:pPr>
        <w:pStyle w:val="1"/>
        <w:numPr>
          <w:ilvl w:val="0"/>
          <w:numId w:val="0"/>
        </w:numPr>
        <w:ind w:left="680" w:hanging="680"/>
        <w:rPr>
          <w:lang w:eastAsia="zh-CN"/>
        </w:rPr>
      </w:pPr>
      <w:bookmarkStart w:id="5" w:name="_Toc116584520"/>
      <w:bookmarkStart w:id="6" w:name="_Toc172382381"/>
      <w:r w:rsidRPr="004A3198">
        <w:rPr>
          <w:rFonts w:hint="eastAsia"/>
          <w:lang w:eastAsia="zh-CN"/>
        </w:rPr>
        <w:lastRenderedPageBreak/>
        <w:t>文档</w:t>
      </w:r>
      <w:r w:rsidR="000040AB" w:rsidRPr="004A3198">
        <w:rPr>
          <w:rFonts w:hint="eastAsia"/>
          <w:lang w:eastAsia="zh-CN"/>
        </w:rPr>
        <w:t>目</w:t>
      </w:r>
      <w:r w:rsidR="000040AB" w:rsidRPr="004A3198">
        <w:rPr>
          <w:lang w:eastAsia="zh-CN"/>
        </w:rPr>
        <w:t>录</w:t>
      </w:r>
      <w:bookmarkEnd w:id="5"/>
      <w:bookmarkEnd w:id="6"/>
    </w:p>
    <w:p w14:paraId="03BFF6AA" w14:textId="052C560B" w:rsidR="0082646F" w:rsidRDefault="0029517E">
      <w:pPr>
        <w:pStyle w:val="11"/>
        <w:spacing w:before="180" w:after="180"/>
        <w:rPr>
          <w:rFonts w:asciiTheme="minorHAnsi" w:eastAsiaTheme="minorEastAsia" w:hAnsiTheme="minorHAnsi" w:cstheme="minorBidi"/>
          <w:b w:val="0"/>
          <w:kern w:val="2"/>
          <w:sz w:val="21"/>
          <w:szCs w:val="22"/>
        </w:rPr>
      </w:pPr>
      <w:r w:rsidRPr="004A3198">
        <w:rPr>
          <w:rFonts w:ascii="Century Schoolbook" w:hAnsi="Century Schoolbook"/>
        </w:rPr>
        <w:fldChar w:fldCharType="begin"/>
      </w:r>
      <w:r w:rsidRPr="004A3198">
        <w:rPr>
          <w:rFonts w:ascii="Century Schoolbook" w:hAnsi="Century Schoolbook"/>
        </w:rPr>
        <w:instrText xml:space="preserve"> TOC \o "1-3" \h \z \u </w:instrText>
      </w:r>
      <w:r w:rsidRPr="004A3198">
        <w:rPr>
          <w:rFonts w:ascii="Century Schoolbook" w:hAnsi="Century Schoolbook"/>
        </w:rPr>
        <w:fldChar w:fldCharType="separate"/>
      </w:r>
      <w:hyperlink w:anchor="_Toc172382379" w:history="1">
        <w:r w:rsidR="0082646F" w:rsidRPr="00C178B3">
          <w:rPr>
            <w:rStyle w:val="ae"/>
          </w:rPr>
          <w:t>修订信息</w:t>
        </w:r>
        <w:r w:rsidR="0082646F">
          <w:rPr>
            <w:webHidden/>
          </w:rPr>
          <w:tab/>
        </w:r>
        <w:r w:rsidR="0082646F">
          <w:rPr>
            <w:webHidden/>
          </w:rPr>
          <w:fldChar w:fldCharType="begin"/>
        </w:r>
        <w:r w:rsidR="0082646F">
          <w:rPr>
            <w:webHidden/>
          </w:rPr>
          <w:instrText xml:space="preserve"> PAGEREF _Toc172382379 \h </w:instrText>
        </w:r>
        <w:r w:rsidR="0082646F">
          <w:rPr>
            <w:webHidden/>
          </w:rPr>
        </w:r>
        <w:r w:rsidR="0082646F">
          <w:rPr>
            <w:webHidden/>
          </w:rPr>
          <w:fldChar w:fldCharType="separate"/>
        </w:r>
        <w:r w:rsidR="005B7742">
          <w:rPr>
            <w:webHidden/>
          </w:rPr>
          <w:t>2</w:t>
        </w:r>
        <w:r w:rsidR="0082646F">
          <w:rPr>
            <w:webHidden/>
          </w:rPr>
          <w:fldChar w:fldCharType="end"/>
        </w:r>
      </w:hyperlink>
    </w:p>
    <w:p w14:paraId="76667C8B" w14:textId="03690AB2" w:rsidR="0082646F" w:rsidRDefault="00D5789B">
      <w:pPr>
        <w:pStyle w:val="11"/>
        <w:spacing w:before="180" w:after="180"/>
        <w:rPr>
          <w:rFonts w:asciiTheme="minorHAnsi" w:eastAsiaTheme="minorEastAsia" w:hAnsiTheme="minorHAnsi" w:cstheme="minorBidi"/>
          <w:b w:val="0"/>
          <w:kern w:val="2"/>
          <w:sz w:val="21"/>
          <w:szCs w:val="22"/>
        </w:rPr>
      </w:pPr>
      <w:hyperlink w:anchor="_Toc172382380" w:history="1">
        <w:r w:rsidR="0082646F" w:rsidRPr="00C178B3">
          <w:rPr>
            <w:rStyle w:val="ae"/>
          </w:rPr>
          <w:t>版权声明</w:t>
        </w:r>
        <w:r w:rsidR="0082646F">
          <w:rPr>
            <w:webHidden/>
          </w:rPr>
          <w:tab/>
        </w:r>
        <w:r w:rsidR="0082646F">
          <w:rPr>
            <w:webHidden/>
          </w:rPr>
          <w:fldChar w:fldCharType="begin"/>
        </w:r>
        <w:r w:rsidR="0082646F">
          <w:rPr>
            <w:webHidden/>
          </w:rPr>
          <w:instrText xml:space="preserve"> PAGEREF _Toc172382380 \h </w:instrText>
        </w:r>
        <w:r w:rsidR="0082646F">
          <w:rPr>
            <w:webHidden/>
          </w:rPr>
        </w:r>
        <w:r w:rsidR="0082646F">
          <w:rPr>
            <w:webHidden/>
          </w:rPr>
          <w:fldChar w:fldCharType="separate"/>
        </w:r>
        <w:r w:rsidR="005B7742">
          <w:rPr>
            <w:webHidden/>
          </w:rPr>
          <w:t>3</w:t>
        </w:r>
        <w:r w:rsidR="0082646F">
          <w:rPr>
            <w:webHidden/>
          </w:rPr>
          <w:fldChar w:fldCharType="end"/>
        </w:r>
      </w:hyperlink>
    </w:p>
    <w:p w14:paraId="54C4E7D1" w14:textId="0232BCF8" w:rsidR="0082646F" w:rsidRDefault="00D5789B">
      <w:pPr>
        <w:pStyle w:val="11"/>
        <w:spacing w:before="180" w:after="180"/>
        <w:rPr>
          <w:rFonts w:asciiTheme="minorHAnsi" w:eastAsiaTheme="minorEastAsia" w:hAnsiTheme="minorHAnsi" w:cstheme="minorBidi"/>
          <w:b w:val="0"/>
          <w:kern w:val="2"/>
          <w:sz w:val="21"/>
          <w:szCs w:val="22"/>
        </w:rPr>
      </w:pPr>
      <w:hyperlink w:anchor="_Toc172382381" w:history="1">
        <w:r w:rsidR="0082646F" w:rsidRPr="00C178B3">
          <w:rPr>
            <w:rStyle w:val="ae"/>
          </w:rPr>
          <w:t>文档目录</w:t>
        </w:r>
        <w:r w:rsidR="0082646F">
          <w:rPr>
            <w:webHidden/>
          </w:rPr>
          <w:tab/>
        </w:r>
        <w:r w:rsidR="0082646F">
          <w:rPr>
            <w:webHidden/>
          </w:rPr>
          <w:fldChar w:fldCharType="begin"/>
        </w:r>
        <w:r w:rsidR="0082646F">
          <w:rPr>
            <w:webHidden/>
          </w:rPr>
          <w:instrText xml:space="preserve"> PAGEREF _Toc172382381 \h </w:instrText>
        </w:r>
        <w:r w:rsidR="0082646F">
          <w:rPr>
            <w:webHidden/>
          </w:rPr>
        </w:r>
        <w:r w:rsidR="0082646F">
          <w:rPr>
            <w:webHidden/>
          </w:rPr>
          <w:fldChar w:fldCharType="separate"/>
        </w:r>
        <w:r w:rsidR="005B7742">
          <w:rPr>
            <w:webHidden/>
          </w:rPr>
          <w:t>4</w:t>
        </w:r>
        <w:r w:rsidR="0082646F">
          <w:rPr>
            <w:webHidden/>
          </w:rPr>
          <w:fldChar w:fldCharType="end"/>
        </w:r>
      </w:hyperlink>
    </w:p>
    <w:p w14:paraId="20FE1891" w14:textId="53203533" w:rsidR="0082646F" w:rsidRDefault="00D5789B">
      <w:pPr>
        <w:pStyle w:val="11"/>
        <w:spacing w:before="180" w:after="180"/>
        <w:rPr>
          <w:rFonts w:asciiTheme="minorHAnsi" w:eastAsiaTheme="minorEastAsia" w:hAnsiTheme="minorHAnsi" w:cstheme="minorBidi"/>
          <w:b w:val="0"/>
          <w:kern w:val="2"/>
          <w:sz w:val="21"/>
          <w:szCs w:val="22"/>
        </w:rPr>
      </w:pPr>
      <w:hyperlink w:anchor="_Toc172382382" w:history="1">
        <w:r w:rsidR="0082646F" w:rsidRPr="00C178B3">
          <w:rPr>
            <w:rStyle w:val="ae"/>
          </w:rPr>
          <w:t>插图目录</w:t>
        </w:r>
        <w:r w:rsidR="0082646F">
          <w:rPr>
            <w:webHidden/>
          </w:rPr>
          <w:tab/>
        </w:r>
        <w:r w:rsidR="0082646F">
          <w:rPr>
            <w:webHidden/>
          </w:rPr>
          <w:fldChar w:fldCharType="begin"/>
        </w:r>
        <w:r w:rsidR="0082646F">
          <w:rPr>
            <w:webHidden/>
          </w:rPr>
          <w:instrText xml:space="preserve"> PAGEREF _Toc172382382 \h </w:instrText>
        </w:r>
        <w:r w:rsidR="0082646F">
          <w:rPr>
            <w:webHidden/>
          </w:rPr>
        </w:r>
        <w:r w:rsidR="0082646F">
          <w:rPr>
            <w:webHidden/>
          </w:rPr>
          <w:fldChar w:fldCharType="separate"/>
        </w:r>
        <w:r w:rsidR="005B7742">
          <w:rPr>
            <w:webHidden/>
          </w:rPr>
          <w:t>6</w:t>
        </w:r>
        <w:r w:rsidR="0082646F">
          <w:rPr>
            <w:webHidden/>
          </w:rPr>
          <w:fldChar w:fldCharType="end"/>
        </w:r>
      </w:hyperlink>
    </w:p>
    <w:p w14:paraId="4F012BC5" w14:textId="13240564" w:rsidR="0082646F" w:rsidRDefault="00D5789B">
      <w:pPr>
        <w:pStyle w:val="11"/>
        <w:spacing w:before="180" w:after="180"/>
        <w:rPr>
          <w:rFonts w:asciiTheme="minorHAnsi" w:eastAsiaTheme="minorEastAsia" w:hAnsiTheme="minorHAnsi" w:cstheme="minorBidi"/>
          <w:b w:val="0"/>
          <w:kern w:val="2"/>
          <w:sz w:val="21"/>
          <w:szCs w:val="22"/>
        </w:rPr>
      </w:pPr>
      <w:hyperlink w:anchor="_Toc172382383" w:history="1">
        <w:r w:rsidR="0082646F" w:rsidRPr="00C178B3">
          <w:rPr>
            <w:rStyle w:val="ae"/>
          </w:rPr>
          <w:t>表格目录</w:t>
        </w:r>
        <w:r w:rsidR="0082646F">
          <w:rPr>
            <w:webHidden/>
          </w:rPr>
          <w:tab/>
        </w:r>
        <w:r w:rsidR="0082646F">
          <w:rPr>
            <w:webHidden/>
          </w:rPr>
          <w:fldChar w:fldCharType="begin"/>
        </w:r>
        <w:r w:rsidR="0082646F">
          <w:rPr>
            <w:webHidden/>
          </w:rPr>
          <w:instrText xml:space="preserve"> PAGEREF _Toc172382383 \h </w:instrText>
        </w:r>
        <w:r w:rsidR="0082646F">
          <w:rPr>
            <w:webHidden/>
          </w:rPr>
        </w:r>
        <w:r w:rsidR="0082646F">
          <w:rPr>
            <w:webHidden/>
          </w:rPr>
          <w:fldChar w:fldCharType="separate"/>
        </w:r>
        <w:r w:rsidR="005B7742">
          <w:rPr>
            <w:webHidden/>
          </w:rPr>
          <w:t>7</w:t>
        </w:r>
        <w:r w:rsidR="0082646F">
          <w:rPr>
            <w:webHidden/>
          </w:rPr>
          <w:fldChar w:fldCharType="end"/>
        </w:r>
      </w:hyperlink>
    </w:p>
    <w:p w14:paraId="7AF90E23" w14:textId="6CEA90F3" w:rsidR="0082646F" w:rsidRDefault="00D5789B">
      <w:pPr>
        <w:pStyle w:val="11"/>
        <w:spacing w:before="180" w:after="180"/>
        <w:rPr>
          <w:rFonts w:asciiTheme="minorHAnsi" w:eastAsiaTheme="minorEastAsia" w:hAnsiTheme="minorHAnsi" w:cstheme="minorBidi"/>
          <w:b w:val="0"/>
          <w:kern w:val="2"/>
          <w:sz w:val="21"/>
          <w:szCs w:val="22"/>
        </w:rPr>
      </w:pPr>
      <w:hyperlink w:anchor="_Toc172382384" w:history="1">
        <w:r w:rsidR="0082646F" w:rsidRPr="00C178B3">
          <w:rPr>
            <w:rStyle w:val="ae"/>
          </w:rPr>
          <w:t>1</w:t>
        </w:r>
        <w:r w:rsidR="0082646F">
          <w:rPr>
            <w:rFonts w:asciiTheme="minorHAnsi" w:eastAsiaTheme="minorEastAsia" w:hAnsiTheme="minorHAnsi" w:cstheme="minorBidi"/>
            <w:b w:val="0"/>
            <w:kern w:val="2"/>
            <w:sz w:val="21"/>
            <w:szCs w:val="22"/>
          </w:rPr>
          <w:tab/>
        </w:r>
        <w:r w:rsidR="0082646F" w:rsidRPr="00C178B3">
          <w:rPr>
            <w:rStyle w:val="ae"/>
          </w:rPr>
          <w:t>文中的约定</w:t>
        </w:r>
        <w:r w:rsidR="0082646F">
          <w:rPr>
            <w:webHidden/>
          </w:rPr>
          <w:tab/>
        </w:r>
        <w:r w:rsidR="0082646F">
          <w:rPr>
            <w:webHidden/>
          </w:rPr>
          <w:fldChar w:fldCharType="begin"/>
        </w:r>
        <w:r w:rsidR="0082646F">
          <w:rPr>
            <w:webHidden/>
          </w:rPr>
          <w:instrText xml:space="preserve"> PAGEREF _Toc172382384 \h </w:instrText>
        </w:r>
        <w:r w:rsidR="0082646F">
          <w:rPr>
            <w:webHidden/>
          </w:rPr>
        </w:r>
        <w:r w:rsidR="0082646F">
          <w:rPr>
            <w:webHidden/>
          </w:rPr>
          <w:fldChar w:fldCharType="separate"/>
        </w:r>
        <w:r w:rsidR="005B7742">
          <w:rPr>
            <w:webHidden/>
          </w:rPr>
          <w:t>8</w:t>
        </w:r>
        <w:r w:rsidR="0082646F">
          <w:rPr>
            <w:webHidden/>
          </w:rPr>
          <w:fldChar w:fldCharType="end"/>
        </w:r>
      </w:hyperlink>
    </w:p>
    <w:p w14:paraId="3FA0524C" w14:textId="7102212C" w:rsidR="0082646F" w:rsidRDefault="00D5789B">
      <w:pPr>
        <w:pStyle w:val="21"/>
        <w:spacing w:before="180" w:after="180"/>
        <w:rPr>
          <w:rFonts w:asciiTheme="minorHAnsi" w:eastAsiaTheme="minorEastAsia" w:hAnsiTheme="minorHAnsi" w:cstheme="minorBidi"/>
          <w:kern w:val="2"/>
          <w:sz w:val="21"/>
          <w:szCs w:val="22"/>
        </w:rPr>
      </w:pPr>
      <w:hyperlink w:anchor="_Toc172382385" w:history="1">
        <w:r w:rsidR="0082646F" w:rsidRPr="00C178B3">
          <w:rPr>
            <w:rStyle w:val="ae"/>
          </w:rPr>
          <w:t>1.1</w:t>
        </w:r>
        <w:r w:rsidR="0082646F">
          <w:rPr>
            <w:rFonts w:asciiTheme="minorHAnsi" w:eastAsiaTheme="minorEastAsia" w:hAnsiTheme="minorHAnsi" w:cstheme="minorBidi"/>
            <w:kern w:val="2"/>
            <w:sz w:val="21"/>
            <w:szCs w:val="22"/>
          </w:rPr>
          <w:tab/>
        </w:r>
        <w:r w:rsidR="0082646F" w:rsidRPr="00C178B3">
          <w:rPr>
            <w:rStyle w:val="ae"/>
          </w:rPr>
          <w:t>术语缩写</w:t>
        </w:r>
        <w:r w:rsidR="0082646F">
          <w:rPr>
            <w:webHidden/>
          </w:rPr>
          <w:tab/>
        </w:r>
        <w:r w:rsidR="0082646F">
          <w:rPr>
            <w:webHidden/>
          </w:rPr>
          <w:fldChar w:fldCharType="begin"/>
        </w:r>
        <w:r w:rsidR="0082646F">
          <w:rPr>
            <w:webHidden/>
          </w:rPr>
          <w:instrText xml:space="preserve"> PAGEREF _Toc172382385 \h </w:instrText>
        </w:r>
        <w:r w:rsidR="0082646F">
          <w:rPr>
            <w:webHidden/>
          </w:rPr>
        </w:r>
        <w:r w:rsidR="0082646F">
          <w:rPr>
            <w:webHidden/>
          </w:rPr>
          <w:fldChar w:fldCharType="separate"/>
        </w:r>
        <w:r w:rsidR="005B7742">
          <w:rPr>
            <w:webHidden/>
          </w:rPr>
          <w:t>8</w:t>
        </w:r>
        <w:r w:rsidR="0082646F">
          <w:rPr>
            <w:webHidden/>
          </w:rPr>
          <w:fldChar w:fldCharType="end"/>
        </w:r>
      </w:hyperlink>
    </w:p>
    <w:p w14:paraId="0481F193" w14:textId="42728AB9" w:rsidR="0082646F" w:rsidRDefault="00D5789B">
      <w:pPr>
        <w:pStyle w:val="21"/>
        <w:spacing w:before="180" w:after="180"/>
        <w:rPr>
          <w:rFonts w:asciiTheme="minorHAnsi" w:eastAsiaTheme="minorEastAsia" w:hAnsiTheme="minorHAnsi" w:cstheme="minorBidi"/>
          <w:kern w:val="2"/>
          <w:sz w:val="21"/>
          <w:szCs w:val="22"/>
        </w:rPr>
      </w:pPr>
      <w:hyperlink w:anchor="_Toc172382386" w:history="1">
        <w:r w:rsidR="0082646F" w:rsidRPr="00C178B3">
          <w:rPr>
            <w:rStyle w:val="ae"/>
          </w:rPr>
          <w:t>1.2</w:t>
        </w:r>
        <w:r w:rsidR="0082646F">
          <w:rPr>
            <w:rFonts w:asciiTheme="minorHAnsi" w:eastAsiaTheme="minorEastAsia" w:hAnsiTheme="minorHAnsi" w:cstheme="minorBidi"/>
            <w:kern w:val="2"/>
            <w:sz w:val="21"/>
            <w:szCs w:val="22"/>
          </w:rPr>
          <w:tab/>
        </w:r>
        <w:r w:rsidR="0082646F" w:rsidRPr="00C178B3">
          <w:rPr>
            <w:rStyle w:val="ae"/>
          </w:rPr>
          <w:t>参考文档</w:t>
        </w:r>
        <w:r w:rsidR="0082646F">
          <w:rPr>
            <w:webHidden/>
          </w:rPr>
          <w:tab/>
        </w:r>
        <w:r w:rsidR="0082646F">
          <w:rPr>
            <w:webHidden/>
          </w:rPr>
          <w:fldChar w:fldCharType="begin"/>
        </w:r>
        <w:r w:rsidR="0082646F">
          <w:rPr>
            <w:webHidden/>
          </w:rPr>
          <w:instrText xml:space="preserve"> PAGEREF _Toc172382386 \h </w:instrText>
        </w:r>
        <w:r w:rsidR="0082646F">
          <w:rPr>
            <w:webHidden/>
          </w:rPr>
        </w:r>
        <w:r w:rsidR="0082646F">
          <w:rPr>
            <w:webHidden/>
          </w:rPr>
          <w:fldChar w:fldCharType="separate"/>
        </w:r>
        <w:r w:rsidR="005B7742">
          <w:rPr>
            <w:webHidden/>
          </w:rPr>
          <w:t>8</w:t>
        </w:r>
        <w:r w:rsidR="0082646F">
          <w:rPr>
            <w:webHidden/>
          </w:rPr>
          <w:fldChar w:fldCharType="end"/>
        </w:r>
      </w:hyperlink>
    </w:p>
    <w:p w14:paraId="081D3E37" w14:textId="317C92E0" w:rsidR="0082646F" w:rsidRDefault="00D5789B">
      <w:pPr>
        <w:pStyle w:val="11"/>
        <w:spacing w:before="180" w:after="180"/>
        <w:rPr>
          <w:rFonts w:asciiTheme="minorHAnsi" w:eastAsiaTheme="minorEastAsia" w:hAnsiTheme="minorHAnsi" w:cstheme="minorBidi"/>
          <w:b w:val="0"/>
          <w:kern w:val="2"/>
          <w:sz w:val="21"/>
          <w:szCs w:val="22"/>
        </w:rPr>
      </w:pPr>
      <w:hyperlink w:anchor="_Toc172382387" w:history="1">
        <w:r w:rsidR="0082646F" w:rsidRPr="00C178B3">
          <w:rPr>
            <w:rStyle w:val="ae"/>
          </w:rPr>
          <w:t>2</w:t>
        </w:r>
        <w:r w:rsidR="0082646F">
          <w:rPr>
            <w:rFonts w:asciiTheme="minorHAnsi" w:eastAsiaTheme="minorEastAsia" w:hAnsiTheme="minorHAnsi" w:cstheme="minorBidi"/>
            <w:b w:val="0"/>
            <w:kern w:val="2"/>
            <w:sz w:val="21"/>
            <w:szCs w:val="22"/>
          </w:rPr>
          <w:tab/>
        </w:r>
        <w:r w:rsidR="0082646F" w:rsidRPr="00C178B3">
          <w:rPr>
            <w:rStyle w:val="ae"/>
          </w:rPr>
          <w:t>简介</w:t>
        </w:r>
        <w:r w:rsidR="0082646F">
          <w:rPr>
            <w:webHidden/>
          </w:rPr>
          <w:tab/>
        </w:r>
        <w:r w:rsidR="0082646F">
          <w:rPr>
            <w:webHidden/>
          </w:rPr>
          <w:fldChar w:fldCharType="begin"/>
        </w:r>
        <w:r w:rsidR="0082646F">
          <w:rPr>
            <w:webHidden/>
          </w:rPr>
          <w:instrText xml:space="preserve"> PAGEREF _Toc172382387 \h </w:instrText>
        </w:r>
        <w:r w:rsidR="0082646F">
          <w:rPr>
            <w:webHidden/>
          </w:rPr>
        </w:r>
        <w:r w:rsidR="0082646F">
          <w:rPr>
            <w:webHidden/>
          </w:rPr>
          <w:fldChar w:fldCharType="separate"/>
        </w:r>
        <w:r w:rsidR="005B7742">
          <w:rPr>
            <w:webHidden/>
          </w:rPr>
          <w:t>9</w:t>
        </w:r>
        <w:r w:rsidR="0082646F">
          <w:rPr>
            <w:webHidden/>
          </w:rPr>
          <w:fldChar w:fldCharType="end"/>
        </w:r>
      </w:hyperlink>
    </w:p>
    <w:p w14:paraId="64E88517" w14:textId="1ECB97E6" w:rsidR="0082646F" w:rsidRDefault="00D5789B">
      <w:pPr>
        <w:pStyle w:val="21"/>
        <w:spacing w:before="180" w:after="180"/>
        <w:rPr>
          <w:rFonts w:asciiTheme="minorHAnsi" w:eastAsiaTheme="minorEastAsia" w:hAnsiTheme="minorHAnsi" w:cstheme="minorBidi"/>
          <w:kern w:val="2"/>
          <w:sz w:val="21"/>
          <w:szCs w:val="22"/>
        </w:rPr>
      </w:pPr>
      <w:hyperlink w:anchor="_Toc172382388" w:history="1">
        <w:r w:rsidR="0082646F" w:rsidRPr="00C178B3">
          <w:rPr>
            <w:rStyle w:val="ae"/>
          </w:rPr>
          <w:t>2.1</w:t>
        </w:r>
        <w:r w:rsidR="0082646F">
          <w:rPr>
            <w:rFonts w:asciiTheme="minorHAnsi" w:eastAsiaTheme="minorEastAsia" w:hAnsiTheme="minorHAnsi" w:cstheme="minorBidi"/>
            <w:kern w:val="2"/>
            <w:sz w:val="21"/>
            <w:szCs w:val="22"/>
          </w:rPr>
          <w:tab/>
        </w:r>
        <w:r w:rsidR="0082646F" w:rsidRPr="00C178B3">
          <w:rPr>
            <w:rStyle w:val="ae"/>
          </w:rPr>
          <w:t>概要</w:t>
        </w:r>
        <w:r w:rsidR="0082646F">
          <w:rPr>
            <w:webHidden/>
          </w:rPr>
          <w:tab/>
        </w:r>
        <w:r w:rsidR="0082646F">
          <w:rPr>
            <w:webHidden/>
          </w:rPr>
          <w:fldChar w:fldCharType="begin"/>
        </w:r>
        <w:r w:rsidR="0082646F">
          <w:rPr>
            <w:webHidden/>
          </w:rPr>
          <w:instrText xml:space="preserve"> PAGEREF _Toc172382388 \h </w:instrText>
        </w:r>
        <w:r w:rsidR="0082646F">
          <w:rPr>
            <w:webHidden/>
          </w:rPr>
        </w:r>
        <w:r w:rsidR="0082646F">
          <w:rPr>
            <w:webHidden/>
          </w:rPr>
          <w:fldChar w:fldCharType="separate"/>
        </w:r>
        <w:r w:rsidR="005B7742">
          <w:rPr>
            <w:webHidden/>
          </w:rPr>
          <w:t>9</w:t>
        </w:r>
        <w:r w:rsidR="0082646F">
          <w:rPr>
            <w:webHidden/>
          </w:rPr>
          <w:fldChar w:fldCharType="end"/>
        </w:r>
      </w:hyperlink>
    </w:p>
    <w:p w14:paraId="4746BDA3" w14:textId="20ECF252" w:rsidR="0082646F" w:rsidRDefault="00D5789B">
      <w:pPr>
        <w:pStyle w:val="21"/>
        <w:spacing w:before="180" w:after="180"/>
        <w:rPr>
          <w:rFonts w:asciiTheme="minorHAnsi" w:eastAsiaTheme="minorEastAsia" w:hAnsiTheme="minorHAnsi" w:cstheme="minorBidi"/>
          <w:kern w:val="2"/>
          <w:sz w:val="21"/>
          <w:szCs w:val="22"/>
        </w:rPr>
      </w:pPr>
      <w:hyperlink w:anchor="_Toc172382389" w:history="1">
        <w:r w:rsidR="0082646F" w:rsidRPr="00C178B3">
          <w:rPr>
            <w:rStyle w:val="ae"/>
          </w:rPr>
          <w:t>2.2</w:t>
        </w:r>
        <w:r w:rsidR="0082646F">
          <w:rPr>
            <w:rFonts w:asciiTheme="minorHAnsi" w:eastAsiaTheme="minorEastAsia" w:hAnsiTheme="minorHAnsi" w:cstheme="minorBidi"/>
            <w:kern w:val="2"/>
            <w:sz w:val="21"/>
            <w:szCs w:val="22"/>
          </w:rPr>
          <w:tab/>
        </w:r>
        <w:r w:rsidR="0082646F" w:rsidRPr="00C178B3">
          <w:rPr>
            <w:rStyle w:val="ae"/>
          </w:rPr>
          <w:t>支持的产品</w:t>
        </w:r>
        <w:r w:rsidR="0082646F">
          <w:rPr>
            <w:webHidden/>
          </w:rPr>
          <w:tab/>
        </w:r>
        <w:r w:rsidR="0082646F">
          <w:rPr>
            <w:webHidden/>
          </w:rPr>
          <w:fldChar w:fldCharType="begin"/>
        </w:r>
        <w:r w:rsidR="0082646F">
          <w:rPr>
            <w:webHidden/>
          </w:rPr>
          <w:instrText xml:space="preserve"> PAGEREF _Toc172382389 \h </w:instrText>
        </w:r>
        <w:r w:rsidR="0082646F">
          <w:rPr>
            <w:webHidden/>
          </w:rPr>
        </w:r>
        <w:r w:rsidR="0082646F">
          <w:rPr>
            <w:webHidden/>
          </w:rPr>
          <w:fldChar w:fldCharType="separate"/>
        </w:r>
        <w:r w:rsidR="005B7742">
          <w:rPr>
            <w:webHidden/>
          </w:rPr>
          <w:t>9</w:t>
        </w:r>
        <w:r w:rsidR="0082646F">
          <w:rPr>
            <w:webHidden/>
          </w:rPr>
          <w:fldChar w:fldCharType="end"/>
        </w:r>
      </w:hyperlink>
    </w:p>
    <w:p w14:paraId="7FE600D6" w14:textId="03DF3A2A" w:rsidR="0082646F" w:rsidRDefault="00D5789B">
      <w:pPr>
        <w:pStyle w:val="11"/>
        <w:spacing w:before="180" w:after="180"/>
        <w:rPr>
          <w:rFonts w:asciiTheme="minorHAnsi" w:eastAsiaTheme="minorEastAsia" w:hAnsiTheme="minorHAnsi" w:cstheme="minorBidi"/>
          <w:b w:val="0"/>
          <w:kern w:val="2"/>
          <w:sz w:val="21"/>
          <w:szCs w:val="22"/>
        </w:rPr>
      </w:pPr>
      <w:hyperlink w:anchor="_Toc172382390" w:history="1">
        <w:r w:rsidR="0082646F" w:rsidRPr="00C178B3">
          <w:rPr>
            <w:rStyle w:val="ae"/>
          </w:rPr>
          <w:t>3</w:t>
        </w:r>
        <w:r w:rsidR="0082646F">
          <w:rPr>
            <w:rFonts w:asciiTheme="minorHAnsi" w:eastAsiaTheme="minorEastAsia" w:hAnsiTheme="minorHAnsi" w:cstheme="minorBidi"/>
            <w:b w:val="0"/>
            <w:kern w:val="2"/>
            <w:sz w:val="21"/>
            <w:szCs w:val="22"/>
          </w:rPr>
          <w:tab/>
        </w:r>
        <w:r w:rsidR="0082646F" w:rsidRPr="00C178B3">
          <w:rPr>
            <w:rStyle w:val="ae"/>
          </w:rPr>
          <w:t>驱动</w:t>
        </w:r>
        <w:r w:rsidR="0082646F">
          <w:rPr>
            <w:webHidden/>
          </w:rPr>
          <w:tab/>
        </w:r>
        <w:r w:rsidR="0082646F">
          <w:rPr>
            <w:webHidden/>
          </w:rPr>
          <w:fldChar w:fldCharType="begin"/>
        </w:r>
        <w:r w:rsidR="0082646F">
          <w:rPr>
            <w:webHidden/>
          </w:rPr>
          <w:instrText xml:space="preserve"> PAGEREF _Toc172382390 \h </w:instrText>
        </w:r>
        <w:r w:rsidR="0082646F">
          <w:rPr>
            <w:webHidden/>
          </w:rPr>
        </w:r>
        <w:r w:rsidR="0082646F">
          <w:rPr>
            <w:webHidden/>
          </w:rPr>
          <w:fldChar w:fldCharType="separate"/>
        </w:r>
        <w:r w:rsidR="005B7742">
          <w:rPr>
            <w:webHidden/>
          </w:rPr>
          <w:t>10</w:t>
        </w:r>
        <w:r w:rsidR="0082646F">
          <w:rPr>
            <w:webHidden/>
          </w:rPr>
          <w:fldChar w:fldCharType="end"/>
        </w:r>
      </w:hyperlink>
    </w:p>
    <w:p w14:paraId="35BAFDCA" w14:textId="636EF039" w:rsidR="0082646F" w:rsidRDefault="00D5789B">
      <w:pPr>
        <w:pStyle w:val="21"/>
        <w:spacing w:before="180" w:after="180"/>
        <w:rPr>
          <w:rFonts w:asciiTheme="minorHAnsi" w:eastAsiaTheme="minorEastAsia" w:hAnsiTheme="minorHAnsi" w:cstheme="minorBidi"/>
          <w:kern w:val="2"/>
          <w:sz w:val="21"/>
          <w:szCs w:val="22"/>
        </w:rPr>
      </w:pPr>
      <w:hyperlink w:anchor="_Toc172382391" w:history="1">
        <w:r w:rsidR="0082646F" w:rsidRPr="00C178B3">
          <w:rPr>
            <w:rStyle w:val="ae"/>
          </w:rPr>
          <w:t>3.1</w:t>
        </w:r>
        <w:r w:rsidR="0082646F">
          <w:rPr>
            <w:rFonts w:asciiTheme="minorHAnsi" w:eastAsiaTheme="minorEastAsia" w:hAnsiTheme="minorHAnsi" w:cstheme="minorBidi"/>
            <w:kern w:val="2"/>
            <w:sz w:val="21"/>
            <w:szCs w:val="22"/>
          </w:rPr>
          <w:tab/>
        </w:r>
        <w:r w:rsidR="0082646F" w:rsidRPr="00C178B3">
          <w:rPr>
            <w:rStyle w:val="ae"/>
          </w:rPr>
          <w:t>模块简介</w:t>
        </w:r>
        <w:r w:rsidR="0082646F">
          <w:rPr>
            <w:webHidden/>
          </w:rPr>
          <w:tab/>
        </w:r>
        <w:r w:rsidR="0082646F">
          <w:rPr>
            <w:webHidden/>
          </w:rPr>
          <w:fldChar w:fldCharType="begin"/>
        </w:r>
        <w:r w:rsidR="0082646F">
          <w:rPr>
            <w:webHidden/>
          </w:rPr>
          <w:instrText xml:space="preserve"> PAGEREF _Toc172382391 \h </w:instrText>
        </w:r>
        <w:r w:rsidR="0082646F">
          <w:rPr>
            <w:webHidden/>
          </w:rPr>
        </w:r>
        <w:r w:rsidR="0082646F">
          <w:rPr>
            <w:webHidden/>
          </w:rPr>
          <w:fldChar w:fldCharType="separate"/>
        </w:r>
        <w:r w:rsidR="005B7742">
          <w:rPr>
            <w:webHidden/>
          </w:rPr>
          <w:t>10</w:t>
        </w:r>
        <w:r w:rsidR="0082646F">
          <w:rPr>
            <w:webHidden/>
          </w:rPr>
          <w:fldChar w:fldCharType="end"/>
        </w:r>
      </w:hyperlink>
    </w:p>
    <w:p w14:paraId="61A70586" w14:textId="29A77DE9" w:rsidR="0082646F" w:rsidRDefault="00D5789B">
      <w:pPr>
        <w:pStyle w:val="21"/>
        <w:spacing w:before="180" w:after="180"/>
        <w:rPr>
          <w:rFonts w:asciiTheme="minorHAnsi" w:eastAsiaTheme="minorEastAsia" w:hAnsiTheme="minorHAnsi" w:cstheme="minorBidi"/>
          <w:kern w:val="2"/>
          <w:sz w:val="21"/>
          <w:szCs w:val="22"/>
        </w:rPr>
      </w:pPr>
      <w:hyperlink w:anchor="_Toc172382392" w:history="1">
        <w:r w:rsidR="0082646F" w:rsidRPr="00C178B3">
          <w:rPr>
            <w:rStyle w:val="ae"/>
          </w:rPr>
          <w:t>3.2</w:t>
        </w:r>
        <w:r w:rsidR="0082646F">
          <w:rPr>
            <w:rFonts w:asciiTheme="minorHAnsi" w:eastAsiaTheme="minorEastAsia" w:hAnsiTheme="minorHAnsi" w:cstheme="minorBidi"/>
            <w:kern w:val="2"/>
            <w:sz w:val="21"/>
            <w:szCs w:val="22"/>
          </w:rPr>
          <w:tab/>
        </w:r>
        <w:r w:rsidR="0082646F" w:rsidRPr="00C178B3">
          <w:rPr>
            <w:rStyle w:val="ae"/>
          </w:rPr>
          <w:t>硬件资源</w:t>
        </w:r>
        <w:r w:rsidR="0082646F">
          <w:rPr>
            <w:webHidden/>
          </w:rPr>
          <w:tab/>
        </w:r>
        <w:r w:rsidR="0082646F">
          <w:rPr>
            <w:webHidden/>
          </w:rPr>
          <w:fldChar w:fldCharType="begin"/>
        </w:r>
        <w:r w:rsidR="0082646F">
          <w:rPr>
            <w:webHidden/>
          </w:rPr>
          <w:instrText xml:space="preserve"> PAGEREF _Toc172382392 \h </w:instrText>
        </w:r>
        <w:r w:rsidR="0082646F">
          <w:rPr>
            <w:webHidden/>
          </w:rPr>
        </w:r>
        <w:r w:rsidR="0082646F">
          <w:rPr>
            <w:webHidden/>
          </w:rPr>
          <w:fldChar w:fldCharType="separate"/>
        </w:r>
        <w:r w:rsidR="005B7742">
          <w:rPr>
            <w:webHidden/>
          </w:rPr>
          <w:t>10</w:t>
        </w:r>
        <w:r w:rsidR="0082646F">
          <w:rPr>
            <w:webHidden/>
          </w:rPr>
          <w:fldChar w:fldCharType="end"/>
        </w:r>
      </w:hyperlink>
    </w:p>
    <w:p w14:paraId="5F8BC908" w14:textId="2E989F89" w:rsidR="0082646F" w:rsidRDefault="00D5789B">
      <w:pPr>
        <w:pStyle w:val="21"/>
        <w:spacing w:before="180" w:after="180"/>
        <w:rPr>
          <w:rFonts w:asciiTheme="minorHAnsi" w:eastAsiaTheme="minorEastAsia" w:hAnsiTheme="minorHAnsi" w:cstheme="minorBidi"/>
          <w:kern w:val="2"/>
          <w:sz w:val="21"/>
          <w:szCs w:val="22"/>
        </w:rPr>
      </w:pPr>
      <w:hyperlink w:anchor="_Toc172382393" w:history="1">
        <w:r w:rsidR="0082646F" w:rsidRPr="00C178B3">
          <w:rPr>
            <w:rStyle w:val="ae"/>
          </w:rPr>
          <w:t>3.3</w:t>
        </w:r>
        <w:r w:rsidR="0082646F">
          <w:rPr>
            <w:rFonts w:asciiTheme="minorHAnsi" w:eastAsiaTheme="minorEastAsia" w:hAnsiTheme="minorHAnsi" w:cstheme="minorBidi"/>
            <w:kern w:val="2"/>
            <w:sz w:val="21"/>
            <w:szCs w:val="22"/>
          </w:rPr>
          <w:tab/>
        </w:r>
        <w:r w:rsidR="0082646F" w:rsidRPr="00C178B3">
          <w:rPr>
            <w:rStyle w:val="ae"/>
          </w:rPr>
          <w:t>模块驱动和</w:t>
        </w:r>
        <w:r w:rsidR="0082646F" w:rsidRPr="00C178B3">
          <w:rPr>
            <w:rStyle w:val="ae"/>
          </w:rPr>
          <w:t>AUTOSAR</w:t>
        </w:r>
        <w:r w:rsidR="0082646F" w:rsidRPr="00C178B3">
          <w:rPr>
            <w:rStyle w:val="ae"/>
          </w:rPr>
          <w:t>规范的差异</w:t>
        </w:r>
        <w:r w:rsidR="0082646F">
          <w:rPr>
            <w:webHidden/>
          </w:rPr>
          <w:tab/>
        </w:r>
        <w:r w:rsidR="0082646F">
          <w:rPr>
            <w:webHidden/>
          </w:rPr>
          <w:fldChar w:fldCharType="begin"/>
        </w:r>
        <w:r w:rsidR="0082646F">
          <w:rPr>
            <w:webHidden/>
          </w:rPr>
          <w:instrText xml:space="preserve"> PAGEREF _Toc172382393 \h </w:instrText>
        </w:r>
        <w:r w:rsidR="0082646F">
          <w:rPr>
            <w:webHidden/>
          </w:rPr>
        </w:r>
        <w:r w:rsidR="0082646F">
          <w:rPr>
            <w:webHidden/>
          </w:rPr>
          <w:fldChar w:fldCharType="separate"/>
        </w:r>
        <w:r w:rsidR="005B7742">
          <w:rPr>
            <w:webHidden/>
          </w:rPr>
          <w:t>10</w:t>
        </w:r>
        <w:r w:rsidR="0082646F">
          <w:rPr>
            <w:webHidden/>
          </w:rPr>
          <w:fldChar w:fldCharType="end"/>
        </w:r>
      </w:hyperlink>
    </w:p>
    <w:p w14:paraId="10AC3291" w14:textId="4B83ED24" w:rsidR="0082646F" w:rsidRDefault="00D5789B">
      <w:pPr>
        <w:pStyle w:val="21"/>
        <w:spacing w:before="180" w:after="180"/>
        <w:rPr>
          <w:rFonts w:asciiTheme="minorHAnsi" w:eastAsiaTheme="minorEastAsia" w:hAnsiTheme="minorHAnsi" w:cstheme="minorBidi"/>
          <w:kern w:val="2"/>
          <w:sz w:val="21"/>
          <w:szCs w:val="22"/>
        </w:rPr>
      </w:pPr>
      <w:hyperlink w:anchor="_Toc172382394" w:history="1">
        <w:r w:rsidR="0082646F" w:rsidRPr="00C178B3">
          <w:rPr>
            <w:rStyle w:val="ae"/>
          </w:rPr>
          <w:t>3.4</w:t>
        </w:r>
        <w:r w:rsidR="0082646F">
          <w:rPr>
            <w:rFonts w:asciiTheme="minorHAnsi" w:eastAsiaTheme="minorEastAsia" w:hAnsiTheme="minorHAnsi" w:cstheme="minorBidi"/>
            <w:kern w:val="2"/>
            <w:sz w:val="21"/>
            <w:szCs w:val="22"/>
          </w:rPr>
          <w:tab/>
        </w:r>
        <w:r w:rsidR="0082646F" w:rsidRPr="00C178B3">
          <w:rPr>
            <w:rStyle w:val="ae"/>
          </w:rPr>
          <w:t>模块特有功能的实现</w:t>
        </w:r>
        <w:r w:rsidR="0082646F">
          <w:rPr>
            <w:webHidden/>
          </w:rPr>
          <w:tab/>
        </w:r>
        <w:r w:rsidR="0082646F">
          <w:rPr>
            <w:webHidden/>
          </w:rPr>
          <w:fldChar w:fldCharType="begin"/>
        </w:r>
        <w:r w:rsidR="0082646F">
          <w:rPr>
            <w:webHidden/>
          </w:rPr>
          <w:instrText xml:space="preserve"> PAGEREF _Toc172382394 \h </w:instrText>
        </w:r>
        <w:r w:rsidR="0082646F">
          <w:rPr>
            <w:webHidden/>
          </w:rPr>
        </w:r>
        <w:r w:rsidR="0082646F">
          <w:rPr>
            <w:webHidden/>
          </w:rPr>
          <w:fldChar w:fldCharType="separate"/>
        </w:r>
        <w:r w:rsidR="005B7742">
          <w:rPr>
            <w:webHidden/>
          </w:rPr>
          <w:t>10</w:t>
        </w:r>
        <w:r w:rsidR="0082646F">
          <w:rPr>
            <w:webHidden/>
          </w:rPr>
          <w:fldChar w:fldCharType="end"/>
        </w:r>
      </w:hyperlink>
    </w:p>
    <w:p w14:paraId="391CA56A" w14:textId="2ACED5D2" w:rsidR="0082646F" w:rsidRDefault="00D5789B">
      <w:pPr>
        <w:pStyle w:val="21"/>
        <w:spacing w:before="180" w:after="180"/>
        <w:rPr>
          <w:rFonts w:asciiTheme="minorHAnsi" w:eastAsiaTheme="minorEastAsia" w:hAnsiTheme="minorHAnsi" w:cstheme="minorBidi"/>
          <w:kern w:val="2"/>
          <w:sz w:val="21"/>
          <w:szCs w:val="22"/>
        </w:rPr>
      </w:pPr>
      <w:hyperlink w:anchor="_Toc172382395" w:history="1">
        <w:r w:rsidR="0082646F" w:rsidRPr="00C178B3">
          <w:rPr>
            <w:rStyle w:val="ae"/>
          </w:rPr>
          <w:t>3.5</w:t>
        </w:r>
        <w:r w:rsidR="0082646F">
          <w:rPr>
            <w:rFonts w:asciiTheme="minorHAnsi" w:eastAsiaTheme="minorEastAsia" w:hAnsiTheme="minorHAnsi" w:cstheme="minorBidi"/>
            <w:kern w:val="2"/>
            <w:sz w:val="21"/>
            <w:szCs w:val="22"/>
          </w:rPr>
          <w:tab/>
        </w:r>
        <w:r w:rsidR="0082646F" w:rsidRPr="00C178B3">
          <w:rPr>
            <w:rStyle w:val="ae"/>
          </w:rPr>
          <w:t>驱动程序的限制</w:t>
        </w:r>
        <w:r w:rsidR="0082646F">
          <w:rPr>
            <w:webHidden/>
          </w:rPr>
          <w:tab/>
        </w:r>
        <w:r w:rsidR="0082646F">
          <w:rPr>
            <w:webHidden/>
          </w:rPr>
          <w:fldChar w:fldCharType="begin"/>
        </w:r>
        <w:r w:rsidR="0082646F">
          <w:rPr>
            <w:webHidden/>
          </w:rPr>
          <w:instrText xml:space="preserve"> PAGEREF _Toc172382395 \h </w:instrText>
        </w:r>
        <w:r w:rsidR="0082646F">
          <w:rPr>
            <w:webHidden/>
          </w:rPr>
        </w:r>
        <w:r w:rsidR="0082646F">
          <w:rPr>
            <w:webHidden/>
          </w:rPr>
          <w:fldChar w:fldCharType="separate"/>
        </w:r>
        <w:r w:rsidR="005B7742">
          <w:rPr>
            <w:webHidden/>
          </w:rPr>
          <w:t>10</w:t>
        </w:r>
        <w:r w:rsidR="0082646F">
          <w:rPr>
            <w:webHidden/>
          </w:rPr>
          <w:fldChar w:fldCharType="end"/>
        </w:r>
      </w:hyperlink>
    </w:p>
    <w:p w14:paraId="1B02AAF4" w14:textId="443B017F" w:rsidR="0082646F" w:rsidRDefault="00D5789B">
      <w:pPr>
        <w:pStyle w:val="21"/>
        <w:spacing w:before="180" w:after="180"/>
        <w:rPr>
          <w:rFonts w:asciiTheme="minorHAnsi" w:eastAsiaTheme="minorEastAsia" w:hAnsiTheme="minorHAnsi" w:cstheme="minorBidi"/>
          <w:kern w:val="2"/>
          <w:sz w:val="21"/>
          <w:szCs w:val="22"/>
        </w:rPr>
      </w:pPr>
      <w:hyperlink w:anchor="_Toc172382396" w:history="1">
        <w:r w:rsidR="0082646F" w:rsidRPr="00C178B3">
          <w:rPr>
            <w:rStyle w:val="ae"/>
          </w:rPr>
          <w:t>3.6</w:t>
        </w:r>
        <w:r w:rsidR="0082646F">
          <w:rPr>
            <w:rFonts w:asciiTheme="minorHAnsi" w:eastAsiaTheme="minorEastAsia" w:hAnsiTheme="minorHAnsi" w:cstheme="minorBidi"/>
            <w:kern w:val="2"/>
            <w:sz w:val="21"/>
            <w:szCs w:val="22"/>
          </w:rPr>
          <w:tab/>
        </w:r>
        <w:r w:rsidR="0082646F" w:rsidRPr="00C178B3">
          <w:rPr>
            <w:rStyle w:val="ae"/>
          </w:rPr>
          <w:t>模块特性</w:t>
        </w:r>
        <w:r w:rsidR="0082646F">
          <w:rPr>
            <w:webHidden/>
          </w:rPr>
          <w:tab/>
        </w:r>
        <w:r w:rsidR="0082646F">
          <w:rPr>
            <w:webHidden/>
          </w:rPr>
          <w:fldChar w:fldCharType="begin"/>
        </w:r>
        <w:r w:rsidR="0082646F">
          <w:rPr>
            <w:webHidden/>
          </w:rPr>
          <w:instrText xml:space="preserve"> PAGEREF _Toc172382396 \h </w:instrText>
        </w:r>
        <w:r w:rsidR="0082646F">
          <w:rPr>
            <w:webHidden/>
          </w:rPr>
        </w:r>
        <w:r w:rsidR="0082646F">
          <w:rPr>
            <w:webHidden/>
          </w:rPr>
          <w:fldChar w:fldCharType="separate"/>
        </w:r>
        <w:r w:rsidR="005B7742">
          <w:rPr>
            <w:webHidden/>
          </w:rPr>
          <w:t>11</w:t>
        </w:r>
        <w:r w:rsidR="0082646F">
          <w:rPr>
            <w:webHidden/>
          </w:rPr>
          <w:fldChar w:fldCharType="end"/>
        </w:r>
      </w:hyperlink>
    </w:p>
    <w:p w14:paraId="50650524" w14:textId="0F91AD46" w:rsidR="0082646F" w:rsidRDefault="00D5789B">
      <w:pPr>
        <w:pStyle w:val="31"/>
        <w:spacing w:before="180" w:after="180"/>
        <w:rPr>
          <w:rFonts w:asciiTheme="minorHAnsi" w:eastAsiaTheme="minorEastAsia" w:hAnsiTheme="minorHAnsi" w:cstheme="minorBidi"/>
          <w:kern w:val="2"/>
          <w:sz w:val="21"/>
          <w:szCs w:val="22"/>
        </w:rPr>
      </w:pPr>
      <w:hyperlink w:anchor="_Toc172382397" w:history="1">
        <w:r w:rsidR="0082646F" w:rsidRPr="00C178B3">
          <w:rPr>
            <w:rStyle w:val="ae"/>
            <w14:scene3d>
              <w14:camera w14:prst="orthographicFront"/>
              <w14:lightRig w14:rig="threePt" w14:dir="t">
                <w14:rot w14:lat="0" w14:lon="0" w14:rev="0"/>
              </w14:lightRig>
            </w14:scene3d>
          </w:rPr>
          <w:t>3.6.1</w:t>
        </w:r>
        <w:r w:rsidR="0082646F">
          <w:rPr>
            <w:rFonts w:asciiTheme="minorHAnsi" w:eastAsiaTheme="minorEastAsia" w:hAnsiTheme="minorHAnsi" w:cstheme="minorBidi"/>
            <w:kern w:val="2"/>
            <w:sz w:val="21"/>
            <w:szCs w:val="22"/>
          </w:rPr>
          <w:tab/>
        </w:r>
        <w:r w:rsidR="0082646F" w:rsidRPr="00C178B3">
          <w:rPr>
            <w:rStyle w:val="ae"/>
          </w:rPr>
          <w:t>模块特性</w:t>
        </w:r>
        <w:r w:rsidR="0082646F">
          <w:rPr>
            <w:webHidden/>
          </w:rPr>
          <w:tab/>
        </w:r>
        <w:r w:rsidR="0082646F">
          <w:rPr>
            <w:webHidden/>
          </w:rPr>
          <w:fldChar w:fldCharType="begin"/>
        </w:r>
        <w:r w:rsidR="0082646F">
          <w:rPr>
            <w:webHidden/>
          </w:rPr>
          <w:instrText xml:space="preserve"> PAGEREF _Toc172382397 \h </w:instrText>
        </w:r>
        <w:r w:rsidR="0082646F">
          <w:rPr>
            <w:webHidden/>
          </w:rPr>
        </w:r>
        <w:r w:rsidR="0082646F">
          <w:rPr>
            <w:webHidden/>
          </w:rPr>
          <w:fldChar w:fldCharType="separate"/>
        </w:r>
        <w:r w:rsidR="005B7742">
          <w:rPr>
            <w:webHidden/>
          </w:rPr>
          <w:t>11</w:t>
        </w:r>
        <w:r w:rsidR="0082646F">
          <w:rPr>
            <w:webHidden/>
          </w:rPr>
          <w:fldChar w:fldCharType="end"/>
        </w:r>
      </w:hyperlink>
    </w:p>
    <w:p w14:paraId="4E832040" w14:textId="4006363A" w:rsidR="0082646F" w:rsidRDefault="00D5789B">
      <w:pPr>
        <w:pStyle w:val="31"/>
        <w:spacing w:before="180" w:after="180"/>
        <w:rPr>
          <w:rFonts w:asciiTheme="minorHAnsi" w:eastAsiaTheme="minorEastAsia" w:hAnsiTheme="minorHAnsi" w:cstheme="minorBidi"/>
          <w:kern w:val="2"/>
          <w:sz w:val="21"/>
          <w:szCs w:val="22"/>
        </w:rPr>
      </w:pPr>
      <w:hyperlink w:anchor="_Toc172382398" w:history="1">
        <w:r w:rsidR="0082646F" w:rsidRPr="00C178B3">
          <w:rPr>
            <w:rStyle w:val="ae"/>
            <w14:scene3d>
              <w14:camera w14:prst="orthographicFront"/>
              <w14:lightRig w14:rig="threePt" w14:dir="t">
                <w14:rot w14:lat="0" w14:lon="0" w14:rev="0"/>
              </w14:lightRig>
            </w14:scene3d>
          </w:rPr>
          <w:t>3.6.2</w:t>
        </w:r>
        <w:r w:rsidR="0082646F">
          <w:rPr>
            <w:rFonts w:asciiTheme="minorHAnsi" w:eastAsiaTheme="minorEastAsia" w:hAnsiTheme="minorHAnsi" w:cstheme="minorBidi"/>
            <w:kern w:val="2"/>
            <w:sz w:val="21"/>
            <w:szCs w:val="22"/>
          </w:rPr>
          <w:tab/>
        </w:r>
        <w:r w:rsidR="0082646F" w:rsidRPr="00C178B3">
          <w:rPr>
            <w:rStyle w:val="ae"/>
          </w:rPr>
          <w:t xml:space="preserve">MCAL </w:t>
        </w:r>
        <w:r w:rsidR="0082646F" w:rsidRPr="00C178B3">
          <w:rPr>
            <w:rStyle w:val="ae"/>
          </w:rPr>
          <w:t>软件实现情况说明</w:t>
        </w:r>
        <w:r w:rsidR="0082646F">
          <w:rPr>
            <w:webHidden/>
          </w:rPr>
          <w:tab/>
        </w:r>
        <w:r w:rsidR="0082646F">
          <w:rPr>
            <w:webHidden/>
          </w:rPr>
          <w:fldChar w:fldCharType="begin"/>
        </w:r>
        <w:r w:rsidR="0082646F">
          <w:rPr>
            <w:webHidden/>
          </w:rPr>
          <w:instrText xml:space="preserve"> PAGEREF _Toc172382398 \h </w:instrText>
        </w:r>
        <w:r w:rsidR="0082646F">
          <w:rPr>
            <w:webHidden/>
          </w:rPr>
        </w:r>
        <w:r w:rsidR="0082646F">
          <w:rPr>
            <w:webHidden/>
          </w:rPr>
          <w:fldChar w:fldCharType="separate"/>
        </w:r>
        <w:r w:rsidR="005B7742">
          <w:rPr>
            <w:webHidden/>
          </w:rPr>
          <w:t>11</w:t>
        </w:r>
        <w:r w:rsidR="0082646F">
          <w:rPr>
            <w:webHidden/>
          </w:rPr>
          <w:fldChar w:fldCharType="end"/>
        </w:r>
      </w:hyperlink>
    </w:p>
    <w:p w14:paraId="17791FDA" w14:textId="4640A6B8" w:rsidR="0082646F" w:rsidRDefault="00D5789B">
      <w:pPr>
        <w:pStyle w:val="21"/>
        <w:spacing w:before="180" w:after="180"/>
        <w:rPr>
          <w:rFonts w:asciiTheme="minorHAnsi" w:eastAsiaTheme="minorEastAsia" w:hAnsiTheme="minorHAnsi" w:cstheme="minorBidi"/>
          <w:kern w:val="2"/>
          <w:sz w:val="21"/>
          <w:szCs w:val="22"/>
        </w:rPr>
      </w:pPr>
      <w:hyperlink w:anchor="_Toc172382399" w:history="1">
        <w:r w:rsidR="0082646F" w:rsidRPr="00C178B3">
          <w:rPr>
            <w:rStyle w:val="ae"/>
          </w:rPr>
          <w:t>3.7</w:t>
        </w:r>
        <w:r w:rsidR="0082646F">
          <w:rPr>
            <w:rFonts w:asciiTheme="minorHAnsi" w:eastAsiaTheme="minorEastAsia" w:hAnsiTheme="minorHAnsi" w:cstheme="minorBidi"/>
            <w:kern w:val="2"/>
            <w:sz w:val="21"/>
            <w:szCs w:val="22"/>
          </w:rPr>
          <w:tab/>
        </w:r>
        <w:r w:rsidR="0082646F" w:rsidRPr="00C178B3">
          <w:rPr>
            <w:rStyle w:val="ae"/>
          </w:rPr>
          <w:t>软件定义</w:t>
        </w:r>
        <w:r w:rsidR="0082646F">
          <w:rPr>
            <w:webHidden/>
          </w:rPr>
          <w:tab/>
        </w:r>
        <w:r w:rsidR="0082646F">
          <w:rPr>
            <w:webHidden/>
          </w:rPr>
          <w:fldChar w:fldCharType="begin"/>
        </w:r>
        <w:r w:rsidR="0082646F">
          <w:rPr>
            <w:webHidden/>
          </w:rPr>
          <w:instrText xml:space="preserve"> PAGEREF _Toc172382399 \h </w:instrText>
        </w:r>
        <w:r w:rsidR="0082646F">
          <w:rPr>
            <w:webHidden/>
          </w:rPr>
        </w:r>
        <w:r w:rsidR="0082646F">
          <w:rPr>
            <w:webHidden/>
          </w:rPr>
          <w:fldChar w:fldCharType="separate"/>
        </w:r>
        <w:r w:rsidR="005B7742">
          <w:rPr>
            <w:webHidden/>
          </w:rPr>
          <w:t>11</w:t>
        </w:r>
        <w:r w:rsidR="0082646F">
          <w:rPr>
            <w:webHidden/>
          </w:rPr>
          <w:fldChar w:fldCharType="end"/>
        </w:r>
      </w:hyperlink>
    </w:p>
    <w:p w14:paraId="1CC7B78D" w14:textId="33AABA37" w:rsidR="0082646F" w:rsidRDefault="00D5789B">
      <w:pPr>
        <w:pStyle w:val="31"/>
        <w:spacing w:before="180" w:after="180"/>
        <w:rPr>
          <w:rFonts w:asciiTheme="minorHAnsi" w:eastAsiaTheme="minorEastAsia" w:hAnsiTheme="minorHAnsi" w:cstheme="minorBidi"/>
          <w:kern w:val="2"/>
          <w:sz w:val="21"/>
          <w:szCs w:val="22"/>
        </w:rPr>
      </w:pPr>
      <w:hyperlink w:anchor="_Toc172382400" w:history="1">
        <w:r w:rsidR="0082646F" w:rsidRPr="00C178B3">
          <w:rPr>
            <w:rStyle w:val="ae"/>
            <w14:scene3d>
              <w14:camera w14:prst="orthographicFront"/>
              <w14:lightRig w14:rig="threePt" w14:dir="t">
                <w14:rot w14:lat="0" w14:lon="0" w14:rev="0"/>
              </w14:lightRig>
            </w14:scene3d>
          </w:rPr>
          <w:t>3.7.1</w:t>
        </w:r>
        <w:r w:rsidR="0082646F">
          <w:rPr>
            <w:rFonts w:asciiTheme="minorHAnsi" w:eastAsiaTheme="minorEastAsia" w:hAnsiTheme="minorHAnsi" w:cstheme="minorBidi"/>
            <w:kern w:val="2"/>
            <w:sz w:val="21"/>
            <w:szCs w:val="22"/>
          </w:rPr>
          <w:tab/>
        </w:r>
        <w:r w:rsidR="0082646F" w:rsidRPr="00C178B3">
          <w:rPr>
            <w:rStyle w:val="ae"/>
          </w:rPr>
          <w:t>宏定义</w:t>
        </w:r>
        <w:r w:rsidR="0082646F">
          <w:rPr>
            <w:webHidden/>
          </w:rPr>
          <w:tab/>
        </w:r>
        <w:r w:rsidR="0082646F">
          <w:rPr>
            <w:webHidden/>
          </w:rPr>
          <w:fldChar w:fldCharType="begin"/>
        </w:r>
        <w:r w:rsidR="0082646F">
          <w:rPr>
            <w:webHidden/>
          </w:rPr>
          <w:instrText xml:space="preserve"> PAGEREF _Toc172382400 \h </w:instrText>
        </w:r>
        <w:r w:rsidR="0082646F">
          <w:rPr>
            <w:webHidden/>
          </w:rPr>
        </w:r>
        <w:r w:rsidR="0082646F">
          <w:rPr>
            <w:webHidden/>
          </w:rPr>
          <w:fldChar w:fldCharType="separate"/>
        </w:r>
        <w:r w:rsidR="005B7742">
          <w:rPr>
            <w:webHidden/>
          </w:rPr>
          <w:t>11</w:t>
        </w:r>
        <w:r w:rsidR="0082646F">
          <w:rPr>
            <w:webHidden/>
          </w:rPr>
          <w:fldChar w:fldCharType="end"/>
        </w:r>
      </w:hyperlink>
    </w:p>
    <w:p w14:paraId="34D96F65" w14:textId="75E86B98" w:rsidR="0082646F" w:rsidRDefault="00D5789B">
      <w:pPr>
        <w:pStyle w:val="31"/>
        <w:spacing w:before="180" w:after="180"/>
        <w:rPr>
          <w:rFonts w:asciiTheme="minorHAnsi" w:eastAsiaTheme="minorEastAsia" w:hAnsiTheme="minorHAnsi" w:cstheme="minorBidi"/>
          <w:kern w:val="2"/>
          <w:sz w:val="21"/>
          <w:szCs w:val="22"/>
        </w:rPr>
      </w:pPr>
      <w:hyperlink w:anchor="_Toc172382401" w:history="1">
        <w:r w:rsidR="0082646F" w:rsidRPr="00C178B3">
          <w:rPr>
            <w:rStyle w:val="ae"/>
            <w14:scene3d>
              <w14:camera w14:prst="orthographicFront"/>
              <w14:lightRig w14:rig="threePt" w14:dir="t">
                <w14:rot w14:lat="0" w14:lon="0" w14:rev="0"/>
              </w14:lightRig>
            </w14:scene3d>
          </w:rPr>
          <w:t>3.7.2</w:t>
        </w:r>
        <w:r w:rsidR="0082646F">
          <w:rPr>
            <w:rFonts w:asciiTheme="minorHAnsi" w:eastAsiaTheme="minorEastAsia" w:hAnsiTheme="minorHAnsi" w:cstheme="minorBidi"/>
            <w:kern w:val="2"/>
            <w:sz w:val="21"/>
            <w:szCs w:val="22"/>
          </w:rPr>
          <w:tab/>
        </w:r>
        <w:r w:rsidR="0082646F" w:rsidRPr="00C178B3">
          <w:rPr>
            <w:rStyle w:val="ae"/>
          </w:rPr>
          <w:t>错误类型</w:t>
        </w:r>
        <w:r w:rsidR="0082646F">
          <w:rPr>
            <w:webHidden/>
          </w:rPr>
          <w:tab/>
        </w:r>
        <w:r w:rsidR="0082646F">
          <w:rPr>
            <w:webHidden/>
          </w:rPr>
          <w:fldChar w:fldCharType="begin"/>
        </w:r>
        <w:r w:rsidR="0082646F">
          <w:rPr>
            <w:webHidden/>
          </w:rPr>
          <w:instrText xml:space="preserve"> PAGEREF _Toc172382401 \h </w:instrText>
        </w:r>
        <w:r w:rsidR="0082646F">
          <w:rPr>
            <w:webHidden/>
          </w:rPr>
        </w:r>
        <w:r w:rsidR="0082646F">
          <w:rPr>
            <w:webHidden/>
          </w:rPr>
          <w:fldChar w:fldCharType="separate"/>
        </w:r>
        <w:r w:rsidR="005B7742">
          <w:rPr>
            <w:webHidden/>
          </w:rPr>
          <w:t>11</w:t>
        </w:r>
        <w:r w:rsidR="0082646F">
          <w:rPr>
            <w:webHidden/>
          </w:rPr>
          <w:fldChar w:fldCharType="end"/>
        </w:r>
      </w:hyperlink>
    </w:p>
    <w:p w14:paraId="149340FF" w14:textId="4740C20C" w:rsidR="0082646F" w:rsidRDefault="00D5789B">
      <w:pPr>
        <w:pStyle w:val="31"/>
        <w:spacing w:before="180" w:after="180"/>
        <w:rPr>
          <w:rFonts w:asciiTheme="minorHAnsi" w:eastAsiaTheme="minorEastAsia" w:hAnsiTheme="minorHAnsi" w:cstheme="minorBidi"/>
          <w:kern w:val="2"/>
          <w:sz w:val="21"/>
          <w:szCs w:val="22"/>
        </w:rPr>
      </w:pPr>
      <w:hyperlink w:anchor="_Toc172382469" w:history="1">
        <w:r w:rsidR="0082646F" w:rsidRPr="00C178B3">
          <w:rPr>
            <w:rStyle w:val="ae"/>
            <w14:scene3d>
              <w14:camera w14:prst="orthographicFront"/>
              <w14:lightRig w14:rig="threePt" w14:dir="t">
                <w14:rot w14:lat="0" w14:lon="0" w14:rev="0"/>
              </w14:lightRig>
            </w14:scene3d>
          </w:rPr>
          <w:t>3.7.3</w:t>
        </w:r>
        <w:r w:rsidR="0082646F">
          <w:rPr>
            <w:rFonts w:asciiTheme="minorHAnsi" w:eastAsiaTheme="minorEastAsia" w:hAnsiTheme="minorHAnsi" w:cstheme="minorBidi"/>
            <w:kern w:val="2"/>
            <w:sz w:val="21"/>
            <w:szCs w:val="22"/>
          </w:rPr>
          <w:tab/>
        </w:r>
        <w:r w:rsidR="0082646F" w:rsidRPr="00C178B3">
          <w:rPr>
            <w:rStyle w:val="ae"/>
          </w:rPr>
          <w:t>类型定义</w:t>
        </w:r>
        <w:r w:rsidR="0082646F">
          <w:rPr>
            <w:webHidden/>
          </w:rPr>
          <w:tab/>
        </w:r>
        <w:r w:rsidR="0082646F">
          <w:rPr>
            <w:webHidden/>
          </w:rPr>
          <w:fldChar w:fldCharType="begin"/>
        </w:r>
        <w:r w:rsidR="0082646F">
          <w:rPr>
            <w:webHidden/>
          </w:rPr>
          <w:instrText xml:space="preserve"> PAGEREF _Toc172382469 \h </w:instrText>
        </w:r>
        <w:r w:rsidR="0082646F">
          <w:rPr>
            <w:webHidden/>
          </w:rPr>
        </w:r>
        <w:r w:rsidR="0082646F">
          <w:rPr>
            <w:webHidden/>
          </w:rPr>
          <w:fldChar w:fldCharType="separate"/>
        </w:r>
        <w:r w:rsidR="005B7742">
          <w:rPr>
            <w:webHidden/>
          </w:rPr>
          <w:t>11</w:t>
        </w:r>
        <w:r w:rsidR="0082646F">
          <w:rPr>
            <w:webHidden/>
          </w:rPr>
          <w:fldChar w:fldCharType="end"/>
        </w:r>
      </w:hyperlink>
    </w:p>
    <w:p w14:paraId="70313F2A" w14:textId="1D9579C0" w:rsidR="0082646F" w:rsidRDefault="00D5789B">
      <w:pPr>
        <w:pStyle w:val="31"/>
        <w:spacing w:before="180" w:after="180"/>
        <w:rPr>
          <w:rFonts w:asciiTheme="minorHAnsi" w:eastAsiaTheme="minorEastAsia" w:hAnsiTheme="minorHAnsi" w:cstheme="minorBidi"/>
          <w:kern w:val="2"/>
          <w:sz w:val="21"/>
          <w:szCs w:val="22"/>
        </w:rPr>
      </w:pPr>
      <w:hyperlink w:anchor="_Toc172382470" w:history="1">
        <w:r w:rsidR="0082646F" w:rsidRPr="00C178B3">
          <w:rPr>
            <w:rStyle w:val="ae"/>
            <w14:scene3d>
              <w14:camera w14:prst="orthographicFront"/>
              <w14:lightRig w14:rig="threePt" w14:dir="t">
                <w14:rot w14:lat="0" w14:lon="0" w14:rev="0"/>
              </w14:lightRig>
            </w14:scene3d>
          </w:rPr>
          <w:t>3.7.4</w:t>
        </w:r>
        <w:r w:rsidR="0082646F">
          <w:rPr>
            <w:rFonts w:asciiTheme="minorHAnsi" w:eastAsiaTheme="minorEastAsia" w:hAnsiTheme="minorHAnsi" w:cstheme="minorBidi"/>
            <w:kern w:val="2"/>
            <w:sz w:val="21"/>
            <w:szCs w:val="22"/>
          </w:rPr>
          <w:tab/>
        </w:r>
        <w:r w:rsidR="0082646F" w:rsidRPr="00C178B3">
          <w:rPr>
            <w:rStyle w:val="ae"/>
          </w:rPr>
          <w:t>功能函数定义</w:t>
        </w:r>
        <w:r w:rsidR="0082646F">
          <w:rPr>
            <w:webHidden/>
          </w:rPr>
          <w:tab/>
        </w:r>
        <w:r w:rsidR="0082646F">
          <w:rPr>
            <w:webHidden/>
          </w:rPr>
          <w:fldChar w:fldCharType="begin"/>
        </w:r>
        <w:r w:rsidR="0082646F">
          <w:rPr>
            <w:webHidden/>
          </w:rPr>
          <w:instrText xml:space="preserve"> PAGEREF _Toc172382470 \h </w:instrText>
        </w:r>
        <w:r w:rsidR="0082646F">
          <w:rPr>
            <w:webHidden/>
          </w:rPr>
        </w:r>
        <w:r w:rsidR="0082646F">
          <w:rPr>
            <w:webHidden/>
          </w:rPr>
          <w:fldChar w:fldCharType="separate"/>
        </w:r>
        <w:r w:rsidR="005B7742">
          <w:rPr>
            <w:webHidden/>
          </w:rPr>
          <w:t>11</w:t>
        </w:r>
        <w:r w:rsidR="0082646F">
          <w:rPr>
            <w:webHidden/>
          </w:rPr>
          <w:fldChar w:fldCharType="end"/>
        </w:r>
      </w:hyperlink>
    </w:p>
    <w:p w14:paraId="2C5127DE" w14:textId="7ED8A134" w:rsidR="0082646F" w:rsidRDefault="00D5789B">
      <w:pPr>
        <w:pStyle w:val="31"/>
        <w:spacing w:before="180" w:after="180"/>
        <w:rPr>
          <w:rFonts w:asciiTheme="minorHAnsi" w:eastAsiaTheme="minorEastAsia" w:hAnsiTheme="minorHAnsi" w:cstheme="minorBidi"/>
          <w:kern w:val="2"/>
          <w:sz w:val="21"/>
          <w:szCs w:val="22"/>
        </w:rPr>
      </w:pPr>
      <w:hyperlink w:anchor="_Toc172382537" w:history="1">
        <w:r w:rsidR="0082646F" w:rsidRPr="00C178B3">
          <w:rPr>
            <w:rStyle w:val="ae"/>
            <w14:scene3d>
              <w14:camera w14:prst="orthographicFront"/>
              <w14:lightRig w14:rig="threePt" w14:dir="t">
                <w14:rot w14:lat="0" w14:lon="0" w14:rev="0"/>
              </w14:lightRig>
            </w14:scene3d>
          </w:rPr>
          <w:t>3.7.5</w:t>
        </w:r>
        <w:r w:rsidR="0082646F">
          <w:rPr>
            <w:rFonts w:asciiTheme="minorHAnsi" w:eastAsiaTheme="minorEastAsia" w:hAnsiTheme="minorHAnsi" w:cstheme="minorBidi"/>
            <w:kern w:val="2"/>
            <w:sz w:val="21"/>
            <w:szCs w:val="22"/>
          </w:rPr>
          <w:tab/>
        </w:r>
        <w:r w:rsidR="0082646F" w:rsidRPr="00C178B3">
          <w:rPr>
            <w:rStyle w:val="ae"/>
          </w:rPr>
          <w:t>回调通知</w:t>
        </w:r>
        <w:r w:rsidR="0082646F">
          <w:rPr>
            <w:webHidden/>
          </w:rPr>
          <w:tab/>
        </w:r>
        <w:r w:rsidR="0082646F">
          <w:rPr>
            <w:webHidden/>
          </w:rPr>
          <w:fldChar w:fldCharType="begin"/>
        </w:r>
        <w:r w:rsidR="0082646F">
          <w:rPr>
            <w:webHidden/>
          </w:rPr>
          <w:instrText xml:space="preserve"> PAGEREF _Toc172382537 \h </w:instrText>
        </w:r>
        <w:r w:rsidR="0082646F">
          <w:rPr>
            <w:webHidden/>
          </w:rPr>
        </w:r>
        <w:r w:rsidR="0082646F">
          <w:rPr>
            <w:webHidden/>
          </w:rPr>
          <w:fldChar w:fldCharType="separate"/>
        </w:r>
        <w:r w:rsidR="005B7742">
          <w:rPr>
            <w:webHidden/>
          </w:rPr>
          <w:t>16</w:t>
        </w:r>
        <w:r w:rsidR="0082646F">
          <w:rPr>
            <w:webHidden/>
          </w:rPr>
          <w:fldChar w:fldCharType="end"/>
        </w:r>
      </w:hyperlink>
    </w:p>
    <w:p w14:paraId="407341FF" w14:textId="2A77B7B7" w:rsidR="0082646F" w:rsidRDefault="00D5789B">
      <w:pPr>
        <w:pStyle w:val="31"/>
        <w:spacing w:before="180" w:after="180"/>
        <w:rPr>
          <w:rFonts w:asciiTheme="minorHAnsi" w:eastAsiaTheme="minorEastAsia" w:hAnsiTheme="minorHAnsi" w:cstheme="minorBidi"/>
          <w:kern w:val="2"/>
          <w:sz w:val="21"/>
          <w:szCs w:val="22"/>
        </w:rPr>
      </w:pPr>
      <w:hyperlink w:anchor="_Toc172382538" w:history="1">
        <w:r w:rsidR="0082646F" w:rsidRPr="00C178B3">
          <w:rPr>
            <w:rStyle w:val="ae"/>
            <w14:scene3d>
              <w14:camera w14:prst="orthographicFront"/>
              <w14:lightRig w14:rig="threePt" w14:dir="t">
                <w14:rot w14:lat="0" w14:lon="0" w14:rev="0"/>
              </w14:lightRig>
            </w14:scene3d>
          </w:rPr>
          <w:t>3.7.6</w:t>
        </w:r>
        <w:r w:rsidR="0082646F">
          <w:rPr>
            <w:rFonts w:asciiTheme="minorHAnsi" w:eastAsiaTheme="minorEastAsia" w:hAnsiTheme="minorHAnsi" w:cstheme="minorBidi"/>
            <w:kern w:val="2"/>
            <w:sz w:val="21"/>
            <w:szCs w:val="22"/>
          </w:rPr>
          <w:tab/>
        </w:r>
        <w:r w:rsidR="0082646F" w:rsidRPr="00C178B3">
          <w:rPr>
            <w:rStyle w:val="ae"/>
          </w:rPr>
          <w:t>调度功能</w:t>
        </w:r>
        <w:r w:rsidR="0082646F">
          <w:rPr>
            <w:webHidden/>
          </w:rPr>
          <w:tab/>
        </w:r>
        <w:r w:rsidR="0082646F">
          <w:rPr>
            <w:webHidden/>
          </w:rPr>
          <w:fldChar w:fldCharType="begin"/>
        </w:r>
        <w:r w:rsidR="0082646F">
          <w:rPr>
            <w:webHidden/>
          </w:rPr>
          <w:instrText xml:space="preserve"> PAGEREF _Toc172382538 \h </w:instrText>
        </w:r>
        <w:r w:rsidR="0082646F">
          <w:rPr>
            <w:webHidden/>
          </w:rPr>
        </w:r>
        <w:r w:rsidR="0082646F">
          <w:rPr>
            <w:webHidden/>
          </w:rPr>
          <w:fldChar w:fldCharType="separate"/>
        </w:r>
        <w:r w:rsidR="005B7742">
          <w:rPr>
            <w:webHidden/>
          </w:rPr>
          <w:t>16</w:t>
        </w:r>
        <w:r w:rsidR="0082646F">
          <w:rPr>
            <w:webHidden/>
          </w:rPr>
          <w:fldChar w:fldCharType="end"/>
        </w:r>
      </w:hyperlink>
    </w:p>
    <w:p w14:paraId="20B79F04" w14:textId="31169390" w:rsidR="0082646F" w:rsidRDefault="00D5789B">
      <w:pPr>
        <w:pStyle w:val="31"/>
        <w:spacing w:before="180" w:after="180"/>
        <w:rPr>
          <w:rFonts w:asciiTheme="minorHAnsi" w:eastAsiaTheme="minorEastAsia" w:hAnsiTheme="minorHAnsi" w:cstheme="minorBidi"/>
          <w:kern w:val="2"/>
          <w:sz w:val="21"/>
          <w:szCs w:val="22"/>
        </w:rPr>
      </w:pPr>
      <w:hyperlink w:anchor="_Toc172382539" w:history="1">
        <w:r w:rsidR="0082646F" w:rsidRPr="00C178B3">
          <w:rPr>
            <w:rStyle w:val="ae"/>
            <w14:scene3d>
              <w14:camera w14:prst="orthographicFront"/>
              <w14:lightRig w14:rig="threePt" w14:dir="t">
                <w14:rot w14:lat="0" w14:lon="0" w14:rev="0"/>
              </w14:lightRig>
            </w14:scene3d>
          </w:rPr>
          <w:t>3.7.7</w:t>
        </w:r>
        <w:r w:rsidR="0082646F">
          <w:rPr>
            <w:rFonts w:asciiTheme="minorHAnsi" w:eastAsiaTheme="minorEastAsia" w:hAnsiTheme="minorHAnsi" w:cstheme="minorBidi"/>
            <w:kern w:val="2"/>
            <w:sz w:val="21"/>
            <w:szCs w:val="22"/>
          </w:rPr>
          <w:tab/>
        </w:r>
        <w:r w:rsidR="0082646F" w:rsidRPr="00C178B3">
          <w:rPr>
            <w:rStyle w:val="ae"/>
          </w:rPr>
          <w:t>预期接口</w:t>
        </w:r>
        <w:r w:rsidR="0082646F">
          <w:rPr>
            <w:webHidden/>
          </w:rPr>
          <w:tab/>
        </w:r>
        <w:r w:rsidR="0082646F">
          <w:rPr>
            <w:webHidden/>
          </w:rPr>
          <w:fldChar w:fldCharType="begin"/>
        </w:r>
        <w:r w:rsidR="0082646F">
          <w:rPr>
            <w:webHidden/>
          </w:rPr>
          <w:instrText xml:space="preserve"> PAGEREF _Toc172382539 \h </w:instrText>
        </w:r>
        <w:r w:rsidR="0082646F">
          <w:rPr>
            <w:webHidden/>
          </w:rPr>
        </w:r>
        <w:r w:rsidR="0082646F">
          <w:rPr>
            <w:webHidden/>
          </w:rPr>
          <w:fldChar w:fldCharType="separate"/>
        </w:r>
        <w:r w:rsidR="005B7742">
          <w:rPr>
            <w:webHidden/>
          </w:rPr>
          <w:t>16</w:t>
        </w:r>
        <w:r w:rsidR="0082646F">
          <w:rPr>
            <w:webHidden/>
          </w:rPr>
          <w:fldChar w:fldCharType="end"/>
        </w:r>
      </w:hyperlink>
    </w:p>
    <w:p w14:paraId="483F87D0" w14:textId="2FC644C5" w:rsidR="00AA5A04" w:rsidRPr="004A3198" w:rsidRDefault="0029517E" w:rsidP="00847E3F">
      <w:pPr>
        <w:spacing w:before="180" w:after="180"/>
        <w:rPr>
          <w:rFonts w:cs="Arial"/>
          <w:noProof/>
        </w:rPr>
      </w:pPr>
      <w:r w:rsidRPr="004A3198">
        <w:rPr>
          <w:rFonts w:cs="Arial"/>
          <w:noProof/>
        </w:rPr>
        <w:fldChar w:fldCharType="end"/>
      </w:r>
    </w:p>
    <w:p w14:paraId="2B9C6D8D" w14:textId="77777777" w:rsidR="00AA5A04" w:rsidRPr="004A3198" w:rsidRDefault="00AA5A04">
      <w:pPr>
        <w:adjustRightInd/>
        <w:snapToGrid/>
        <w:spacing w:before="180" w:after="180" w:line="240" w:lineRule="auto"/>
        <w:jc w:val="left"/>
        <w:rPr>
          <w:rFonts w:cs="Arial"/>
          <w:noProof/>
        </w:rPr>
      </w:pPr>
      <w:r w:rsidRPr="004A3198">
        <w:rPr>
          <w:rFonts w:cs="Arial"/>
          <w:noProof/>
        </w:rPr>
        <w:br w:type="page"/>
      </w:r>
    </w:p>
    <w:p w14:paraId="177FB341" w14:textId="1DEA7AA9" w:rsidR="003B33FF" w:rsidRPr="004A3198" w:rsidRDefault="001B5941" w:rsidP="00044417">
      <w:pPr>
        <w:pStyle w:val="1"/>
        <w:numPr>
          <w:ilvl w:val="0"/>
          <w:numId w:val="0"/>
        </w:numPr>
        <w:ind w:left="680" w:hanging="680"/>
        <w:rPr>
          <w:lang w:eastAsia="zh-CN"/>
        </w:rPr>
      </w:pPr>
      <w:bookmarkStart w:id="7" w:name="_Toc172382382"/>
      <w:r w:rsidRPr="004A3198">
        <w:rPr>
          <w:rFonts w:hint="eastAsia"/>
          <w:lang w:eastAsia="zh-CN"/>
        </w:rPr>
        <w:lastRenderedPageBreak/>
        <w:t>插图</w:t>
      </w:r>
      <w:r w:rsidR="00AA5A04" w:rsidRPr="004A3198">
        <w:rPr>
          <w:rFonts w:hint="eastAsia"/>
          <w:lang w:eastAsia="zh-CN"/>
        </w:rPr>
        <w:t>目</w:t>
      </w:r>
      <w:r w:rsidR="00AA5A04" w:rsidRPr="004A3198">
        <w:rPr>
          <w:lang w:eastAsia="zh-CN"/>
        </w:rPr>
        <w:t>录</w:t>
      </w:r>
      <w:bookmarkEnd w:id="7"/>
      <w:r w:rsidR="003B33FF" w:rsidRPr="004A3198">
        <w:rPr>
          <w:noProof/>
        </w:rPr>
        <w:br w:type="page"/>
      </w:r>
    </w:p>
    <w:p w14:paraId="3A1C6AE0" w14:textId="72FA4D4B" w:rsidR="003B33FF" w:rsidRPr="004A3198" w:rsidRDefault="001B5941" w:rsidP="003B33FF">
      <w:pPr>
        <w:pStyle w:val="1"/>
        <w:numPr>
          <w:ilvl w:val="0"/>
          <w:numId w:val="0"/>
        </w:numPr>
        <w:ind w:left="680" w:hanging="680"/>
        <w:rPr>
          <w:lang w:eastAsia="zh-CN"/>
        </w:rPr>
      </w:pPr>
      <w:bookmarkStart w:id="8" w:name="_Toc172382383"/>
      <w:r w:rsidRPr="004A3198">
        <w:rPr>
          <w:rFonts w:hint="eastAsia"/>
          <w:lang w:eastAsia="zh-CN"/>
        </w:rPr>
        <w:lastRenderedPageBreak/>
        <w:t>表格</w:t>
      </w:r>
      <w:r w:rsidR="003B33FF" w:rsidRPr="004A3198">
        <w:rPr>
          <w:rFonts w:hint="eastAsia"/>
          <w:lang w:eastAsia="zh-CN"/>
        </w:rPr>
        <w:t>目</w:t>
      </w:r>
      <w:r w:rsidR="003B33FF" w:rsidRPr="004A3198">
        <w:rPr>
          <w:lang w:eastAsia="zh-CN"/>
        </w:rPr>
        <w:t>录</w:t>
      </w:r>
      <w:bookmarkEnd w:id="8"/>
    </w:p>
    <w:p w14:paraId="53AF67F4" w14:textId="759EE589" w:rsidR="000F2B9C" w:rsidRDefault="001B5941">
      <w:pPr>
        <w:pStyle w:val="af"/>
        <w:spacing w:before="180" w:after="180"/>
        <w:rPr>
          <w:rFonts w:asciiTheme="minorHAnsi" w:eastAsiaTheme="minorEastAsia" w:hAnsiTheme="minorHAnsi" w:cstheme="minorBidi"/>
          <w:kern w:val="2"/>
          <w:sz w:val="21"/>
          <w:szCs w:val="22"/>
        </w:rPr>
      </w:pPr>
      <w:r w:rsidRPr="004A3198">
        <w:fldChar w:fldCharType="begin"/>
      </w:r>
      <w:r w:rsidRPr="004A3198">
        <w:instrText xml:space="preserve"> TOC \h \z \c "</w:instrText>
      </w:r>
      <w:r w:rsidRPr="004A3198">
        <w:instrText>表</w:instrText>
      </w:r>
      <w:r w:rsidRPr="004A3198">
        <w:instrText xml:space="preserve">" </w:instrText>
      </w:r>
      <w:r w:rsidRPr="004A3198">
        <w:fldChar w:fldCharType="separate"/>
      </w:r>
      <w:hyperlink w:anchor="_Toc172385512" w:history="1">
        <w:r w:rsidR="000F2B9C" w:rsidRPr="00DD7C7A">
          <w:rPr>
            <w:rStyle w:val="ae"/>
          </w:rPr>
          <w:t>表</w:t>
        </w:r>
        <w:r w:rsidR="000F2B9C" w:rsidRPr="00DD7C7A">
          <w:rPr>
            <w:rStyle w:val="ae"/>
          </w:rPr>
          <w:t xml:space="preserve"> 1</w:t>
        </w:r>
        <w:r w:rsidR="000F2B9C" w:rsidRPr="00DD7C7A">
          <w:rPr>
            <w:rStyle w:val="ae"/>
          </w:rPr>
          <w:noBreakHyphen/>
          <w:t>1</w:t>
        </w:r>
        <w:r w:rsidR="000F2B9C" w:rsidRPr="00DD7C7A">
          <w:rPr>
            <w:rStyle w:val="ae"/>
          </w:rPr>
          <w:t>术语缩写</w:t>
        </w:r>
        <w:r w:rsidR="000F2B9C">
          <w:rPr>
            <w:webHidden/>
          </w:rPr>
          <w:tab/>
        </w:r>
        <w:r w:rsidR="000F2B9C">
          <w:rPr>
            <w:webHidden/>
          </w:rPr>
          <w:fldChar w:fldCharType="begin"/>
        </w:r>
        <w:r w:rsidR="000F2B9C">
          <w:rPr>
            <w:webHidden/>
          </w:rPr>
          <w:instrText xml:space="preserve"> PAGEREF _Toc172385512 \h </w:instrText>
        </w:r>
        <w:r w:rsidR="000F2B9C">
          <w:rPr>
            <w:webHidden/>
          </w:rPr>
        </w:r>
        <w:r w:rsidR="000F2B9C">
          <w:rPr>
            <w:webHidden/>
          </w:rPr>
          <w:fldChar w:fldCharType="separate"/>
        </w:r>
        <w:r w:rsidR="005B7742">
          <w:rPr>
            <w:webHidden/>
          </w:rPr>
          <w:t>8</w:t>
        </w:r>
        <w:r w:rsidR="000F2B9C">
          <w:rPr>
            <w:webHidden/>
          </w:rPr>
          <w:fldChar w:fldCharType="end"/>
        </w:r>
      </w:hyperlink>
    </w:p>
    <w:p w14:paraId="0B33E418" w14:textId="71D8B5D3" w:rsidR="000F2B9C" w:rsidRDefault="00D5789B">
      <w:pPr>
        <w:pStyle w:val="af"/>
        <w:spacing w:before="180" w:after="180"/>
        <w:rPr>
          <w:rFonts w:asciiTheme="minorHAnsi" w:eastAsiaTheme="minorEastAsia" w:hAnsiTheme="minorHAnsi" w:cstheme="minorBidi"/>
          <w:kern w:val="2"/>
          <w:sz w:val="21"/>
          <w:szCs w:val="22"/>
        </w:rPr>
      </w:pPr>
      <w:hyperlink w:anchor="_Toc172385513" w:history="1">
        <w:r w:rsidR="000F2B9C" w:rsidRPr="00DD7C7A">
          <w:rPr>
            <w:rStyle w:val="ae"/>
          </w:rPr>
          <w:t>表</w:t>
        </w:r>
        <w:r w:rsidR="000F2B9C" w:rsidRPr="00DD7C7A">
          <w:rPr>
            <w:rStyle w:val="ae"/>
          </w:rPr>
          <w:t xml:space="preserve"> 1</w:t>
        </w:r>
        <w:r w:rsidR="000F2B9C" w:rsidRPr="00DD7C7A">
          <w:rPr>
            <w:rStyle w:val="ae"/>
          </w:rPr>
          <w:noBreakHyphen/>
          <w:t>2</w:t>
        </w:r>
        <w:r w:rsidR="000F2B9C" w:rsidRPr="00DD7C7A">
          <w:rPr>
            <w:rStyle w:val="ae"/>
          </w:rPr>
          <w:t>参考文档</w:t>
        </w:r>
        <w:r w:rsidR="000F2B9C">
          <w:rPr>
            <w:webHidden/>
          </w:rPr>
          <w:tab/>
        </w:r>
        <w:r w:rsidR="000F2B9C">
          <w:rPr>
            <w:webHidden/>
          </w:rPr>
          <w:fldChar w:fldCharType="begin"/>
        </w:r>
        <w:r w:rsidR="000F2B9C">
          <w:rPr>
            <w:webHidden/>
          </w:rPr>
          <w:instrText xml:space="preserve"> PAGEREF _Toc172385513 \h </w:instrText>
        </w:r>
        <w:r w:rsidR="000F2B9C">
          <w:rPr>
            <w:webHidden/>
          </w:rPr>
        </w:r>
        <w:r w:rsidR="000F2B9C">
          <w:rPr>
            <w:webHidden/>
          </w:rPr>
          <w:fldChar w:fldCharType="separate"/>
        </w:r>
        <w:r w:rsidR="005B7742">
          <w:rPr>
            <w:webHidden/>
          </w:rPr>
          <w:t>8</w:t>
        </w:r>
        <w:r w:rsidR="000F2B9C">
          <w:rPr>
            <w:webHidden/>
          </w:rPr>
          <w:fldChar w:fldCharType="end"/>
        </w:r>
      </w:hyperlink>
    </w:p>
    <w:p w14:paraId="60C22823" w14:textId="01375901" w:rsidR="000F2B9C" w:rsidRDefault="00D5789B">
      <w:pPr>
        <w:pStyle w:val="af"/>
        <w:spacing w:before="180" w:after="180"/>
        <w:rPr>
          <w:rFonts w:asciiTheme="minorHAnsi" w:eastAsiaTheme="minorEastAsia" w:hAnsiTheme="minorHAnsi" w:cstheme="minorBidi"/>
          <w:kern w:val="2"/>
          <w:sz w:val="21"/>
          <w:szCs w:val="22"/>
        </w:rPr>
      </w:pPr>
      <w:hyperlink w:anchor="_Toc172385514" w:history="1">
        <w:r w:rsidR="000F2B9C" w:rsidRPr="00DD7C7A">
          <w:rPr>
            <w:rStyle w:val="ae"/>
          </w:rPr>
          <w:t>表</w:t>
        </w:r>
        <w:r w:rsidR="000F2B9C" w:rsidRPr="00DD7C7A">
          <w:rPr>
            <w:rStyle w:val="ae"/>
          </w:rPr>
          <w:t>2</w:t>
        </w:r>
        <w:r w:rsidR="000F2B9C" w:rsidRPr="00DD7C7A">
          <w:rPr>
            <w:rStyle w:val="ae"/>
          </w:rPr>
          <w:noBreakHyphen/>
          <w:t>1 AutoChips</w:t>
        </w:r>
        <w:r w:rsidR="000F2B9C" w:rsidRPr="00DD7C7A">
          <w:rPr>
            <w:rStyle w:val="ae"/>
          </w:rPr>
          <w:t>产品</w:t>
        </w:r>
        <w:r w:rsidR="000F2B9C">
          <w:rPr>
            <w:webHidden/>
          </w:rPr>
          <w:tab/>
        </w:r>
        <w:r w:rsidR="000F2B9C">
          <w:rPr>
            <w:webHidden/>
          </w:rPr>
          <w:fldChar w:fldCharType="begin"/>
        </w:r>
        <w:r w:rsidR="000F2B9C">
          <w:rPr>
            <w:webHidden/>
          </w:rPr>
          <w:instrText xml:space="preserve"> PAGEREF _Toc172385514 \h </w:instrText>
        </w:r>
        <w:r w:rsidR="000F2B9C">
          <w:rPr>
            <w:webHidden/>
          </w:rPr>
        </w:r>
        <w:r w:rsidR="000F2B9C">
          <w:rPr>
            <w:webHidden/>
          </w:rPr>
          <w:fldChar w:fldCharType="separate"/>
        </w:r>
        <w:r w:rsidR="005B7742">
          <w:rPr>
            <w:webHidden/>
          </w:rPr>
          <w:t>9</w:t>
        </w:r>
        <w:r w:rsidR="000F2B9C">
          <w:rPr>
            <w:webHidden/>
          </w:rPr>
          <w:fldChar w:fldCharType="end"/>
        </w:r>
      </w:hyperlink>
    </w:p>
    <w:p w14:paraId="138AA221" w14:textId="10D2CD4A" w:rsidR="000F2B9C" w:rsidRDefault="00D5789B">
      <w:pPr>
        <w:pStyle w:val="af"/>
        <w:spacing w:before="180" w:after="180"/>
        <w:rPr>
          <w:rFonts w:asciiTheme="minorHAnsi" w:eastAsiaTheme="minorEastAsia" w:hAnsiTheme="minorHAnsi" w:cstheme="minorBidi"/>
          <w:kern w:val="2"/>
          <w:sz w:val="21"/>
          <w:szCs w:val="22"/>
        </w:rPr>
      </w:pPr>
      <w:hyperlink w:anchor="_Toc172385515" w:history="1">
        <w:r w:rsidR="000F2B9C" w:rsidRPr="00DD7C7A">
          <w:rPr>
            <w:rStyle w:val="ae"/>
          </w:rPr>
          <w:t>表</w:t>
        </w:r>
        <w:r w:rsidR="000F2B9C" w:rsidRPr="00DD7C7A">
          <w:rPr>
            <w:rStyle w:val="ae"/>
          </w:rPr>
          <w:t xml:space="preserve"> 3</w:t>
        </w:r>
        <w:r w:rsidR="000F2B9C" w:rsidRPr="00DD7C7A">
          <w:rPr>
            <w:rStyle w:val="ae"/>
          </w:rPr>
          <w:noBreakHyphen/>
          <w:t>1</w:t>
        </w:r>
        <w:r w:rsidR="000F2B9C" w:rsidRPr="00DD7C7A">
          <w:rPr>
            <w:rStyle w:val="ae"/>
          </w:rPr>
          <w:t>偏差状态栏说明</w:t>
        </w:r>
        <w:r w:rsidR="000F2B9C">
          <w:rPr>
            <w:webHidden/>
          </w:rPr>
          <w:tab/>
        </w:r>
        <w:r w:rsidR="000F2B9C">
          <w:rPr>
            <w:webHidden/>
          </w:rPr>
          <w:fldChar w:fldCharType="begin"/>
        </w:r>
        <w:r w:rsidR="000F2B9C">
          <w:rPr>
            <w:webHidden/>
          </w:rPr>
          <w:instrText xml:space="preserve"> PAGEREF _Toc172385515 \h </w:instrText>
        </w:r>
        <w:r w:rsidR="000F2B9C">
          <w:rPr>
            <w:webHidden/>
          </w:rPr>
        </w:r>
        <w:r w:rsidR="000F2B9C">
          <w:rPr>
            <w:webHidden/>
          </w:rPr>
          <w:fldChar w:fldCharType="separate"/>
        </w:r>
        <w:r w:rsidR="005B7742">
          <w:rPr>
            <w:webHidden/>
          </w:rPr>
          <w:t>10</w:t>
        </w:r>
        <w:r w:rsidR="000F2B9C">
          <w:rPr>
            <w:webHidden/>
          </w:rPr>
          <w:fldChar w:fldCharType="end"/>
        </w:r>
      </w:hyperlink>
    </w:p>
    <w:p w14:paraId="487A968B" w14:textId="4429B702" w:rsidR="000F2B9C" w:rsidRDefault="00D5789B">
      <w:pPr>
        <w:pStyle w:val="af"/>
        <w:spacing w:before="180" w:after="180"/>
        <w:rPr>
          <w:rFonts w:asciiTheme="minorHAnsi" w:eastAsiaTheme="minorEastAsia" w:hAnsiTheme="minorHAnsi" w:cstheme="minorBidi"/>
          <w:kern w:val="2"/>
          <w:sz w:val="21"/>
          <w:szCs w:val="22"/>
        </w:rPr>
      </w:pPr>
      <w:hyperlink w:anchor="_Toc172385516" w:history="1">
        <w:r w:rsidR="000F2B9C" w:rsidRPr="00DD7C7A">
          <w:rPr>
            <w:rStyle w:val="ae"/>
          </w:rPr>
          <w:t>表</w:t>
        </w:r>
        <w:r w:rsidR="000F2B9C" w:rsidRPr="00DD7C7A">
          <w:rPr>
            <w:rStyle w:val="ae"/>
          </w:rPr>
          <w:t xml:space="preserve"> 3</w:t>
        </w:r>
        <w:r w:rsidR="000F2B9C" w:rsidRPr="00DD7C7A">
          <w:rPr>
            <w:rStyle w:val="ae"/>
          </w:rPr>
          <w:noBreakHyphen/>
          <w:t>2 OSIF</w:t>
        </w:r>
        <w:r w:rsidR="000F2B9C" w:rsidRPr="00DD7C7A">
          <w:rPr>
            <w:rStyle w:val="ae"/>
          </w:rPr>
          <w:t>模块偏差表</w:t>
        </w:r>
        <w:r w:rsidR="000F2B9C">
          <w:rPr>
            <w:webHidden/>
          </w:rPr>
          <w:tab/>
        </w:r>
        <w:r w:rsidR="000F2B9C">
          <w:rPr>
            <w:webHidden/>
          </w:rPr>
          <w:fldChar w:fldCharType="begin"/>
        </w:r>
        <w:r w:rsidR="000F2B9C">
          <w:rPr>
            <w:webHidden/>
          </w:rPr>
          <w:instrText xml:space="preserve"> PAGEREF _Toc172385516 \h </w:instrText>
        </w:r>
        <w:r w:rsidR="000F2B9C">
          <w:rPr>
            <w:webHidden/>
          </w:rPr>
        </w:r>
        <w:r w:rsidR="000F2B9C">
          <w:rPr>
            <w:webHidden/>
          </w:rPr>
          <w:fldChar w:fldCharType="separate"/>
        </w:r>
        <w:r w:rsidR="005B7742">
          <w:rPr>
            <w:webHidden/>
          </w:rPr>
          <w:t>10</w:t>
        </w:r>
        <w:r w:rsidR="000F2B9C">
          <w:rPr>
            <w:webHidden/>
          </w:rPr>
          <w:fldChar w:fldCharType="end"/>
        </w:r>
      </w:hyperlink>
    </w:p>
    <w:p w14:paraId="21EE2212" w14:textId="3CD09BB2" w:rsidR="000F2B9C" w:rsidRDefault="00D5789B">
      <w:pPr>
        <w:pStyle w:val="af"/>
        <w:spacing w:before="180" w:after="180"/>
        <w:rPr>
          <w:rFonts w:asciiTheme="minorHAnsi" w:eastAsiaTheme="minorEastAsia" w:hAnsiTheme="minorHAnsi" w:cstheme="minorBidi"/>
          <w:kern w:val="2"/>
          <w:sz w:val="21"/>
          <w:szCs w:val="22"/>
        </w:rPr>
      </w:pPr>
      <w:hyperlink w:anchor="_Toc172385517" w:history="1">
        <w:r w:rsidR="000F2B9C" w:rsidRPr="00DD7C7A">
          <w:rPr>
            <w:rStyle w:val="ae"/>
          </w:rPr>
          <w:t>表</w:t>
        </w:r>
        <w:r w:rsidR="000F2B9C" w:rsidRPr="00DD7C7A">
          <w:rPr>
            <w:rStyle w:val="ae"/>
          </w:rPr>
          <w:t>3</w:t>
        </w:r>
        <w:r w:rsidR="000F2B9C" w:rsidRPr="00DD7C7A">
          <w:rPr>
            <w:rStyle w:val="ae"/>
          </w:rPr>
          <w:noBreakHyphen/>
          <w:t>3 OsIf_Init</w:t>
        </w:r>
        <w:r w:rsidR="000F2B9C" w:rsidRPr="00DD7C7A">
          <w:rPr>
            <w:rStyle w:val="ae"/>
          </w:rPr>
          <w:t>函数</w:t>
        </w:r>
        <w:r w:rsidR="000F2B9C">
          <w:rPr>
            <w:webHidden/>
          </w:rPr>
          <w:tab/>
        </w:r>
        <w:r w:rsidR="000F2B9C">
          <w:rPr>
            <w:webHidden/>
          </w:rPr>
          <w:fldChar w:fldCharType="begin"/>
        </w:r>
        <w:r w:rsidR="000F2B9C">
          <w:rPr>
            <w:webHidden/>
          </w:rPr>
          <w:instrText xml:space="preserve"> PAGEREF _Toc172385517 \h </w:instrText>
        </w:r>
        <w:r w:rsidR="000F2B9C">
          <w:rPr>
            <w:webHidden/>
          </w:rPr>
        </w:r>
        <w:r w:rsidR="000F2B9C">
          <w:rPr>
            <w:webHidden/>
          </w:rPr>
          <w:fldChar w:fldCharType="separate"/>
        </w:r>
        <w:r w:rsidR="005B7742">
          <w:rPr>
            <w:webHidden/>
          </w:rPr>
          <w:t>11</w:t>
        </w:r>
        <w:r w:rsidR="000F2B9C">
          <w:rPr>
            <w:webHidden/>
          </w:rPr>
          <w:fldChar w:fldCharType="end"/>
        </w:r>
      </w:hyperlink>
    </w:p>
    <w:p w14:paraId="479DE2A2" w14:textId="3CEEEF2A" w:rsidR="000F2B9C" w:rsidRDefault="00D5789B">
      <w:pPr>
        <w:pStyle w:val="af"/>
        <w:spacing w:before="180" w:after="180"/>
        <w:rPr>
          <w:rFonts w:asciiTheme="minorHAnsi" w:eastAsiaTheme="minorEastAsia" w:hAnsiTheme="minorHAnsi" w:cstheme="minorBidi"/>
          <w:kern w:val="2"/>
          <w:sz w:val="21"/>
          <w:szCs w:val="22"/>
        </w:rPr>
      </w:pPr>
      <w:hyperlink w:anchor="_Toc172385518" w:history="1">
        <w:r w:rsidR="000F2B9C" w:rsidRPr="00DD7C7A">
          <w:rPr>
            <w:rStyle w:val="ae"/>
          </w:rPr>
          <w:t>表</w:t>
        </w:r>
        <w:r w:rsidR="000F2B9C" w:rsidRPr="00DD7C7A">
          <w:rPr>
            <w:rStyle w:val="ae"/>
          </w:rPr>
          <w:t>3</w:t>
        </w:r>
        <w:r w:rsidR="000F2B9C" w:rsidRPr="00DD7C7A">
          <w:rPr>
            <w:rStyle w:val="ae"/>
          </w:rPr>
          <w:noBreakHyphen/>
          <w:t>4  OsIf_GetCounter</w:t>
        </w:r>
        <w:r w:rsidR="000F2B9C" w:rsidRPr="00DD7C7A">
          <w:rPr>
            <w:rStyle w:val="ae"/>
          </w:rPr>
          <w:t>函数</w:t>
        </w:r>
        <w:r w:rsidR="000F2B9C">
          <w:rPr>
            <w:webHidden/>
          </w:rPr>
          <w:tab/>
        </w:r>
        <w:r w:rsidR="000F2B9C">
          <w:rPr>
            <w:webHidden/>
          </w:rPr>
          <w:fldChar w:fldCharType="begin"/>
        </w:r>
        <w:r w:rsidR="000F2B9C">
          <w:rPr>
            <w:webHidden/>
          </w:rPr>
          <w:instrText xml:space="preserve"> PAGEREF _Toc172385518 \h </w:instrText>
        </w:r>
        <w:r w:rsidR="000F2B9C">
          <w:rPr>
            <w:webHidden/>
          </w:rPr>
        </w:r>
        <w:r w:rsidR="000F2B9C">
          <w:rPr>
            <w:webHidden/>
          </w:rPr>
          <w:fldChar w:fldCharType="separate"/>
        </w:r>
        <w:r w:rsidR="005B7742">
          <w:rPr>
            <w:webHidden/>
          </w:rPr>
          <w:t>12</w:t>
        </w:r>
        <w:r w:rsidR="000F2B9C">
          <w:rPr>
            <w:webHidden/>
          </w:rPr>
          <w:fldChar w:fldCharType="end"/>
        </w:r>
      </w:hyperlink>
    </w:p>
    <w:p w14:paraId="0F0C2F61" w14:textId="596FB328" w:rsidR="000F2B9C" w:rsidRDefault="00D5789B">
      <w:pPr>
        <w:pStyle w:val="af"/>
        <w:spacing w:before="180" w:after="180"/>
        <w:rPr>
          <w:rFonts w:asciiTheme="minorHAnsi" w:eastAsiaTheme="minorEastAsia" w:hAnsiTheme="minorHAnsi" w:cstheme="minorBidi"/>
          <w:kern w:val="2"/>
          <w:sz w:val="21"/>
          <w:szCs w:val="22"/>
        </w:rPr>
      </w:pPr>
      <w:hyperlink w:anchor="_Toc172385519" w:history="1">
        <w:r w:rsidR="000F2B9C" w:rsidRPr="00DD7C7A">
          <w:rPr>
            <w:rStyle w:val="ae"/>
          </w:rPr>
          <w:t>表</w:t>
        </w:r>
        <w:r w:rsidR="000F2B9C" w:rsidRPr="00DD7C7A">
          <w:rPr>
            <w:rStyle w:val="ae"/>
          </w:rPr>
          <w:t>3</w:t>
        </w:r>
        <w:r w:rsidR="000F2B9C" w:rsidRPr="00DD7C7A">
          <w:rPr>
            <w:rStyle w:val="ae"/>
          </w:rPr>
          <w:noBreakHyphen/>
          <w:t>5  OsIf_Elapsed</w:t>
        </w:r>
        <w:r w:rsidR="000F2B9C" w:rsidRPr="00DD7C7A">
          <w:rPr>
            <w:rStyle w:val="ae"/>
          </w:rPr>
          <w:t>函数</w:t>
        </w:r>
        <w:r w:rsidR="000F2B9C">
          <w:rPr>
            <w:webHidden/>
          </w:rPr>
          <w:tab/>
        </w:r>
        <w:r w:rsidR="000F2B9C">
          <w:rPr>
            <w:webHidden/>
          </w:rPr>
          <w:fldChar w:fldCharType="begin"/>
        </w:r>
        <w:r w:rsidR="000F2B9C">
          <w:rPr>
            <w:webHidden/>
          </w:rPr>
          <w:instrText xml:space="preserve"> PAGEREF _Toc172385519 \h </w:instrText>
        </w:r>
        <w:r w:rsidR="000F2B9C">
          <w:rPr>
            <w:webHidden/>
          </w:rPr>
        </w:r>
        <w:r w:rsidR="000F2B9C">
          <w:rPr>
            <w:webHidden/>
          </w:rPr>
          <w:fldChar w:fldCharType="separate"/>
        </w:r>
        <w:r w:rsidR="005B7742">
          <w:rPr>
            <w:webHidden/>
          </w:rPr>
          <w:t>13</w:t>
        </w:r>
        <w:r w:rsidR="000F2B9C">
          <w:rPr>
            <w:webHidden/>
          </w:rPr>
          <w:fldChar w:fldCharType="end"/>
        </w:r>
      </w:hyperlink>
    </w:p>
    <w:p w14:paraId="61825D80" w14:textId="7A25EDF2" w:rsidR="000F2B9C" w:rsidRDefault="00D5789B">
      <w:pPr>
        <w:pStyle w:val="af"/>
        <w:spacing w:before="180" w:after="180"/>
        <w:rPr>
          <w:rFonts w:asciiTheme="minorHAnsi" w:eastAsiaTheme="minorEastAsia" w:hAnsiTheme="minorHAnsi" w:cstheme="minorBidi"/>
          <w:kern w:val="2"/>
          <w:sz w:val="21"/>
          <w:szCs w:val="22"/>
        </w:rPr>
      </w:pPr>
      <w:hyperlink w:anchor="_Toc172385520" w:history="1">
        <w:r w:rsidR="000F2B9C" w:rsidRPr="00DD7C7A">
          <w:rPr>
            <w:rStyle w:val="ae"/>
          </w:rPr>
          <w:t>表</w:t>
        </w:r>
        <w:r w:rsidR="000F2B9C" w:rsidRPr="00DD7C7A">
          <w:rPr>
            <w:rStyle w:val="ae"/>
          </w:rPr>
          <w:t>3</w:t>
        </w:r>
        <w:r w:rsidR="000F2B9C" w:rsidRPr="00DD7C7A">
          <w:rPr>
            <w:rStyle w:val="ae"/>
          </w:rPr>
          <w:noBreakHyphen/>
          <w:t>6  OsIf_MicrosToTicks</w:t>
        </w:r>
        <w:r w:rsidR="000F2B9C" w:rsidRPr="00DD7C7A">
          <w:rPr>
            <w:rStyle w:val="ae"/>
          </w:rPr>
          <w:t>函数</w:t>
        </w:r>
        <w:r w:rsidR="000F2B9C">
          <w:rPr>
            <w:webHidden/>
          </w:rPr>
          <w:tab/>
        </w:r>
        <w:r w:rsidR="000F2B9C">
          <w:rPr>
            <w:webHidden/>
          </w:rPr>
          <w:fldChar w:fldCharType="begin"/>
        </w:r>
        <w:r w:rsidR="000F2B9C">
          <w:rPr>
            <w:webHidden/>
          </w:rPr>
          <w:instrText xml:space="preserve"> PAGEREF _Toc172385520 \h </w:instrText>
        </w:r>
        <w:r w:rsidR="000F2B9C">
          <w:rPr>
            <w:webHidden/>
          </w:rPr>
        </w:r>
        <w:r w:rsidR="000F2B9C">
          <w:rPr>
            <w:webHidden/>
          </w:rPr>
          <w:fldChar w:fldCharType="separate"/>
        </w:r>
        <w:r w:rsidR="005B7742">
          <w:rPr>
            <w:webHidden/>
          </w:rPr>
          <w:t>13</w:t>
        </w:r>
        <w:r w:rsidR="000F2B9C">
          <w:rPr>
            <w:webHidden/>
          </w:rPr>
          <w:fldChar w:fldCharType="end"/>
        </w:r>
      </w:hyperlink>
    </w:p>
    <w:p w14:paraId="6149D95B" w14:textId="088CA5AE" w:rsidR="000F2B9C" w:rsidRDefault="00D5789B">
      <w:pPr>
        <w:pStyle w:val="af"/>
        <w:spacing w:before="180" w:after="180"/>
        <w:rPr>
          <w:rFonts w:asciiTheme="minorHAnsi" w:eastAsiaTheme="minorEastAsia" w:hAnsiTheme="minorHAnsi" w:cstheme="minorBidi"/>
          <w:kern w:val="2"/>
          <w:sz w:val="21"/>
          <w:szCs w:val="22"/>
        </w:rPr>
      </w:pPr>
      <w:hyperlink w:anchor="_Toc172385521" w:history="1">
        <w:r w:rsidR="000F2B9C" w:rsidRPr="00DD7C7A">
          <w:rPr>
            <w:rStyle w:val="ae"/>
          </w:rPr>
          <w:t>表</w:t>
        </w:r>
        <w:r w:rsidR="000F2B9C" w:rsidRPr="00DD7C7A">
          <w:rPr>
            <w:rStyle w:val="ae"/>
          </w:rPr>
          <w:t>3</w:t>
        </w:r>
        <w:r w:rsidR="000F2B9C" w:rsidRPr="00DD7C7A">
          <w:rPr>
            <w:rStyle w:val="ae"/>
          </w:rPr>
          <w:noBreakHyphen/>
          <w:t>7  OsIf_GetCoreId</w:t>
        </w:r>
        <w:r w:rsidR="000F2B9C" w:rsidRPr="00DD7C7A">
          <w:rPr>
            <w:rStyle w:val="ae"/>
          </w:rPr>
          <w:t>函数</w:t>
        </w:r>
        <w:r w:rsidR="000F2B9C">
          <w:rPr>
            <w:webHidden/>
          </w:rPr>
          <w:tab/>
        </w:r>
        <w:r w:rsidR="000F2B9C">
          <w:rPr>
            <w:webHidden/>
          </w:rPr>
          <w:fldChar w:fldCharType="begin"/>
        </w:r>
        <w:r w:rsidR="000F2B9C">
          <w:rPr>
            <w:webHidden/>
          </w:rPr>
          <w:instrText xml:space="preserve"> PAGEREF _Toc172385521 \h </w:instrText>
        </w:r>
        <w:r w:rsidR="000F2B9C">
          <w:rPr>
            <w:webHidden/>
          </w:rPr>
        </w:r>
        <w:r w:rsidR="000F2B9C">
          <w:rPr>
            <w:webHidden/>
          </w:rPr>
          <w:fldChar w:fldCharType="separate"/>
        </w:r>
        <w:r w:rsidR="005B7742">
          <w:rPr>
            <w:webHidden/>
          </w:rPr>
          <w:t>14</w:t>
        </w:r>
        <w:r w:rsidR="000F2B9C">
          <w:rPr>
            <w:webHidden/>
          </w:rPr>
          <w:fldChar w:fldCharType="end"/>
        </w:r>
      </w:hyperlink>
    </w:p>
    <w:p w14:paraId="69245A70" w14:textId="5F27E065" w:rsidR="000F2B9C" w:rsidRDefault="00D5789B">
      <w:pPr>
        <w:pStyle w:val="af"/>
        <w:spacing w:before="180" w:after="180"/>
        <w:rPr>
          <w:rFonts w:asciiTheme="minorHAnsi" w:eastAsiaTheme="minorEastAsia" w:hAnsiTheme="minorHAnsi" w:cstheme="minorBidi"/>
          <w:kern w:val="2"/>
          <w:sz w:val="21"/>
          <w:szCs w:val="22"/>
        </w:rPr>
      </w:pPr>
      <w:hyperlink w:anchor="_Toc172385522" w:history="1">
        <w:r w:rsidR="000F2B9C" w:rsidRPr="00DD7C7A">
          <w:rPr>
            <w:rStyle w:val="ae"/>
          </w:rPr>
          <w:t>表</w:t>
        </w:r>
        <w:r w:rsidR="000F2B9C" w:rsidRPr="00DD7C7A">
          <w:rPr>
            <w:rStyle w:val="ae"/>
          </w:rPr>
          <w:t>3</w:t>
        </w:r>
        <w:r w:rsidR="000F2B9C" w:rsidRPr="00DD7C7A">
          <w:rPr>
            <w:rStyle w:val="ae"/>
          </w:rPr>
          <w:noBreakHyphen/>
          <w:t>8  OsIf_ResumeAllInterrupts</w:t>
        </w:r>
        <w:r w:rsidR="000F2B9C" w:rsidRPr="00DD7C7A">
          <w:rPr>
            <w:rStyle w:val="ae"/>
          </w:rPr>
          <w:t>函数</w:t>
        </w:r>
        <w:r w:rsidR="000F2B9C">
          <w:rPr>
            <w:webHidden/>
          </w:rPr>
          <w:tab/>
        </w:r>
        <w:r w:rsidR="000F2B9C">
          <w:rPr>
            <w:webHidden/>
          </w:rPr>
          <w:fldChar w:fldCharType="begin"/>
        </w:r>
        <w:r w:rsidR="000F2B9C">
          <w:rPr>
            <w:webHidden/>
          </w:rPr>
          <w:instrText xml:space="preserve"> PAGEREF _Toc172385522 \h </w:instrText>
        </w:r>
        <w:r w:rsidR="000F2B9C">
          <w:rPr>
            <w:webHidden/>
          </w:rPr>
        </w:r>
        <w:r w:rsidR="000F2B9C">
          <w:rPr>
            <w:webHidden/>
          </w:rPr>
          <w:fldChar w:fldCharType="separate"/>
        </w:r>
        <w:r w:rsidR="005B7742">
          <w:rPr>
            <w:webHidden/>
          </w:rPr>
          <w:t>15</w:t>
        </w:r>
        <w:r w:rsidR="000F2B9C">
          <w:rPr>
            <w:webHidden/>
          </w:rPr>
          <w:fldChar w:fldCharType="end"/>
        </w:r>
      </w:hyperlink>
    </w:p>
    <w:p w14:paraId="32AE677C" w14:textId="64D26303" w:rsidR="000F2B9C" w:rsidRDefault="00D5789B">
      <w:pPr>
        <w:pStyle w:val="af"/>
        <w:spacing w:before="180" w:after="180"/>
        <w:rPr>
          <w:rFonts w:asciiTheme="minorHAnsi" w:eastAsiaTheme="minorEastAsia" w:hAnsiTheme="minorHAnsi" w:cstheme="minorBidi"/>
          <w:kern w:val="2"/>
          <w:sz w:val="21"/>
          <w:szCs w:val="22"/>
        </w:rPr>
      </w:pPr>
      <w:hyperlink w:anchor="_Toc172385523" w:history="1">
        <w:r w:rsidR="000F2B9C" w:rsidRPr="00DD7C7A">
          <w:rPr>
            <w:rStyle w:val="ae"/>
          </w:rPr>
          <w:t>表</w:t>
        </w:r>
        <w:r w:rsidR="000F2B9C" w:rsidRPr="00DD7C7A">
          <w:rPr>
            <w:rStyle w:val="ae"/>
          </w:rPr>
          <w:t>3</w:t>
        </w:r>
        <w:r w:rsidR="000F2B9C" w:rsidRPr="00DD7C7A">
          <w:rPr>
            <w:rStyle w:val="ae"/>
          </w:rPr>
          <w:noBreakHyphen/>
          <w:t>9  OsIf_SuspendAllInterrupts</w:t>
        </w:r>
        <w:r w:rsidR="000F2B9C" w:rsidRPr="00DD7C7A">
          <w:rPr>
            <w:rStyle w:val="ae"/>
          </w:rPr>
          <w:t>函数</w:t>
        </w:r>
        <w:r w:rsidR="000F2B9C">
          <w:rPr>
            <w:webHidden/>
          </w:rPr>
          <w:tab/>
        </w:r>
        <w:r w:rsidR="000F2B9C">
          <w:rPr>
            <w:webHidden/>
          </w:rPr>
          <w:fldChar w:fldCharType="begin"/>
        </w:r>
        <w:r w:rsidR="000F2B9C">
          <w:rPr>
            <w:webHidden/>
          </w:rPr>
          <w:instrText xml:space="preserve"> PAGEREF _Toc172385523 \h </w:instrText>
        </w:r>
        <w:r w:rsidR="000F2B9C">
          <w:rPr>
            <w:webHidden/>
          </w:rPr>
        </w:r>
        <w:r w:rsidR="000F2B9C">
          <w:rPr>
            <w:webHidden/>
          </w:rPr>
          <w:fldChar w:fldCharType="separate"/>
        </w:r>
        <w:r w:rsidR="005B7742">
          <w:rPr>
            <w:webHidden/>
          </w:rPr>
          <w:t>15</w:t>
        </w:r>
        <w:r w:rsidR="000F2B9C">
          <w:rPr>
            <w:webHidden/>
          </w:rPr>
          <w:fldChar w:fldCharType="end"/>
        </w:r>
      </w:hyperlink>
    </w:p>
    <w:p w14:paraId="3264A3CB" w14:textId="188C268B" w:rsidR="00847E3F" w:rsidRPr="004A3198" w:rsidRDefault="001B5941" w:rsidP="008D639C">
      <w:pPr>
        <w:spacing w:before="180" w:after="180"/>
      </w:pPr>
      <w:r w:rsidRPr="004A3198">
        <w:fldChar w:fldCharType="end"/>
      </w:r>
    </w:p>
    <w:p w14:paraId="1AB653C7" w14:textId="232E7E74" w:rsidR="00042725" w:rsidRPr="004A3198" w:rsidRDefault="00042725" w:rsidP="00DA6042">
      <w:pPr>
        <w:pStyle w:val="1"/>
      </w:pPr>
      <w:bookmarkStart w:id="9" w:name="_外设访问权限配置寄存器(PACRG)"/>
      <w:bookmarkStart w:id="10" w:name="_存储保护单元（MPU）"/>
      <w:bookmarkStart w:id="11" w:name="_Toc172382384"/>
      <w:bookmarkStart w:id="12" w:name="_Toc90507397"/>
      <w:bookmarkStart w:id="13" w:name="_Toc94175625"/>
      <w:bookmarkStart w:id="14" w:name="_Toc116584526"/>
      <w:bookmarkStart w:id="15" w:name="_Toc87285717"/>
      <w:bookmarkEnd w:id="9"/>
      <w:bookmarkEnd w:id="10"/>
      <w:r w:rsidRPr="004A3198">
        <w:rPr>
          <w:rFonts w:hint="eastAsia"/>
          <w:lang w:eastAsia="zh-CN"/>
        </w:rPr>
        <w:lastRenderedPageBreak/>
        <w:t>文中的约定</w:t>
      </w:r>
      <w:bookmarkEnd w:id="11"/>
    </w:p>
    <w:p w14:paraId="11F62DDD" w14:textId="77777777" w:rsidR="00042725" w:rsidRPr="004A3198" w:rsidRDefault="00042725" w:rsidP="00042725">
      <w:pPr>
        <w:pStyle w:val="2"/>
      </w:pPr>
      <w:bookmarkStart w:id="16" w:name="_Toc116584524"/>
      <w:bookmarkStart w:id="17" w:name="_Toc151365548"/>
      <w:bookmarkStart w:id="18" w:name="_Toc172382385"/>
      <w:r w:rsidRPr="004A3198">
        <w:rPr>
          <w:rFonts w:hint="eastAsia"/>
        </w:rPr>
        <w:t>术语缩写</w:t>
      </w:r>
      <w:bookmarkEnd w:id="16"/>
      <w:bookmarkEnd w:id="17"/>
      <w:bookmarkEnd w:id="18"/>
    </w:p>
    <w:p w14:paraId="2C4A272A" w14:textId="42D3A114" w:rsidR="00042725" w:rsidRPr="004A3198" w:rsidRDefault="00D475DF" w:rsidP="00D475DF">
      <w:pPr>
        <w:pStyle w:val="a5"/>
        <w:spacing w:before="180" w:after="180"/>
      </w:pPr>
      <w:bookmarkStart w:id="19" w:name="_Toc151365822"/>
      <w:bookmarkStart w:id="20" w:name="_Toc172385512"/>
      <w:r w:rsidRPr="004A3198">
        <w:rPr>
          <w:rFonts w:hint="eastAsia"/>
        </w:rPr>
        <w:t>表</w:t>
      </w:r>
      <w:r w:rsidRPr="004A3198">
        <w:rPr>
          <w:rFonts w:hint="eastAsia"/>
        </w:rPr>
        <w:t xml:space="preserve"> </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1</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1</w:t>
      </w:r>
      <w:r w:rsidR="00DA6829">
        <w:fldChar w:fldCharType="end"/>
      </w:r>
      <w:r w:rsidR="00042725" w:rsidRPr="004A3198">
        <w:rPr>
          <w:rFonts w:hint="eastAsia"/>
        </w:rPr>
        <w:t>术语缩写</w:t>
      </w:r>
      <w:bookmarkEnd w:id="19"/>
      <w:bookmarkEnd w:id="20"/>
    </w:p>
    <w:tbl>
      <w:tblPr>
        <w:tblStyle w:val="MCU"/>
        <w:tblW w:w="4983" w:type="pct"/>
        <w:jc w:val="left"/>
        <w:tblLook w:val="04A0" w:firstRow="1" w:lastRow="0" w:firstColumn="1" w:lastColumn="0" w:noHBand="0" w:noVBand="1"/>
      </w:tblPr>
      <w:tblGrid>
        <w:gridCol w:w="2537"/>
        <w:gridCol w:w="4111"/>
        <w:gridCol w:w="2317"/>
      </w:tblGrid>
      <w:tr w:rsidR="00042725" w:rsidRPr="004A3198" w14:paraId="63CD4B2F" w14:textId="77777777" w:rsidTr="00042725">
        <w:trPr>
          <w:cnfStyle w:val="100000000000" w:firstRow="1" w:lastRow="0" w:firstColumn="0" w:lastColumn="0" w:oddVBand="0" w:evenVBand="0" w:oddHBand="0" w:evenHBand="0" w:firstRowFirstColumn="0" w:firstRowLastColumn="0" w:lastRowFirstColumn="0" w:lastRowLastColumn="0"/>
          <w:tblHeader w:val="0"/>
          <w:jc w:val="left"/>
        </w:trPr>
        <w:tc>
          <w:tcPr>
            <w:tcW w:w="1415" w:type="pct"/>
            <w:vAlign w:val="bottom"/>
          </w:tcPr>
          <w:p w14:paraId="33CD52B8" w14:textId="77777777" w:rsidR="00042725" w:rsidRPr="004A3198" w:rsidRDefault="00042725" w:rsidP="00042725">
            <w:pPr>
              <w:spacing w:beforeLines="0" w:before="0" w:afterLines="0" w:after="0"/>
              <w:jc w:val="left"/>
              <w:rPr>
                <w:rFonts w:ascii="Century Schoolbook" w:hAnsi="Century Schoolbook"/>
              </w:rPr>
            </w:pPr>
            <w:r w:rsidRPr="004A3198">
              <w:rPr>
                <w:rFonts w:ascii="Century Schoolbook" w:hAnsi="Century Schoolbook" w:hint="eastAsia"/>
              </w:rPr>
              <w:t>缩写</w:t>
            </w:r>
          </w:p>
        </w:tc>
        <w:tc>
          <w:tcPr>
            <w:tcW w:w="2293" w:type="pct"/>
            <w:vAlign w:val="bottom"/>
          </w:tcPr>
          <w:p w14:paraId="66EB3C3A" w14:textId="77777777" w:rsidR="00042725" w:rsidRPr="004A3198" w:rsidRDefault="00042725" w:rsidP="00042725">
            <w:pPr>
              <w:spacing w:beforeLines="0" w:before="0" w:afterLines="0" w:after="0"/>
              <w:jc w:val="left"/>
              <w:rPr>
                <w:rFonts w:ascii="Century Schoolbook" w:hAnsi="Century Schoolbook"/>
              </w:rPr>
            </w:pPr>
            <w:r w:rsidRPr="004A3198">
              <w:rPr>
                <w:rFonts w:ascii="Century Schoolbook" w:hAnsi="Century Schoolbook" w:hint="eastAsia"/>
              </w:rPr>
              <w:t>全称</w:t>
            </w:r>
          </w:p>
        </w:tc>
        <w:tc>
          <w:tcPr>
            <w:tcW w:w="1292" w:type="pct"/>
            <w:vAlign w:val="bottom"/>
          </w:tcPr>
          <w:p w14:paraId="69725FAC" w14:textId="77777777" w:rsidR="00042725" w:rsidRPr="004A3198" w:rsidRDefault="00042725" w:rsidP="00042725">
            <w:pPr>
              <w:spacing w:beforeLines="0" w:before="0" w:afterLines="0" w:after="0"/>
              <w:jc w:val="left"/>
              <w:rPr>
                <w:rFonts w:ascii="Century Schoolbook" w:hAnsi="Century Schoolbook"/>
              </w:rPr>
            </w:pPr>
            <w:r w:rsidRPr="004A3198">
              <w:rPr>
                <w:rFonts w:ascii="Century Schoolbook" w:hAnsi="Century Schoolbook" w:hint="eastAsia"/>
              </w:rPr>
              <w:t>描述</w:t>
            </w:r>
          </w:p>
        </w:tc>
      </w:tr>
      <w:tr w:rsidR="00042725" w:rsidRPr="004A3198" w14:paraId="46241AC4" w14:textId="77777777" w:rsidTr="00042725">
        <w:trPr>
          <w:jc w:val="left"/>
        </w:trPr>
        <w:tc>
          <w:tcPr>
            <w:tcW w:w="1415" w:type="pct"/>
            <w:vAlign w:val="bottom"/>
          </w:tcPr>
          <w:p w14:paraId="55CA3406" w14:textId="77777777" w:rsidR="00042725" w:rsidRPr="004A3198" w:rsidRDefault="00042725" w:rsidP="00042725">
            <w:pPr>
              <w:spacing w:beforeLines="0" w:before="0" w:afterLines="0" w:after="0"/>
              <w:jc w:val="left"/>
            </w:pPr>
            <w:r w:rsidRPr="004A3198">
              <w:rPr>
                <w:rFonts w:cs="宋体"/>
                <w:color w:val="000000"/>
              </w:rPr>
              <w:t>API</w:t>
            </w:r>
          </w:p>
        </w:tc>
        <w:tc>
          <w:tcPr>
            <w:tcW w:w="2293" w:type="pct"/>
            <w:vAlign w:val="bottom"/>
          </w:tcPr>
          <w:p w14:paraId="493A9DE0" w14:textId="77777777" w:rsidR="00042725" w:rsidRPr="004A3198" w:rsidRDefault="00042725" w:rsidP="00042725">
            <w:pPr>
              <w:spacing w:beforeLines="0" w:before="0" w:afterLines="0" w:after="0"/>
              <w:jc w:val="left"/>
            </w:pPr>
            <w:r w:rsidRPr="004A3198">
              <w:rPr>
                <w:rFonts w:cs="宋体"/>
                <w:color w:val="000000"/>
              </w:rPr>
              <w:t>Application Programming Interface</w:t>
            </w:r>
          </w:p>
        </w:tc>
        <w:tc>
          <w:tcPr>
            <w:tcW w:w="1292" w:type="pct"/>
            <w:vAlign w:val="bottom"/>
          </w:tcPr>
          <w:p w14:paraId="68C77017" w14:textId="77777777" w:rsidR="00042725" w:rsidRPr="004A3198" w:rsidRDefault="00042725" w:rsidP="00042725">
            <w:pPr>
              <w:spacing w:beforeLines="0" w:before="0" w:afterLines="0" w:after="0"/>
              <w:jc w:val="left"/>
            </w:pPr>
            <w:r w:rsidRPr="004A3198">
              <w:rPr>
                <w:rFonts w:cs="宋体" w:hint="eastAsia"/>
                <w:color w:val="000000"/>
              </w:rPr>
              <w:t>应用程序接口</w:t>
            </w:r>
          </w:p>
        </w:tc>
      </w:tr>
      <w:tr w:rsidR="00042725" w:rsidRPr="004A3198" w14:paraId="3DC76FF1" w14:textId="77777777" w:rsidTr="00042725">
        <w:trPr>
          <w:jc w:val="left"/>
        </w:trPr>
        <w:tc>
          <w:tcPr>
            <w:tcW w:w="1415" w:type="pct"/>
            <w:vAlign w:val="bottom"/>
          </w:tcPr>
          <w:p w14:paraId="7223A711" w14:textId="77777777" w:rsidR="00042725" w:rsidRPr="004A3198" w:rsidRDefault="00042725" w:rsidP="00042725">
            <w:pPr>
              <w:spacing w:beforeLines="0" w:before="0" w:afterLines="0" w:after="0"/>
              <w:jc w:val="left"/>
              <w:rPr>
                <w:rFonts w:cs="宋体"/>
                <w:color w:val="000000"/>
              </w:rPr>
            </w:pPr>
            <w:r w:rsidRPr="004A3198">
              <w:rPr>
                <w:rFonts w:cs="宋体" w:hint="eastAsia"/>
                <w:color w:val="000000"/>
              </w:rPr>
              <w:t>AUTOSAR</w:t>
            </w:r>
          </w:p>
        </w:tc>
        <w:tc>
          <w:tcPr>
            <w:tcW w:w="2293" w:type="pct"/>
            <w:vAlign w:val="bottom"/>
          </w:tcPr>
          <w:p w14:paraId="5CCD3D85" w14:textId="77777777" w:rsidR="00042725" w:rsidRPr="004A3198" w:rsidRDefault="00042725" w:rsidP="00042725">
            <w:pPr>
              <w:spacing w:beforeLines="0" w:before="0" w:afterLines="0" w:after="0"/>
              <w:jc w:val="left"/>
              <w:rPr>
                <w:rFonts w:cs="宋体"/>
                <w:color w:val="000000"/>
              </w:rPr>
            </w:pPr>
            <w:r w:rsidRPr="004A3198">
              <w:rPr>
                <w:rStyle w:val="affc"/>
                <w:rFonts w:cs="Arial"/>
                <w:bCs/>
                <w:i w:val="0"/>
                <w:iCs w:val="0"/>
                <w:color w:val="333333"/>
                <w:shd w:val="clear" w:color="auto" w:fill="FFFFFF"/>
              </w:rPr>
              <w:t>AUTomotive Open Systems Architecture</w:t>
            </w:r>
          </w:p>
        </w:tc>
        <w:tc>
          <w:tcPr>
            <w:tcW w:w="1292" w:type="pct"/>
            <w:vAlign w:val="bottom"/>
          </w:tcPr>
          <w:p w14:paraId="48BE0B61" w14:textId="77777777" w:rsidR="00042725" w:rsidRPr="004A3198" w:rsidRDefault="00042725" w:rsidP="00042725">
            <w:pPr>
              <w:spacing w:beforeLines="0" w:before="0" w:afterLines="0" w:after="0"/>
              <w:jc w:val="left"/>
              <w:rPr>
                <w:rFonts w:cs="宋体"/>
                <w:color w:val="000000"/>
              </w:rPr>
            </w:pPr>
            <w:r w:rsidRPr="004A3198">
              <w:rPr>
                <w:rFonts w:cs="宋体" w:hint="eastAsia"/>
                <w:color w:val="000000"/>
              </w:rPr>
              <w:t>汽车开放系统架构</w:t>
            </w:r>
          </w:p>
        </w:tc>
      </w:tr>
      <w:tr w:rsidR="00042725" w:rsidRPr="004A3198" w14:paraId="3F4D104A" w14:textId="77777777" w:rsidTr="00042725">
        <w:trPr>
          <w:jc w:val="left"/>
        </w:trPr>
        <w:tc>
          <w:tcPr>
            <w:tcW w:w="1415" w:type="pct"/>
            <w:vAlign w:val="bottom"/>
          </w:tcPr>
          <w:p w14:paraId="271E3304" w14:textId="77777777" w:rsidR="00042725" w:rsidRPr="004A3198" w:rsidRDefault="00042725" w:rsidP="00042725">
            <w:pPr>
              <w:spacing w:beforeLines="0" w:before="0" w:afterLines="0" w:after="0"/>
              <w:jc w:val="left"/>
            </w:pPr>
            <w:r w:rsidRPr="004A3198">
              <w:rPr>
                <w:rFonts w:cs="宋体"/>
                <w:color w:val="000000"/>
              </w:rPr>
              <w:t>BSW</w:t>
            </w:r>
          </w:p>
        </w:tc>
        <w:tc>
          <w:tcPr>
            <w:tcW w:w="2293" w:type="pct"/>
            <w:vAlign w:val="bottom"/>
          </w:tcPr>
          <w:p w14:paraId="4C97D859" w14:textId="77777777" w:rsidR="00042725" w:rsidRPr="004A3198" w:rsidRDefault="00042725" w:rsidP="00042725">
            <w:pPr>
              <w:spacing w:beforeLines="0" w:before="0" w:afterLines="0" w:after="0"/>
              <w:jc w:val="left"/>
            </w:pPr>
            <w:r w:rsidRPr="004A3198">
              <w:rPr>
                <w:rFonts w:cs="宋体"/>
                <w:color w:val="000000"/>
              </w:rPr>
              <w:t>Basic Software L</w:t>
            </w:r>
            <w:r w:rsidRPr="004A3198">
              <w:rPr>
                <w:rFonts w:cs="宋体" w:hint="eastAsia"/>
                <w:color w:val="000000"/>
              </w:rPr>
              <w:t>ayer</w:t>
            </w:r>
          </w:p>
        </w:tc>
        <w:tc>
          <w:tcPr>
            <w:tcW w:w="1292" w:type="pct"/>
            <w:vAlign w:val="bottom"/>
          </w:tcPr>
          <w:p w14:paraId="7853BB80" w14:textId="77777777" w:rsidR="00042725" w:rsidRPr="004A3198" w:rsidRDefault="00042725" w:rsidP="00042725">
            <w:pPr>
              <w:spacing w:beforeLines="0" w:before="0" w:afterLines="0" w:after="0"/>
              <w:jc w:val="left"/>
            </w:pPr>
            <w:r w:rsidRPr="004A3198">
              <w:rPr>
                <w:rFonts w:cs="宋体" w:hint="eastAsia"/>
                <w:color w:val="000000"/>
              </w:rPr>
              <w:t>基础软件层</w:t>
            </w:r>
          </w:p>
        </w:tc>
      </w:tr>
      <w:tr w:rsidR="00042725" w:rsidRPr="004A3198" w14:paraId="66BA1152" w14:textId="77777777" w:rsidTr="00042725">
        <w:trPr>
          <w:jc w:val="left"/>
        </w:trPr>
        <w:tc>
          <w:tcPr>
            <w:tcW w:w="1415" w:type="pct"/>
            <w:vAlign w:val="bottom"/>
          </w:tcPr>
          <w:p w14:paraId="6F74BC77" w14:textId="77777777" w:rsidR="00042725" w:rsidRPr="004A3198" w:rsidRDefault="00042725" w:rsidP="00042725">
            <w:pPr>
              <w:spacing w:beforeLines="0" w:before="0" w:afterLines="0" w:after="0"/>
              <w:jc w:val="left"/>
            </w:pPr>
            <w:r w:rsidRPr="004A3198">
              <w:rPr>
                <w:rFonts w:cs="宋体" w:hint="eastAsia"/>
                <w:color w:val="000000"/>
              </w:rPr>
              <w:t>DET</w:t>
            </w:r>
          </w:p>
        </w:tc>
        <w:tc>
          <w:tcPr>
            <w:tcW w:w="2293" w:type="pct"/>
            <w:vAlign w:val="bottom"/>
          </w:tcPr>
          <w:p w14:paraId="6C6F1990" w14:textId="77777777" w:rsidR="00042725" w:rsidRPr="004A3198" w:rsidRDefault="00042725" w:rsidP="00042725">
            <w:pPr>
              <w:spacing w:beforeLines="0" w:before="0" w:afterLines="0" w:after="0"/>
              <w:jc w:val="left"/>
            </w:pPr>
            <w:r w:rsidRPr="004A3198">
              <w:rPr>
                <w:rFonts w:cs="宋体"/>
                <w:color w:val="000000"/>
              </w:rPr>
              <w:t>Development Error Tracer</w:t>
            </w:r>
          </w:p>
        </w:tc>
        <w:tc>
          <w:tcPr>
            <w:tcW w:w="1292" w:type="pct"/>
            <w:vAlign w:val="bottom"/>
          </w:tcPr>
          <w:p w14:paraId="7D349EB9" w14:textId="77777777" w:rsidR="00042725" w:rsidRPr="004A3198" w:rsidRDefault="00042725" w:rsidP="00042725">
            <w:pPr>
              <w:spacing w:beforeLines="0" w:before="0" w:afterLines="0" w:after="0"/>
              <w:jc w:val="left"/>
            </w:pPr>
            <w:r w:rsidRPr="004A3198">
              <w:rPr>
                <w:rFonts w:cs="宋体" w:hint="eastAsia"/>
                <w:color w:val="000000"/>
              </w:rPr>
              <w:t>开发错误追踪器</w:t>
            </w:r>
          </w:p>
        </w:tc>
      </w:tr>
      <w:tr w:rsidR="00D32016" w:rsidRPr="004A3198" w14:paraId="7FB95940" w14:textId="77777777" w:rsidTr="00042725">
        <w:trPr>
          <w:jc w:val="left"/>
        </w:trPr>
        <w:tc>
          <w:tcPr>
            <w:tcW w:w="1415" w:type="pct"/>
            <w:vAlign w:val="bottom"/>
          </w:tcPr>
          <w:p w14:paraId="0B376935" w14:textId="6DDECB6F" w:rsidR="00D32016" w:rsidRPr="004A3198" w:rsidRDefault="00D32016" w:rsidP="00D32016">
            <w:pPr>
              <w:spacing w:beforeLines="0" w:before="0" w:afterLines="0" w:after="0"/>
              <w:jc w:val="left"/>
            </w:pPr>
            <w:r w:rsidRPr="004A3198">
              <w:rPr>
                <w:rFonts w:cs="宋体"/>
                <w:color w:val="000000"/>
              </w:rPr>
              <w:t>ECU</w:t>
            </w:r>
          </w:p>
        </w:tc>
        <w:tc>
          <w:tcPr>
            <w:tcW w:w="2293" w:type="pct"/>
            <w:vAlign w:val="bottom"/>
          </w:tcPr>
          <w:p w14:paraId="67CBD7BD" w14:textId="0CE04AB2" w:rsidR="00D32016" w:rsidRPr="004A3198" w:rsidRDefault="00D32016" w:rsidP="00D32016">
            <w:pPr>
              <w:spacing w:beforeLines="0" w:before="0" w:afterLines="0" w:after="0"/>
              <w:jc w:val="left"/>
            </w:pPr>
            <w:r w:rsidRPr="004A3198">
              <w:rPr>
                <w:rFonts w:cs="宋体"/>
                <w:color w:val="000000"/>
              </w:rPr>
              <w:t>Electronic Control Unit</w:t>
            </w:r>
          </w:p>
        </w:tc>
        <w:tc>
          <w:tcPr>
            <w:tcW w:w="1292" w:type="pct"/>
            <w:vAlign w:val="bottom"/>
          </w:tcPr>
          <w:p w14:paraId="1220646D" w14:textId="3B8CB788" w:rsidR="00D32016" w:rsidRPr="004A3198" w:rsidRDefault="00D32016" w:rsidP="00D32016">
            <w:pPr>
              <w:spacing w:beforeLines="0" w:before="0" w:afterLines="0" w:after="0"/>
              <w:jc w:val="left"/>
            </w:pPr>
            <w:r w:rsidRPr="004A3198">
              <w:rPr>
                <w:rFonts w:cs="宋体" w:hint="eastAsia"/>
                <w:color w:val="000000"/>
              </w:rPr>
              <w:t>电子控制单元</w:t>
            </w:r>
          </w:p>
        </w:tc>
      </w:tr>
      <w:tr w:rsidR="00D32016" w:rsidRPr="004A3198" w14:paraId="35A7C7B8" w14:textId="77777777" w:rsidTr="00042725">
        <w:trPr>
          <w:jc w:val="left"/>
        </w:trPr>
        <w:tc>
          <w:tcPr>
            <w:tcW w:w="1415" w:type="pct"/>
            <w:vAlign w:val="bottom"/>
          </w:tcPr>
          <w:p w14:paraId="7DCE9716" w14:textId="00A5A0D5" w:rsidR="00D32016" w:rsidRPr="004A3198" w:rsidRDefault="00D32016" w:rsidP="00D32016">
            <w:pPr>
              <w:spacing w:beforeLines="0" w:before="0" w:afterLines="0" w:after="0"/>
              <w:jc w:val="left"/>
              <w:rPr>
                <w:rFonts w:cs="宋体"/>
                <w:color w:val="000000"/>
              </w:rPr>
            </w:pPr>
            <w:r w:rsidRPr="004A3198">
              <w:rPr>
                <w:rFonts w:cs="宋体"/>
                <w:color w:val="000000"/>
              </w:rPr>
              <w:t>MCU</w:t>
            </w:r>
          </w:p>
        </w:tc>
        <w:tc>
          <w:tcPr>
            <w:tcW w:w="2293" w:type="pct"/>
            <w:vAlign w:val="bottom"/>
          </w:tcPr>
          <w:p w14:paraId="79871BE1" w14:textId="6D17CDB0" w:rsidR="00D32016" w:rsidRPr="004A3198" w:rsidRDefault="00D32016" w:rsidP="00D32016">
            <w:pPr>
              <w:spacing w:beforeLines="0" w:before="0" w:afterLines="0" w:after="0"/>
              <w:jc w:val="left"/>
              <w:rPr>
                <w:rFonts w:cs="宋体"/>
                <w:color w:val="000000"/>
              </w:rPr>
            </w:pPr>
            <w:r w:rsidRPr="004A3198">
              <w:rPr>
                <w:rFonts w:cs="宋体"/>
                <w:color w:val="000000"/>
              </w:rPr>
              <w:t>Microcontroller Unit</w:t>
            </w:r>
          </w:p>
        </w:tc>
        <w:tc>
          <w:tcPr>
            <w:tcW w:w="1292" w:type="pct"/>
            <w:vAlign w:val="bottom"/>
          </w:tcPr>
          <w:p w14:paraId="4F456E5D" w14:textId="453ACFA0" w:rsidR="00D32016" w:rsidRPr="004A3198" w:rsidRDefault="00D32016" w:rsidP="00D32016">
            <w:pPr>
              <w:spacing w:beforeLines="0" w:before="0" w:afterLines="0" w:after="0"/>
              <w:jc w:val="left"/>
              <w:rPr>
                <w:rFonts w:cs="宋体"/>
                <w:color w:val="000000"/>
              </w:rPr>
            </w:pPr>
            <w:r w:rsidRPr="004A3198">
              <w:rPr>
                <w:rFonts w:cs="宋体" w:hint="eastAsia"/>
                <w:color w:val="000000"/>
              </w:rPr>
              <w:t>微控制器单元</w:t>
            </w:r>
          </w:p>
        </w:tc>
      </w:tr>
      <w:tr w:rsidR="00D32016" w:rsidRPr="004A3198" w14:paraId="547AE7E9" w14:textId="77777777" w:rsidTr="00042725">
        <w:trPr>
          <w:jc w:val="left"/>
        </w:trPr>
        <w:tc>
          <w:tcPr>
            <w:tcW w:w="1415" w:type="pct"/>
            <w:vAlign w:val="bottom"/>
          </w:tcPr>
          <w:p w14:paraId="1B5A7874" w14:textId="0A1FB9E7" w:rsidR="00D32016" w:rsidRPr="004A3198" w:rsidRDefault="00D32016" w:rsidP="00D32016">
            <w:pPr>
              <w:spacing w:beforeLines="0" w:before="0" w:afterLines="0" w:after="0"/>
              <w:jc w:val="left"/>
              <w:rPr>
                <w:rFonts w:cs="宋体"/>
                <w:color w:val="000000"/>
              </w:rPr>
            </w:pPr>
            <w:r w:rsidRPr="004A3198">
              <w:rPr>
                <w:rFonts w:cs="宋体"/>
                <w:color w:val="000000"/>
              </w:rPr>
              <w:t>MCAL</w:t>
            </w:r>
          </w:p>
        </w:tc>
        <w:tc>
          <w:tcPr>
            <w:tcW w:w="2293" w:type="pct"/>
            <w:vAlign w:val="bottom"/>
          </w:tcPr>
          <w:p w14:paraId="78CBC909" w14:textId="7E2B87BD" w:rsidR="00D32016" w:rsidRPr="004A3198" w:rsidRDefault="00D32016" w:rsidP="00D32016">
            <w:pPr>
              <w:spacing w:beforeLines="0" w:before="0" w:afterLines="0" w:after="0"/>
              <w:jc w:val="left"/>
              <w:rPr>
                <w:rFonts w:cs="宋体"/>
                <w:color w:val="000000"/>
              </w:rPr>
            </w:pPr>
            <w:r w:rsidRPr="004A3198">
              <w:rPr>
                <w:rFonts w:cs="宋体"/>
                <w:color w:val="000000"/>
              </w:rPr>
              <w:t xml:space="preserve">Microcontroller Abstraction </w:t>
            </w:r>
            <w:hyperlink r:id="rId12" w:tgtFrame="_blank" w:history="1">
              <w:r w:rsidRPr="004A3198">
                <w:rPr>
                  <w:rFonts w:cs="宋体"/>
                  <w:color w:val="000000"/>
                </w:rPr>
                <w:t>Layer</w:t>
              </w:r>
            </w:hyperlink>
          </w:p>
        </w:tc>
        <w:tc>
          <w:tcPr>
            <w:tcW w:w="1292" w:type="pct"/>
            <w:vAlign w:val="bottom"/>
          </w:tcPr>
          <w:p w14:paraId="3CEC68BD" w14:textId="67036009" w:rsidR="00D32016" w:rsidRPr="004A3198" w:rsidRDefault="00D32016" w:rsidP="00D32016">
            <w:pPr>
              <w:spacing w:beforeLines="0" w:before="0" w:afterLines="0" w:after="0"/>
              <w:jc w:val="left"/>
              <w:rPr>
                <w:rFonts w:cs="宋体"/>
                <w:color w:val="000000"/>
              </w:rPr>
            </w:pPr>
            <w:r w:rsidRPr="004A3198">
              <w:rPr>
                <w:rFonts w:cs="宋体" w:hint="eastAsia"/>
                <w:color w:val="000000"/>
              </w:rPr>
              <w:t>微控制抽象层</w:t>
            </w:r>
          </w:p>
        </w:tc>
      </w:tr>
      <w:tr w:rsidR="00D32016" w:rsidRPr="004A3198" w14:paraId="2B74AA4E" w14:textId="77777777" w:rsidTr="00042725">
        <w:trPr>
          <w:jc w:val="left"/>
        </w:trPr>
        <w:tc>
          <w:tcPr>
            <w:tcW w:w="1415" w:type="pct"/>
            <w:vAlign w:val="bottom"/>
          </w:tcPr>
          <w:p w14:paraId="373040D3" w14:textId="35B64C8D" w:rsidR="00D32016" w:rsidRPr="004A3198" w:rsidRDefault="00D32016" w:rsidP="00D32016">
            <w:pPr>
              <w:spacing w:beforeLines="0" w:before="0" w:afterLines="0" w:after="0"/>
              <w:jc w:val="left"/>
              <w:rPr>
                <w:rFonts w:cs="宋体"/>
                <w:color w:val="000000"/>
              </w:rPr>
            </w:pPr>
            <w:r w:rsidRPr="004A3198">
              <w:rPr>
                <w:rFonts w:cs="宋体"/>
                <w:color w:val="000000"/>
              </w:rPr>
              <w:t>OS</w:t>
            </w:r>
          </w:p>
        </w:tc>
        <w:tc>
          <w:tcPr>
            <w:tcW w:w="2293" w:type="pct"/>
            <w:vAlign w:val="bottom"/>
          </w:tcPr>
          <w:p w14:paraId="5133BAE3" w14:textId="2DA38B60" w:rsidR="00D32016" w:rsidRPr="004A3198" w:rsidRDefault="00D32016" w:rsidP="00D32016">
            <w:pPr>
              <w:spacing w:beforeLines="0" w:before="0" w:afterLines="0" w:after="0"/>
              <w:jc w:val="left"/>
              <w:rPr>
                <w:rFonts w:cs="宋体"/>
                <w:color w:val="000000"/>
              </w:rPr>
            </w:pPr>
            <w:r w:rsidRPr="004A3198">
              <w:rPr>
                <w:rFonts w:cs="宋体"/>
                <w:color w:val="000000"/>
              </w:rPr>
              <w:t>Operati</w:t>
            </w:r>
            <w:r w:rsidRPr="004A3198">
              <w:rPr>
                <w:rFonts w:cs="宋体" w:hint="eastAsia"/>
                <w:color w:val="000000"/>
              </w:rPr>
              <w:t>on</w:t>
            </w:r>
            <w:r w:rsidRPr="004A3198">
              <w:rPr>
                <w:rFonts w:cs="宋体"/>
                <w:color w:val="000000"/>
              </w:rPr>
              <w:t xml:space="preserve"> System</w:t>
            </w:r>
          </w:p>
        </w:tc>
        <w:tc>
          <w:tcPr>
            <w:tcW w:w="1292" w:type="pct"/>
            <w:vAlign w:val="bottom"/>
          </w:tcPr>
          <w:p w14:paraId="4895874F" w14:textId="7626A6A8" w:rsidR="00D32016" w:rsidRPr="004A3198" w:rsidRDefault="00D32016" w:rsidP="00D32016">
            <w:pPr>
              <w:spacing w:beforeLines="0" w:before="0" w:afterLines="0" w:after="0"/>
              <w:jc w:val="left"/>
              <w:rPr>
                <w:rFonts w:cs="宋体"/>
                <w:color w:val="000000"/>
              </w:rPr>
            </w:pPr>
            <w:r w:rsidRPr="004A3198">
              <w:rPr>
                <w:rFonts w:cs="宋体" w:hint="eastAsia"/>
                <w:color w:val="000000"/>
              </w:rPr>
              <w:t>操作系统</w:t>
            </w:r>
          </w:p>
        </w:tc>
      </w:tr>
      <w:tr w:rsidR="00D32016" w:rsidRPr="004A3198" w14:paraId="0DBC7FEF" w14:textId="77777777" w:rsidTr="00042725">
        <w:trPr>
          <w:jc w:val="left"/>
        </w:trPr>
        <w:tc>
          <w:tcPr>
            <w:tcW w:w="1415" w:type="pct"/>
            <w:vAlign w:val="bottom"/>
          </w:tcPr>
          <w:p w14:paraId="4D94334D" w14:textId="1384BD7B" w:rsidR="00D32016" w:rsidRPr="004A3198" w:rsidRDefault="00D32016" w:rsidP="00D32016">
            <w:pPr>
              <w:spacing w:beforeLines="0" w:before="0" w:afterLines="0" w:after="0"/>
              <w:jc w:val="left"/>
              <w:rPr>
                <w:rFonts w:cs="宋体"/>
                <w:color w:val="000000"/>
              </w:rPr>
            </w:pPr>
            <w:r w:rsidRPr="004A3198">
              <w:rPr>
                <w:rFonts w:cs="宋体"/>
                <w:color w:val="000000"/>
              </w:rPr>
              <w:t>RAM</w:t>
            </w:r>
          </w:p>
        </w:tc>
        <w:tc>
          <w:tcPr>
            <w:tcW w:w="2293" w:type="pct"/>
            <w:vAlign w:val="bottom"/>
          </w:tcPr>
          <w:p w14:paraId="498100EA" w14:textId="6665E05D" w:rsidR="00D32016" w:rsidRPr="004A3198" w:rsidRDefault="00D32016" w:rsidP="00D32016">
            <w:pPr>
              <w:spacing w:beforeLines="0" w:before="0" w:afterLines="0" w:after="0"/>
              <w:jc w:val="left"/>
              <w:rPr>
                <w:rFonts w:cs="宋体"/>
                <w:color w:val="000000"/>
              </w:rPr>
            </w:pPr>
            <w:r w:rsidRPr="004A3198">
              <w:rPr>
                <w:rFonts w:cs="宋体"/>
                <w:color w:val="000000"/>
              </w:rPr>
              <w:t>Random Access Memory</w:t>
            </w:r>
          </w:p>
        </w:tc>
        <w:tc>
          <w:tcPr>
            <w:tcW w:w="1292" w:type="pct"/>
            <w:vAlign w:val="bottom"/>
          </w:tcPr>
          <w:p w14:paraId="750CF915" w14:textId="6D5D30F7" w:rsidR="00D32016" w:rsidRPr="004A3198" w:rsidRDefault="00D32016" w:rsidP="00D32016">
            <w:pPr>
              <w:spacing w:beforeLines="0" w:before="0" w:afterLines="0" w:after="0"/>
              <w:jc w:val="left"/>
              <w:rPr>
                <w:rFonts w:cs="宋体"/>
                <w:color w:val="000000"/>
              </w:rPr>
            </w:pPr>
            <w:r w:rsidRPr="004A3198">
              <w:rPr>
                <w:rFonts w:cs="宋体" w:hint="eastAsia"/>
                <w:color w:val="000000"/>
              </w:rPr>
              <w:t>随机存取内存</w:t>
            </w:r>
          </w:p>
        </w:tc>
      </w:tr>
      <w:tr w:rsidR="005F3663" w:rsidRPr="004A3198" w14:paraId="75B1D3E4" w14:textId="77777777" w:rsidTr="00042725">
        <w:trPr>
          <w:jc w:val="left"/>
        </w:trPr>
        <w:tc>
          <w:tcPr>
            <w:tcW w:w="1415" w:type="pct"/>
            <w:vAlign w:val="bottom"/>
          </w:tcPr>
          <w:p w14:paraId="08CE0198" w14:textId="093F4C57" w:rsidR="005F3663" w:rsidRPr="004A3198" w:rsidRDefault="005F3663" w:rsidP="00D32016">
            <w:pPr>
              <w:spacing w:beforeLines="0" w:before="0" w:afterLines="0" w:after="0"/>
              <w:jc w:val="left"/>
              <w:rPr>
                <w:rFonts w:cs="宋体"/>
                <w:color w:val="000000"/>
              </w:rPr>
            </w:pPr>
            <w:r>
              <w:rPr>
                <w:rFonts w:cs="宋体" w:hint="eastAsia"/>
                <w:color w:val="000000"/>
              </w:rPr>
              <w:t>O</w:t>
            </w:r>
            <w:r>
              <w:rPr>
                <w:rFonts w:cs="宋体"/>
                <w:color w:val="000000"/>
              </w:rPr>
              <w:t>SIF</w:t>
            </w:r>
          </w:p>
        </w:tc>
        <w:tc>
          <w:tcPr>
            <w:tcW w:w="2293" w:type="pct"/>
            <w:vAlign w:val="bottom"/>
          </w:tcPr>
          <w:p w14:paraId="621FEC13" w14:textId="47D6B35D" w:rsidR="005F3663" w:rsidRPr="004A3198" w:rsidRDefault="005F3663" w:rsidP="00D32016">
            <w:pPr>
              <w:spacing w:beforeLines="0" w:before="0" w:afterLines="0" w:after="0"/>
              <w:jc w:val="left"/>
              <w:rPr>
                <w:rFonts w:cs="宋体"/>
                <w:color w:val="000000"/>
              </w:rPr>
            </w:pPr>
            <w:r>
              <w:rPr>
                <w:rFonts w:cs="宋体" w:hint="eastAsia"/>
                <w:color w:val="000000"/>
              </w:rPr>
              <w:t>O</w:t>
            </w:r>
            <w:r>
              <w:rPr>
                <w:rFonts w:cs="宋体"/>
                <w:color w:val="000000"/>
              </w:rPr>
              <w:t>peration System Interface</w:t>
            </w:r>
          </w:p>
        </w:tc>
        <w:tc>
          <w:tcPr>
            <w:tcW w:w="1292" w:type="pct"/>
            <w:vAlign w:val="bottom"/>
          </w:tcPr>
          <w:p w14:paraId="7DB07628" w14:textId="1D1095CB" w:rsidR="005F3663" w:rsidRPr="004A3198" w:rsidRDefault="005F3663" w:rsidP="00D32016">
            <w:pPr>
              <w:spacing w:beforeLines="0" w:before="0" w:afterLines="0" w:after="0"/>
              <w:jc w:val="left"/>
              <w:rPr>
                <w:rFonts w:cs="宋体"/>
                <w:color w:val="000000"/>
              </w:rPr>
            </w:pPr>
            <w:r>
              <w:rPr>
                <w:rFonts w:cs="宋体" w:hint="eastAsia"/>
                <w:color w:val="000000"/>
              </w:rPr>
              <w:t>操作系统接口</w:t>
            </w:r>
          </w:p>
        </w:tc>
      </w:tr>
    </w:tbl>
    <w:p w14:paraId="35314C9F" w14:textId="77777777" w:rsidR="00042725" w:rsidRPr="004A3198" w:rsidRDefault="00042725" w:rsidP="00042725">
      <w:pPr>
        <w:pStyle w:val="2"/>
      </w:pPr>
      <w:bookmarkStart w:id="21" w:name="_Toc151365549"/>
      <w:bookmarkStart w:id="22" w:name="_Toc172382386"/>
      <w:r w:rsidRPr="004A3198">
        <w:rPr>
          <w:rFonts w:hint="eastAsia"/>
        </w:rPr>
        <w:t>参考文档</w:t>
      </w:r>
      <w:bookmarkEnd w:id="21"/>
      <w:bookmarkEnd w:id="22"/>
    </w:p>
    <w:p w14:paraId="3F553B71" w14:textId="259DEBED" w:rsidR="00042725" w:rsidRPr="004A3198" w:rsidRDefault="00042725" w:rsidP="00042725">
      <w:pPr>
        <w:pStyle w:val="a5"/>
        <w:spacing w:before="180" w:after="180"/>
      </w:pPr>
      <w:bookmarkStart w:id="23" w:name="_Toc151365823"/>
      <w:bookmarkStart w:id="24" w:name="_Toc172385513"/>
      <w:r w:rsidRPr="004A3198">
        <w:rPr>
          <w:rFonts w:hint="eastAsia"/>
        </w:rPr>
        <w:t>表</w:t>
      </w:r>
      <w:r w:rsidRPr="004A3198">
        <w:rPr>
          <w:rFonts w:hint="eastAsia"/>
        </w:rPr>
        <w:t xml:space="preserve"> </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1</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2</w:t>
      </w:r>
      <w:r w:rsidR="00DA6829">
        <w:fldChar w:fldCharType="end"/>
      </w:r>
      <w:r w:rsidRPr="004A3198">
        <w:rPr>
          <w:rFonts w:hint="eastAsia"/>
        </w:rPr>
        <w:t>参考文档</w:t>
      </w:r>
      <w:bookmarkEnd w:id="23"/>
      <w:bookmarkEnd w:id="24"/>
    </w:p>
    <w:tbl>
      <w:tblPr>
        <w:tblStyle w:val="MCU"/>
        <w:tblW w:w="5000" w:type="pct"/>
        <w:tblLook w:val="04A0" w:firstRow="1" w:lastRow="0" w:firstColumn="1" w:lastColumn="0" w:noHBand="0" w:noVBand="1"/>
      </w:tblPr>
      <w:tblGrid>
        <w:gridCol w:w="934"/>
        <w:gridCol w:w="4863"/>
        <w:gridCol w:w="3199"/>
      </w:tblGrid>
      <w:tr w:rsidR="00042725" w:rsidRPr="004A3198" w14:paraId="31135AAF" w14:textId="77777777" w:rsidTr="00042725">
        <w:trPr>
          <w:cnfStyle w:val="100000000000" w:firstRow="1" w:lastRow="0" w:firstColumn="0" w:lastColumn="0" w:oddVBand="0" w:evenVBand="0" w:oddHBand="0" w:evenHBand="0" w:firstRowFirstColumn="0" w:firstRowLastColumn="0" w:lastRowFirstColumn="0" w:lastRowLastColumn="0"/>
          <w:tblHeader w:val="0"/>
        </w:trPr>
        <w:tc>
          <w:tcPr>
            <w:tcW w:w="519" w:type="pct"/>
            <w:vAlign w:val="top"/>
          </w:tcPr>
          <w:p w14:paraId="43D6230F" w14:textId="77777777" w:rsidR="00042725" w:rsidRPr="004A3198" w:rsidRDefault="00042725" w:rsidP="00042725">
            <w:pPr>
              <w:spacing w:beforeLines="0" w:before="0" w:afterLines="0" w:after="0"/>
              <w:jc w:val="left"/>
              <w:rPr>
                <w:rFonts w:ascii="Century Schoolbook" w:hAnsi="Century Schoolbook"/>
              </w:rPr>
            </w:pPr>
            <w:r w:rsidRPr="004A3198">
              <w:rPr>
                <w:rFonts w:ascii="Century Schoolbook" w:hAnsi="Century Schoolbook" w:hint="eastAsia"/>
              </w:rPr>
              <w:t>序号</w:t>
            </w:r>
          </w:p>
        </w:tc>
        <w:tc>
          <w:tcPr>
            <w:tcW w:w="2703" w:type="pct"/>
            <w:vAlign w:val="top"/>
          </w:tcPr>
          <w:p w14:paraId="090BDB75" w14:textId="77777777" w:rsidR="00042725" w:rsidRPr="004A3198" w:rsidRDefault="00042725" w:rsidP="00042725">
            <w:pPr>
              <w:spacing w:beforeLines="0" w:before="0" w:afterLines="0" w:after="0"/>
              <w:jc w:val="left"/>
              <w:rPr>
                <w:rFonts w:ascii="Century Schoolbook" w:hAnsi="Century Schoolbook"/>
              </w:rPr>
            </w:pPr>
            <w:r w:rsidRPr="004A3198">
              <w:rPr>
                <w:rFonts w:ascii="Century Schoolbook" w:hAnsi="Century Schoolbook" w:hint="eastAsia"/>
              </w:rPr>
              <w:t>文档名称</w:t>
            </w:r>
          </w:p>
        </w:tc>
        <w:tc>
          <w:tcPr>
            <w:tcW w:w="1778" w:type="pct"/>
            <w:vAlign w:val="top"/>
          </w:tcPr>
          <w:p w14:paraId="26EEC549" w14:textId="77777777" w:rsidR="00042725" w:rsidRPr="004A3198" w:rsidRDefault="00042725" w:rsidP="00042725">
            <w:pPr>
              <w:spacing w:beforeLines="0" w:before="0" w:afterLines="0" w:after="0"/>
              <w:jc w:val="left"/>
              <w:rPr>
                <w:rFonts w:ascii="Century Schoolbook" w:hAnsi="Century Schoolbook"/>
              </w:rPr>
            </w:pPr>
            <w:r w:rsidRPr="004A3198">
              <w:rPr>
                <w:rFonts w:ascii="Century Schoolbook" w:hAnsi="Century Schoolbook" w:hint="eastAsia"/>
              </w:rPr>
              <w:t>版本信息</w:t>
            </w:r>
          </w:p>
        </w:tc>
      </w:tr>
      <w:tr w:rsidR="00FF4E83" w:rsidRPr="001103D6" w14:paraId="15053ACC" w14:textId="77777777" w:rsidTr="00FF4E83">
        <w:tc>
          <w:tcPr>
            <w:tcW w:w="519" w:type="pct"/>
          </w:tcPr>
          <w:p w14:paraId="30594A19" w14:textId="2DD8D12A" w:rsidR="00FF4E83" w:rsidRPr="001103D6" w:rsidRDefault="00FF4E83" w:rsidP="00E301F8">
            <w:pPr>
              <w:spacing w:beforeLines="0" w:before="0" w:afterLines="0" w:after="0"/>
              <w:jc w:val="left"/>
              <w:rPr>
                <w:rFonts w:cs="PMingLiU"/>
              </w:rPr>
            </w:pPr>
            <w:r>
              <w:rPr>
                <w:rFonts w:cs="PMingLiU" w:hint="eastAsia"/>
              </w:rPr>
              <w:t>1</w:t>
            </w:r>
          </w:p>
        </w:tc>
        <w:tc>
          <w:tcPr>
            <w:tcW w:w="2703" w:type="pct"/>
          </w:tcPr>
          <w:p w14:paraId="6C7C7A8B" w14:textId="77777777" w:rsidR="00FF4E83" w:rsidRPr="001103D6" w:rsidRDefault="00FF4E83" w:rsidP="00E301F8">
            <w:pPr>
              <w:pStyle w:val="Default"/>
              <w:rPr>
                <w:rFonts w:ascii="Century Schoolbook" w:hAnsi="Century Schoolbook" w:cs="PMingLiU"/>
                <w:color w:val="auto"/>
                <w:kern w:val="2"/>
                <w:sz w:val="20"/>
                <w:szCs w:val="20"/>
                <w:lang w:eastAsia="zh-TW"/>
              </w:rPr>
            </w:pPr>
            <w:r w:rsidRPr="001103D6">
              <w:rPr>
                <w:rFonts w:ascii="Century Schoolbook" w:hAnsi="Century Schoolbook" w:cs="PMingLiU"/>
                <w:color w:val="auto"/>
                <w:kern w:val="2"/>
                <w:sz w:val="20"/>
                <w:szCs w:val="20"/>
                <w:lang w:eastAsia="zh-TW"/>
              </w:rPr>
              <w:t>ATC_AC784</w:t>
            </w:r>
            <w:r>
              <w:rPr>
                <w:rFonts w:ascii="Century Schoolbook" w:hAnsi="Century Schoolbook" w:cs="PMingLiU"/>
                <w:color w:val="auto"/>
                <w:kern w:val="2"/>
                <w:sz w:val="20"/>
                <w:szCs w:val="20"/>
                <w:lang w:eastAsia="zh-TW"/>
              </w:rPr>
              <w:t>0</w:t>
            </w:r>
            <w:r w:rsidRPr="001103D6">
              <w:rPr>
                <w:rFonts w:ascii="Century Schoolbook" w:hAnsi="Century Schoolbook" w:cs="PMingLiU"/>
                <w:color w:val="auto"/>
                <w:kern w:val="2"/>
                <w:sz w:val="20"/>
                <w:szCs w:val="20"/>
                <w:lang w:eastAsia="zh-TW"/>
              </w:rPr>
              <w:t>x_ReferenceManual_CH</w:t>
            </w:r>
            <w:r w:rsidRPr="001103D6">
              <w:rPr>
                <w:rFonts w:ascii="Century Schoolbook" w:hAnsi="Century Schoolbook" w:cs="PMingLiU" w:hint="eastAsia"/>
                <w:color w:val="auto"/>
                <w:kern w:val="2"/>
                <w:sz w:val="20"/>
                <w:szCs w:val="20"/>
                <w:lang w:eastAsia="zh-TW"/>
              </w:rPr>
              <w:t>.pdf</w:t>
            </w:r>
          </w:p>
        </w:tc>
        <w:tc>
          <w:tcPr>
            <w:tcW w:w="1778" w:type="pct"/>
          </w:tcPr>
          <w:p w14:paraId="7E76220D" w14:textId="77777777" w:rsidR="00FF4E83" w:rsidRPr="001103D6" w:rsidRDefault="00FF4E83" w:rsidP="00E301F8">
            <w:pPr>
              <w:pStyle w:val="Default"/>
              <w:rPr>
                <w:rFonts w:ascii="Century Schoolbook" w:hAnsi="Century Schoolbook" w:cs="PMingLiU"/>
                <w:color w:val="auto"/>
                <w:kern w:val="2"/>
                <w:sz w:val="20"/>
                <w:szCs w:val="20"/>
                <w:lang w:eastAsia="zh-TW"/>
              </w:rPr>
            </w:pPr>
            <w:r>
              <w:rPr>
                <w:rFonts w:ascii="Century Schoolbook" w:hAnsi="Century Schoolbook" w:cs="PMingLiU"/>
                <w:color w:val="auto"/>
                <w:kern w:val="2"/>
                <w:sz w:val="20"/>
                <w:szCs w:val="20"/>
                <w:lang w:eastAsia="zh-TW"/>
              </w:rPr>
              <w:t>V3.0.</w:t>
            </w:r>
            <w:r>
              <w:rPr>
                <w:rFonts w:ascii="Century Schoolbook" w:hAnsi="Century Schoolbook" w:cs="PMingLiU"/>
                <w:color w:val="auto"/>
                <w:kern w:val="2"/>
                <w:sz w:val="20"/>
                <w:szCs w:val="20"/>
              </w:rPr>
              <w:t>12</w:t>
            </w:r>
          </w:p>
        </w:tc>
      </w:tr>
      <w:tr w:rsidR="00FF4E83" w14:paraId="76FC3017" w14:textId="77777777" w:rsidTr="00FF4E83">
        <w:tc>
          <w:tcPr>
            <w:tcW w:w="519" w:type="pct"/>
          </w:tcPr>
          <w:p w14:paraId="04AD5125" w14:textId="0EB17864" w:rsidR="00FF4E83" w:rsidRPr="00C46E02" w:rsidRDefault="00FF4E83" w:rsidP="00E301F8">
            <w:pPr>
              <w:spacing w:beforeLines="0" w:before="0" w:afterLines="0" w:after="0"/>
              <w:jc w:val="left"/>
              <w:rPr>
                <w:b/>
              </w:rPr>
            </w:pPr>
            <w:r>
              <w:rPr>
                <w:b/>
              </w:rPr>
              <w:t>2</w:t>
            </w:r>
          </w:p>
        </w:tc>
        <w:tc>
          <w:tcPr>
            <w:tcW w:w="2703" w:type="pct"/>
          </w:tcPr>
          <w:p w14:paraId="080EB24A" w14:textId="77777777" w:rsidR="00FF4E83" w:rsidRPr="001103D6" w:rsidRDefault="00FF4E83" w:rsidP="00E301F8">
            <w:pPr>
              <w:pStyle w:val="Default"/>
              <w:rPr>
                <w:rFonts w:ascii="Century Schoolbook" w:hAnsi="Century Schoolbook" w:cs="PMingLiU"/>
                <w:color w:val="auto"/>
                <w:kern w:val="2"/>
                <w:sz w:val="20"/>
                <w:szCs w:val="20"/>
                <w:lang w:eastAsia="zh-TW"/>
              </w:rPr>
            </w:pPr>
            <w:r w:rsidRPr="001103D6">
              <w:rPr>
                <w:rFonts w:ascii="Century Schoolbook" w:hAnsi="Century Schoolbook" w:cs="PMingLiU"/>
                <w:color w:val="auto"/>
                <w:kern w:val="2"/>
                <w:sz w:val="20"/>
                <w:szCs w:val="20"/>
                <w:lang w:eastAsia="zh-TW"/>
              </w:rPr>
              <w:t>ATC_AC784</w:t>
            </w:r>
            <w:r>
              <w:rPr>
                <w:rFonts w:ascii="Century Schoolbook" w:hAnsi="Century Schoolbook" w:cs="PMingLiU"/>
                <w:color w:val="auto"/>
                <w:kern w:val="2"/>
                <w:sz w:val="20"/>
                <w:szCs w:val="20"/>
                <w:lang w:eastAsia="zh-TW"/>
              </w:rPr>
              <w:t>2</w:t>
            </w:r>
            <w:r w:rsidRPr="001103D6">
              <w:rPr>
                <w:rFonts w:ascii="Century Schoolbook" w:hAnsi="Century Schoolbook" w:cs="PMingLiU"/>
                <w:color w:val="auto"/>
                <w:kern w:val="2"/>
                <w:sz w:val="20"/>
                <w:szCs w:val="20"/>
                <w:lang w:eastAsia="zh-TW"/>
              </w:rPr>
              <w:t>x_ReferenceManual_CH</w:t>
            </w:r>
            <w:r w:rsidRPr="001103D6">
              <w:rPr>
                <w:rFonts w:ascii="Century Schoolbook" w:hAnsi="Century Schoolbook" w:cs="PMingLiU" w:hint="eastAsia"/>
                <w:color w:val="auto"/>
                <w:kern w:val="2"/>
                <w:sz w:val="20"/>
                <w:szCs w:val="20"/>
                <w:lang w:eastAsia="zh-TW"/>
              </w:rPr>
              <w:t>.pdf</w:t>
            </w:r>
          </w:p>
        </w:tc>
        <w:tc>
          <w:tcPr>
            <w:tcW w:w="1778" w:type="pct"/>
          </w:tcPr>
          <w:p w14:paraId="36DA7D0D" w14:textId="77777777" w:rsidR="00FF4E83" w:rsidRDefault="00FF4E83" w:rsidP="00E301F8">
            <w:pPr>
              <w:pStyle w:val="Default"/>
              <w:rPr>
                <w:rFonts w:ascii="Century Schoolbook" w:hAnsi="Century Schoolbook" w:cs="PMingLiU"/>
                <w:color w:val="auto"/>
                <w:kern w:val="2"/>
                <w:sz w:val="20"/>
                <w:szCs w:val="20"/>
                <w:lang w:eastAsia="zh-TW"/>
              </w:rPr>
            </w:pPr>
            <w:r>
              <w:rPr>
                <w:rFonts w:ascii="Century Schoolbook" w:hAnsi="Century Schoolbook" w:cs="PMingLiU"/>
                <w:color w:val="auto"/>
                <w:kern w:val="2"/>
                <w:sz w:val="20"/>
                <w:szCs w:val="20"/>
                <w:lang w:eastAsia="zh-TW"/>
              </w:rPr>
              <w:t>V1.2</w:t>
            </w:r>
          </w:p>
        </w:tc>
      </w:tr>
      <w:tr w:rsidR="00FF4E83" w14:paraId="4231F937" w14:textId="77777777" w:rsidTr="00FF4E83">
        <w:tc>
          <w:tcPr>
            <w:tcW w:w="519" w:type="pct"/>
          </w:tcPr>
          <w:p w14:paraId="43CDD06D" w14:textId="12B6DE05" w:rsidR="00FF4E83" w:rsidRPr="00C46E02" w:rsidRDefault="00FF4E83" w:rsidP="00E301F8">
            <w:pPr>
              <w:spacing w:beforeLines="0" w:before="0" w:afterLines="0" w:after="0"/>
              <w:jc w:val="left"/>
              <w:rPr>
                <w:b/>
              </w:rPr>
            </w:pPr>
            <w:r>
              <w:rPr>
                <w:b/>
              </w:rPr>
              <w:t>3</w:t>
            </w:r>
          </w:p>
        </w:tc>
        <w:tc>
          <w:tcPr>
            <w:tcW w:w="2703" w:type="pct"/>
          </w:tcPr>
          <w:p w14:paraId="49C1B8FE" w14:textId="77777777" w:rsidR="00FF4E83" w:rsidRPr="001103D6" w:rsidRDefault="00FF4E83" w:rsidP="00E301F8">
            <w:pPr>
              <w:pStyle w:val="Default"/>
              <w:rPr>
                <w:rFonts w:ascii="Century Schoolbook" w:hAnsi="Century Schoolbook" w:cs="PMingLiU"/>
                <w:color w:val="auto"/>
                <w:kern w:val="2"/>
                <w:sz w:val="20"/>
                <w:szCs w:val="20"/>
                <w:lang w:eastAsia="zh-TW"/>
              </w:rPr>
            </w:pPr>
            <w:r w:rsidRPr="001103D6">
              <w:rPr>
                <w:rFonts w:ascii="Century Schoolbook" w:hAnsi="Century Schoolbook" w:cs="PMingLiU"/>
                <w:color w:val="auto"/>
                <w:kern w:val="2"/>
                <w:sz w:val="20"/>
                <w:szCs w:val="20"/>
                <w:lang w:eastAsia="zh-TW"/>
              </w:rPr>
              <w:t>ATC_AC784</w:t>
            </w:r>
            <w:r>
              <w:rPr>
                <w:rFonts w:ascii="Century Schoolbook" w:hAnsi="Century Schoolbook" w:cs="PMingLiU"/>
                <w:color w:val="auto"/>
                <w:kern w:val="2"/>
                <w:sz w:val="20"/>
                <w:szCs w:val="20"/>
                <w:lang w:eastAsia="zh-TW"/>
              </w:rPr>
              <w:t>3</w:t>
            </w:r>
            <w:r w:rsidRPr="001103D6">
              <w:rPr>
                <w:rFonts w:ascii="Century Schoolbook" w:hAnsi="Century Schoolbook" w:cs="PMingLiU"/>
                <w:color w:val="auto"/>
                <w:kern w:val="2"/>
                <w:sz w:val="20"/>
                <w:szCs w:val="20"/>
                <w:lang w:eastAsia="zh-TW"/>
              </w:rPr>
              <w:t>x_ReferenceManual_CH</w:t>
            </w:r>
            <w:r w:rsidRPr="001103D6">
              <w:rPr>
                <w:rFonts w:ascii="Century Schoolbook" w:hAnsi="Century Schoolbook" w:cs="PMingLiU" w:hint="eastAsia"/>
                <w:color w:val="auto"/>
                <w:kern w:val="2"/>
                <w:sz w:val="20"/>
                <w:szCs w:val="20"/>
                <w:lang w:eastAsia="zh-TW"/>
              </w:rPr>
              <w:t>.pdf</w:t>
            </w:r>
          </w:p>
        </w:tc>
        <w:tc>
          <w:tcPr>
            <w:tcW w:w="1778" w:type="pct"/>
          </w:tcPr>
          <w:p w14:paraId="27E2C87C" w14:textId="77777777" w:rsidR="00FF4E83" w:rsidRDefault="00FF4E83" w:rsidP="00E301F8">
            <w:pPr>
              <w:pStyle w:val="Default"/>
              <w:rPr>
                <w:rFonts w:ascii="Century Schoolbook" w:hAnsi="Century Schoolbook" w:cs="PMingLiU"/>
                <w:color w:val="auto"/>
                <w:kern w:val="2"/>
                <w:sz w:val="20"/>
                <w:szCs w:val="20"/>
                <w:lang w:eastAsia="zh-TW"/>
              </w:rPr>
            </w:pPr>
            <w:r>
              <w:rPr>
                <w:rFonts w:ascii="Century Schoolbook" w:hAnsi="Century Schoolbook" w:cs="PMingLiU"/>
                <w:color w:val="auto"/>
                <w:kern w:val="2"/>
                <w:sz w:val="20"/>
                <w:szCs w:val="20"/>
                <w:lang w:eastAsia="zh-TW"/>
              </w:rPr>
              <w:t>V1.3</w:t>
            </w:r>
          </w:p>
        </w:tc>
      </w:tr>
    </w:tbl>
    <w:p w14:paraId="49B6008E" w14:textId="77777777" w:rsidR="00042725" w:rsidRPr="004A3198" w:rsidRDefault="00042725" w:rsidP="00042725">
      <w:pPr>
        <w:spacing w:before="180" w:after="180"/>
      </w:pPr>
    </w:p>
    <w:p w14:paraId="5FB8B9BB" w14:textId="77777777" w:rsidR="00042725" w:rsidRPr="004A3198" w:rsidRDefault="00042725" w:rsidP="00DA6042">
      <w:pPr>
        <w:pStyle w:val="1"/>
      </w:pPr>
      <w:bookmarkStart w:id="25" w:name="_Toc172382387"/>
      <w:r w:rsidRPr="004A3198">
        <w:rPr>
          <w:rFonts w:hint="eastAsia"/>
        </w:rPr>
        <w:lastRenderedPageBreak/>
        <w:t>简介</w:t>
      </w:r>
      <w:bookmarkEnd w:id="12"/>
      <w:bookmarkEnd w:id="13"/>
      <w:bookmarkEnd w:id="14"/>
      <w:bookmarkEnd w:id="25"/>
    </w:p>
    <w:p w14:paraId="4CBA1CDD" w14:textId="77777777" w:rsidR="00042725" w:rsidRPr="004A3198" w:rsidRDefault="00042725" w:rsidP="00965562">
      <w:pPr>
        <w:pStyle w:val="2"/>
      </w:pPr>
      <w:bookmarkStart w:id="26" w:name="_Toc90507398"/>
      <w:bookmarkStart w:id="27" w:name="_Toc94175626"/>
      <w:bookmarkStart w:id="28" w:name="_Toc116584527"/>
      <w:bookmarkStart w:id="29" w:name="_Toc172382388"/>
      <w:r w:rsidRPr="004A3198">
        <w:rPr>
          <w:rFonts w:hint="eastAsia"/>
        </w:rPr>
        <w:t>概要</w:t>
      </w:r>
      <w:bookmarkEnd w:id="26"/>
      <w:bookmarkEnd w:id="27"/>
      <w:bookmarkEnd w:id="28"/>
      <w:bookmarkEnd w:id="29"/>
    </w:p>
    <w:p w14:paraId="1AF233A3" w14:textId="2636D580" w:rsidR="00042725" w:rsidRPr="004A3198" w:rsidRDefault="00042725" w:rsidP="00F4446C">
      <w:pPr>
        <w:spacing w:before="180" w:after="180"/>
        <w:rPr>
          <w:rFonts w:cs="微软雅黑"/>
        </w:rPr>
      </w:pPr>
      <w:r w:rsidRPr="004A3198">
        <w:rPr>
          <w:rFonts w:cs="微软雅黑" w:hint="eastAsia"/>
        </w:rPr>
        <w:t>本用户手册介绍了</w:t>
      </w:r>
      <w:r w:rsidRPr="004A3198">
        <w:rPr>
          <w:rFonts w:cs="微软雅黑" w:hint="eastAsia"/>
        </w:rPr>
        <w:t>AUTOSAR</w:t>
      </w:r>
      <w:r w:rsidRPr="004A3198">
        <w:rPr>
          <w:rFonts w:cs="微软雅黑" w:hint="eastAsia"/>
        </w:rPr>
        <w:t>架构下</w:t>
      </w:r>
      <w:r w:rsidRPr="004A3198">
        <w:rPr>
          <w:rFonts w:cs="微软雅黑"/>
        </w:rPr>
        <w:t>A</w:t>
      </w:r>
      <w:r w:rsidRPr="004A3198">
        <w:rPr>
          <w:rFonts w:cs="微软雅黑" w:hint="eastAsia"/>
        </w:rPr>
        <w:t>utoChips</w:t>
      </w:r>
      <w:r w:rsidRPr="004A3198">
        <w:rPr>
          <w:rFonts w:cs="微软雅黑"/>
        </w:rPr>
        <w:t xml:space="preserve"> </w:t>
      </w:r>
      <w:r w:rsidR="0044301E">
        <w:rPr>
          <w:rFonts w:cs="微软雅黑"/>
        </w:rPr>
        <w:t>AC7840x</w:t>
      </w:r>
      <w:r w:rsidR="00E301F8">
        <w:rPr>
          <w:rFonts w:cs="微软雅黑"/>
        </w:rPr>
        <w:t>/AC7842x/AC7843x</w:t>
      </w:r>
      <w:r w:rsidRPr="004A3198">
        <w:rPr>
          <w:rFonts w:cs="微软雅黑" w:hint="eastAsia"/>
        </w:rPr>
        <w:t>的</w:t>
      </w:r>
      <w:r w:rsidR="00023027">
        <w:rPr>
          <w:rFonts w:cs="微软雅黑"/>
        </w:rPr>
        <w:t>OSIF</w:t>
      </w:r>
      <w:r w:rsidRPr="004A3198">
        <w:rPr>
          <w:rFonts w:cs="微软雅黑" w:hint="eastAsia"/>
        </w:rPr>
        <w:t>模块，包括</w:t>
      </w:r>
      <w:r w:rsidR="00023027">
        <w:rPr>
          <w:rFonts w:cs="微软雅黑"/>
        </w:rPr>
        <w:t>OSIF</w:t>
      </w:r>
      <w:r w:rsidRPr="004A3198">
        <w:rPr>
          <w:rFonts w:cs="微软雅黑" w:hint="eastAsia"/>
        </w:rPr>
        <w:t>驱动、需求和</w:t>
      </w:r>
      <w:r w:rsidRPr="004A3198">
        <w:rPr>
          <w:rFonts w:cs="微软雅黑" w:hint="eastAsia"/>
        </w:rPr>
        <w:t>API</w:t>
      </w:r>
      <w:r w:rsidRPr="004A3198">
        <w:rPr>
          <w:rFonts w:cs="微软雅黑" w:hint="eastAsia"/>
        </w:rPr>
        <w:t>规范文件以及相关</w:t>
      </w:r>
      <w:r w:rsidRPr="004A3198">
        <w:rPr>
          <w:rFonts w:cs="微软雅黑" w:hint="eastAsia"/>
        </w:rPr>
        <w:t>EB</w:t>
      </w:r>
      <w:r w:rsidRPr="004A3198">
        <w:rPr>
          <w:rFonts w:cs="微软雅黑" w:hint="eastAsia"/>
        </w:rPr>
        <w:t>容器配置。</w:t>
      </w:r>
      <w:r w:rsidR="00F53BE0">
        <w:rPr>
          <w:rFonts w:cs="微软雅黑" w:hint="eastAsia"/>
        </w:rPr>
        <w:t>该模块针对不同的操作系统以及裸系统提供统一的系统时间获取接口，可以实现计时、延迟、超时机制等。该模块使用</w:t>
      </w:r>
      <w:r w:rsidR="00F53BE0">
        <w:rPr>
          <w:rFonts w:cs="微软雅黑" w:hint="eastAsia"/>
        </w:rPr>
        <w:t>Sys</w:t>
      </w:r>
      <w:r w:rsidR="00F53BE0">
        <w:rPr>
          <w:rFonts w:cs="微软雅黑"/>
        </w:rPr>
        <w:t xml:space="preserve">Tick </w:t>
      </w:r>
      <w:r w:rsidR="00F53BE0">
        <w:rPr>
          <w:rFonts w:cs="微软雅黑" w:hint="eastAsia"/>
        </w:rPr>
        <w:t>模块实现</w:t>
      </w:r>
      <w:r w:rsidR="00653C45">
        <w:rPr>
          <w:rFonts w:cs="微软雅黑" w:hint="eastAsia"/>
        </w:rPr>
        <w:t>。</w:t>
      </w:r>
    </w:p>
    <w:p w14:paraId="58B3B686" w14:textId="77777777" w:rsidR="00042725" w:rsidRPr="004A3198" w:rsidRDefault="00042725">
      <w:pPr>
        <w:pStyle w:val="2"/>
      </w:pPr>
      <w:bookmarkStart w:id="30" w:name="_Toc116584528"/>
      <w:bookmarkStart w:id="31" w:name="_Toc172382389"/>
      <w:bookmarkStart w:id="32" w:name="_Toc90507412"/>
      <w:bookmarkStart w:id="33" w:name="_Toc94175640"/>
      <w:bookmarkEnd w:id="15"/>
      <w:r w:rsidRPr="004A3198">
        <w:rPr>
          <w:rFonts w:hint="eastAsia"/>
        </w:rPr>
        <w:t>支持的产品</w:t>
      </w:r>
      <w:bookmarkEnd w:id="30"/>
      <w:bookmarkEnd w:id="31"/>
    </w:p>
    <w:p w14:paraId="016E295F" w14:textId="50583037" w:rsidR="00042725" w:rsidRPr="004A3198" w:rsidRDefault="00042725" w:rsidP="00F4446C">
      <w:pPr>
        <w:spacing w:before="180" w:after="180"/>
        <w:rPr>
          <w:rFonts w:cs="微软雅黑"/>
        </w:rPr>
      </w:pPr>
      <w:r w:rsidRPr="004A3198">
        <w:rPr>
          <w:rFonts w:cs="微软雅黑"/>
          <w:color w:val="0000FF"/>
        </w:rPr>
        <w:fldChar w:fldCharType="begin"/>
      </w:r>
      <w:r w:rsidRPr="004A3198">
        <w:rPr>
          <w:rFonts w:cs="微软雅黑"/>
          <w:color w:val="0000FF"/>
        </w:rPr>
        <w:instrText xml:space="preserve"> </w:instrText>
      </w:r>
      <w:r w:rsidRPr="004A3198">
        <w:rPr>
          <w:rFonts w:cs="微软雅黑" w:hint="eastAsia"/>
          <w:color w:val="0000FF"/>
        </w:rPr>
        <w:instrText>REF _Ref117708668 \h</w:instrText>
      </w:r>
      <w:r w:rsidRPr="004A3198">
        <w:rPr>
          <w:rFonts w:cs="微软雅黑"/>
          <w:color w:val="0000FF"/>
        </w:rPr>
        <w:instrText xml:space="preserve">  \* MERGEFORMAT </w:instrText>
      </w:r>
      <w:r w:rsidRPr="004A3198">
        <w:rPr>
          <w:rFonts w:cs="微软雅黑"/>
          <w:color w:val="0000FF"/>
        </w:rPr>
      </w:r>
      <w:r w:rsidRPr="004A3198">
        <w:rPr>
          <w:rFonts w:cs="微软雅黑"/>
          <w:color w:val="0000FF"/>
        </w:rPr>
        <w:fldChar w:fldCharType="separate"/>
      </w:r>
      <w:r w:rsidR="005B7742" w:rsidRPr="005B7742">
        <w:rPr>
          <w:rFonts w:hint="eastAsia"/>
          <w:color w:val="0000FF"/>
        </w:rPr>
        <w:t>表</w:t>
      </w:r>
      <w:r w:rsidR="005B7742" w:rsidRPr="005B7742">
        <w:rPr>
          <w:color w:val="0000FF"/>
        </w:rPr>
        <w:t>2</w:t>
      </w:r>
      <w:r w:rsidR="005B7742" w:rsidRPr="005B7742">
        <w:rPr>
          <w:color w:val="0000FF"/>
        </w:rPr>
        <w:noBreakHyphen/>
        <w:t>1</w:t>
      </w:r>
      <w:r w:rsidRPr="004A3198">
        <w:rPr>
          <w:rFonts w:cs="微软雅黑"/>
          <w:color w:val="0000FF"/>
        </w:rPr>
        <w:fldChar w:fldCharType="end"/>
      </w:r>
      <w:r w:rsidRPr="004A3198">
        <w:rPr>
          <w:rFonts w:cs="微软雅黑" w:hint="eastAsia"/>
        </w:rPr>
        <w:t>介绍了</w:t>
      </w:r>
      <w:r w:rsidRPr="004A3198">
        <w:rPr>
          <w:rFonts w:cs="微软雅黑"/>
        </w:rPr>
        <w:t>A</w:t>
      </w:r>
      <w:r w:rsidRPr="004A3198">
        <w:rPr>
          <w:rFonts w:cs="微软雅黑" w:hint="eastAsia"/>
        </w:rPr>
        <w:t>uto</w:t>
      </w:r>
      <w:r w:rsidRPr="004A3198">
        <w:rPr>
          <w:rFonts w:cs="微软雅黑"/>
        </w:rPr>
        <w:t>Chips</w:t>
      </w:r>
      <w:r w:rsidRPr="004A3198">
        <w:rPr>
          <w:rFonts w:cs="微软雅黑" w:hint="eastAsia"/>
        </w:rPr>
        <w:t>支持</w:t>
      </w:r>
      <w:r w:rsidRPr="004A3198">
        <w:rPr>
          <w:rFonts w:cs="微软雅黑" w:hint="eastAsia"/>
        </w:rPr>
        <w:t>A</w:t>
      </w:r>
      <w:r w:rsidRPr="004A3198">
        <w:rPr>
          <w:rFonts w:cs="微软雅黑"/>
        </w:rPr>
        <w:t>UTOSAR</w:t>
      </w:r>
      <w:r w:rsidRPr="004A3198">
        <w:rPr>
          <w:rFonts w:cs="微软雅黑" w:hint="eastAsia"/>
        </w:rPr>
        <w:t>的微控制器设备，以下微控制器设备统称为</w:t>
      </w:r>
      <w:r w:rsidR="0044301E">
        <w:rPr>
          <w:rFonts w:cs="微软雅黑"/>
        </w:rPr>
        <w:t>AC784</w:t>
      </w:r>
      <w:r w:rsidR="00E301F8">
        <w:rPr>
          <w:rFonts w:cs="微软雅黑"/>
        </w:rPr>
        <w:t>x</w:t>
      </w:r>
      <w:r w:rsidR="0044301E">
        <w:rPr>
          <w:rFonts w:cs="微软雅黑"/>
        </w:rPr>
        <w:t>x</w:t>
      </w:r>
      <w:r w:rsidRPr="004A3198">
        <w:rPr>
          <w:rFonts w:cs="微软雅黑" w:hint="eastAsia"/>
        </w:rPr>
        <w:t>系列。</w:t>
      </w:r>
    </w:p>
    <w:p w14:paraId="7A35CA32" w14:textId="5036C31F" w:rsidR="00042725" w:rsidRPr="004A3198" w:rsidRDefault="00042725" w:rsidP="004F7165">
      <w:pPr>
        <w:pStyle w:val="a5"/>
        <w:keepNext/>
        <w:spacing w:before="180" w:after="180"/>
      </w:pPr>
      <w:bookmarkStart w:id="34" w:name="_Ref117708668"/>
      <w:bookmarkStart w:id="35" w:name="_Toc172385514"/>
      <w:r w:rsidRPr="004A3198">
        <w:rPr>
          <w:rFonts w:hint="eastAsia"/>
        </w:rPr>
        <w:t>表</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2</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1</w:t>
      </w:r>
      <w:r w:rsidR="00DA6829">
        <w:fldChar w:fldCharType="end"/>
      </w:r>
      <w:bookmarkEnd w:id="34"/>
      <w:r w:rsidRPr="004A3198">
        <w:t xml:space="preserve"> AutoChips</w:t>
      </w:r>
      <w:r w:rsidRPr="004A3198">
        <w:rPr>
          <w:rFonts w:hint="eastAsia"/>
        </w:rPr>
        <w:t>产品</w:t>
      </w:r>
      <w:bookmarkEnd w:id="35"/>
    </w:p>
    <w:tbl>
      <w:tblPr>
        <w:tblStyle w:val="MCU"/>
        <w:tblW w:w="4983" w:type="pct"/>
        <w:tblLook w:val="04A0" w:firstRow="1" w:lastRow="0" w:firstColumn="1" w:lastColumn="0" w:noHBand="0" w:noVBand="1"/>
      </w:tblPr>
      <w:tblGrid>
        <w:gridCol w:w="2820"/>
        <w:gridCol w:w="6145"/>
      </w:tblGrid>
      <w:tr w:rsidR="00042725" w:rsidRPr="004A3198" w14:paraId="56F49B80" w14:textId="77777777" w:rsidTr="00714D83">
        <w:trPr>
          <w:cnfStyle w:val="100000000000" w:firstRow="1" w:lastRow="0" w:firstColumn="0" w:lastColumn="0" w:oddVBand="0" w:evenVBand="0" w:oddHBand="0" w:evenHBand="0" w:firstRowFirstColumn="0" w:firstRowLastColumn="0" w:lastRowFirstColumn="0" w:lastRowLastColumn="0"/>
          <w:tblHeader w:val="0"/>
        </w:trPr>
        <w:tc>
          <w:tcPr>
            <w:tcW w:w="1573" w:type="pct"/>
            <w:vAlign w:val="top"/>
          </w:tcPr>
          <w:p w14:paraId="7C9AD234" w14:textId="77777777" w:rsidR="00042725" w:rsidRPr="004A3198" w:rsidRDefault="00042725" w:rsidP="00DA6042">
            <w:pPr>
              <w:spacing w:beforeLines="0" w:before="0" w:afterLines="0" w:after="0"/>
              <w:jc w:val="left"/>
              <w:rPr>
                <w:rFonts w:ascii="Century Schoolbook" w:hAnsi="Century Schoolbook"/>
              </w:rPr>
            </w:pPr>
            <w:r w:rsidRPr="004A3198">
              <w:rPr>
                <w:rFonts w:ascii="Century Schoolbook" w:hAnsi="Century Schoolbook" w:hint="eastAsia"/>
              </w:rPr>
              <w:t>芯片厂商</w:t>
            </w:r>
          </w:p>
        </w:tc>
        <w:tc>
          <w:tcPr>
            <w:tcW w:w="3427" w:type="pct"/>
            <w:vAlign w:val="top"/>
          </w:tcPr>
          <w:p w14:paraId="5A7F0BCD" w14:textId="77777777" w:rsidR="00042725" w:rsidRPr="004A3198" w:rsidRDefault="00042725" w:rsidP="00DA6042">
            <w:pPr>
              <w:spacing w:beforeLines="0" w:before="0" w:afterLines="0" w:after="0"/>
              <w:jc w:val="left"/>
              <w:rPr>
                <w:rFonts w:ascii="Century Schoolbook" w:hAnsi="Century Schoolbook"/>
              </w:rPr>
            </w:pPr>
            <w:r w:rsidRPr="004A3198">
              <w:rPr>
                <w:rFonts w:ascii="Century Schoolbook" w:hAnsi="Century Schoolbook" w:hint="eastAsia"/>
              </w:rPr>
              <w:t>芯片型号</w:t>
            </w:r>
          </w:p>
        </w:tc>
      </w:tr>
      <w:tr w:rsidR="00042725" w:rsidRPr="004A3198" w14:paraId="04E8938F" w14:textId="77777777" w:rsidTr="00714D83">
        <w:tc>
          <w:tcPr>
            <w:tcW w:w="1573" w:type="pct"/>
            <w:vAlign w:val="center"/>
          </w:tcPr>
          <w:p w14:paraId="00FE6A26" w14:textId="77777777" w:rsidR="00042725" w:rsidRPr="004A3198" w:rsidRDefault="00042725" w:rsidP="00DA6042">
            <w:pPr>
              <w:spacing w:beforeLines="0" w:before="0" w:afterLines="0" w:after="0"/>
              <w:jc w:val="left"/>
            </w:pPr>
            <w:r w:rsidRPr="004A3198">
              <w:rPr>
                <w:rFonts w:hint="eastAsia"/>
              </w:rPr>
              <w:t>AutoChips</w:t>
            </w:r>
          </w:p>
        </w:tc>
        <w:tc>
          <w:tcPr>
            <w:tcW w:w="3427" w:type="pct"/>
          </w:tcPr>
          <w:p w14:paraId="5BE896A8" w14:textId="16072D57" w:rsidR="00042725" w:rsidRPr="004A3198" w:rsidRDefault="001804CC" w:rsidP="00DA6042">
            <w:pPr>
              <w:spacing w:beforeLines="0" w:before="0" w:afterLines="0" w:after="0"/>
              <w:jc w:val="left"/>
            </w:pPr>
            <w:r>
              <w:rPr>
                <w:rFonts w:cs="微软雅黑"/>
                <w:szCs w:val="18"/>
              </w:rPr>
              <w:t>AC7840</w:t>
            </w:r>
            <w:r>
              <w:rPr>
                <w:rFonts w:cs="微软雅黑" w:hint="eastAsia"/>
                <w:szCs w:val="18"/>
              </w:rPr>
              <w:t>x</w:t>
            </w:r>
            <w:r>
              <w:rPr>
                <w:rFonts w:ascii="宋体" w:hAnsi="宋体" w:cs="微软雅黑" w:hint="eastAsia"/>
                <w:szCs w:val="18"/>
              </w:rPr>
              <w:t>系列</w:t>
            </w:r>
            <w:r>
              <w:rPr>
                <w:rFonts w:cs="微软雅黑" w:hint="eastAsia"/>
                <w:szCs w:val="18"/>
              </w:rPr>
              <w:t>IC</w:t>
            </w:r>
            <w:r w:rsidRPr="004A3198" w:rsidDel="00E301F8">
              <w:rPr>
                <w:rFonts w:cs="微软雅黑"/>
              </w:rPr>
              <w:t xml:space="preserve"> </w:t>
            </w:r>
          </w:p>
        </w:tc>
      </w:tr>
      <w:tr w:rsidR="001804CC" w:rsidRPr="004A3198" w14:paraId="459AB681" w14:textId="77777777" w:rsidTr="00714D83">
        <w:tc>
          <w:tcPr>
            <w:tcW w:w="1573" w:type="pct"/>
            <w:vAlign w:val="center"/>
          </w:tcPr>
          <w:p w14:paraId="33F23393" w14:textId="386E5E1C" w:rsidR="001804CC" w:rsidRPr="004A3198" w:rsidRDefault="001804CC" w:rsidP="001804CC">
            <w:pPr>
              <w:spacing w:beforeLines="0" w:before="0" w:afterLines="0" w:after="0"/>
              <w:jc w:val="left"/>
            </w:pPr>
            <w:r w:rsidRPr="004A3198">
              <w:rPr>
                <w:rFonts w:hint="eastAsia"/>
              </w:rPr>
              <w:t>AutoChips</w:t>
            </w:r>
          </w:p>
        </w:tc>
        <w:tc>
          <w:tcPr>
            <w:tcW w:w="3427" w:type="pct"/>
          </w:tcPr>
          <w:p w14:paraId="6DB14B18" w14:textId="290F7FA3" w:rsidR="001804CC" w:rsidRDefault="001804CC">
            <w:pPr>
              <w:spacing w:beforeLines="0" w:before="0" w:afterLines="0" w:after="0"/>
              <w:jc w:val="left"/>
              <w:rPr>
                <w:rFonts w:cs="微软雅黑"/>
                <w:szCs w:val="18"/>
              </w:rPr>
            </w:pPr>
            <w:r>
              <w:rPr>
                <w:rFonts w:cs="微软雅黑"/>
                <w:szCs w:val="18"/>
              </w:rPr>
              <w:t>AC7842</w:t>
            </w:r>
            <w:r>
              <w:rPr>
                <w:rFonts w:cs="微软雅黑" w:hint="eastAsia"/>
                <w:szCs w:val="18"/>
              </w:rPr>
              <w:t>x</w:t>
            </w:r>
            <w:r>
              <w:rPr>
                <w:rFonts w:ascii="宋体" w:hAnsi="宋体" w:cs="微软雅黑" w:hint="eastAsia"/>
                <w:szCs w:val="18"/>
              </w:rPr>
              <w:t>系列</w:t>
            </w:r>
            <w:r>
              <w:rPr>
                <w:rFonts w:cs="微软雅黑" w:hint="eastAsia"/>
                <w:szCs w:val="18"/>
              </w:rPr>
              <w:t>IC</w:t>
            </w:r>
            <w:r w:rsidRPr="004A3198" w:rsidDel="00E301F8">
              <w:rPr>
                <w:rFonts w:cs="微软雅黑"/>
              </w:rPr>
              <w:t xml:space="preserve"> </w:t>
            </w:r>
          </w:p>
        </w:tc>
      </w:tr>
      <w:tr w:rsidR="001804CC" w:rsidRPr="004A3198" w14:paraId="59C4B74F" w14:textId="77777777" w:rsidTr="00714D83">
        <w:tc>
          <w:tcPr>
            <w:tcW w:w="1573" w:type="pct"/>
            <w:vAlign w:val="center"/>
          </w:tcPr>
          <w:p w14:paraId="65CA853B" w14:textId="5B18FFC7" w:rsidR="001804CC" w:rsidRPr="004A3198" w:rsidRDefault="001804CC" w:rsidP="001804CC">
            <w:pPr>
              <w:spacing w:beforeLines="0" w:before="0" w:afterLines="0" w:after="0"/>
              <w:jc w:val="left"/>
            </w:pPr>
            <w:r w:rsidRPr="004A3198">
              <w:rPr>
                <w:rFonts w:hint="eastAsia"/>
              </w:rPr>
              <w:t>AutoChips</w:t>
            </w:r>
          </w:p>
        </w:tc>
        <w:tc>
          <w:tcPr>
            <w:tcW w:w="3427" w:type="pct"/>
          </w:tcPr>
          <w:p w14:paraId="25661F1F" w14:textId="76C70C92" w:rsidR="001804CC" w:rsidRDefault="001804CC" w:rsidP="001804CC">
            <w:pPr>
              <w:spacing w:beforeLines="0" w:before="0" w:afterLines="0" w:after="0"/>
              <w:jc w:val="left"/>
              <w:rPr>
                <w:rFonts w:cs="微软雅黑"/>
                <w:szCs w:val="18"/>
              </w:rPr>
            </w:pPr>
            <w:r>
              <w:rPr>
                <w:rFonts w:cs="微软雅黑"/>
                <w:szCs w:val="18"/>
              </w:rPr>
              <w:t>AC7843</w:t>
            </w:r>
            <w:r>
              <w:rPr>
                <w:rFonts w:cs="微软雅黑" w:hint="eastAsia"/>
                <w:szCs w:val="18"/>
              </w:rPr>
              <w:t>x</w:t>
            </w:r>
            <w:r>
              <w:rPr>
                <w:rFonts w:ascii="宋体" w:hAnsi="宋体" w:cs="微软雅黑" w:hint="eastAsia"/>
                <w:szCs w:val="18"/>
              </w:rPr>
              <w:t>系列</w:t>
            </w:r>
            <w:r>
              <w:rPr>
                <w:rFonts w:cs="微软雅黑" w:hint="eastAsia"/>
                <w:szCs w:val="18"/>
              </w:rPr>
              <w:t>IC</w:t>
            </w:r>
            <w:r w:rsidRPr="004A3198" w:rsidDel="00E301F8">
              <w:rPr>
                <w:rFonts w:cs="微软雅黑"/>
              </w:rPr>
              <w:t xml:space="preserve"> </w:t>
            </w:r>
          </w:p>
        </w:tc>
      </w:tr>
    </w:tbl>
    <w:p w14:paraId="69719755" w14:textId="77777777" w:rsidR="00042725" w:rsidRPr="004A3198" w:rsidRDefault="00042725" w:rsidP="00BE54B3">
      <w:pPr>
        <w:spacing w:before="180" w:after="180"/>
      </w:pPr>
    </w:p>
    <w:p w14:paraId="273CD938" w14:textId="45C79589" w:rsidR="00965562" w:rsidRPr="004A3198" w:rsidRDefault="00042725" w:rsidP="00451178">
      <w:pPr>
        <w:pStyle w:val="1"/>
      </w:pPr>
      <w:bookmarkStart w:id="36" w:name="_Toc116584529"/>
      <w:bookmarkStart w:id="37" w:name="_Toc172382390"/>
      <w:r w:rsidRPr="004A3198">
        <w:rPr>
          <w:rFonts w:hint="eastAsia"/>
          <w:lang w:eastAsia="zh-CN"/>
        </w:rPr>
        <w:lastRenderedPageBreak/>
        <w:t>驱动</w:t>
      </w:r>
      <w:bookmarkEnd w:id="32"/>
      <w:bookmarkEnd w:id="33"/>
      <w:bookmarkEnd w:id="36"/>
      <w:bookmarkEnd w:id="37"/>
    </w:p>
    <w:p w14:paraId="64660578" w14:textId="249E94BF" w:rsidR="00965562" w:rsidRPr="004A3198" w:rsidRDefault="00387DD5" w:rsidP="00965562">
      <w:pPr>
        <w:pStyle w:val="2"/>
      </w:pPr>
      <w:bookmarkStart w:id="38" w:name="_Toc90507413"/>
      <w:bookmarkStart w:id="39" w:name="_Toc94175641"/>
      <w:bookmarkStart w:id="40" w:name="_Toc116584530"/>
      <w:bookmarkStart w:id="41" w:name="_Toc172382391"/>
      <w:r w:rsidRPr="004A3198">
        <w:rPr>
          <w:rFonts w:hint="eastAsia"/>
        </w:rPr>
        <w:t>模块</w:t>
      </w:r>
      <w:r w:rsidR="00965562" w:rsidRPr="004A3198">
        <w:rPr>
          <w:rFonts w:hint="eastAsia"/>
        </w:rPr>
        <w:t>简介</w:t>
      </w:r>
      <w:bookmarkEnd w:id="38"/>
      <w:bookmarkEnd w:id="39"/>
      <w:bookmarkEnd w:id="40"/>
      <w:bookmarkEnd w:id="41"/>
    </w:p>
    <w:p w14:paraId="02DE6B60" w14:textId="2377F92B" w:rsidR="00500143" w:rsidRPr="004A3198" w:rsidRDefault="00023027" w:rsidP="00F4446C">
      <w:pPr>
        <w:spacing w:before="180" w:after="180"/>
        <w:rPr>
          <w:rFonts w:cs="微软雅黑"/>
        </w:rPr>
      </w:pPr>
      <w:r>
        <w:rPr>
          <w:rFonts w:cs="微软雅黑"/>
        </w:rPr>
        <w:t>OSIF</w:t>
      </w:r>
      <w:r w:rsidR="001D0CDC" w:rsidRPr="004A3198">
        <w:rPr>
          <w:rFonts w:cs="微软雅黑" w:hint="eastAsia"/>
        </w:rPr>
        <w:t>模块</w:t>
      </w:r>
      <w:r w:rsidR="001117D4" w:rsidRPr="004A3198">
        <w:rPr>
          <w:rFonts w:cs="微软雅黑" w:hint="eastAsia"/>
        </w:rPr>
        <w:t>的配置主要包括</w:t>
      </w:r>
      <w:r w:rsidR="00500143" w:rsidRPr="004A3198">
        <w:rPr>
          <w:rFonts w:cs="微软雅黑" w:hint="eastAsia"/>
        </w:rPr>
        <w:t>：</w:t>
      </w:r>
    </w:p>
    <w:p w14:paraId="384AB098" w14:textId="7F02BACA" w:rsidR="00500143" w:rsidRPr="004A3198" w:rsidRDefault="00023027" w:rsidP="00500143">
      <w:pPr>
        <w:pStyle w:val="afa"/>
        <w:numPr>
          <w:ilvl w:val="0"/>
          <w:numId w:val="34"/>
        </w:numPr>
        <w:spacing w:before="180" w:after="180"/>
        <w:ind w:firstLineChars="0"/>
        <w:rPr>
          <w:rFonts w:cs="微软雅黑"/>
        </w:rPr>
      </w:pPr>
      <w:r>
        <w:rPr>
          <w:rFonts w:cs="微软雅黑" w:hint="eastAsia"/>
        </w:rPr>
        <w:t>OSIF</w:t>
      </w:r>
      <w:r w:rsidR="00EE70BF">
        <w:rPr>
          <w:rFonts w:cs="微软雅黑"/>
        </w:rPr>
        <w:t xml:space="preserve"> SysTick</w:t>
      </w:r>
      <w:r w:rsidR="00EE70BF">
        <w:rPr>
          <w:rFonts w:cs="微软雅黑" w:hint="eastAsia"/>
        </w:rPr>
        <w:t>计时器</w:t>
      </w:r>
      <w:r w:rsidR="001117D4" w:rsidRPr="004A3198">
        <w:rPr>
          <w:rFonts w:cs="微软雅黑" w:hint="eastAsia"/>
        </w:rPr>
        <w:t>配置</w:t>
      </w:r>
    </w:p>
    <w:p w14:paraId="023C02A2" w14:textId="522002E6" w:rsidR="004B2C25" w:rsidRPr="004A3198" w:rsidRDefault="00042725" w:rsidP="004B2C25">
      <w:pPr>
        <w:pStyle w:val="2"/>
      </w:pPr>
      <w:bookmarkStart w:id="42" w:name="_Toc158038771"/>
      <w:bookmarkStart w:id="43" w:name="_Ref152054422"/>
      <w:bookmarkStart w:id="44" w:name="_Toc172382392"/>
      <w:bookmarkStart w:id="45" w:name="_Toc116584531"/>
      <w:bookmarkEnd w:id="42"/>
      <w:r w:rsidRPr="004A3198">
        <w:rPr>
          <w:rFonts w:hint="eastAsia"/>
        </w:rPr>
        <w:t>硬件资源</w:t>
      </w:r>
      <w:bookmarkEnd w:id="43"/>
      <w:bookmarkEnd w:id="44"/>
    </w:p>
    <w:p w14:paraId="311C136A" w14:textId="036574D4" w:rsidR="00841578" w:rsidRPr="004A3198" w:rsidRDefault="004565EE" w:rsidP="00841578">
      <w:pPr>
        <w:spacing w:before="180" w:after="180"/>
      </w:pPr>
      <w:r>
        <w:rPr>
          <w:rFonts w:hint="eastAsia"/>
        </w:rPr>
        <w:t>None</w:t>
      </w:r>
    </w:p>
    <w:p w14:paraId="6A236875" w14:textId="3612278C" w:rsidR="00490650" w:rsidRPr="004A3198" w:rsidRDefault="00490650" w:rsidP="00322112">
      <w:pPr>
        <w:pStyle w:val="2"/>
      </w:pPr>
      <w:bookmarkStart w:id="46" w:name="_Toc172382393"/>
      <w:bookmarkStart w:id="47" w:name="_Toc116584532"/>
      <w:bookmarkEnd w:id="45"/>
      <w:r w:rsidRPr="004A3198">
        <w:rPr>
          <w:rFonts w:hint="eastAsia"/>
        </w:rPr>
        <w:t>模块驱动和</w:t>
      </w:r>
      <w:r w:rsidRPr="004A3198">
        <w:t>AUTOSAR</w:t>
      </w:r>
      <w:r w:rsidRPr="004A3198">
        <w:rPr>
          <w:rFonts w:hint="eastAsia"/>
        </w:rPr>
        <w:t>规范的差异</w:t>
      </w:r>
      <w:bookmarkEnd w:id="46"/>
    </w:p>
    <w:p w14:paraId="419676F7" w14:textId="77274769" w:rsidR="00490650" w:rsidRPr="004A3198" w:rsidRDefault="00490650" w:rsidP="00490650">
      <w:pPr>
        <w:spacing w:before="180" w:after="180"/>
      </w:pPr>
      <w:bookmarkStart w:id="48" w:name="_Toc120039096"/>
      <w:bookmarkStart w:id="49" w:name="_Toc120781477"/>
      <w:r w:rsidRPr="004A3198">
        <w:rPr>
          <w:rFonts w:hint="eastAsia"/>
        </w:rPr>
        <w:t>该驱动程序在某些地方偏离了</w:t>
      </w:r>
      <w:r w:rsidRPr="004A3198">
        <w:rPr>
          <w:rFonts w:hint="eastAsia"/>
        </w:rPr>
        <w:t>AUTOSAR</w:t>
      </w:r>
      <w:r w:rsidRPr="004A3198">
        <w:t xml:space="preserve"> </w:t>
      </w:r>
      <w:r w:rsidR="00023027">
        <w:t>OSIF</w:t>
      </w:r>
      <w:r w:rsidR="00FF6DA1" w:rsidRPr="004A3198">
        <w:rPr>
          <w:rFonts w:hint="eastAsia"/>
        </w:rPr>
        <w:t>驱动程序软件规范，</w:t>
      </w:r>
      <w:r w:rsidRPr="004A3198">
        <w:rPr>
          <w:rFonts w:hint="eastAsia"/>
        </w:rPr>
        <w:t>还有一些额外的要求（在</w:t>
      </w:r>
      <w:r w:rsidRPr="004A3198">
        <w:rPr>
          <w:rFonts w:hint="eastAsia"/>
        </w:rPr>
        <w:t xml:space="preserve"> AUTOSAR </w:t>
      </w:r>
      <w:r w:rsidR="00023027">
        <w:t>OSIF</w:t>
      </w:r>
      <w:r w:rsidRPr="004A3198">
        <w:rPr>
          <w:rFonts w:hint="eastAsia"/>
        </w:rPr>
        <w:t>驱动程序软件规范中详述的要求之上）需要满足才能正确运行。</w:t>
      </w:r>
      <w:r w:rsidRPr="004A3198">
        <w:rPr>
          <w:color w:val="0000FF"/>
        </w:rPr>
        <w:fldChar w:fldCharType="begin"/>
      </w:r>
      <w:r w:rsidRPr="004A3198">
        <w:rPr>
          <w:color w:val="0000FF"/>
        </w:rPr>
        <w:instrText xml:space="preserve"> </w:instrText>
      </w:r>
      <w:r w:rsidRPr="004A3198">
        <w:rPr>
          <w:rFonts w:hint="eastAsia"/>
          <w:color w:val="0000FF"/>
        </w:rPr>
        <w:instrText>REF _Ref123632576 \h</w:instrText>
      </w:r>
      <w:r w:rsidRPr="004A3198">
        <w:rPr>
          <w:color w:val="0000FF"/>
        </w:rPr>
        <w:instrText xml:space="preserve">  \* MERGEFORMAT </w:instrText>
      </w:r>
      <w:r w:rsidRPr="004A3198">
        <w:rPr>
          <w:color w:val="0000FF"/>
        </w:rPr>
      </w:r>
      <w:r w:rsidRPr="004A3198">
        <w:rPr>
          <w:color w:val="0000FF"/>
        </w:rPr>
        <w:fldChar w:fldCharType="separate"/>
      </w:r>
      <w:r w:rsidR="005B7742" w:rsidRPr="005B7742">
        <w:rPr>
          <w:rFonts w:hint="eastAsia"/>
          <w:color w:val="0000FF"/>
        </w:rPr>
        <w:t>表</w:t>
      </w:r>
      <w:r w:rsidR="005B7742" w:rsidRPr="005B7742">
        <w:rPr>
          <w:rFonts w:hint="eastAsia"/>
          <w:color w:val="0000FF"/>
        </w:rPr>
        <w:t xml:space="preserve"> </w:t>
      </w:r>
      <w:r w:rsidR="005B7742" w:rsidRPr="005B7742">
        <w:rPr>
          <w:noProof/>
          <w:color w:val="0000FF"/>
        </w:rPr>
        <w:t>3</w:t>
      </w:r>
      <w:r w:rsidR="005B7742" w:rsidRPr="005B7742">
        <w:rPr>
          <w:noProof/>
          <w:color w:val="0000FF"/>
        </w:rPr>
        <w:noBreakHyphen/>
        <w:t>1</w:t>
      </w:r>
      <w:r w:rsidRPr="004A3198">
        <w:rPr>
          <w:color w:val="0000FF"/>
        </w:rPr>
        <w:fldChar w:fldCharType="end"/>
      </w:r>
      <w:r w:rsidRPr="004A3198">
        <w:rPr>
          <w:rFonts w:hint="eastAsia"/>
        </w:rPr>
        <w:t>提供偏差状态栏说明。</w:t>
      </w:r>
      <w:r w:rsidRPr="004A3198">
        <w:rPr>
          <w:color w:val="0000FF"/>
        </w:rPr>
        <w:fldChar w:fldCharType="begin"/>
      </w:r>
      <w:r w:rsidRPr="004A3198">
        <w:rPr>
          <w:color w:val="0000FF"/>
        </w:rPr>
        <w:instrText xml:space="preserve"> </w:instrText>
      </w:r>
      <w:r w:rsidRPr="004A3198">
        <w:rPr>
          <w:rFonts w:hint="eastAsia"/>
          <w:color w:val="0000FF"/>
        </w:rPr>
        <w:instrText>REF _Ref120717225 \h</w:instrText>
      </w:r>
      <w:r w:rsidRPr="004A3198">
        <w:rPr>
          <w:color w:val="0000FF"/>
        </w:rPr>
        <w:instrText xml:space="preserve"> </w:instrText>
      </w:r>
      <w:r w:rsidR="004A3198">
        <w:rPr>
          <w:color w:val="0000FF"/>
        </w:rPr>
        <w:instrText xml:space="preserve"> \* MERGEFORMAT </w:instrText>
      </w:r>
      <w:r w:rsidRPr="004A3198">
        <w:rPr>
          <w:color w:val="0000FF"/>
        </w:rPr>
      </w:r>
      <w:r w:rsidRPr="004A3198">
        <w:rPr>
          <w:color w:val="0000FF"/>
        </w:rPr>
        <w:fldChar w:fldCharType="separate"/>
      </w:r>
      <w:r w:rsidR="005B7742" w:rsidRPr="004A3198">
        <w:rPr>
          <w:rFonts w:hint="eastAsia"/>
        </w:rPr>
        <w:t>表</w:t>
      </w:r>
      <w:r w:rsidR="005B7742" w:rsidRPr="004A3198">
        <w:rPr>
          <w:rFonts w:hint="eastAsia"/>
        </w:rPr>
        <w:t xml:space="preserve"> </w:t>
      </w:r>
      <w:r w:rsidR="005B7742">
        <w:rPr>
          <w:noProof/>
        </w:rPr>
        <w:t>3</w:t>
      </w:r>
      <w:r w:rsidR="005B7742">
        <w:rPr>
          <w:noProof/>
        </w:rPr>
        <w:noBreakHyphen/>
        <w:t>2</w:t>
      </w:r>
      <w:r w:rsidRPr="004A3198">
        <w:rPr>
          <w:color w:val="0000FF"/>
        </w:rPr>
        <w:fldChar w:fldCharType="end"/>
      </w:r>
      <w:r w:rsidRPr="004A3198">
        <w:rPr>
          <w:rFonts w:hint="eastAsia"/>
        </w:rPr>
        <w:t>标识了未完全实现、以不同方式实现或超出</w:t>
      </w:r>
      <w:r w:rsidR="00023027">
        <w:rPr>
          <w:rFonts w:hint="eastAsia"/>
        </w:rPr>
        <w:t>OSIF</w:t>
      </w:r>
      <w:r w:rsidRPr="004A3198">
        <w:rPr>
          <w:rFonts w:hint="eastAsia"/>
        </w:rPr>
        <w:t>驱动程序范围的</w:t>
      </w:r>
      <w:r w:rsidRPr="004A3198">
        <w:rPr>
          <w:rFonts w:hint="eastAsia"/>
        </w:rPr>
        <w:t>AUTOSAR</w:t>
      </w:r>
      <w:r w:rsidRPr="004A3198">
        <w:rPr>
          <w:rFonts w:hint="eastAsia"/>
        </w:rPr>
        <w:t>要求。</w:t>
      </w:r>
    </w:p>
    <w:p w14:paraId="445EA744" w14:textId="7E9EA5D1" w:rsidR="00490650" w:rsidRPr="004A3198" w:rsidRDefault="00490650" w:rsidP="00490650">
      <w:pPr>
        <w:pStyle w:val="a5"/>
        <w:spacing w:before="180" w:after="180"/>
      </w:pPr>
      <w:bookmarkStart w:id="50" w:name="_Ref123632576"/>
      <w:bookmarkStart w:id="51" w:name="_Toc146034081"/>
      <w:bookmarkStart w:id="52" w:name="_Toc172385515"/>
      <w:r w:rsidRPr="004A3198">
        <w:rPr>
          <w:rFonts w:hint="eastAsia"/>
        </w:rPr>
        <w:t>表</w:t>
      </w:r>
      <w:r w:rsidRPr="004A3198">
        <w:rPr>
          <w:rFonts w:hint="eastAsia"/>
        </w:rPr>
        <w:t xml:space="preserve"> </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3</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1</w:t>
      </w:r>
      <w:r w:rsidR="00DA6829">
        <w:fldChar w:fldCharType="end"/>
      </w:r>
      <w:bookmarkEnd w:id="50"/>
      <w:r w:rsidRPr="004A3198">
        <w:rPr>
          <w:rFonts w:hint="eastAsia"/>
        </w:rPr>
        <w:t>偏差状态栏说明</w:t>
      </w:r>
      <w:bookmarkEnd w:id="48"/>
      <w:bookmarkEnd w:id="49"/>
      <w:bookmarkEnd w:id="51"/>
      <w:bookmarkEnd w:id="52"/>
    </w:p>
    <w:tbl>
      <w:tblPr>
        <w:tblStyle w:val="MCU"/>
        <w:tblW w:w="0" w:type="auto"/>
        <w:tblLook w:val="04A0" w:firstRow="1" w:lastRow="0" w:firstColumn="1" w:lastColumn="0" w:noHBand="0" w:noVBand="1"/>
      </w:tblPr>
      <w:tblGrid>
        <w:gridCol w:w="4498"/>
        <w:gridCol w:w="4498"/>
      </w:tblGrid>
      <w:tr w:rsidR="00490650" w:rsidRPr="004A3198" w14:paraId="221E0EA7" w14:textId="77777777" w:rsidTr="00490650">
        <w:trPr>
          <w:cnfStyle w:val="100000000000" w:firstRow="1" w:lastRow="0" w:firstColumn="0" w:lastColumn="0" w:oddVBand="0" w:evenVBand="0" w:oddHBand="0" w:evenHBand="0" w:firstRowFirstColumn="0" w:firstRowLastColumn="0" w:lastRowFirstColumn="0" w:lastRowLastColumn="0"/>
          <w:tblHeader w:val="0"/>
        </w:trPr>
        <w:tc>
          <w:tcPr>
            <w:tcW w:w="4498" w:type="dxa"/>
            <w:vAlign w:val="top"/>
          </w:tcPr>
          <w:p w14:paraId="7E43A4C1" w14:textId="77777777" w:rsidR="00490650" w:rsidRPr="004A3198" w:rsidRDefault="00490650" w:rsidP="00490650">
            <w:pPr>
              <w:spacing w:beforeLines="0" w:before="0" w:afterLines="0" w:after="0"/>
              <w:jc w:val="left"/>
              <w:rPr>
                <w:rFonts w:ascii="Century Schoolbook" w:hAnsi="Century Schoolbook" w:cs="宋体"/>
                <w:szCs w:val="18"/>
              </w:rPr>
            </w:pPr>
            <w:r w:rsidRPr="004A3198">
              <w:rPr>
                <w:rFonts w:ascii="Century Schoolbook" w:hAnsi="Century Schoolbook" w:cs="宋体" w:hint="eastAsia"/>
                <w:szCs w:val="18"/>
              </w:rPr>
              <w:t>术语</w:t>
            </w:r>
          </w:p>
        </w:tc>
        <w:tc>
          <w:tcPr>
            <w:tcW w:w="4498" w:type="dxa"/>
            <w:vAlign w:val="top"/>
          </w:tcPr>
          <w:p w14:paraId="04148424" w14:textId="77777777" w:rsidR="00490650" w:rsidRPr="004A3198" w:rsidRDefault="00490650" w:rsidP="00490650">
            <w:pPr>
              <w:spacing w:beforeLines="0" w:before="0" w:afterLines="0" w:after="0"/>
              <w:jc w:val="left"/>
              <w:rPr>
                <w:rFonts w:ascii="Century Schoolbook" w:hAnsi="Century Schoolbook" w:cs="宋体"/>
                <w:szCs w:val="18"/>
              </w:rPr>
            </w:pPr>
            <w:r w:rsidRPr="004A3198">
              <w:rPr>
                <w:rFonts w:ascii="Century Schoolbook" w:hAnsi="Century Schoolbook" w:cs="宋体" w:hint="eastAsia"/>
                <w:szCs w:val="18"/>
              </w:rPr>
              <w:t>定义</w:t>
            </w:r>
          </w:p>
        </w:tc>
      </w:tr>
      <w:tr w:rsidR="00490650" w:rsidRPr="004A3198" w14:paraId="57F53020" w14:textId="77777777" w:rsidTr="00490650">
        <w:tc>
          <w:tcPr>
            <w:tcW w:w="4498" w:type="dxa"/>
          </w:tcPr>
          <w:p w14:paraId="7624F1A2" w14:textId="77777777" w:rsidR="00490650" w:rsidRPr="004A3198" w:rsidRDefault="00490650" w:rsidP="00490650">
            <w:pPr>
              <w:spacing w:beforeLines="0" w:before="0" w:afterLines="0" w:after="0"/>
              <w:jc w:val="left"/>
              <w:rPr>
                <w:rFonts w:cs="微软雅黑"/>
                <w:szCs w:val="18"/>
              </w:rPr>
            </w:pPr>
            <w:r w:rsidRPr="004A3198">
              <w:rPr>
                <w:rFonts w:cs="微软雅黑"/>
                <w:szCs w:val="18"/>
              </w:rPr>
              <w:t>N/</w:t>
            </w:r>
            <w:r w:rsidRPr="004A3198">
              <w:rPr>
                <w:rFonts w:cs="微软雅黑" w:hint="eastAsia"/>
                <w:szCs w:val="18"/>
              </w:rPr>
              <w:t>A</w:t>
            </w:r>
          </w:p>
        </w:tc>
        <w:tc>
          <w:tcPr>
            <w:tcW w:w="4498" w:type="dxa"/>
          </w:tcPr>
          <w:p w14:paraId="0256D34F" w14:textId="77777777" w:rsidR="00490650" w:rsidRPr="004A3198" w:rsidRDefault="00490650" w:rsidP="00490650">
            <w:pPr>
              <w:spacing w:beforeLines="0" w:before="0" w:afterLines="0" w:after="0"/>
              <w:jc w:val="left"/>
              <w:rPr>
                <w:rFonts w:cs="微软雅黑"/>
                <w:szCs w:val="18"/>
              </w:rPr>
            </w:pPr>
            <w:r w:rsidRPr="004A3198">
              <w:rPr>
                <w:rFonts w:cs="微软雅黑" w:hint="eastAsia"/>
                <w:szCs w:val="18"/>
              </w:rPr>
              <w:t>无法使用</w:t>
            </w:r>
          </w:p>
        </w:tc>
      </w:tr>
      <w:tr w:rsidR="00490650" w:rsidRPr="004A3198" w14:paraId="15BF6F17" w14:textId="77777777" w:rsidTr="00490650">
        <w:tc>
          <w:tcPr>
            <w:tcW w:w="4498" w:type="dxa"/>
          </w:tcPr>
          <w:p w14:paraId="74441ED4" w14:textId="77777777" w:rsidR="00490650" w:rsidRPr="004A3198" w:rsidRDefault="00490650" w:rsidP="00490650">
            <w:pPr>
              <w:spacing w:beforeLines="0" w:before="0" w:afterLines="0" w:after="0"/>
              <w:jc w:val="left"/>
              <w:rPr>
                <w:rFonts w:cs="微软雅黑"/>
                <w:szCs w:val="18"/>
              </w:rPr>
            </w:pPr>
            <w:r w:rsidRPr="004A3198">
              <w:rPr>
                <w:rFonts w:cs="微软雅黑"/>
                <w:szCs w:val="18"/>
              </w:rPr>
              <w:t>N/</w:t>
            </w:r>
            <w:r w:rsidRPr="004A3198">
              <w:rPr>
                <w:rFonts w:cs="微软雅黑" w:hint="eastAsia"/>
                <w:szCs w:val="18"/>
              </w:rPr>
              <w:t>T</w:t>
            </w:r>
          </w:p>
        </w:tc>
        <w:tc>
          <w:tcPr>
            <w:tcW w:w="4498" w:type="dxa"/>
          </w:tcPr>
          <w:p w14:paraId="745FAEBD" w14:textId="77777777" w:rsidR="00490650" w:rsidRPr="004A3198" w:rsidRDefault="00490650" w:rsidP="00490650">
            <w:pPr>
              <w:spacing w:beforeLines="0" w:before="0" w:afterLines="0" w:after="0"/>
              <w:jc w:val="left"/>
              <w:rPr>
                <w:rFonts w:cs="微软雅黑"/>
                <w:szCs w:val="18"/>
              </w:rPr>
            </w:pPr>
            <w:r w:rsidRPr="004A3198">
              <w:rPr>
                <w:rFonts w:cs="微软雅黑" w:hint="eastAsia"/>
                <w:szCs w:val="18"/>
              </w:rPr>
              <w:t>不可测试</w:t>
            </w:r>
          </w:p>
        </w:tc>
      </w:tr>
      <w:tr w:rsidR="00490650" w:rsidRPr="004A3198" w14:paraId="0FB93435" w14:textId="77777777" w:rsidTr="00490650">
        <w:tc>
          <w:tcPr>
            <w:tcW w:w="4498" w:type="dxa"/>
          </w:tcPr>
          <w:p w14:paraId="6C158485" w14:textId="77777777" w:rsidR="00490650" w:rsidRPr="004A3198" w:rsidRDefault="00490650" w:rsidP="00490650">
            <w:pPr>
              <w:spacing w:beforeLines="0" w:before="0" w:afterLines="0" w:after="0"/>
              <w:jc w:val="left"/>
              <w:rPr>
                <w:rFonts w:cs="微软雅黑"/>
                <w:szCs w:val="18"/>
              </w:rPr>
            </w:pPr>
            <w:r w:rsidRPr="004A3198">
              <w:rPr>
                <w:rFonts w:cs="微软雅黑"/>
                <w:szCs w:val="18"/>
              </w:rPr>
              <w:t>N/S</w:t>
            </w:r>
          </w:p>
        </w:tc>
        <w:tc>
          <w:tcPr>
            <w:tcW w:w="4498" w:type="dxa"/>
          </w:tcPr>
          <w:p w14:paraId="1089C0E1" w14:textId="77777777" w:rsidR="00490650" w:rsidRPr="004A3198" w:rsidRDefault="00490650" w:rsidP="00490650">
            <w:pPr>
              <w:spacing w:beforeLines="0" w:before="0" w:afterLines="0" w:after="0"/>
              <w:jc w:val="left"/>
              <w:rPr>
                <w:rFonts w:cs="微软雅黑"/>
                <w:szCs w:val="18"/>
              </w:rPr>
            </w:pPr>
            <w:r w:rsidRPr="004A3198">
              <w:rPr>
                <w:rFonts w:cs="微软雅黑" w:hint="eastAsia"/>
                <w:szCs w:val="18"/>
              </w:rPr>
              <w:t>超出范围</w:t>
            </w:r>
          </w:p>
        </w:tc>
      </w:tr>
      <w:tr w:rsidR="00490650" w:rsidRPr="004A3198" w14:paraId="0CA8A403" w14:textId="77777777" w:rsidTr="00490650">
        <w:tc>
          <w:tcPr>
            <w:tcW w:w="4498" w:type="dxa"/>
          </w:tcPr>
          <w:p w14:paraId="4F149F22" w14:textId="77777777" w:rsidR="00490650" w:rsidRPr="004A3198" w:rsidRDefault="00490650" w:rsidP="00490650">
            <w:pPr>
              <w:spacing w:beforeLines="0" w:before="0" w:afterLines="0" w:after="0"/>
              <w:jc w:val="left"/>
              <w:rPr>
                <w:rFonts w:cs="微软雅黑"/>
                <w:szCs w:val="18"/>
              </w:rPr>
            </w:pPr>
            <w:r w:rsidRPr="004A3198">
              <w:rPr>
                <w:rFonts w:cs="微软雅黑"/>
                <w:szCs w:val="18"/>
              </w:rPr>
              <w:t>N/I</w:t>
            </w:r>
          </w:p>
        </w:tc>
        <w:tc>
          <w:tcPr>
            <w:tcW w:w="4498" w:type="dxa"/>
          </w:tcPr>
          <w:p w14:paraId="6529B8EF" w14:textId="77777777" w:rsidR="00490650" w:rsidRPr="004A3198" w:rsidRDefault="00490650" w:rsidP="00490650">
            <w:pPr>
              <w:spacing w:beforeLines="0" w:before="0" w:afterLines="0" w:after="0"/>
              <w:jc w:val="left"/>
              <w:rPr>
                <w:rFonts w:cs="微软雅黑"/>
                <w:szCs w:val="18"/>
              </w:rPr>
            </w:pPr>
            <w:r w:rsidRPr="004A3198">
              <w:rPr>
                <w:rFonts w:cs="微软雅黑" w:hint="eastAsia"/>
                <w:szCs w:val="18"/>
              </w:rPr>
              <w:t>不能被执行</w:t>
            </w:r>
          </w:p>
        </w:tc>
      </w:tr>
      <w:tr w:rsidR="00490650" w:rsidRPr="004A3198" w14:paraId="21520327" w14:textId="77777777" w:rsidTr="00490650">
        <w:tc>
          <w:tcPr>
            <w:tcW w:w="4498" w:type="dxa"/>
          </w:tcPr>
          <w:p w14:paraId="3CA8ABE1" w14:textId="77777777" w:rsidR="00490650" w:rsidRPr="004A3198" w:rsidRDefault="00490650" w:rsidP="00490650">
            <w:pPr>
              <w:spacing w:beforeLines="0" w:before="0" w:afterLines="0" w:after="0"/>
              <w:jc w:val="left"/>
              <w:rPr>
                <w:rFonts w:cs="微软雅黑"/>
                <w:szCs w:val="18"/>
              </w:rPr>
            </w:pPr>
            <w:r w:rsidRPr="004A3198">
              <w:rPr>
                <w:rFonts w:cs="微软雅黑"/>
                <w:szCs w:val="18"/>
              </w:rPr>
              <w:t>N/F</w:t>
            </w:r>
          </w:p>
        </w:tc>
        <w:tc>
          <w:tcPr>
            <w:tcW w:w="4498" w:type="dxa"/>
          </w:tcPr>
          <w:p w14:paraId="2DD6B7B2" w14:textId="77777777" w:rsidR="00490650" w:rsidRPr="004A3198" w:rsidRDefault="00490650" w:rsidP="00490650">
            <w:pPr>
              <w:spacing w:beforeLines="0" w:before="0" w:afterLines="0" w:after="0"/>
              <w:jc w:val="left"/>
              <w:rPr>
                <w:rFonts w:cs="微软雅黑"/>
                <w:szCs w:val="18"/>
              </w:rPr>
            </w:pPr>
            <w:r w:rsidRPr="004A3198">
              <w:rPr>
                <w:rFonts w:cs="微软雅黑" w:hint="eastAsia"/>
                <w:szCs w:val="18"/>
              </w:rPr>
              <w:t>不能被完全执行</w:t>
            </w:r>
          </w:p>
        </w:tc>
      </w:tr>
    </w:tbl>
    <w:p w14:paraId="624FC0B0" w14:textId="77777777" w:rsidR="00490650" w:rsidRPr="004A3198" w:rsidRDefault="00490650" w:rsidP="00490650">
      <w:pPr>
        <w:spacing w:before="180" w:after="180"/>
        <w:rPr>
          <w:rFonts w:cs="微软雅黑"/>
        </w:rPr>
      </w:pPr>
    </w:p>
    <w:p w14:paraId="28A011C1" w14:textId="69D95FCB" w:rsidR="00490650" w:rsidRPr="004A3198" w:rsidRDefault="00490650" w:rsidP="00490650">
      <w:pPr>
        <w:pStyle w:val="a5"/>
        <w:spacing w:before="180" w:after="180"/>
        <w:rPr>
          <w:rStyle w:val="tgt"/>
          <w:rFonts w:cs="Segoe UI"/>
          <w:color w:val="101214"/>
          <w:sz w:val="21"/>
          <w:szCs w:val="21"/>
          <w:shd w:val="clear" w:color="auto" w:fill="FFFFFF"/>
        </w:rPr>
      </w:pPr>
      <w:bookmarkStart w:id="53" w:name="_Ref120717225"/>
      <w:bookmarkStart w:id="54" w:name="_Toc146034082"/>
      <w:bookmarkStart w:id="55" w:name="_Toc172385516"/>
      <w:r w:rsidRPr="004A3198">
        <w:rPr>
          <w:rFonts w:hint="eastAsia"/>
        </w:rPr>
        <w:t>表</w:t>
      </w:r>
      <w:r w:rsidRPr="004A3198">
        <w:rPr>
          <w:rFonts w:hint="eastAsia"/>
        </w:rPr>
        <w:t xml:space="preserve"> </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3</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2</w:t>
      </w:r>
      <w:r w:rsidR="00DA6829">
        <w:fldChar w:fldCharType="end"/>
      </w:r>
      <w:bookmarkEnd w:id="53"/>
      <w:r w:rsidRPr="004A3198">
        <w:t xml:space="preserve"> </w:t>
      </w:r>
      <w:r w:rsidR="00023027">
        <w:t>OSIF</w:t>
      </w:r>
      <w:r w:rsidRPr="004A3198">
        <w:rPr>
          <w:rFonts w:hint="eastAsia"/>
        </w:rPr>
        <w:t>模块偏差表</w:t>
      </w:r>
      <w:bookmarkEnd w:id="54"/>
      <w:bookmarkEnd w:id="55"/>
    </w:p>
    <w:tbl>
      <w:tblPr>
        <w:tblStyle w:val="MCU"/>
        <w:tblW w:w="5000" w:type="pct"/>
        <w:tblLook w:val="04A0" w:firstRow="1" w:lastRow="0" w:firstColumn="1" w:lastColumn="0" w:noHBand="0" w:noVBand="1"/>
      </w:tblPr>
      <w:tblGrid>
        <w:gridCol w:w="1545"/>
        <w:gridCol w:w="1053"/>
        <w:gridCol w:w="3566"/>
        <w:gridCol w:w="2832"/>
      </w:tblGrid>
      <w:tr w:rsidR="00490650" w:rsidRPr="004A3198" w14:paraId="50BA2DFA" w14:textId="77777777" w:rsidTr="00E90428">
        <w:trPr>
          <w:cnfStyle w:val="100000000000" w:firstRow="1" w:lastRow="0" w:firstColumn="0" w:lastColumn="0" w:oddVBand="0" w:evenVBand="0" w:oddHBand="0" w:evenHBand="0" w:firstRowFirstColumn="0" w:firstRowLastColumn="0" w:lastRowFirstColumn="0" w:lastRowLastColumn="0"/>
          <w:tblHeader w:val="0"/>
        </w:trPr>
        <w:tc>
          <w:tcPr>
            <w:tcW w:w="859" w:type="pct"/>
            <w:vAlign w:val="top"/>
          </w:tcPr>
          <w:p w14:paraId="1FD5EF95" w14:textId="48E4433A" w:rsidR="00490650" w:rsidRPr="004A3198" w:rsidRDefault="00490650" w:rsidP="00FF6DA1">
            <w:pPr>
              <w:pStyle w:val="Default"/>
              <w:rPr>
                <w:rFonts w:ascii="Century Schoolbook" w:hAnsi="Century Schoolbook" w:cs="微软雅黑"/>
                <w:color w:val="auto"/>
                <w:kern w:val="2"/>
                <w:sz w:val="18"/>
                <w:szCs w:val="18"/>
              </w:rPr>
            </w:pPr>
            <w:r w:rsidRPr="004A3198">
              <w:rPr>
                <w:rFonts w:ascii="Century Schoolbook" w:hAnsi="Century Schoolbook" w:cs="微软雅黑" w:hint="eastAsia"/>
                <w:color w:val="auto"/>
                <w:kern w:val="2"/>
                <w:sz w:val="18"/>
                <w:szCs w:val="18"/>
              </w:rPr>
              <w:t>规约号</w:t>
            </w:r>
          </w:p>
        </w:tc>
        <w:tc>
          <w:tcPr>
            <w:tcW w:w="585" w:type="pct"/>
            <w:vAlign w:val="top"/>
          </w:tcPr>
          <w:p w14:paraId="6ED9D55F" w14:textId="0B9302EB" w:rsidR="00490650" w:rsidRPr="004A3198" w:rsidRDefault="00490650" w:rsidP="00FF6DA1">
            <w:pPr>
              <w:pStyle w:val="Default"/>
              <w:rPr>
                <w:rFonts w:ascii="Century Schoolbook" w:hAnsi="Century Schoolbook" w:cs="微软雅黑"/>
                <w:color w:val="auto"/>
                <w:kern w:val="2"/>
                <w:sz w:val="18"/>
                <w:szCs w:val="18"/>
              </w:rPr>
            </w:pPr>
            <w:r w:rsidRPr="004A3198">
              <w:rPr>
                <w:rFonts w:ascii="Century Schoolbook" w:hAnsi="Century Schoolbook" w:cs="微软雅黑" w:hint="eastAsia"/>
                <w:color w:val="auto"/>
                <w:kern w:val="2"/>
                <w:sz w:val="18"/>
                <w:szCs w:val="18"/>
              </w:rPr>
              <w:t>偏差状态</w:t>
            </w:r>
          </w:p>
        </w:tc>
        <w:tc>
          <w:tcPr>
            <w:tcW w:w="1982" w:type="pct"/>
            <w:vAlign w:val="top"/>
          </w:tcPr>
          <w:p w14:paraId="35DB813E" w14:textId="442FB2EE" w:rsidR="00490650" w:rsidRPr="004A3198" w:rsidRDefault="00490650" w:rsidP="00FF6DA1">
            <w:pPr>
              <w:pStyle w:val="Default"/>
              <w:rPr>
                <w:rFonts w:ascii="Century Schoolbook" w:hAnsi="Century Schoolbook" w:cs="微软雅黑"/>
                <w:color w:val="auto"/>
                <w:kern w:val="2"/>
                <w:sz w:val="18"/>
                <w:szCs w:val="18"/>
              </w:rPr>
            </w:pPr>
            <w:r w:rsidRPr="004A3198">
              <w:rPr>
                <w:rFonts w:ascii="Century Schoolbook" w:hAnsi="Century Schoolbook" w:cs="微软雅黑" w:hint="eastAsia"/>
                <w:color w:val="auto"/>
                <w:kern w:val="2"/>
                <w:sz w:val="18"/>
                <w:szCs w:val="18"/>
              </w:rPr>
              <w:t>规约描述</w:t>
            </w:r>
          </w:p>
        </w:tc>
        <w:tc>
          <w:tcPr>
            <w:tcW w:w="1574" w:type="pct"/>
            <w:vAlign w:val="top"/>
          </w:tcPr>
          <w:p w14:paraId="40F9F85F" w14:textId="77777777" w:rsidR="00490650" w:rsidRPr="004A3198" w:rsidRDefault="00490650" w:rsidP="00FF6DA1">
            <w:pPr>
              <w:pStyle w:val="Default"/>
              <w:rPr>
                <w:rFonts w:ascii="Century Schoolbook" w:hAnsi="Century Schoolbook" w:cs="微软雅黑"/>
                <w:color w:val="auto"/>
                <w:kern w:val="2"/>
                <w:sz w:val="18"/>
                <w:szCs w:val="18"/>
              </w:rPr>
            </w:pPr>
            <w:r w:rsidRPr="004A3198">
              <w:rPr>
                <w:rFonts w:ascii="Century Schoolbook" w:hAnsi="Century Schoolbook" w:cs="微软雅黑" w:hint="eastAsia"/>
                <w:color w:val="auto"/>
                <w:kern w:val="2"/>
                <w:sz w:val="18"/>
                <w:szCs w:val="18"/>
              </w:rPr>
              <w:t>说明</w:t>
            </w:r>
          </w:p>
        </w:tc>
      </w:tr>
      <w:tr w:rsidR="00BA1E83" w:rsidRPr="004A3198" w14:paraId="5F33221B" w14:textId="77777777" w:rsidTr="00E90428">
        <w:tc>
          <w:tcPr>
            <w:tcW w:w="859" w:type="pct"/>
          </w:tcPr>
          <w:p w14:paraId="0D35602D" w14:textId="280CEEF5" w:rsidR="00BA1E83" w:rsidRPr="004A3198" w:rsidRDefault="00BA1E83" w:rsidP="00BA1E83">
            <w:pPr>
              <w:spacing w:beforeLines="0" w:before="0" w:afterLines="0" w:after="0"/>
              <w:jc w:val="left"/>
              <w:rPr>
                <w:rFonts w:cs="微软雅黑"/>
                <w:szCs w:val="18"/>
              </w:rPr>
            </w:pPr>
          </w:p>
        </w:tc>
        <w:tc>
          <w:tcPr>
            <w:tcW w:w="585" w:type="pct"/>
          </w:tcPr>
          <w:p w14:paraId="3C9F683F" w14:textId="6665C9E8" w:rsidR="00BA1E83" w:rsidRPr="004A3198" w:rsidRDefault="00BA1E83" w:rsidP="00BA1E83">
            <w:pPr>
              <w:spacing w:beforeLines="0" w:before="0" w:afterLines="0" w:after="0"/>
              <w:jc w:val="left"/>
              <w:rPr>
                <w:rFonts w:cs="微软雅黑"/>
                <w:szCs w:val="18"/>
              </w:rPr>
            </w:pPr>
          </w:p>
        </w:tc>
        <w:tc>
          <w:tcPr>
            <w:tcW w:w="1982" w:type="pct"/>
          </w:tcPr>
          <w:p w14:paraId="4A6EFEB8" w14:textId="2212968A" w:rsidR="00BA1E83" w:rsidRPr="004A3198" w:rsidRDefault="00BA1E83" w:rsidP="00BA1E83">
            <w:pPr>
              <w:pStyle w:val="Default"/>
              <w:rPr>
                <w:rFonts w:ascii="Century Schoolbook" w:hAnsi="Century Schoolbook" w:cs="微软雅黑"/>
                <w:color w:val="auto"/>
                <w:kern w:val="2"/>
                <w:sz w:val="18"/>
                <w:szCs w:val="18"/>
              </w:rPr>
            </w:pPr>
          </w:p>
        </w:tc>
        <w:tc>
          <w:tcPr>
            <w:tcW w:w="1574" w:type="pct"/>
          </w:tcPr>
          <w:p w14:paraId="1F2EBDC6" w14:textId="3E25EB73" w:rsidR="00BA1E83" w:rsidRPr="004A3198" w:rsidRDefault="00BA1E83" w:rsidP="00BA1E83">
            <w:pPr>
              <w:pStyle w:val="Default"/>
              <w:rPr>
                <w:rFonts w:ascii="Century Schoolbook" w:hAnsi="Century Schoolbook" w:cs="微软雅黑"/>
                <w:color w:val="auto"/>
                <w:kern w:val="2"/>
                <w:sz w:val="18"/>
                <w:szCs w:val="18"/>
              </w:rPr>
            </w:pPr>
          </w:p>
        </w:tc>
      </w:tr>
    </w:tbl>
    <w:p w14:paraId="26D2F1F1" w14:textId="77777777" w:rsidR="00490650" w:rsidRPr="004A3198" w:rsidRDefault="00490650" w:rsidP="0003209A">
      <w:pPr>
        <w:pStyle w:val="2"/>
      </w:pPr>
      <w:bookmarkStart w:id="56" w:name="_Toc172382394"/>
      <w:r w:rsidRPr="004A3198">
        <w:rPr>
          <w:rFonts w:hint="eastAsia"/>
        </w:rPr>
        <w:t>模块特有功能的实现</w:t>
      </w:r>
      <w:bookmarkEnd w:id="56"/>
    </w:p>
    <w:p w14:paraId="45A8F2AF" w14:textId="478AFCE9" w:rsidR="00490650" w:rsidRPr="004A3198" w:rsidRDefault="004565EE" w:rsidP="0003209A">
      <w:pPr>
        <w:spacing w:before="180" w:after="180"/>
      </w:pPr>
      <w:r>
        <w:t>None</w:t>
      </w:r>
    </w:p>
    <w:p w14:paraId="7D72F77E" w14:textId="77777777" w:rsidR="00490650" w:rsidRPr="004A3198" w:rsidRDefault="00490650" w:rsidP="0003209A">
      <w:pPr>
        <w:pStyle w:val="2"/>
      </w:pPr>
      <w:bookmarkStart w:id="57" w:name="_Ref152054431"/>
      <w:bookmarkStart w:id="58" w:name="_Toc172382395"/>
      <w:r w:rsidRPr="004A3198">
        <w:rPr>
          <w:rFonts w:hint="eastAsia"/>
        </w:rPr>
        <w:t>驱动程序的限制</w:t>
      </w:r>
      <w:bookmarkEnd w:id="57"/>
      <w:bookmarkEnd w:id="58"/>
    </w:p>
    <w:p w14:paraId="3E8D8766" w14:textId="314EE0D5" w:rsidR="00490650" w:rsidRPr="004A3198" w:rsidRDefault="00695902" w:rsidP="007809FD">
      <w:pPr>
        <w:spacing w:before="180" w:after="180"/>
      </w:pPr>
      <w:r>
        <w:rPr>
          <w:rFonts w:hint="eastAsia"/>
        </w:rPr>
        <w:t>None</w:t>
      </w:r>
    </w:p>
    <w:p w14:paraId="569019D0" w14:textId="77777777" w:rsidR="00490650" w:rsidRPr="004A3198" w:rsidRDefault="00490650" w:rsidP="00322112">
      <w:pPr>
        <w:pStyle w:val="2"/>
      </w:pPr>
      <w:bookmarkStart w:id="59" w:name="_Toc172382396"/>
      <w:r w:rsidRPr="004A3198">
        <w:rPr>
          <w:rFonts w:hint="eastAsia"/>
        </w:rPr>
        <w:lastRenderedPageBreak/>
        <w:t>模块特性</w:t>
      </w:r>
      <w:bookmarkEnd w:id="59"/>
    </w:p>
    <w:p w14:paraId="713B1E85" w14:textId="77777777" w:rsidR="00490650" w:rsidRPr="004A3198" w:rsidRDefault="00490650" w:rsidP="007809FD">
      <w:pPr>
        <w:pStyle w:val="3"/>
      </w:pPr>
      <w:bookmarkStart w:id="60" w:name="_Toc172382397"/>
      <w:r w:rsidRPr="004A3198">
        <w:rPr>
          <w:rFonts w:hint="eastAsia"/>
        </w:rPr>
        <w:t>模块特性</w:t>
      </w:r>
      <w:bookmarkEnd w:id="60"/>
    </w:p>
    <w:p w14:paraId="5C68FCF9" w14:textId="133171A9" w:rsidR="00490650" w:rsidRPr="004A3198" w:rsidRDefault="00695902" w:rsidP="00E90428">
      <w:pPr>
        <w:spacing w:before="180" w:after="180"/>
        <w:rPr>
          <w:rFonts w:cs="微软雅黑"/>
        </w:rPr>
      </w:pPr>
      <w:r>
        <w:rPr>
          <w:rFonts w:cs="微软雅黑" w:hint="eastAsia"/>
        </w:rPr>
        <w:t>N</w:t>
      </w:r>
      <w:r>
        <w:rPr>
          <w:rFonts w:cs="微软雅黑"/>
        </w:rPr>
        <w:t>one</w:t>
      </w:r>
    </w:p>
    <w:p w14:paraId="42BDBA6B" w14:textId="77777777" w:rsidR="00490650" w:rsidRPr="004A3198" w:rsidRDefault="00490650" w:rsidP="007809FD">
      <w:pPr>
        <w:pStyle w:val="3"/>
      </w:pPr>
      <w:bookmarkStart w:id="61" w:name="_Ref152054440"/>
      <w:bookmarkStart w:id="62" w:name="_Toc172382398"/>
      <w:r w:rsidRPr="004A3198">
        <w:rPr>
          <w:rFonts w:hint="eastAsia"/>
        </w:rPr>
        <w:t>MCAL</w:t>
      </w:r>
      <w:r w:rsidRPr="004A3198">
        <w:t xml:space="preserve"> </w:t>
      </w:r>
      <w:r w:rsidRPr="004A3198">
        <w:rPr>
          <w:rFonts w:hint="eastAsia"/>
        </w:rPr>
        <w:t>软件实现情况说明</w:t>
      </w:r>
      <w:bookmarkEnd w:id="61"/>
      <w:bookmarkEnd w:id="62"/>
    </w:p>
    <w:p w14:paraId="4964EE76" w14:textId="006E692D" w:rsidR="00DF5DBA" w:rsidRPr="004A3198" w:rsidRDefault="00695902" w:rsidP="003915E4">
      <w:pPr>
        <w:spacing w:before="180" w:after="180"/>
      </w:pPr>
      <w:r>
        <w:rPr>
          <w:rFonts w:hint="eastAsia"/>
        </w:rPr>
        <w:t>N</w:t>
      </w:r>
      <w:r>
        <w:t>one</w:t>
      </w:r>
    </w:p>
    <w:p w14:paraId="61F55D1B" w14:textId="7C338A87" w:rsidR="00044919" w:rsidRPr="004A3198" w:rsidRDefault="00490650" w:rsidP="006D36BB">
      <w:pPr>
        <w:pStyle w:val="2"/>
      </w:pPr>
      <w:bookmarkStart w:id="63" w:name="_Toc172382399"/>
      <w:bookmarkEnd w:id="47"/>
      <w:r w:rsidRPr="004A3198">
        <w:rPr>
          <w:rFonts w:hint="eastAsia"/>
        </w:rPr>
        <w:t>软件定义</w:t>
      </w:r>
      <w:bookmarkEnd w:id="63"/>
    </w:p>
    <w:p w14:paraId="086DA2AC" w14:textId="27520308" w:rsidR="00E658F6" w:rsidRPr="004A3198" w:rsidRDefault="00E658F6" w:rsidP="00F4446C">
      <w:pPr>
        <w:spacing w:before="180" w:after="180"/>
      </w:pPr>
      <w:r w:rsidRPr="004A3198">
        <w:rPr>
          <w:rFonts w:hint="eastAsia"/>
        </w:rPr>
        <w:t>本节</w:t>
      </w:r>
      <w:r w:rsidR="00FF4AA1" w:rsidRPr="004A3198">
        <w:rPr>
          <w:rFonts w:hint="eastAsia"/>
        </w:rPr>
        <w:t>将</w:t>
      </w:r>
      <w:r w:rsidRPr="004A3198">
        <w:rPr>
          <w:rFonts w:hint="eastAsia"/>
        </w:rPr>
        <w:t>介绍</w:t>
      </w:r>
      <w:r w:rsidR="00023027">
        <w:rPr>
          <w:rFonts w:hint="eastAsia"/>
        </w:rPr>
        <w:t>OSIF</w:t>
      </w:r>
      <w:r w:rsidRPr="004A3198">
        <w:rPr>
          <w:rFonts w:hint="eastAsia"/>
        </w:rPr>
        <w:t>驱动程序中的宏定义、错误类型、类型定义以及功能定义</w:t>
      </w:r>
      <w:r w:rsidR="004463CD" w:rsidRPr="004A3198">
        <w:rPr>
          <w:rFonts w:hint="eastAsia"/>
        </w:rPr>
        <w:t>，以及对接口定义变量、功能函数</w:t>
      </w:r>
      <w:r w:rsidR="00286158" w:rsidRPr="004A3198">
        <w:rPr>
          <w:rFonts w:hint="eastAsia"/>
        </w:rPr>
        <w:t>是否适用于</w:t>
      </w:r>
      <w:r w:rsidR="004463CD" w:rsidRPr="004A3198">
        <w:rPr>
          <w:rFonts w:hint="eastAsia"/>
        </w:rPr>
        <w:t>V</w:t>
      </w:r>
      <w:r w:rsidR="004463CD" w:rsidRPr="004A3198">
        <w:t>4.4.0</w:t>
      </w:r>
      <w:r w:rsidR="004463CD" w:rsidRPr="004A3198">
        <w:rPr>
          <w:rFonts w:hint="eastAsia"/>
        </w:rPr>
        <w:t>作说明</w:t>
      </w:r>
      <w:r w:rsidRPr="004A3198">
        <w:rPr>
          <w:rFonts w:hint="eastAsia"/>
        </w:rPr>
        <w:t>。</w:t>
      </w:r>
    </w:p>
    <w:p w14:paraId="7C26EC0C" w14:textId="3A8A5EAA" w:rsidR="006001C3" w:rsidRPr="004A3198" w:rsidRDefault="006001C3">
      <w:pPr>
        <w:pStyle w:val="3"/>
      </w:pPr>
      <w:bookmarkStart w:id="64" w:name="_Toc172382400"/>
      <w:bookmarkStart w:id="65" w:name="_Toc116584533"/>
      <w:r w:rsidRPr="004A3198">
        <w:rPr>
          <w:rFonts w:hint="eastAsia"/>
        </w:rPr>
        <w:t>宏定义</w:t>
      </w:r>
      <w:bookmarkEnd w:id="64"/>
    </w:p>
    <w:p w14:paraId="11EEEE01" w14:textId="77777777" w:rsidR="00BB3CE6" w:rsidRDefault="00BB3CE6" w:rsidP="006001C3">
      <w:pPr>
        <w:spacing w:before="180" w:after="180"/>
      </w:pPr>
      <w:r w:rsidRPr="00BB3CE6">
        <w:rPr>
          <w:rFonts w:hint="eastAsia"/>
        </w:rPr>
        <w:t>OSIF_BAREMETAL(</w:t>
      </w:r>
      <w:r w:rsidRPr="00BB3CE6">
        <w:rPr>
          <w:rFonts w:hint="eastAsia"/>
        </w:rPr>
        <w:t>值为</w:t>
      </w:r>
      <w:r w:rsidRPr="00BB3CE6">
        <w:rPr>
          <w:rFonts w:hint="eastAsia"/>
        </w:rPr>
        <w:t>0)</w:t>
      </w:r>
      <w:r>
        <w:rPr>
          <w:rFonts w:hint="eastAsia"/>
        </w:rPr>
        <w:t>，代表</w:t>
      </w:r>
      <w:r>
        <w:rPr>
          <w:rFonts w:hint="eastAsia"/>
        </w:rPr>
        <w:t>OSIF</w:t>
      </w:r>
      <w:r>
        <w:rPr>
          <w:rFonts w:hint="eastAsia"/>
        </w:rPr>
        <w:t>工作</w:t>
      </w:r>
      <w:r>
        <w:rPr>
          <w:rFonts w:hint="eastAsia"/>
        </w:rPr>
        <w:t>b</w:t>
      </w:r>
      <w:r>
        <w:t>are metal</w:t>
      </w:r>
      <w:r>
        <w:rPr>
          <w:rFonts w:hint="eastAsia"/>
        </w:rPr>
        <w:t>环境中；</w:t>
      </w:r>
    </w:p>
    <w:p w14:paraId="6F216D78" w14:textId="378F7742" w:rsidR="00E55AE5" w:rsidRPr="004A3198" w:rsidRDefault="00BB3CE6" w:rsidP="006001C3">
      <w:pPr>
        <w:spacing w:before="180" w:after="180"/>
      </w:pPr>
      <w:r w:rsidRPr="00BB3CE6">
        <w:rPr>
          <w:rFonts w:hint="eastAsia"/>
        </w:rPr>
        <w:t>OSIF_OS (</w:t>
      </w:r>
      <w:r w:rsidRPr="00BB3CE6">
        <w:rPr>
          <w:rFonts w:hint="eastAsia"/>
        </w:rPr>
        <w:t>值为</w:t>
      </w:r>
      <w:r w:rsidR="0031004C">
        <w:t>1</w:t>
      </w:r>
      <w:r w:rsidRPr="00BB3CE6">
        <w:rPr>
          <w:rFonts w:hint="eastAsia"/>
        </w:rPr>
        <w:t>)</w:t>
      </w:r>
      <w:r>
        <w:rPr>
          <w:rFonts w:hint="eastAsia"/>
        </w:rPr>
        <w:t>，代表</w:t>
      </w:r>
      <w:r>
        <w:rPr>
          <w:rFonts w:hint="eastAsia"/>
        </w:rPr>
        <w:t>OSIF</w:t>
      </w:r>
      <w:r>
        <w:rPr>
          <w:rFonts w:hint="eastAsia"/>
        </w:rPr>
        <w:t>工作非</w:t>
      </w:r>
      <w:r>
        <w:rPr>
          <w:rFonts w:hint="eastAsia"/>
        </w:rPr>
        <w:t>b</w:t>
      </w:r>
      <w:r>
        <w:t>are metal</w:t>
      </w:r>
      <w:r>
        <w:rPr>
          <w:rFonts w:hint="eastAsia"/>
        </w:rPr>
        <w:t>环境中，如</w:t>
      </w:r>
      <w:r>
        <w:rPr>
          <w:rFonts w:hint="eastAsia"/>
        </w:rPr>
        <w:t>FREERTOS</w:t>
      </w:r>
      <w:r>
        <w:rPr>
          <w:rFonts w:hint="eastAsia"/>
        </w:rPr>
        <w:t>、</w:t>
      </w:r>
      <w:r>
        <w:rPr>
          <w:rFonts w:hint="eastAsia"/>
        </w:rPr>
        <w:t>UCOS</w:t>
      </w:r>
      <w:r>
        <w:rPr>
          <w:rFonts w:hint="eastAsia"/>
        </w:rPr>
        <w:t>等；</w:t>
      </w:r>
    </w:p>
    <w:p w14:paraId="3470C960" w14:textId="759C8EE3" w:rsidR="00965562" w:rsidRDefault="000E7ACA" w:rsidP="00500143">
      <w:pPr>
        <w:pStyle w:val="3"/>
      </w:pPr>
      <w:bookmarkStart w:id="66" w:name="_Toc172382401"/>
      <w:r w:rsidRPr="004A3198">
        <w:rPr>
          <w:rFonts w:hint="eastAsia"/>
        </w:rPr>
        <w:t>错误</w:t>
      </w:r>
      <w:r w:rsidR="00C549C5" w:rsidRPr="004A3198">
        <w:rPr>
          <w:rFonts w:hint="eastAsia"/>
        </w:rPr>
        <w:t>类型</w:t>
      </w:r>
      <w:bookmarkEnd w:id="65"/>
      <w:bookmarkEnd w:id="66"/>
    </w:p>
    <w:p w14:paraId="12228D09" w14:textId="2EF5AD3A" w:rsidR="002E42CE" w:rsidRPr="006270FE" w:rsidRDefault="002E42CE" w:rsidP="00044417">
      <w:pPr>
        <w:spacing w:before="180" w:after="180"/>
      </w:pPr>
      <w:r>
        <w:rPr>
          <w:rFonts w:hint="eastAsia"/>
        </w:rPr>
        <w:t>无</w:t>
      </w:r>
    </w:p>
    <w:p w14:paraId="67D6706B" w14:textId="3DA4BFFE" w:rsidR="00965562" w:rsidRPr="004A3198" w:rsidRDefault="00B45F3A" w:rsidP="00500143">
      <w:pPr>
        <w:pStyle w:val="3"/>
      </w:pPr>
      <w:bookmarkStart w:id="67" w:name="_Toc172380181"/>
      <w:bookmarkStart w:id="68" w:name="_Toc172382402"/>
      <w:bookmarkStart w:id="69" w:name="_Toc172380182"/>
      <w:bookmarkStart w:id="70" w:name="_Toc172382403"/>
      <w:bookmarkStart w:id="71" w:name="_Toc172380211"/>
      <w:bookmarkStart w:id="72" w:name="_Toc172382432"/>
      <w:bookmarkStart w:id="73" w:name="_Toc172380212"/>
      <w:bookmarkStart w:id="74" w:name="_Toc172382433"/>
      <w:bookmarkStart w:id="75" w:name="_Toc116584534"/>
      <w:bookmarkStart w:id="76" w:name="_Toc172382469"/>
      <w:bookmarkEnd w:id="67"/>
      <w:bookmarkEnd w:id="68"/>
      <w:bookmarkEnd w:id="69"/>
      <w:bookmarkEnd w:id="70"/>
      <w:bookmarkEnd w:id="71"/>
      <w:bookmarkEnd w:id="72"/>
      <w:bookmarkEnd w:id="73"/>
      <w:bookmarkEnd w:id="74"/>
      <w:r w:rsidRPr="004A3198">
        <w:rPr>
          <w:rFonts w:hint="eastAsia"/>
        </w:rPr>
        <w:t>类型定义</w:t>
      </w:r>
      <w:bookmarkEnd w:id="75"/>
      <w:bookmarkEnd w:id="76"/>
    </w:p>
    <w:p w14:paraId="26765B6F" w14:textId="1C6656B0" w:rsidR="00BB7723" w:rsidRPr="004A3198" w:rsidRDefault="00C23C42" w:rsidP="00BB7723">
      <w:pPr>
        <w:spacing w:before="180" w:after="180"/>
      </w:pPr>
      <w:bookmarkStart w:id="77" w:name="_Ref152054466"/>
      <w:r>
        <w:rPr>
          <w:rFonts w:hint="eastAsia"/>
        </w:rPr>
        <w:t>无</w:t>
      </w:r>
    </w:p>
    <w:p w14:paraId="1E884431" w14:textId="76DE9858" w:rsidR="00965562" w:rsidRPr="004A3198" w:rsidRDefault="002A081A" w:rsidP="006F69CE">
      <w:pPr>
        <w:pStyle w:val="3"/>
      </w:pPr>
      <w:bookmarkStart w:id="78" w:name="_Toc172382470"/>
      <w:r w:rsidRPr="004A3198">
        <w:rPr>
          <w:rFonts w:hint="eastAsia"/>
        </w:rPr>
        <w:t>功能</w:t>
      </w:r>
      <w:r w:rsidR="00D7428C" w:rsidRPr="004A3198">
        <w:rPr>
          <w:rFonts w:hint="eastAsia"/>
        </w:rPr>
        <w:t>函数</w:t>
      </w:r>
      <w:r w:rsidRPr="004A3198">
        <w:rPr>
          <w:rFonts w:hint="eastAsia"/>
        </w:rPr>
        <w:t>定义</w:t>
      </w:r>
      <w:bookmarkEnd w:id="77"/>
      <w:bookmarkEnd w:id="78"/>
    </w:p>
    <w:p w14:paraId="0F748F77" w14:textId="25C1B255" w:rsidR="00572E76" w:rsidRPr="004A3198" w:rsidRDefault="00572E76" w:rsidP="00F4446C">
      <w:pPr>
        <w:spacing w:before="180" w:after="180"/>
      </w:pPr>
      <w:r w:rsidRPr="004A3198">
        <w:rPr>
          <w:rFonts w:hint="eastAsia"/>
        </w:rPr>
        <w:t>本节主要</w:t>
      </w:r>
      <w:r w:rsidR="00734DC2" w:rsidRPr="004A3198">
        <w:rPr>
          <w:rFonts w:hint="eastAsia"/>
        </w:rPr>
        <w:t>根据</w:t>
      </w:r>
      <w:r w:rsidR="00000111" w:rsidRPr="004A3198">
        <w:rPr>
          <w:rFonts w:cs="微软雅黑" w:hint="eastAsia"/>
        </w:rPr>
        <w:t>A</w:t>
      </w:r>
      <w:r w:rsidR="00000111" w:rsidRPr="004A3198">
        <w:rPr>
          <w:rFonts w:cs="微软雅黑"/>
        </w:rPr>
        <w:t>UTOSAR</w:t>
      </w:r>
      <w:r w:rsidR="00000111" w:rsidRPr="004A3198">
        <w:rPr>
          <w:rFonts w:cs="微软雅黑" w:hint="eastAsia"/>
        </w:rPr>
        <w:t xml:space="preserve"> </w:t>
      </w:r>
      <w:r w:rsidRPr="004A3198">
        <w:t>SWS</w:t>
      </w:r>
      <w:r w:rsidR="00734DC2" w:rsidRPr="004A3198">
        <w:rPr>
          <w:rFonts w:hint="eastAsia"/>
        </w:rPr>
        <w:t>规范介绍</w:t>
      </w:r>
      <w:r w:rsidR="00023027">
        <w:t>OSIF</w:t>
      </w:r>
      <w:r w:rsidR="00734DC2" w:rsidRPr="004A3198">
        <w:rPr>
          <w:rFonts w:hint="eastAsia"/>
        </w:rPr>
        <w:t>模块的主要功能以及对应的</w:t>
      </w:r>
      <w:r w:rsidR="002A081A" w:rsidRPr="004A3198">
        <w:rPr>
          <w:rFonts w:hint="eastAsia"/>
        </w:rPr>
        <w:t>API</w:t>
      </w:r>
      <w:r w:rsidR="002A081A" w:rsidRPr="004A3198">
        <w:rPr>
          <w:rFonts w:hint="eastAsia"/>
        </w:rPr>
        <w:t>接口</w:t>
      </w:r>
      <w:r w:rsidR="008118DE" w:rsidRPr="004A3198">
        <w:rPr>
          <w:rFonts w:hint="eastAsia"/>
        </w:rPr>
        <w:t>，以下各小节详细介绍了</w:t>
      </w:r>
      <w:r w:rsidR="00023027">
        <w:t>OSIF</w:t>
      </w:r>
      <w:r w:rsidR="008118DE" w:rsidRPr="004A3198">
        <w:rPr>
          <w:rFonts w:hint="eastAsia"/>
        </w:rPr>
        <w:t>模块的</w:t>
      </w:r>
      <w:r w:rsidR="002E3099" w:rsidRPr="004A3198">
        <w:rPr>
          <w:rFonts w:hint="eastAsia"/>
        </w:rPr>
        <w:t>A</w:t>
      </w:r>
      <w:r w:rsidR="002E3099" w:rsidRPr="004A3198">
        <w:t>PI</w:t>
      </w:r>
      <w:r w:rsidR="008118DE" w:rsidRPr="004A3198">
        <w:rPr>
          <w:rFonts w:hint="eastAsia"/>
        </w:rPr>
        <w:t>功能</w:t>
      </w:r>
      <w:r w:rsidR="00094852" w:rsidRPr="004A3198">
        <w:rPr>
          <w:rFonts w:hint="eastAsia"/>
        </w:rPr>
        <w:t>。</w:t>
      </w:r>
    </w:p>
    <w:p w14:paraId="0171A4C4" w14:textId="12E331A9" w:rsidR="00572E76" w:rsidRPr="004A3198" w:rsidRDefault="00023027" w:rsidP="00500143">
      <w:pPr>
        <w:pStyle w:val="4"/>
      </w:pPr>
      <w:bookmarkStart w:id="79" w:name="_Toc90507417"/>
      <w:bookmarkStart w:id="80" w:name="_Toc94175646"/>
      <w:r>
        <w:t>O</w:t>
      </w:r>
      <w:r w:rsidR="00386F08">
        <w:rPr>
          <w:rFonts w:hint="eastAsia"/>
        </w:rPr>
        <w:t>s</w:t>
      </w:r>
      <w:r w:rsidR="00386F08">
        <w:t>If</w:t>
      </w:r>
      <w:r w:rsidR="003E7744" w:rsidRPr="004A3198">
        <w:t>_Init</w:t>
      </w:r>
    </w:p>
    <w:p w14:paraId="1E58E30E" w14:textId="06786564" w:rsidR="00C97419" w:rsidRPr="004A3198" w:rsidRDefault="00C97419" w:rsidP="00C97419">
      <w:pPr>
        <w:pStyle w:val="a5"/>
        <w:keepNext/>
        <w:spacing w:before="180" w:after="180"/>
      </w:pPr>
      <w:bookmarkStart w:id="81" w:name="_Ref117757220"/>
      <w:bookmarkStart w:id="82" w:name="_Toc172385517"/>
      <w:r w:rsidRPr="004A3198">
        <w:rPr>
          <w:rFonts w:hint="eastAsia"/>
        </w:rPr>
        <w:t>表</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3</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3</w:t>
      </w:r>
      <w:r w:rsidR="00DA6829">
        <w:fldChar w:fldCharType="end"/>
      </w:r>
      <w:bookmarkEnd w:id="81"/>
      <w:r w:rsidR="00ED3075" w:rsidRPr="004A3198">
        <w:t xml:space="preserve"> </w:t>
      </w:r>
      <w:r w:rsidR="00023027">
        <w:t>O</w:t>
      </w:r>
      <w:r w:rsidR="00386F08">
        <w:t>sIf</w:t>
      </w:r>
      <w:r w:rsidR="00555D33" w:rsidRPr="004A3198">
        <w:t>_Init</w:t>
      </w:r>
      <w:r w:rsidRPr="004A3198">
        <w:rPr>
          <w:rFonts w:hint="eastAsia"/>
        </w:rPr>
        <w:t>函数</w:t>
      </w:r>
      <w:bookmarkEnd w:id="82"/>
    </w:p>
    <w:tbl>
      <w:tblPr>
        <w:tblStyle w:val="MCU"/>
        <w:tblW w:w="4983" w:type="pct"/>
        <w:tblLook w:val="04A0" w:firstRow="1" w:lastRow="0" w:firstColumn="1" w:lastColumn="0" w:noHBand="0" w:noVBand="1"/>
      </w:tblPr>
      <w:tblGrid>
        <w:gridCol w:w="1563"/>
        <w:gridCol w:w="7402"/>
      </w:tblGrid>
      <w:tr w:rsidR="0004275A" w:rsidRPr="004A3198" w14:paraId="433FDF5E" w14:textId="77777777" w:rsidTr="001B7950">
        <w:trPr>
          <w:cnfStyle w:val="100000000000" w:firstRow="1" w:lastRow="0" w:firstColumn="0" w:lastColumn="0" w:oddVBand="0" w:evenVBand="0" w:oddHBand="0" w:evenHBand="0" w:firstRowFirstColumn="0" w:firstRowLastColumn="0" w:lastRowFirstColumn="0" w:lastRowLastColumn="0"/>
          <w:tblHeader w:val="0"/>
        </w:trPr>
        <w:tc>
          <w:tcPr>
            <w:tcW w:w="872" w:type="pct"/>
            <w:vAlign w:val="top"/>
          </w:tcPr>
          <w:p w14:paraId="33118829" w14:textId="4B15938B" w:rsidR="0004275A" w:rsidRPr="004A3198" w:rsidRDefault="0004275A" w:rsidP="00500143">
            <w:pPr>
              <w:spacing w:beforeLines="0" w:before="0" w:afterLines="0" w:after="0"/>
              <w:jc w:val="left"/>
              <w:rPr>
                <w:rFonts w:ascii="Century Schoolbook" w:hAnsi="Century Schoolbook"/>
                <w:szCs w:val="18"/>
              </w:rPr>
            </w:pPr>
            <w:r w:rsidRPr="004A3198">
              <w:rPr>
                <w:rFonts w:ascii="Century Schoolbook" w:hAnsi="Century Schoolbook" w:hint="eastAsia"/>
                <w:szCs w:val="18"/>
              </w:rPr>
              <w:t>名称</w:t>
            </w:r>
          </w:p>
        </w:tc>
        <w:tc>
          <w:tcPr>
            <w:tcW w:w="4128" w:type="pct"/>
            <w:vAlign w:val="top"/>
          </w:tcPr>
          <w:p w14:paraId="42A15B7F" w14:textId="592A244E" w:rsidR="0004275A" w:rsidRPr="004A3198" w:rsidRDefault="0004275A" w:rsidP="00500143">
            <w:pPr>
              <w:spacing w:beforeLines="0" w:before="0" w:afterLines="0" w:after="0"/>
              <w:jc w:val="left"/>
              <w:rPr>
                <w:rFonts w:ascii="Century Schoolbook" w:hAnsi="Century Schoolbook"/>
                <w:szCs w:val="18"/>
              </w:rPr>
            </w:pPr>
            <w:r w:rsidRPr="004A3198">
              <w:rPr>
                <w:rFonts w:ascii="Century Schoolbook" w:hAnsi="Century Schoolbook" w:hint="eastAsia"/>
                <w:szCs w:val="18"/>
              </w:rPr>
              <w:t>规约介绍</w:t>
            </w:r>
          </w:p>
        </w:tc>
      </w:tr>
      <w:tr w:rsidR="00C97419" w:rsidRPr="004A3198" w14:paraId="792D5D3C" w14:textId="77777777" w:rsidTr="001B7950">
        <w:tc>
          <w:tcPr>
            <w:tcW w:w="872" w:type="pct"/>
          </w:tcPr>
          <w:p w14:paraId="772CE72F" w14:textId="00FCFCF1" w:rsidR="00C97419" w:rsidRPr="004A3198" w:rsidRDefault="003805A4" w:rsidP="00500143">
            <w:pPr>
              <w:spacing w:beforeLines="0" w:before="0" w:afterLines="0" w:after="0"/>
              <w:rPr>
                <w:szCs w:val="18"/>
              </w:rPr>
            </w:pPr>
            <w:r w:rsidRPr="004A3198">
              <w:rPr>
                <w:szCs w:val="18"/>
              </w:rPr>
              <w:t>规约号</w:t>
            </w:r>
          </w:p>
        </w:tc>
        <w:tc>
          <w:tcPr>
            <w:tcW w:w="4128" w:type="pct"/>
          </w:tcPr>
          <w:p w14:paraId="10ADDE14" w14:textId="6C415ED3" w:rsidR="00C97419" w:rsidRPr="004A3198" w:rsidRDefault="00386F08" w:rsidP="00500143">
            <w:pPr>
              <w:spacing w:beforeLines="0" w:before="0" w:afterLines="0" w:after="0"/>
              <w:jc w:val="left"/>
              <w:rPr>
                <w:szCs w:val="18"/>
              </w:rPr>
            </w:pPr>
            <w:r>
              <w:rPr>
                <w:rFonts w:hint="eastAsia"/>
                <w:szCs w:val="18"/>
              </w:rPr>
              <w:t>无</w:t>
            </w:r>
          </w:p>
        </w:tc>
      </w:tr>
      <w:tr w:rsidR="003805A4" w:rsidRPr="004A3198" w14:paraId="40706D6E" w14:textId="77777777" w:rsidTr="001B7950">
        <w:tc>
          <w:tcPr>
            <w:tcW w:w="872" w:type="pct"/>
          </w:tcPr>
          <w:p w14:paraId="2F384DC1" w14:textId="7A0C5EBA" w:rsidR="003805A4" w:rsidRPr="004A3198" w:rsidRDefault="00FB499D" w:rsidP="00500143">
            <w:pPr>
              <w:spacing w:beforeLines="0" w:before="0" w:afterLines="0" w:after="0"/>
              <w:rPr>
                <w:szCs w:val="18"/>
              </w:rPr>
            </w:pPr>
            <w:r w:rsidRPr="004A3198">
              <w:rPr>
                <w:szCs w:val="18"/>
              </w:rPr>
              <w:t>接口名称</w:t>
            </w:r>
          </w:p>
        </w:tc>
        <w:tc>
          <w:tcPr>
            <w:tcW w:w="4128" w:type="pct"/>
          </w:tcPr>
          <w:p w14:paraId="1E0BA973" w14:textId="22DFB4AC" w:rsidR="003805A4" w:rsidRPr="004A3198" w:rsidRDefault="00023027">
            <w:pPr>
              <w:spacing w:beforeLines="0" w:before="0" w:afterLines="0" w:after="0"/>
              <w:jc w:val="left"/>
              <w:rPr>
                <w:szCs w:val="18"/>
              </w:rPr>
            </w:pPr>
            <w:r>
              <w:rPr>
                <w:szCs w:val="18"/>
              </w:rPr>
              <w:t>O</w:t>
            </w:r>
            <w:r w:rsidR="00801458">
              <w:rPr>
                <w:rFonts w:hint="eastAsia"/>
                <w:szCs w:val="18"/>
              </w:rPr>
              <w:t>sIf</w:t>
            </w:r>
            <w:r w:rsidR="00FB499D" w:rsidRPr="004A3198">
              <w:rPr>
                <w:szCs w:val="18"/>
              </w:rPr>
              <w:t>_Init</w:t>
            </w:r>
          </w:p>
        </w:tc>
      </w:tr>
      <w:tr w:rsidR="00C97419" w:rsidRPr="004A3198" w14:paraId="73E6F337" w14:textId="77777777" w:rsidTr="001B7950">
        <w:tc>
          <w:tcPr>
            <w:tcW w:w="872" w:type="pct"/>
          </w:tcPr>
          <w:p w14:paraId="5C5EBAEF" w14:textId="06A138DC" w:rsidR="00C97419" w:rsidRPr="004A3198" w:rsidRDefault="00C97419" w:rsidP="00500143">
            <w:pPr>
              <w:spacing w:beforeLines="0" w:before="0" w:afterLines="0" w:after="0"/>
              <w:rPr>
                <w:szCs w:val="18"/>
              </w:rPr>
            </w:pPr>
            <w:r w:rsidRPr="004A3198">
              <w:rPr>
                <w:szCs w:val="18"/>
              </w:rPr>
              <w:lastRenderedPageBreak/>
              <w:t>函数原型</w:t>
            </w:r>
          </w:p>
        </w:tc>
        <w:tc>
          <w:tcPr>
            <w:tcW w:w="4128" w:type="pct"/>
          </w:tcPr>
          <w:p w14:paraId="393651A5" w14:textId="33D1AA33" w:rsidR="00C97419" w:rsidRPr="004A3198" w:rsidRDefault="00CE3C8F" w:rsidP="00500143">
            <w:pPr>
              <w:spacing w:beforeLines="0" w:before="0" w:afterLines="0" w:after="0"/>
              <w:jc w:val="left"/>
              <w:rPr>
                <w:szCs w:val="18"/>
              </w:rPr>
            </w:pPr>
            <w:r w:rsidRPr="00CE3C8F">
              <w:rPr>
                <w:rFonts w:cs="Arial"/>
              </w:rPr>
              <w:t>void OsIf_Init(</w:t>
            </w:r>
            <w:r w:rsidR="00642478">
              <w:rPr>
                <w:rFonts w:cs="Arial" w:hint="eastAsia"/>
              </w:rPr>
              <w:t>void</w:t>
            </w:r>
            <w:r w:rsidRPr="00CE3C8F">
              <w:rPr>
                <w:rFonts w:cs="Arial"/>
              </w:rPr>
              <w:t>)</w:t>
            </w:r>
          </w:p>
        </w:tc>
      </w:tr>
      <w:tr w:rsidR="00C97419" w:rsidRPr="004A3198" w14:paraId="4232AAC0" w14:textId="77777777" w:rsidTr="001B7950">
        <w:tc>
          <w:tcPr>
            <w:tcW w:w="872" w:type="pct"/>
          </w:tcPr>
          <w:p w14:paraId="7E0D81BC" w14:textId="462D2447" w:rsidR="00C97419" w:rsidRPr="004A3198" w:rsidRDefault="00C97419" w:rsidP="00500143">
            <w:pPr>
              <w:spacing w:beforeLines="0" w:before="0" w:afterLines="0" w:after="0"/>
              <w:rPr>
                <w:szCs w:val="18"/>
              </w:rPr>
            </w:pPr>
            <w:r w:rsidRPr="004A3198">
              <w:rPr>
                <w:szCs w:val="18"/>
              </w:rPr>
              <w:t>服务</w:t>
            </w:r>
            <w:r w:rsidRPr="004A3198">
              <w:rPr>
                <w:szCs w:val="18"/>
              </w:rPr>
              <w:t xml:space="preserve"> ID</w:t>
            </w:r>
          </w:p>
        </w:tc>
        <w:tc>
          <w:tcPr>
            <w:tcW w:w="4128" w:type="pct"/>
          </w:tcPr>
          <w:p w14:paraId="6736F3C5" w14:textId="0D7B2B04" w:rsidR="00C97419" w:rsidRPr="004A3198" w:rsidRDefault="00C23C42" w:rsidP="00500143">
            <w:pPr>
              <w:spacing w:beforeLines="0" w:before="0" w:afterLines="0" w:after="0"/>
              <w:jc w:val="left"/>
              <w:rPr>
                <w:szCs w:val="18"/>
              </w:rPr>
            </w:pPr>
            <w:r>
              <w:rPr>
                <w:rFonts w:hint="eastAsia"/>
                <w:szCs w:val="18"/>
              </w:rPr>
              <w:t>NA</w:t>
            </w:r>
            <w:r w:rsidRPr="004A3198" w:rsidDel="00C23C42">
              <w:rPr>
                <w:szCs w:val="18"/>
              </w:rPr>
              <w:t xml:space="preserve"> </w:t>
            </w:r>
          </w:p>
        </w:tc>
      </w:tr>
      <w:tr w:rsidR="004B5FA1" w:rsidRPr="004A3198" w14:paraId="6A392D6B" w14:textId="77777777" w:rsidTr="001B7950">
        <w:tc>
          <w:tcPr>
            <w:tcW w:w="872" w:type="pct"/>
          </w:tcPr>
          <w:p w14:paraId="173A4126" w14:textId="1F73821F" w:rsidR="004B5FA1" w:rsidRPr="004A3198" w:rsidRDefault="004B5FA1" w:rsidP="00500143">
            <w:pPr>
              <w:spacing w:beforeLines="0" w:before="0" w:afterLines="0" w:after="0"/>
              <w:rPr>
                <w:szCs w:val="18"/>
              </w:rPr>
            </w:pPr>
            <w:r w:rsidRPr="004A3198">
              <w:rPr>
                <w:rFonts w:hint="eastAsia"/>
                <w:szCs w:val="18"/>
              </w:rPr>
              <w:t>支持版本</w:t>
            </w:r>
          </w:p>
        </w:tc>
        <w:tc>
          <w:tcPr>
            <w:tcW w:w="4128" w:type="pct"/>
          </w:tcPr>
          <w:p w14:paraId="30E20727" w14:textId="484008BC" w:rsidR="004B5FA1" w:rsidRPr="004A3198" w:rsidRDefault="00085E08" w:rsidP="00500143">
            <w:pPr>
              <w:spacing w:beforeLines="0" w:before="0" w:afterLines="0" w:after="0"/>
              <w:jc w:val="left"/>
              <w:rPr>
                <w:szCs w:val="18"/>
              </w:rPr>
            </w:pPr>
            <w:r w:rsidRPr="004A3198">
              <w:rPr>
                <w:rFonts w:hint="eastAsia"/>
                <w:szCs w:val="18"/>
              </w:rPr>
              <w:t>V</w:t>
            </w:r>
            <w:r w:rsidRPr="004A3198">
              <w:rPr>
                <w:szCs w:val="18"/>
              </w:rPr>
              <w:t>4.4</w:t>
            </w:r>
            <w:r w:rsidRPr="004A3198">
              <w:rPr>
                <w:rFonts w:hint="eastAsia"/>
                <w:szCs w:val="18"/>
              </w:rPr>
              <w:t>.</w:t>
            </w:r>
            <w:r w:rsidRPr="004A3198">
              <w:rPr>
                <w:szCs w:val="18"/>
              </w:rPr>
              <w:t>0</w:t>
            </w:r>
          </w:p>
        </w:tc>
      </w:tr>
      <w:tr w:rsidR="00FB499D" w:rsidRPr="004A3198" w14:paraId="0B6F951B" w14:textId="77777777" w:rsidTr="001B7950">
        <w:tc>
          <w:tcPr>
            <w:tcW w:w="872" w:type="pct"/>
          </w:tcPr>
          <w:p w14:paraId="0C946A8E" w14:textId="74968C98" w:rsidR="00FB499D" w:rsidRPr="004A3198" w:rsidRDefault="00FB499D" w:rsidP="00500143">
            <w:pPr>
              <w:spacing w:beforeLines="0" w:before="0" w:afterLines="0" w:after="0"/>
              <w:rPr>
                <w:szCs w:val="18"/>
              </w:rPr>
            </w:pPr>
            <w:r w:rsidRPr="004A3198">
              <w:rPr>
                <w:szCs w:val="18"/>
              </w:rPr>
              <w:t>同步</w:t>
            </w:r>
            <w:r w:rsidRPr="004A3198">
              <w:rPr>
                <w:szCs w:val="18"/>
              </w:rPr>
              <w:t>/</w:t>
            </w:r>
            <w:r w:rsidRPr="004A3198">
              <w:rPr>
                <w:szCs w:val="18"/>
              </w:rPr>
              <w:t>异步</w:t>
            </w:r>
          </w:p>
        </w:tc>
        <w:tc>
          <w:tcPr>
            <w:tcW w:w="4128" w:type="pct"/>
          </w:tcPr>
          <w:p w14:paraId="34C883A8" w14:textId="7A5AA392" w:rsidR="00FB499D" w:rsidRPr="004A3198" w:rsidRDefault="00FB499D" w:rsidP="00500143">
            <w:pPr>
              <w:spacing w:beforeLines="0" w:before="0" w:afterLines="0" w:after="0"/>
              <w:jc w:val="left"/>
              <w:rPr>
                <w:szCs w:val="18"/>
              </w:rPr>
            </w:pPr>
            <w:r w:rsidRPr="004A3198">
              <w:rPr>
                <w:szCs w:val="18"/>
              </w:rPr>
              <w:t>同步</w:t>
            </w:r>
          </w:p>
        </w:tc>
      </w:tr>
      <w:tr w:rsidR="00FB499D" w:rsidRPr="004A3198" w14:paraId="3DA52D1E" w14:textId="77777777" w:rsidTr="001B7950">
        <w:tc>
          <w:tcPr>
            <w:tcW w:w="872" w:type="pct"/>
            <w:tcBorders>
              <w:bottom w:val="single" w:sz="8" w:space="0" w:color="auto"/>
            </w:tcBorders>
          </w:tcPr>
          <w:p w14:paraId="591218E7" w14:textId="0BF37E47" w:rsidR="00FB499D" w:rsidRPr="004A3198" w:rsidRDefault="00FB499D" w:rsidP="00500143">
            <w:pPr>
              <w:spacing w:beforeLines="0" w:before="0" w:afterLines="0" w:after="0"/>
              <w:rPr>
                <w:szCs w:val="18"/>
              </w:rPr>
            </w:pPr>
            <w:r w:rsidRPr="004A3198">
              <w:rPr>
                <w:szCs w:val="18"/>
              </w:rPr>
              <w:t>可重入性</w:t>
            </w:r>
          </w:p>
        </w:tc>
        <w:tc>
          <w:tcPr>
            <w:tcW w:w="4128" w:type="pct"/>
          </w:tcPr>
          <w:p w14:paraId="2652481C" w14:textId="52CE9694" w:rsidR="00FB499D" w:rsidRPr="004A3198" w:rsidRDefault="00FB499D" w:rsidP="00500143">
            <w:pPr>
              <w:spacing w:beforeLines="0" w:before="0" w:afterLines="0" w:after="0"/>
              <w:jc w:val="left"/>
              <w:rPr>
                <w:szCs w:val="18"/>
              </w:rPr>
            </w:pPr>
            <w:r w:rsidRPr="004A3198">
              <w:rPr>
                <w:szCs w:val="18"/>
              </w:rPr>
              <w:t>不可重入</w:t>
            </w:r>
          </w:p>
        </w:tc>
      </w:tr>
      <w:tr w:rsidR="00642478" w:rsidRPr="004A3198" w14:paraId="7A2DE763" w14:textId="77777777" w:rsidTr="00642478">
        <w:tc>
          <w:tcPr>
            <w:tcW w:w="872" w:type="pct"/>
            <w:tcBorders>
              <w:top w:val="single" w:sz="8" w:space="0" w:color="auto"/>
              <w:bottom w:val="single" w:sz="8" w:space="0" w:color="auto"/>
            </w:tcBorders>
          </w:tcPr>
          <w:p w14:paraId="2CCD6DF4" w14:textId="2423C82B" w:rsidR="00642478" w:rsidRPr="004A3198" w:rsidRDefault="00642478" w:rsidP="00500143">
            <w:pPr>
              <w:spacing w:beforeLines="0" w:before="0" w:afterLines="0" w:after="0"/>
              <w:rPr>
                <w:szCs w:val="18"/>
              </w:rPr>
            </w:pPr>
            <w:r w:rsidRPr="004A3198">
              <w:rPr>
                <w:rFonts w:hint="eastAsia"/>
                <w:szCs w:val="18"/>
              </w:rPr>
              <w:t>形参（</w:t>
            </w:r>
            <w:r w:rsidRPr="004A3198">
              <w:rPr>
                <w:rFonts w:hint="eastAsia"/>
                <w:szCs w:val="18"/>
              </w:rPr>
              <w:t>in</w:t>
            </w:r>
            <w:r w:rsidRPr="004A3198">
              <w:rPr>
                <w:rFonts w:hint="eastAsia"/>
                <w:szCs w:val="18"/>
              </w:rPr>
              <w:t>）</w:t>
            </w:r>
          </w:p>
        </w:tc>
        <w:tc>
          <w:tcPr>
            <w:tcW w:w="4128" w:type="pct"/>
            <w:tcBorders>
              <w:top w:val="single" w:sz="8" w:space="0" w:color="auto"/>
              <w:bottom w:val="single" w:sz="8" w:space="0" w:color="auto"/>
            </w:tcBorders>
          </w:tcPr>
          <w:p w14:paraId="5FFFFA30" w14:textId="6289E947" w:rsidR="00642478" w:rsidRPr="004A3198" w:rsidRDefault="00642478" w:rsidP="00500143">
            <w:pPr>
              <w:spacing w:beforeLines="0" w:before="0" w:afterLines="0" w:after="0"/>
              <w:jc w:val="left"/>
              <w:rPr>
                <w:szCs w:val="18"/>
              </w:rPr>
            </w:pPr>
            <w:r>
              <w:rPr>
                <w:szCs w:val="18"/>
              </w:rPr>
              <w:t>None</w:t>
            </w:r>
          </w:p>
        </w:tc>
      </w:tr>
      <w:tr w:rsidR="00BB5639" w:rsidRPr="004A3198" w14:paraId="5BE613DE" w14:textId="77777777" w:rsidTr="001B7950">
        <w:tc>
          <w:tcPr>
            <w:tcW w:w="872" w:type="pct"/>
            <w:tcBorders>
              <w:top w:val="single" w:sz="8" w:space="0" w:color="auto"/>
            </w:tcBorders>
          </w:tcPr>
          <w:p w14:paraId="68FAAF4B" w14:textId="39038392" w:rsidR="00BB5639" w:rsidRPr="004A3198" w:rsidRDefault="00BB5639" w:rsidP="00500143">
            <w:pPr>
              <w:spacing w:beforeLines="0" w:before="0" w:afterLines="0" w:after="0"/>
              <w:rPr>
                <w:szCs w:val="18"/>
              </w:rPr>
            </w:pPr>
            <w:r w:rsidRPr="004A3198">
              <w:rPr>
                <w:rFonts w:hint="eastAsia"/>
                <w:szCs w:val="18"/>
              </w:rPr>
              <w:t>形参（</w:t>
            </w:r>
            <w:r w:rsidR="00E07ED3" w:rsidRPr="004A3198">
              <w:rPr>
                <w:rFonts w:hint="eastAsia"/>
                <w:szCs w:val="18"/>
              </w:rPr>
              <w:t>inout</w:t>
            </w:r>
            <w:r w:rsidRPr="004A3198">
              <w:rPr>
                <w:rFonts w:hint="eastAsia"/>
                <w:szCs w:val="18"/>
              </w:rPr>
              <w:t>）</w:t>
            </w:r>
          </w:p>
        </w:tc>
        <w:tc>
          <w:tcPr>
            <w:tcW w:w="4128" w:type="pct"/>
            <w:tcBorders>
              <w:top w:val="single" w:sz="8" w:space="0" w:color="auto"/>
            </w:tcBorders>
          </w:tcPr>
          <w:p w14:paraId="1885B10E" w14:textId="6980BBD4" w:rsidR="00BB5639" w:rsidRPr="004A3198" w:rsidRDefault="00BB5639" w:rsidP="00500143">
            <w:pPr>
              <w:spacing w:beforeLines="0" w:before="0" w:afterLines="0" w:after="0"/>
              <w:jc w:val="left"/>
              <w:rPr>
                <w:szCs w:val="18"/>
              </w:rPr>
            </w:pPr>
            <w:r w:rsidRPr="004A3198">
              <w:rPr>
                <w:szCs w:val="18"/>
              </w:rPr>
              <w:t>None</w:t>
            </w:r>
          </w:p>
        </w:tc>
      </w:tr>
      <w:tr w:rsidR="00FB499D" w:rsidRPr="004A3198" w14:paraId="41F2AB7C" w14:textId="77777777" w:rsidTr="001B7950">
        <w:tc>
          <w:tcPr>
            <w:tcW w:w="872" w:type="pct"/>
          </w:tcPr>
          <w:p w14:paraId="716A5913" w14:textId="5D2B3387" w:rsidR="00FB499D" w:rsidRPr="004A3198" w:rsidRDefault="00E07ED3" w:rsidP="00500143">
            <w:pPr>
              <w:spacing w:beforeLines="0" w:before="0" w:afterLines="0" w:after="0"/>
              <w:rPr>
                <w:szCs w:val="18"/>
              </w:rPr>
            </w:pPr>
            <w:r w:rsidRPr="004A3198">
              <w:rPr>
                <w:rFonts w:hint="eastAsia"/>
                <w:szCs w:val="18"/>
              </w:rPr>
              <w:t>形参（</w:t>
            </w:r>
            <w:r w:rsidRPr="004A3198">
              <w:rPr>
                <w:rFonts w:hint="eastAsia"/>
                <w:szCs w:val="18"/>
              </w:rPr>
              <w:t>out</w:t>
            </w:r>
            <w:r w:rsidRPr="004A3198">
              <w:rPr>
                <w:rFonts w:hint="eastAsia"/>
                <w:szCs w:val="18"/>
              </w:rPr>
              <w:t>）</w:t>
            </w:r>
          </w:p>
        </w:tc>
        <w:tc>
          <w:tcPr>
            <w:tcW w:w="4128" w:type="pct"/>
          </w:tcPr>
          <w:p w14:paraId="17E832D4" w14:textId="5C7A478D" w:rsidR="00FB499D" w:rsidRPr="004A3198" w:rsidRDefault="00FB499D" w:rsidP="00500143">
            <w:pPr>
              <w:spacing w:beforeLines="0" w:before="0" w:afterLines="0" w:after="0"/>
              <w:jc w:val="left"/>
              <w:rPr>
                <w:szCs w:val="18"/>
              </w:rPr>
            </w:pPr>
            <w:r w:rsidRPr="004A3198">
              <w:rPr>
                <w:szCs w:val="18"/>
              </w:rPr>
              <w:t>None</w:t>
            </w:r>
          </w:p>
        </w:tc>
      </w:tr>
      <w:tr w:rsidR="00C97419" w:rsidRPr="004A3198" w14:paraId="00B8313C" w14:textId="77777777" w:rsidTr="001B7950">
        <w:tc>
          <w:tcPr>
            <w:tcW w:w="872" w:type="pct"/>
          </w:tcPr>
          <w:p w14:paraId="4E12CD01" w14:textId="42D8980F" w:rsidR="00C97419" w:rsidRPr="004A3198" w:rsidRDefault="00FB499D" w:rsidP="00500143">
            <w:pPr>
              <w:spacing w:beforeLines="0" w:before="0" w:afterLines="0" w:after="0"/>
              <w:rPr>
                <w:szCs w:val="18"/>
              </w:rPr>
            </w:pPr>
            <w:r w:rsidRPr="004A3198">
              <w:rPr>
                <w:szCs w:val="18"/>
              </w:rPr>
              <w:t>函数返回值</w:t>
            </w:r>
          </w:p>
        </w:tc>
        <w:tc>
          <w:tcPr>
            <w:tcW w:w="4128" w:type="pct"/>
          </w:tcPr>
          <w:p w14:paraId="424F8BEF" w14:textId="6F2BE140" w:rsidR="00C97419" w:rsidRPr="004A3198" w:rsidRDefault="00787B06" w:rsidP="00500143">
            <w:pPr>
              <w:spacing w:beforeLines="0" w:before="0" w:afterLines="0" w:after="0"/>
              <w:jc w:val="left"/>
              <w:rPr>
                <w:szCs w:val="18"/>
              </w:rPr>
            </w:pPr>
            <w:r w:rsidRPr="004A3198">
              <w:rPr>
                <w:rFonts w:hint="eastAsia"/>
                <w:szCs w:val="18"/>
              </w:rPr>
              <w:t>None</w:t>
            </w:r>
          </w:p>
        </w:tc>
      </w:tr>
      <w:tr w:rsidR="000C1DFC" w:rsidRPr="004A3198" w14:paraId="4CD93356" w14:textId="77777777" w:rsidTr="001B7950">
        <w:tc>
          <w:tcPr>
            <w:tcW w:w="872" w:type="pct"/>
          </w:tcPr>
          <w:p w14:paraId="23B077AD" w14:textId="4B42B260" w:rsidR="000C1DFC" w:rsidRPr="004A3198" w:rsidRDefault="00FB499D" w:rsidP="00500143">
            <w:pPr>
              <w:spacing w:beforeLines="0" w:before="0" w:afterLines="0" w:after="0"/>
              <w:rPr>
                <w:szCs w:val="18"/>
              </w:rPr>
            </w:pPr>
            <w:r w:rsidRPr="004A3198">
              <w:rPr>
                <w:szCs w:val="18"/>
              </w:rPr>
              <w:t>描述</w:t>
            </w:r>
          </w:p>
        </w:tc>
        <w:tc>
          <w:tcPr>
            <w:tcW w:w="4128" w:type="pct"/>
          </w:tcPr>
          <w:p w14:paraId="43EBEC68" w14:textId="76407230" w:rsidR="000C1DFC" w:rsidRPr="004A3198" w:rsidRDefault="00CE3C8F" w:rsidP="00500143">
            <w:pPr>
              <w:spacing w:beforeLines="0" w:before="0" w:afterLines="0" w:after="0"/>
              <w:jc w:val="left"/>
              <w:rPr>
                <w:szCs w:val="18"/>
              </w:rPr>
            </w:pPr>
            <w:r w:rsidRPr="00CE3C8F">
              <w:rPr>
                <w:rFonts w:hint="eastAsia"/>
                <w:szCs w:val="18"/>
              </w:rPr>
              <w:t>OS</w:t>
            </w:r>
            <w:r w:rsidRPr="00CE3C8F">
              <w:rPr>
                <w:rFonts w:hint="eastAsia"/>
                <w:szCs w:val="18"/>
              </w:rPr>
              <w:t>系统初始化完成</w:t>
            </w:r>
          </w:p>
        </w:tc>
      </w:tr>
      <w:tr w:rsidR="00FB499D" w:rsidRPr="004A3198" w14:paraId="2397E930" w14:textId="77777777" w:rsidTr="001B7950">
        <w:tc>
          <w:tcPr>
            <w:tcW w:w="872" w:type="pct"/>
          </w:tcPr>
          <w:p w14:paraId="3A9E4C62" w14:textId="37F65D23" w:rsidR="00FB499D" w:rsidRPr="004A3198" w:rsidRDefault="00FB499D" w:rsidP="00500143">
            <w:pPr>
              <w:spacing w:beforeLines="0" w:before="0" w:afterLines="0" w:after="0"/>
              <w:rPr>
                <w:szCs w:val="18"/>
              </w:rPr>
            </w:pPr>
            <w:r w:rsidRPr="004A3198">
              <w:rPr>
                <w:szCs w:val="18"/>
              </w:rPr>
              <w:t>头文件</w:t>
            </w:r>
          </w:p>
        </w:tc>
        <w:tc>
          <w:tcPr>
            <w:tcW w:w="4128" w:type="pct"/>
          </w:tcPr>
          <w:p w14:paraId="65E52A62" w14:textId="216989BC" w:rsidR="00FB499D" w:rsidRPr="004A3198" w:rsidRDefault="00023027" w:rsidP="00500143">
            <w:pPr>
              <w:spacing w:beforeLines="0" w:before="0" w:afterLines="0" w:after="0"/>
              <w:jc w:val="left"/>
              <w:rPr>
                <w:szCs w:val="18"/>
              </w:rPr>
            </w:pPr>
            <w:r>
              <w:rPr>
                <w:szCs w:val="18"/>
              </w:rPr>
              <w:t>O</w:t>
            </w:r>
            <w:r w:rsidR="00CE3C8F">
              <w:rPr>
                <w:szCs w:val="18"/>
              </w:rPr>
              <w:t>sIf</w:t>
            </w:r>
            <w:r w:rsidR="00FB499D" w:rsidRPr="004A3198">
              <w:rPr>
                <w:szCs w:val="18"/>
              </w:rPr>
              <w:t>.h</w:t>
            </w:r>
          </w:p>
        </w:tc>
      </w:tr>
      <w:tr w:rsidR="00023DA9" w:rsidRPr="004A3198" w14:paraId="4D5BB7E7" w14:textId="77777777" w:rsidTr="001B7950">
        <w:tc>
          <w:tcPr>
            <w:tcW w:w="872" w:type="pct"/>
          </w:tcPr>
          <w:p w14:paraId="60512C03" w14:textId="0FC8E6EA" w:rsidR="00023DA9" w:rsidRPr="004A3198" w:rsidRDefault="00023DA9" w:rsidP="00500143">
            <w:pPr>
              <w:spacing w:beforeLines="0" w:before="0" w:afterLines="0" w:after="0"/>
              <w:rPr>
                <w:szCs w:val="18"/>
              </w:rPr>
            </w:pPr>
            <w:r w:rsidRPr="004A3198">
              <w:rPr>
                <w:rFonts w:hint="eastAsia"/>
                <w:szCs w:val="18"/>
              </w:rPr>
              <w:t>注意事项</w:t>
            </w:r>
          </w:p>
        </w:tc>
        <w:tc>
          <w:tcPr>
            <w:tcW w:w="4128" w:type="pct"/>
          </w:tcPr>
          <w:p w14:paraId="2512628E" w14:textId="7EA3E98E" w:rsidR="00023DA9" w:rsidRPr="004A3198" w:rsidRDefault="00642478" w:rsidP="00500143">
            <w:pPr>
              <w:spacing w:beforeLines="0" w:before="0" w:afterLines="0" w:after="0"/>
              <w:jc w:val="left"/>
              <w:rPr>
                <w:szCs w:val="18"/>
              </w:rPr>
            </w:pPr>
            <w:r>
              <w:rPr>
                <w:rFonts w:hint="eastAsia"/>
                <w:szCs w:val="18"/>
              </w:rPr>
              <w:t>时钟初始化后</w:t>
            </w:r>
            <w:r w:rsidR="008D639C" w:rsidRPr="004A3198">
              <w:rPr>
                <w:rFonts w:hint="eastAsia"/>
                <w:szCs w:val="18"/>
              </w:rPr>
              <w:t>调用</w:t>
            </w:r>
            <w:r w:rsidR="008D639C" w:rsidRPr="004A3198">
              <w:rPr>
                <w:rFonts w:hint="eastAsia"/>
                <w:szCs w:val="18"/>
              </w:rPr>
              <w:t>Init</w:t>
            </w:r>
          </w:p>
        </w:tc>
      </w:tr>
      <w:tr w:rsidR="00023DA9" w:rsidRPr="004A3198" w14:paraId="240CE071" w14:textId="77777777" w:rsidTr="001B7950">
        <w:tc>
          <w:tcPr>
            <w:tcW w:w="872" w:type="pct"/>
          </w:tcPr>
          <w:p w14:paraId="02BA2497" w14:textId="7CB6D6A2" w:rsidR="00023DA9" w:rsidRPr="004A3198" w:rsidRDefault="00023DA9" w:rsidP="00500143">
            <w:pPr>
              <w:spacing w:beforeLines="0" w:before="0" w:afterLines="0" w:after="0"/>
              <w:rPr>
                <w:szCs w:val="18"/>
              </w:rPr>
            </w:pPr>
            <w:r w:rsidRPr="004A3198">
              <w:rPr>
                <w:rFonts w:hint="eastAsia"/>
                <w:szCs w:val="18"/>
              </w:rPr>
              <w:t>配置项</w:t>
            </w:r>
          </w:p>
        </w:tc>
        <w:tc>
          <w:tcPr>
            <w:tcW w:w="4128" w:type="pct"/>
          </w:tcPr>
          <w:p w14:paraId="3A1A7525" w14:textId="2EA188C8" w:rsidR="00023DA9" w:rsidRPr="004A3198" w:rsidRDefault="00023DA9" w:rsidP="00500143">
            <w:pPr>
              <w:spacing w:beforeLines="0" w:before="0" w:afterLines="0" w:after="0"/>
              <w:jc w:val="left"/>
              <w:rPr>
                <w:szCs w:val="18"/>
              </w:rPr>
            </w:pPr>
            <w:r w:rsidRPr="004A3198">
              <w:rPr>
                <w:rFonts w:hint="eastAsia"/>
                <w:szCs w:val="18"/>
              </w:rPr>
              <w:t>None</w:t>
            </w:r>
          </w:p>
        </w:tc>
      </w:tr>
      <w:tr w:rsidR="00F6737F" w:rsidRPr="004A3198" w14:paraId="39B77E95" w14:textId="77777777" w:rsidTr="001B7950">
        <w:tc>
          <w:tcPr>
            <w:tcW w:w="872" w:type="pct"/>
          </w:tcPr>
          <w:p w14:paraId="3FA370D1" w14:textId="4BA7B9A6" w:rsidR="00F6737F" w:rsidRPr="004A3198" w:rsidRDefault="00F6737F" w:rsidP="00F6737F">
            <w:pPr>
              <w:spacing w:beforeLines="0" w:before="0" w:afterLines="0" w:after="0"/>
              <w:rPr>
                <w:szCs w:val="18"/>
              </w:rPr>
            </w:pPr>
            <w:r w:rsidRPr="004A3198">
              <w:rPr>
                <w:rFonts w:hint="eastAsia"/>
                <w:szCs w:val="18"/>
              </w:rPr>
              <w:t>D</w:t>
            </w:r>
            <w:r>
              <w:rPr>
                <w:szCs w:val="18"/>
              </w:rPr>
              <w:t>ET</w:t>
            </w:r>
          </w:p>
        </w:tc>
        <w:tc>
          <w:tcPr>
            <w:tcW w:w="4128" w:type="pct"/>
          </w:tcPr>
          <w:p w14:paraId="7C2BDC83" w14:textId="017B4EF9" w:rsidR="00F6737F" w:rsidRPr="004A3198" w:rsidRDefault="00F6737F" w:rsidP="00F6737F">
            <w:pPr>
              <w:spacing w:beforeLines="0" w:before="0" w:afterLines="0" w:after="0"/>
              <w:jc w:val="left"/>
              <w:rPr>
                <w:szCs w:val="18"/>
              </w:rPr>
            </w:pPr>
            <w:r w:rsidRPr="004A3198">
              <w:rPr>
                <w:rFonts w:hint="eastAsia"/>
                <w:szCs w:val="18"/>
              </w:rPr>
              <w:t>None</w:t>
            </w:r>
          </w:p>
        </w:tc>
      </w:tr>
      <w:tr w:rsidR="00023DA9" w:rsidRPr="004A3198" w14:paraId="3877E6D3" w14:textId="77777777" w:rsidTr="001B7950">
        <w:tc>
          <w:tcPr>
            <w:tcW w:w="872" w:type="pct"/>
          </w:tcPr>
          <w:p w14:paraId="76244FC2" w14:textId="71A34B7B" w:rsidR="00023DA9" w:rsidRPr="004A3198" w:rsidRDefault="00023DA9" w:rsidP="00500143">
            <w:pPr>
              <w:spacing w:beforeLines="0" w:before="0" w:afterLines="0" w:after="0"/>
              <w:rPr>
                <w:szCs w:val="18"/>
              </w:rPr>
            </w:pPr>
            <w:r w:rsidRPr="004A3198">
              <w:rPr>
                <w:rFonts w:hint="eastAsia"/>
                <w:szCs w:val="18"/>
              </w:rPr>
              <w:t>D</w:t>
            </w:r>
            <w:r w:rsidRPr="004A3198">
              <w:rPr>
                <w:szCs w:val="18"/>
              </w:rPr>
              <w:t>EM</w:t>
            </w:r>
          </w:p>
        </w:tc>
        <w:tc>
          <w:tcPr>
            <w:tcW w:w="4128" w:type="pct"/>
          </w:tcPr>
          <w:p w14:paraId="6A14BBDC" w14:textId="3402957A" w:rsidR="00023DA9" w:rsidRPr="004A3198" w:rsidRDefault="00023DA9" w:rsidP="00500143">
            <w:pPr>
              <w:spacing w:beforeLines="0" w:before="0" w:afterLines="0" w:after="0"/>
              <w:jc w:val="left"/>
              <w:rPr>
                <w:szCs w:val="18"/>
              </w:rPr>
            </w:pPr>
            <w:r w:rsidRPr="004A3198">
              <w:rPr>
                <w:rFonts w:hint="eastAsia"/>
                <w:szCs w:val="18"/>
              </w:rPr>
              <w:t>None</w:t>
            </w:r>
          </w:p>
        </w:tc>
      </w:tr>
      <w:tr w:rsidR="00023DA9" w:rsidRPr="004A3198" w14:paraId="332A86C5" w14:textId="77777777" w:rsidTr="001B7950">
        <w:tc>
          <w:tcPr>
            <w:tcW w:w="872" w:type="pct"/>
          </w:tcPr>
          <w:p w14:paraId="60E15DB3" w14:textId="2F57E604" w:rsidR="00023DA9" w:rsidRPr="004A3198" w:rsidRDefault="00023DA9" w:rsidP="00500143">
            <w:pPr>
              <w:spacing w:beforeLines="0" w:before="0" w:afterLines="0" w:after="0"/>
              <w:rPr>
                <w:szCs w:val="18"/>
              </w:rPr>
            </w:pPr>
            <w:r w:rsidRPr="004A3198">
              <w:rPr>
                <w:rFonts w:hint="eastAsia"/>
                <w:szCs w:val="18"/>
              </w:rPr>
              <w:t>实施建议</w:t>
            </w:r>
          </w:p>
        </w:tc>
        <w:tc>
          <w:tcPr>
            <w:tcW w:w="4128" w:type="pct"/>
          </w:tcPr>
          <w:p w14:paraId="40D47F75" w14:textId="535FCE87" w:rsidR="00023DA9" w:rsidRPr="004A3198" w:rsidRDefault="00DC5EEF" w:rsidP="00500143">
            <w:pPr>
              <w:spacing w:beforeLines="0" w:before="0" w:afterLines="0" w:after="0"/>
              <w:jc w:val="left"/>
              <w:rPr>
                <w:szCs w:val="18"/>
              </w:rPr>
            </w:pPr>
            <w:r>
              <w:rPr>
                <w:rFonts w:hint="eastAsia"/>
                <w:szCs w:val="18"/>
              </w:rPr>
              <w:t>该接口在系统起来调用一次，或者系统</w:t>
            </w:r>
            <w:r>
              <w:rPr>
                <w:rFonts w:hint="eastAsia"/>
                <w:szCs w:val="18"/>
              </w:rPr>
              <w:t>clock</w:t>
            </w:r>
            <w:r>
              <w:rPr>
                <w:szCs w:val="18"/>
              </w:rPr>
              <w:t xml:space="preserve"> </w:t>
            </w:r>
            <w:r>
              <w:rPr>
                <w:rFonts w:hint="eastAsia"/>
                <w:szCs w:val="18"/>
              </w:rPr>
              <w:t>发生变化时，调用一次。其他时刻不应该调用</w:t>
            </w:r>
          </w:p>
        </w:tc>
      </w:tr>
    </w:tbl>
    <w:p w14:paraId="79148B37" w14:textId="77777777" w:rsidR="001B7950" w:rsidRPr="004A3198" w:rsidRDefault="001B7950" w:rsidP="001B7950">
      <w:pPr>
        <w:spacing w:before="180" w:after="180"/>
      </w:pPr>
    </w:p>
    <w:p w14:paraId="06B1FD34" w14:textId="30FF1D3D" w:rsidR="001B7950" w:rsidRPr="004A3198" w:rsidRDefault="003E786B" w:rsidP="001B7950">
      <w:pPr>
        <w:pStyle w:val="4"/>
      </w:pPr>
      <w:r w:rsidRPr="003E786B">
        <w:t>OsIf_GetCounter</w:t>
      </w:r>
    </w:p>
    <w:p w14:paraId="754B6F4E" w14:textId="0FCEF833" w:rsidR="001B7950" w:rsidRPr="004A3198" w:rsidRDefault="001B7950" w:rsidP="001B7950">
      <w:pPr>
        <w:pStyle w:val="a5"/>
        <w:keepNext/>
        <w:spacing w:before="180" w:after="180"/>
      </w:pPr>
      <w:bookmarkStart w:id="83" w:name="_Toc172385518"/>
      <w:r w:rsidRPr="004A3198">
        <w:rPr>
          <w:rFonts w:hint="eastAsia"/>
        </w:rPr>
        <w:t>表</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3</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4</w:t>
      </w:r>
      <w:r w:rsidR="00DA6829">
        <w:fldChar w:fldCharType="end"/>
      </w:r>
      <w:r w:rsidRPr="004A3198">
        <w:t xml:space="preserve"> </w:t>
      </w:r>
      <w:r w:rsidR="003E786B" w:rsidRPr="003E786B">
        <w:t xml:space="preserve"> OsIf_GetCounter</w:t>
      </w:r>
      <w:r w:rsidRPr="004A3198">
        <w:rPr>
          <w:rFonts w:hint="eastAsia"/>
        </w:rPr>
        <w:t>函数</w:t>
      </w:r>
      <w:bookmarkEnd w:id="83"/>
    </w:p>
    <w:tbl>
      <w:tblPr>
        <w:tblStyle w:val="MCU"/>
        <w:tblW w:w="5000" w:type="pct"/>
        <w:tblLayout w:type="fixed"/>
        <w:tblLook w:val="04A0" w:firstRow="1" w:lastRow="0" w:firstColumn="1" w:lastColumn="0" w:noHBand="0" w:noVBand="1"/>
      </w:tblPr>
      <w:tblGrid>
        <w:gridCol w:w="1183"/>
        <w:gridCol w:w="5031"/>
        <w:gridCol w:w="2782"/>
      </w:tblGrid>
      <w:tr w:rsidR="001B7950" w:rsidRPr="004A3198" w14:paraId="017AE5EF" w14:textId="77777777" w:rsidTr="00E90428">
        <w:trPr>
          <w:cnfStyle w:val="100000000000" w:firstRow="1" w:lastRow="0" w:firstColumn="0" w:lastColumn="0" w:oddVBand="0" w:evenVBand="0" w:oddHBand="0" w:evenHBand="0" w:firstRowFirstColumn="0" w:firstRowLastColumn="0" w:lastRowFirstColumn="0" w:lastRowLastColumn="0"/>
          <w:tblHeader w:val="0"/>
        </w:trPr>
        <w:tc>
          <w:tcPr>
            <w:tcW w:w="658" w:type="pct"/>
            <w:vAlign w:val="top"/>
          </w:tcPr>
          <w:p w14:paraId="69FA051C" w14:textId="77777777" w:rsidR="001B7950" w:rsidRPr="004A3198" w:rsidRDefault="001B7950" w:rsidP="001B7950">
            <w:pPr>
              <w:spacing w:beforeLines="0" w:before="0" w:afterLines="0" w:after="0"/>
              <w:jc w:val="left"/>
              <w:rPr>
                <w:rFonts w:ascii="Century Schoolbook" w:hAnsi="Century Schoolbook"/>
                <w:szCs w:val="18"/>
              </w:rPr>
            </w:pPr>
            <w:r w:rsidRPr="004A3198">
              <w:rPr>
                <w:rFonts w:ascii="Century Schoolbook" w:hAnsi="Century Schoolbook" w:hint="eastAsia"/>
                <w:szCs w:val="18"/>
              </w:rPr>
              <w:t>名称</w:t>
            </w:r>
          </w:p>
        </w:tc>
        <w:tc>
          <w:tcPr>
            <w:tcW w:w="4342" w:type="pct"/>
            <w:gridSpan w:val="2"/>
            <w:vAlign w:val="top"/>
          </w:tcPr>
          <w:p w14:paraId="37A2F417" w14:textId="77777777" w:rsidR="001B7950" w:rsidRPr="004A3198" w:rsidRDefault="001B7950" w:rsidP="001B7950">
            <w:pPr>
              <w:spacing w:beforeLines="0" w:before="0" w:afterLines="0" w:after="0"/>
              <w:jc w:val="left"/>
              <w:rPr>
                <w:rFonts w:ascii="Century Schoolbook" w:hAnsi="Century Schoolbook"/>
                <w:szCs w:val="18"/>
              </w:rPr>
            </w:pPr>
            <w:r w:rsidRPr="004A3198">
              <w:rPr>
                <w:rFonts w:ascii="Century Schoolbook" w:hAnsi="Century Schoolbook" w:hint="eastAsia"/>
                <w:szCs w:val="18"/>
              </w:rPr>
              <w:t>规约介绍</w:t>
            </w:r>
          </w:p>
        </w:tc>
      </w:tr>
      <w:tr w:rsidR="001B7950" w:rsidRPr="004A3198" w14:paraId="769A1C42" w14:textId="77777777" w:rsidTr="00E90428">
        <w:tc>
          <w:tcPr>
            <w:tcW w:w="658" w:type="pct"/>
          </w:tcPr>
          <w:p w14:paraId="62D3B18D" w14:textId="77777777" w:rsidR="001B7950" w:rsidRPr="004A3198" w:rsidRDefault="001B7950" w:rsidP="001B7950">
            <w:pPr>
              <w:spacing w:beforeLines="0" w:before="0" w:afterLines="0" w:after="0"/>
              <w:rPr>
                <w:szCs w:val="18"/>
              </w:rPr>
            </w:pPr>
            <w:r w:rsidRPr="004A3198">
              <w:rPr>
                <w:szCs w:val="18"/>
              </w:rPr>
              <w:t>规约号</w:t>
            </w:r>
          </w:p>
        </w:tc>
        <w:tc>
          <w:tcPr>
            <w:tcW w:w="4342" w:type="pct"/>
            <w:gridSpan w:val="2"/>
          </w:tcPr>
          <w:p w14:paraId="6E4F631C" w14:textId="6CC50FC9" w:rsidR="001B7950" w:rsidRPr="004A3198" w:rsidRDefault="003E786B" w:rsidP="001B7950">
            <w:pPr>
              <w:spacing w:beforeLines="0" w:before="0" w:afterLines="0" w:after="0"/>
              <w:jc w:val="left"/>
              <w:rPr>
                <w:szCs w:val="18"/>
              </w:rPr>
            </w:pPr>
            <w:r>
              <w:rPr>
                <w:rFonts w:hint="eastAsia"/>
                <w:szCs w:val="18"/>
              </w:rPr>
              <w:t>无</w:t>
            </w:r>
          </w:p>
        </w:tc>
      </w:tr>
      <w:tr w:rsidR="001B7950" w:rsidRPr="004A3198" w14:paraId="707B16DC" w14:textId="77777777" w:rsidTr="00E90428">
        <w:tc>
          <w:tcPr>
            <w:tcW w:w="658" w:type="pct"/>
          </w:tcPr>
          <w:p w14:paraId="113B102F" w14:textId="77777777" w:rsidR="001B7950" w:rsidRPr="004A3198" w:rsidRDefault="001B7950" w:rsidP="001B7950">
            <w:pPr>
              <w:spacing w:beforeLines="0" w:before="0" w:afterLines="0" w:after="0"/>
              <w:rPr>
                <w:szCs w:val="18"/>
              </w:rPr>
            </w:pPr>
            <w:r w:rsidRPr="004A3198">
              <w:rPr>
                <w:szCs w:val="18"/>
              </w:rPr>
              <w:t>接口名称</w:t>
            </w:r>
          </w:p>
        </w:tc>
        <w:tc>
          <w:tcPr>
            <w:tcW w:w="4342" w:type="pct"/>
            <w:gridSpan w:val="2"/>
          </w:tcPr>
          <w:p w14:paraId="21E88676" w14:textId="70EF4B70" w:rsidR="001B7950" w:rsidRPr="004A3198" w:rsidRDefault="003E786B" w:rsidP="001B7950">
            <w:pPr>
              <w:spacing w:beforeLines="0" w:before="0" w:afterLines="0" w:after="0"/>
              <w:jc w:val="left"/>
              <w:rPr>
                <w:szCs w:val="18"/>
              </w:rPr>
            </w:pPr>
            <w:r w:rsidRPr="003E786B">
              <w:rPr>
                <w:szCs w:val="18"/>
              </w:rPr>
              <w:t>OsIf_GetCounter</w:t>
            </w:r>
          </w:p>
        </w:tc>
      </w:tr>
      <w:tr w:rsidR="001B7950" w:rsidRPr="004A3198" w14:paraId="64D36ED4" w14:textId="77777777" w:rsidTr="00E90428">
        <w:tc>
          <w:tcPr>
            <w:tcW w:w="658" w:type="pct"/>
          </w:tcPr>
          <w:p w14:paraId="3D28E664" w14:textId="77777777" w:rsidR="001B7950" w:rsidRPr="004A3198" w:rsidRDefault="001B7950" w:rsidP="001B7950">
            <w:pPr>
              <w:spacing w:beforeLines="0" w:before="0" w:afterLines="0" w:after="0"/>
              <w:rPr>
                <w:szCs w:val="18"/>
              </w:rPr>
            </w:pPr>
            <w:r w:rsidRPr="004A3198">
              <w:rPr>
                <w:szCs w:val="18"/>
              </w:rPr>
              <w:t>函数原型</w:t>
            </w:r>
          </w:p>
        </w:tc>
        <w:tc>
          <w:tcPr>
            <w:tcW w:w="4342" w:type="pct"/>
            <w:gridSpan w:val="2"/>
          </w:tcPr>
          <w:p w14:paraId="651B5687" w14:textId="571EE4D9" w:rsidR="001B7950" w:rsidRPr="004A3198" w:rsidRDefault="00620104" w:rsidP="001B7950">
            <w:pPr>
              <w:spacing w:beforeLines="0" w:before="0" w:afterLines="0" w:after="0"/>
              <w:jc w:val="left"/>
              <w:rPr>
                <w:szCs w:val="18"/>
              </w:rPr>
            </w:pPr>
            <w:r>
              <w:rPr>
                <w:rFonts w:cs="Arial"/>
              </w:rPr>
              <w:t>u</w:t>
            </w:r>
            <w:r w:rsidR="003E786B" w:rsidRPr="003E786B">
              <w:rPr>
                <w:rFonts w:cs="Arial"/>
              </w:rPr>
              <w:t>int</w:t>
            </w:r>
            <w:r>
              <w:rPr>
                <w:rFonts w:cs="Arial"/>
              </w:rPr>
              <w:t>32</w:t>
            </w:r>
            <w:r w:rsidR="003E786B" w:rsidRPr="003E786B">
              <w:rPr>
                <w:rFonts w:cs="Arial"/>
              </w:rPr>
              <w:t xml:space="preserve"> OsIf_GetCounter(void)</w:t>
            </w:r>
          </w:p>
        </w:tc>
      </w:tr>
      <w:tr w:rsidR="001B7950" w:rsidRPr="004A3198" w14:paraId="1D8545A6" w14:textId="77777777" w:rsidTr="00E90428">
        <w:tc>
          <w:tcPr>
            <w:tcW w:w="658" w:type="pct"/>
          </w:tcPr>
          <w:p w14:paraId="1E4FA98A" w14:textId="77777777" w:rsidR="001B7950" w:rsidRPr="004A3198" w:rsidRDefault="001B7950" w:rsidP="001B7950">
            <w:pPr>
              <w:spacing w:beforeLines="0" w:before="0" w:afterLines="0" w:after="0"/>
              <w:rPr>
                <w:szCs w:val="18"/>
              </w:rPr>
            </w:pPr>
            <w:r w:rsidRPr="004A3198">
              <w:rPr>
                <w:szCs w:val="18"/>
              </w:rPr>
              <w:t>服务</w:t>
            </w:r>
            <w:r w:rsidRPr="004A3198">
              <w:rPr>
                <w:szCs w:val="18"/>
              </w:rPr>
              <w:t xml:space="preserve"> ID</w:t>
            </w:r>
          </w:p>
        </w:tc>
        <w:tc>
          <w:tcPr>
            <w:tcW w:w="4342" w:type="pct"/>
            <w:gridSpan w:val="2"/>
          </w:tcPr>
          <w:p w14:paraId="7127C389" w14:textId="573E4327" w:rsidR="001B7950" w:rsidRPr="004A3198" w:rsidRDefault="00C23C42" w:rsidP="001B7950">
            <w:pPr>
              <w:spacing w:beforeLines="0" w:before="0" w:afterLines="0" w:after="0"/>
              <w:jc w:val="left"/>
              <w:rPr>
                <w:szCs w:val="18"/>
              </w:rPr>
            </w:pPr>
            <w:r>
              <w:rPr>
                <w:rFonts w:hint="eastAsia"/>
                <w:szCs w:val="18"/>
              </w:rPr>
              <w:t>NA</w:t>
            </w:r>
            <w:r w:rsidRPr="004A3198" w:rsidDel="00C23C42">
              <w:rPr>
                <w:szCs w:val="18"/>
              </w:rPr>
              <w:t xml:space="preserve"> </w:t>
            </w:r>
          </w:p>
        </w:tc>
      </w:tr>
      <w:tr w:rsidR="001B7950" w:rsidRPr="004A3198" w14:paraId="22BA23D2" w14:textId="77777777" w:rsidTr="00E90428">
        <w:tc>
          <w:tcPr>
            <w:tcW w:w="658" w:type="pct"/>
          </w:tcPr>
          <w:p w14:paraId="1CCDB3EB" w14:textId="77777777" w:rsidR="001B7950" w:rsidRPr="004A3198" w:rsidRDefault="001B7950" w:rsidP="001B7950">
            <w:pPr>
              <w:spacing w:beforeLines="0" w:before="0" w:afterLines="0" w:after="0"/>
              <w:rPr>
                <w:szCs w:val="18"/>
              </w:rPr>
            </w:pPr>
            <w:r w:rsidRPr="004A3198">
              <w:rPr>
                <w:rFonts w:hint="eastAsia"/>
                <w:szCs w:val="18"/>
              </w:rPr>
              <w:t>支持版本</w:t>
            </w:r>
          </w:p>
        </w:tc>
        <w:tc>
          <w:tcPr>
            <w:tcW w:w="4342" w:type="pct"/>
            <w:gridSpan w:val="2"/>
          </w:tcPr>
          <w:p w14:paraId="1A7C0435" w14:textId="77777777" w:rsidR="001B7950" w:rsidRPr="004A3198" w:rsidRDefault="001B7950" w:rsidP="001B7950">
            <w:pPr>
              <w:spacing w:beforeLines="0" w:before="0" w:afterLines="0" w:after="0"/>
              <w:jc w:val="left"/>
              <w:rPr>
                <w:szCs w:val="18"/>
              </w:rPr>
            </w:pPr>
            <w:r w:rsidRPr="004A3198">
              <w:rPr>
                <w:rFonts w:hint="eastAsia"/>
                <w:szCs w:val="18"/>
              </w:rPr>
              <w:t>V</w:t>
            </w:r>
            <w:r w:rsidRPr="004A3198">
              <w:rPr>
                <w:szCs w:val="18"/>
              </w:rPr>
              <w:t>4.4</w:t>
            </w:r>
            <w:r w:rsidRPr="004A3198">
              <w:rPr>
                <w:rFonts w:hint="eastAsia"/>
                <w:szCs w:val="18"/>
              </w:rPr>
              <w:t>.</w:t>
            </w:r>
            <w:r w:rsidRPr="004A3198">
              <w:rPr>
                <w:szCs w:val="18"/>
              </w:rPr>
              <w:t>0</w:t>
            </w:r>
          </w:p>
        </w:tc>
      </w:tr>
      <w:tr w:rsidR="001B7950" w:rsidRPr="004A3198" w14:paraId="75612D42" w14:textId="77777777" w:rsidTr="00E90428">
        <w:tc>
          <w:tcPr>
            <w:tcW w:w="658" w:type="pct"/>
          </w:tcPr>
          <w:p w14:paraId="59FCFC77" w14:textId="77777777" w:rsidR="001B7950" w:rsidRPr="004A3198" w:rsidRDefault="001B7950" w:rsidP="001B7950">
            <w:pPr>
              <w:spacing w:beforeLines="0" w:before="0" w:afterLines="0" w:after="0"/>
              <w:rPr>
                <w:szCs w:val="18"/>
              </w:rPr>
            </w:pPr>
            <w:r w:rsidRPr="004A3198">
              <w:rPr>
                <w:szCs w:val="18"/>
              </w:rPr>
              <w:t>同步</w:t>
            </w:r>
            <w:r w:rsidRPr="004A3198">
              <w:rPr>
                <w:szCs w:val="18"/>
              </w:rPr>
              <w:t>/</w:t>
            </w:r>
            <w:r w:rsidRPr="004A3198">
              <w:rPr>
                <w:szCs w:val="18"/>
              </w:rPr>
              <w:t>异步</w:t>
            </w:r>
          </w:p>
        </w:tc>
        <w:tc>
          <w:tcPr>
            <w:tcW w:w="4342" w:type="pct"/>
            <w:gridSpan w:val="2"/>
          </w:tcPr>
          <w:p w14:paraId="596E3E84" w14:textId="77777777" w:rsidR="001B7950" w:rsidRPr="004A3198" w:rsidRDefault="001B7950" w:rsidP="001B7950">
            <w:pPr>
              <w:spacing w:beforeLines="0" w:before="0" w:afterLines="0" w:after="0"/>
              <w:jc w:val="left"/>
              <w:rPr>
                <w:szCs w:val="18"/>
              </w:rPr>
            </w:pPr>
            <w:r w:rsidRPr="004A3198">
              <w:rPr>
                <w:szCs w:val="18"/>
              </w:rPr>
              <w:t>同步</w:t>
            </w:r>
          </w:p>
        </w:tc>
      </w:tr>
      <w:tr w:rsidR="001B7950" w:rsidRPr="004A3198" w14:paraId="4940593D" w14:textId="77777777" w:rsidTr="00E90428">
        <w:tc>
          <w:tcPr>
            <w:tcW w:w="658" w:type="pct"/>
            <w:tcBorders>
              <w:bottom w:val="single" w:sz="8" w:space="0" w:color="auto"/>
            </w:tcBorders>
          </w:tcPr>
          <w:p w14:paraId="2C123EFB" w14:textId="77777777" w:rsidR="001B7950" w:rsidRPr="004A3198" w:rsidRDefault="001B7950" w:rsidP="001B7950">
            <w:pPr>
              <w:spacing w:beforeLines="0" w:before="0" w:afterLines="0" w:after="0"/>
              <w:rPr>
                <w:szCs w:val="18"/>
              </w:rPr>
            </w:pPr>
            <w:r w:rsidRPr="004A3198">
              <w:rPr>
                <w:szCs w:val="18"/>
              </w:rPr>
              <w:t>可重入性</w:t>
            </w:r>
          </w:p>
        </w:tc>
        <w:tc>
          <w:tcPr>
            <w:tcW w:w="4342" w:type="pct"/>
            <w:gridSpan w:val="2"/>
          </w:tcPr>
          <w:p w14:paraId="5306DC5A" w14:textId="2D875168" w:rsidR="001B7950" w:rsidRPr="004A3198" w:rsidRDefault="001B7950" w:rsidP="001B7950">
            <w:pPr>
              <w:spacing w:beforeLines="0" w:before="0" w:afterLines="0" w:after="0"/>
              <w:jc w:val="left"/>
              <w:rPr>
                <w:szCs w:val="18"/>
              </w:rPr>
            </w:pPr>
            <w:r w:rsidRPr="004A3198">
              <w:rPr>
                <w:szCs w:val="18"/>
              </w:rPr>
              <w:t>可重入</w:t>
            </w:r>
          </w:p>
        </w:tc>
      </w:tr>
      <w:tr w:rsidR="003E786B" w:rsidRPr="004A3198" w14:paraId="0E8EA85B" w14:textId="77777777" w:rsidTr="00E90428">
        <w:trPr>
          <w:trHeight w:val="561"/>
        </w:trPr>
        <w:tc>
          <w:tcPr>
            <w:tcW w:w="658" w:type="pct"/>
            <w:tcBorders>
              <w:top w:val="single" w:sz="8" w:space="0" w:color="auto"/>
            </w:tcBorders>
          </w:tcPr>
          <w:p w14:paraId="44AC4C41" w14:textId="77777777" w:rsidR="003E786B" w:rsidRPr="004A3198" w:rsidRDefault="003E786B" w:rsidP="001B7950">
            <w:pPr>
              <w:spacing w:beforeLines="0" w:before="0" w:afterLines="0" w:after="0"/>
              <w:rPr>
                <w:szCs w:val="18"/>
              </w:rPr>
            </w:pPr>
            <w:r w:rsidRPr="004A3198">
              <w:rPr>
                <w:rFonts w:hint="eastAsia"/>
                <w:szCs w:val="18"/>
              </w:rPr>
              <w:t>形参（</w:t>
            </w:r>
            <w:r w:rsidRPr="004A3198">
              <w:rPr>
                <w:rFonts w:hint="eastAsia"/>
                <w:szCs w:val="18"/>
              </w:rPr>
              <w:t>in</w:t>
            </w:r>
            <w:r w:rsidRPr="004A3198">
              <w:rPr>
                <w:rFonts w:hint="eastAsia"/>
                <w:szCs w:val="18"/>
              </w:rPr>
              <w:t>）</w:t>
            </w:r>
          </w:p>
        </w:tc>
        <w:tc>
          <w:tcPr>
            <w:tcW w:w="4342" w:type="pct"/>
            <w:gridSpan w:val="2"/>
            <w:tcBorders>
              <w:top w:val="single" w:sz="8" w:space="0" w:color="auto"/>
            </w:tcBorders>
          </w:tcPr>
          <w:p w14:paraId="22A77DB7" w14:textId="4D61E76A" w:rsidR="003E786B" w:rsidRPr="004A3198" w:rsidRDefault="003E786B" w:rsidP="00E90428">
            <w:pPr>
              <w:spacing w:beforeLines="0" w:before="0" w:afterLines="0" w:after="0"/>
              <w:jc w:val="left"/>
              <w:rPr>
                <w:szCs w:val="18"/>
              </w:rPr>
            </w:pPr>
            <w:r>
              <w:rPr>
                <w:rFonts w:cs="Arial" w:hint="eastAsia"/>
              </w:rPr>
              <w:t>None</w:t>
            </w:r>
          </w:p>
        </w:tc>
      </w:tr>
      <w:tr w:rsidR="001B7950" w:rsidRPr="004A3198" w14:paraId="3DCB9558" w14:textId="77777777" w:rsidTr="00E90428">
        <w:tc>
          <w:tcPr>
            <w:tcW w:w="658" w:type="pct"/>
            <w:tcBorders>
              <w:top w:val="single" w:sz="8" w:space="0" w:color="auto"/>
            </w:tcBorders>
          </w:tcPr>
          <w:p w14:paraId="11DD5A7E" w14:textId="77777777" w:rsidR="001B7950" w:rsidRPr="004A3198" w:rsidRDefault="001B7950" w:rsidP="001B7950">
            <w:pPr>
              <w:spacing w:beforeLines="0" w:before="0" w:afterLines="0" w:after="0"/>
              <w:rPr>
                <w:szCs w:val="18"/>
              </w:rPr>
            </w:pPr>
            <w:r w:rsidRPr="004A3198">
              <w:rPr>
                <w:rFonts w:hint="eastAsia"/>
                <w:szCs w:val="18"/>
              </w:rPr>
              <w:t>形参（</w:t>
            </w:r>
            <w:r w:rsidRPr="004A3198">
              <w:rPr>
                <w:rFonts w:hint="eastAsia"/>
                <w:szCs w:val="18"/>
              </w:rPr>
              <w:t>inout</w:t>
            </w:r>
            <w:r w:rsidRPr="004A3198">
              <w:rPr>
                <w:rFonts w:hint="eastAsia"/>
                <w:szCs w:val="18"/>
              </w:rPr>
              <w:t>）</w:t>
            </w:r>
          </w:p>
        </w:tc>
        <w:tc>
          <w:tcPr>
            <w:tcW w:w="4342" w:type="pct"/>
            <w:gridSpan w:val="2"/>
            <w:tcBorders>
              <w:top w:val="single" w:sz="8" w:space="0" w:color="auto"/>
            </w:tcBorders>
          </w:tcPr>
          <w:p w14:paraId="73E5466C" w14:textId="77777777" w:rsidR="001B7950" w:rsidRPr="004A3198" w:rsidRDefault="001B7950" w:rsidP="001B7950">
            <w:pPr>
              <w:spacing w:beforeLines="0" w:before="0" w:afterLines="0" w:after="0"/>
              <w:jc w:val="left"/>
              <w:rPr>
                <w:szCs w:val="18"/>
              </w:rPr>
            </w:pPr>
            <w:r w:rsidRPr="004A3198">
              <w:rPr>
                <w:szCs w:val="18"/>
              </w:rPr>
              <w:t>None</w:t>
            </w:r>
          </w:p>
        </w:tc>
      </w:tr>
      <w:tr w:rsidR="001B7950" w:rsidRPr="004A3198" w14:paraId="2B8B62C8" w14:textId="77777777" w:rsidTr="00E90428">
        <w:tc>
          <w:tcPr>
            <w:tcW w:w="658" w:type="pct"/>
          </w:tcPr>
          <w:p w14:paraId="462D3167" w14:textId="77777777" w:rsidR="001B7950" w:rsidRPr="004A3198" w:rsidRDefault="001B7950" w:rsidP="001B7950">
            <w:pPr>
              <w:spacing w:beforeLines="0" w:before="0" w:afterLines="0" w:after="0"/>
              <w:rPr>
                <w:szCs w:val="18"/>
              </w:rPr>
            </w:pPr>
            <w:r w:rsidRPr="004A3198">
              <w:rPr>
                <w:rFonts w:hint="eastAsia"/>
                <w:szCs w:val="18"/>
              </w:rPr>
              <w:t>形参（</w:t>
            </w:r>
            <w:r w:rsidRPr="004A3198">
              <w:rPr>
                <w:rFonts w:hint="eastAsia"/>
                <w:szCs w:val="18"/>
              </w:rPr>
              <w:t>out</w:t>
            </w:r>
            <w:r w:rsidRPr="004A3198">
              <w:rPr>
                <w:rFonts w:hint="eastAsia"/>
                <w:szCs w:val="18"/>
              </w:rPr>
              <w:t>）</w:t>
            </w:r>
          </w:p>
        </w:tc>
        <w:tc>
          <w:tcPr>
            <w:tcW w:w="4342" w:type="pct"/>
            <w:gridSpan w:val="2"/>
          </w:tcPr>
          <w:p w14:paraId="4ECD0D7D" w14:textId="77777777" w:rsidR="001B7950" w:rsidRPr="004A3198" w:rsidRDefault="001B7950" w:rsidP="001B7950">
            <w:pPr>
              <w:spacing w:beforeLines="0" w:before="0" w:afterLines="0" w:after="0"/>
              <w:jc w:val="left"/>
              <w:rPr>
                <w:szCs w:val="18"/>
              </w:rPr>
            </w:pPr>
            <w:r w:rsidRPr="004A3198">
              <w:rPr>
                <w:szCs w:val="18"/>
              </w:rPr>
              <w:t>None</w:t>
            </w:r>
          </w:p>
        </w:tc>
      </w:tr>
      <w:tr w:rsidR="003E786B" w:rsidRPr="004A3198" w14:paraId="0B759A69" w14:textId="77777777" w:rsidTr="00E90428">
        <w:tc>
          <w:tcPr>
            <w:tcW w:w="658" w:type="pct"/>
          </w:tcPr>
          <w:p w14:paraId="1D595B7D" w14:textId="77777777" w:rsidR="003E786B" w:rsidRPr="004A3198" w:rsidRDefault="003E786B" w:rsidP="001B7950">
            <w:pPr>
              <w:spacing w:beforeLines="0" w:before="0" w:afterLines="0" w:after="0"/>
              <w:rPr>
                <w:szCs w:val="18"/>
              </w:rPr>
            </w:pPr>
            <w:r w:rsidRPr="004A3198">
              <w:rPr>
                <w:szCs w:val="18"/>
              </w:rPr>
              <w:t>函数返回值</w:t>
            </w:r>
          </w:p>
        </w:tc>
        <w:tc>
          <w:tcPr>
            <w:tcW w:w="2796" w:type="pct"/>
          </w:tcPr>
          <w:p w14:paraId="0E1AB7AF" w14:textId="2FEA51DE" w:rsidR="003E786B" w:rsidRPr="004A3198" w:rsidRDefault="00620104" w:rsidP="001B7950">
            <w:pPr>
              <w:spacing w:beforeLines="0" w:before="0" w:afterLines="0" w:after="0"/>
              <w:jc w:val="left"/>
              <w:rPr>
                <w:szCs w:val="18"/>
              </w:rPr>
            </w:pPr>
            <w:r>
              <w:rPr>
                <w:szCs w:val="18"/>
              </w:rPr>
              <w:t>u</w:t>
            </w:r>
            <w:r w:rsidR="003E786B">
              <w:rPr>
                <w:szCs w:val="18"/>
              </w:rPr>
              <w:t>int</w:t>
            </w:r>
            <w:r>
              <w:rPr>
                <w:szCs w:val="18"/>
              </w:rPr>
              <w:t>32</w:t>
            </w:r>
          </w:p>
        </w:tc>
        <w:tc>
          <w:tcPr>
            <w:tcW w:w="1546" w:type="pct"/>
          </w:tcPr>
          <w:p w14:paraId="0817932B" w14:textId="394B6480" w:rsidR="003E786B" w:rsidRPr="004A3198" w:rsidRDefault="003E786B" w:rsidP="001B7950">
            <w:pPr>
              <w:spacing w:beforeLines="0" w:before="0" w:afterLines="0" w:after="0"/>
              <w:jc w:val="left"/>
              <w:rPr>
                <w:szCs w:val="18"/>
              </w:rPr>
            </w:pPr>
            <w:r>
              <w:rPr>
                <w:rFonts w:hint="eastAsia"/>
                <w:szCs w:val="18"/>
              </w:rPr>
              <w:t>当前</w:t>
            </w:r>
            <w:r>
              <w:rPr>
                <w:rFonts w:hint="eastAsia"/>
                <w:szCs w:val="18"/>
              </w:rPr>
              <w:t>Counter</w:t>
            </w:r>
            <w:r>
              <w:rPr>
                <w:rFonts w:hint="eastAsia"/>
                <w:szCs w:val="18"/>
              </w:rPr>
              <w:t>的</w:t>
            </w:r>
            <w:r>
              <w:rPr>
                <w:rFonts w:hint="eastAsia"/>
                <w:szCs w:val="18"/>
              </w:rPr>
              <w:t>Tick</w:t>
            </w:r>
            <w:r>
              <w:rPr>
                <w:rFonts w:hint="eastAsia"/>
                <w:szCs w:val="18"/>
              </w:rPr>
              <w:t>值</w:t>
            </w:r>
          </w:p>
        </w:tc>
      </w:tr>
      <w:tr w:rsidR="001B7950" w:rsidRPr="004A3198" w14:paraId="7F7756D0" w14:textId="77777777" w:rsidTr="00E90428">
        <w:tc>
          <w:tcPr>
            <w:tcW w:w="658" w:type="pct"/>
          </w:tcPr>
          <w:p w14:paraId="39B1740E" w14:textId="77777777" w:rsidR="001B7950" w:rsidRPr="004A3198" w:rsidRDefault="001B7950" w:rsidP="001B7950">
            <w:pPr>
              <w:spacing w:beforeLines="0" w:before="0" w:afterLines="0" w:after="0"/>
              <w:rPr>
                <w:szCs w:val="18"/>
              </w:rPr>
            </w:pPr>
            <w:r w:rsidRPr="004A3198">
              <w:rPr>
                <w:szCs w:val="18"/>
              </w:rPr>
              <w:t>描述</w:t>
            </w:r>
          </w:p>
        </w:tc>
        <w:tc>
          <w:tcPr>
            <w:tcW w:w="4342" w:type="pct"/>
            <w:gridSpan w:val="2"/>
          </w:tcPr>
          <w:p w14:paraId="67BE029E" w14:textId="1946853E" w:rsidR="001B7950" w:rsidRPr="003E786B" w:rsidRDefault="003E786B" w:rsidP="001B7950">
            <w:pPr>
              <w:spacing w:beforeLines="0" w:before="0" w:afterLines="0" w:after="0"/>
              <w:jc w:val="left"/>
              <w:rPr>
                <w:szCs w:val="18"/>
              </w:rPr>
            </w:pPr>
            <w:r w:rsidRPr="00E90428">
              <w:rPr>
                <w:rFonts w:cs="Arial" w:hint="eastAsia"/>
              </w:rPr>
              <w:t>获取当前的</w:t>
            </w:r>
            <w:r w:rsidRPr="00E90428">
              <w:rPr>
                <w:rFonts w:cs="Arial"/>
              </w:rPr>
              <w:t>timer counter</w:t>
            </w:r>
            <w:r w:rsidRPr="00E90428">
              <w:rPr>
                <w:rFonts w:cs="Arial" w:hint="eastAsia"/>
              </w:rPr>
              <w:t>的</w:t>
            </w:r>
            <w:r w:rsidRPr="00E90428">
              <w:rPr>
                <w:rFonts w:cs="Arial"/>
              </w:rPr>
              <w:t>tick</w:t>
            </w:r>
            <w:r w:rsidRPr="00E90428">
              <w:rPr>
                <w:rFonts w:cs="Arial" w:hint="eastAsia"/>
              </w:rPr>
              <w:t>值</w:t>
            </w:r>
          </w:p>
        </w:tc>
      </w:tr>
      <w:tr w:rsidR="001B7950" w:rsidRPr="004A3198" w14:paraId="55A023EE" w14:textId="77777777" w:rsidTr="00E90428">
        <w:tc>
          <w:tcPr>
            <w:tcW w:w="658" w:type="pct"/>
          </w:tcPr>
          <w:p w14:paraId="204A6D97" w14:textId="77777777" w:rsidR="001B7950" w:rsidRPr="004A3198" w:rsidRDefault="001B7950" w:rsidP="001B7950">
            <w:pPr>
              <w:spacing w:beforeLines="0" w:before="0" w:afterLines="0" w:after="0"/>
              <w:rPr>
                <w:szCs w:val="18"/>
              </w:rPr>
            </w:pPr>
            <w:r w:rsidRPr="004A3198">
              <w:rPr>
                <w:szCs w:val="18"/>
              </w:rPr>
              <w:t>头文件</w:t>
            </w:r>
          </w:p>
        </w:tc>
        <w:tc>
          <w:tcPr>
            <w:tcW w:w="4342" w:type="pct"/>
            <w:gridSpan w:val="2"/>
          </w:tcPr>
          <w:p w14:paraId="625AEF6D" w14:textId="4B538591" w:rsidR="001B7950" w:rsidRPr="004A3198" w:rsidRDefault="00C23C42" w:rsidP="001B7950">
            <w:pPr>
              <w:spacing w:beforeLines="0" w:before="0" w:afterLines="0" w:after="0"/>
              <w:jc w:val="left"/>
              <w:rPr>
                <w:szCs w:val="18"/>
              </w:rPr>
            </w:pPr>
            <w:r>
              <w:rPr>
                <w:szCs w:val="18"/>
              </w:rPr>
              <w:t>OsIf_Time</w:t>
            </w:r>
            <w:r w:rsidR="003E786B" w:rsidRPr="004A3198">
              <w:rPr>
                <w:szCs w:val="18"/>
              </w:rPr>
              <w:t>.h</w:t>
            </w:r>
          </w:p>
        </w:tc>
      </w:tr>
      <w:tr w:rsidR="00734666" w:rsidRPr="004A3198" w14:paraId="08C4D26E" w14:textId="77777777" w:rsidTr="00E90428">
        <w:tc>
          <w:tcPr>
            <w:tcW w:w="658" w:type="pct"/>
          </w:tcPr>
          <w:p w14:paraId="7B8F3A8C" w14:textId="77777777" w:rsidR="00734666" w:rsidRPr="004A3198" w:rsidRDefault="00734666" w:rsidP="00734666">
            <w:pPr>
              <w:spacing w:beforeLines="0" w:before="0" w:afterLines="0" w:after="0"/>
              <w:rPr>
                <w:szCs w:val="18"/>
              </w:rPr>
            </w:pPr>
            <w:r w:rsidRPr="004A3198">
              <w:rPr>
                <w:rFonts w:hint="eastAsia"/>
                <w:szCs w:val="18"/>
              </w:rPr>
              <w:t>注意事项</w:t>
            </w:r>
          </w:p>
        </w:tc>
        <w:tc>
          <w:tcPr>
            <w:tcW w:w="4342" w:type="pct"/>
            <w:gridSpan w:val="2"/>
          </w:tcPr>
          <w:p w14:paraId="40C60BF0" w14:textId="46E21E54" w:rsidR="00734666" w:rsidRPr="004A3198" w:rsidRDefault="00316CBE" w:rsidP="00734666">
            <w:pPr>
              <w:spacing w:beforeLines="0" w:before="0" w:afterLines="0" w:after="0"/>
              <w:jc w:val="left"/>
              <w:rPr>
                <w:szCs w:val="18"/>
              </w:rPr>
            </w:pPr>
            <w:r>
              <w:rPr>
                <w:rFonts w:hint="eastAsia"/>
                <w:szCs w:val="18"/>
              </w:rPr>
              <w:t>调用此接口前必须调用</w:t>
            </w:r>
            <w:r w:rsidR="003E786B">
              <w:rPr>
                <w:rFonts w:hint="eastAsia"/>
                <w:szCs w:val="18"/>
              </w:rPr>
              <w:t>OsIf</w:t>
            </w:r>
            <w:r>
              <w:rPr>
                <w:rFonts w:hint="eastAsia"/>
                <w:szCs w:val="18"/>
              </w:rPr>
              <w:t>_Init</w:t>
            </w:r>
          </w:p>
        </w:tc>
      </w:tr>
      <w:tr w:rsidR="00734666" w:rsidRPr="004A3198" w14:paraId="77D9CA3A" w14:textId="77777777" w:rsidTr="00E90428">
        <w:tc>
          <w:tcPr>
            <w:tcW w:w="658" w:type="pct"/>
          </w:tcPr>
          <w:p w14:paraId="01C96A15" w14:textId="77777777" w:rsidR="00734666" w:rsidRPr="004A3198" w:rsidRDefault="00734666" w:rsidP="00734666">
            <w:pPr>
              <w:spacing w:beforeLines="0" w:before="0" w:afterLines="0" w:after="0"/>
              <w:rPr>
                <w:szCs w:val="18"/>
              </w:rPr>
            </w:pPr>
            <w:r w:rsidRPr="004A3198">
              <w:rPr>
                <w:rFonts w:hint="eastAsia"/>
                <w:szCs w:val="18"/>
              </w:rPr>
              <w:t>配置项</w:t>
            </w:r>
          </w:p>
        </w:tc>
        <w:tc>
          <w:tcPr>
            <w:tcW w:w="4342" w:type="pct"/>
            <w:gridSpan w:val="2"/>
          </w:tcPr>
          <w:p w14:paraId="26F749DF" w14:textId="35C9DA29" w:rsidR="00734666" w:rsidRPr="004A3198" w:rsidRDefault="003E786B" w:rsidP="00734666">
            <w:pPr>
              <w:spacing w:beforeLines="0" w:before="0" w:afterLines="0" w:after="0"/>
              <w:jc w:val="left"/>
              <w:rPr>
                <w:szCs w:val="18"/>
              </w:rPr>
            </w:pPr>
            <w:r>
              <w:rPr>
                <w:szCs w:val="18"/>
              </w:rPr>
              <w:t>None</w:t>
            </w:r>
          </w:p>
        </w:tc>
      </w:tr>
      <w:tr w:rsidR="00620104" w:rsidRPr="004A3198" w14:paraId="20248AF0" w14:textId="77777777" w:rsidTr="00620104">
        <w:tc>
          <w:tcPr>
            <w:tcW w:w="658" w:type="pct"/>
          </w:tcPr>
          <w:p w14:paraId="792FF838" w14:textId="77777777" w:rsidR="00620104" w:rsidRPr="004A3198" w:rsidRDefault="00620104" w:rsidP="00734666">
            <w:pPr>
              <w:spacing w:beforeLines="0" w:before="0" w:afterLines="0" w:after="0"/>
              <w:rPr>
                <w:szCs w:val="18"/>
              </w:rPr>
            </w:pPr>
            <w:r w:rsidRPr="004A3198">
              <w:rPr>
                <w:rFonts w:hint="eastAsia"/>
                <w:szCs w:val="18"/>
              </w:rPr>
              <w:t>D</w:t>
            </w:r>
            <w:r w:rsidRPr="004A3198">
              <w:rPr>
                <w:szCs w:val="18"/>
              </w:rPr>
              <w:t>ET</w:t>
            </w:r>
          </w:p>
        </w:tc>
        <w:tc>
          <w:tcPr>
            <w:tcW w:w="4342" w:type="pct"/>
            <w:gridSpan w:val="2"/>
          </w:tcPr>
          <w:p w14:paraId="23D0E66C" w14:textId="00DAEB41" w:rsidR="00620104" w:rsidRPr="004A3198" w:rsidRDefault="00620104" w:rsidP="00044417">
            <w:pPr>
              <w:spacing w:beforeLines="0" w:before="0" w:afterLines="0" w:after="0"/>
              <w:jc w:val="left"/>
            </w:pPr>
            <w:r w:rsidRPr="004A3198">
              <w:rPr>
                <w:rFonts w:hint="eastAsia"/>
                <w:szCs w:val="18"/>
              </w:rPr>
              <w:t>None</w:t>
            </w:r>
            <w:r w:rsidDel="00620104">
              <w:rPr>
                <w:szCs w:val="18"/>
              </w:rPr>
              <w:t xml:space="preserve"> </w:t>
            </w:r>
          </w:p>
        </w:tc>
      </w:tr>
      <w:tr w:rsidR="00734666" w:rsidRPr="004A3198" w14:paraId="5C24016C" w14:textId="77777777" w:rsidTr="00E90428">
        <w:tc>
          <w:tcPr>
            <w:tcW w:w="658" w:type="pct"/>
          </w:tcPr>
          <w:p w14:paraId="2F616EC1" w14:textId="77777777" w:rsidR="00734666" w:rsidRPr="004A3198" w:rsidRDefault="00734666" w:rsidP="00734666">
            <w:pPr>
              <w:spacing w:beforeLines="0" w:before="0" w:afterLines="0" w:after="0"/>
              <w:rPr>
                <w:szCs w:val="18"/>
              </w:rPr>
            </w:pPr>
            <w:r w:rsidRPr="004A3198">
              <w:rPr>
                <w:rFonts w:hint="eastAsia"/>
                <w:szCs w:val="18"/>
              </w:rPr>
              <w:t>D</w:t>
            </w:r>
            <w:r w:rsidRPr="004A3198">
              <w:rPr>
                <w:szCs w:val="18"/>
              </w:rPr>
              <w:t>EM</w:t>
            </w:r>
          </w:p>
        </w:tc>
        <w:tc>
          <w:tcPr>
            <w:tcW w:w="4342" w:type="pct"/>
            <w:gridSpan w:val="2"/>
          </w:tcPr>
          <w:p w14:paraId="47E2A014" w14:textId="77777777" w:rsidR="00734666" w:rsidRPr="004A3198" w:rsidRDefault="00734666" w:rsidP="00734666">
            <w:pPr>
              <w:spacing w:beforeLines="0" w:before="0" w:afterLines="0" w:after="0"/>
              <w:jc w:val="left"/>
              <w:rPr>
                <w:szCs w:val="18"/>
              </w:rPr>
            </w:pPr>
            <w:r w:rsidRPr="004A3198">
              <w:rPr>
                <w:rFonts w:hint="eastAsia"/>
                <w:szCs w:val="18"/>
              </w:rPr>
              <w:t>None</w:t>
            </w:r>
          </w:p>
        </w:tc>
      </w:tr>
      <w:tr w:rsidR="00734666" w:rsidRPr="004A3198" w14:paraId="40D5F7A3" w14:textId="77777777" w:rsidTr="00E90428">
        <w:tc>
          <w:tcPr>
            <w:tcW w:w="658" w:type="pct"/>
          </w:tcPr>
          <w:p w14:paraId="6C57641F" w14:textId="77777777" w:rsidR="00734666" w:rsidRPr="004A3198" w:rsidRDefault="00734666" w:rsidP="00734666">
            <w:pPr>
              <w:spacing w:beforeLines="0" w:before="0" w:afterLines="0" w:after="0"/>
              <w:rPr>
                <w:szCs w:val="18"/>
              </w:rPr>
            </w:pPr>
            <w:r w:rsidRPr="004A3198">
              <w:rPr>
                <w:rFonts w:hint="eastAsia"/>
                <w:szCs w:val="18"/>
              </w:rPr>
              <w:lastRenderedPageBreak/>
              <w:t>实施建议</w:t>
            </w:r>
          </w:p>
        </w:tc>
        <w:tc>
          <w:tcPr>
            <w:tcW w:w="4342" w:type="pct"/>
            <w:gridSpan w:val="2"/>
          </w:tcPr>
          <w:p w14:paraId="6FA8FBEF" w14:textId="3DE1348F" w:rsidR="00734666" w:rsidRPr="004A3198" w:rsidRDefault="00E90428" w:rsidP="00734666">
            <w:pPr>
              <w:spacing w:beforeLines="0" w:before="0" w:afterLines="0" w:after="0"/>
              <w:jc w:val="left"/>
              <w:rPr>
                <w:szCs w:val="18"/>
              </w:rPr>
            </w:pPr>
            <w:r w:rsidRPr="004A3198">
              <w:rPr>
                <w:rFonts w:hint="eastAsia"/>
                <w:szCs w:val="18"/>
              </w:rPr>
              <w:t>None</w:t>
            </w:r>
          </w:p>
        </w:tc>
      </w:tr>
    </w:tbl>
    <w:p w14:paraId="35CA22C8" w14:textId="2277EA39" w:rsidR="001B7950" w:rsidRDefault="001B7950" w:rsidP="001B7950">
      <w:pPr>
        <w:spacing w:before="180" w:after="180"/>
      </w:pPr>
    </w:p>
    <w:p w14:paraId="13F9FAFB" w14:textId="254B41AB" w:rsidR="00832A93" w:rsidRPr="004A3198" w:rsidRDefault="00832A93" w:rsidP="00832A93">
      <w:pPr>
        <w:pStyle w:val="4"/>
      </w:pPr>
      <w:r>
        <w:t>OsIf_Elapsed</w:t>
      </w:r>
    </w:p>
    <w:p w14:paraId="781E201C" w14:textId="72E5CA18" w:rsidR="00832A93" w:rsidRPr="004A3198" w:rsidRDefault="00832A93" w:rsidP="00832A93">
      <w:pPr>
        <w:pStyle w:val="a5"/>
        <w:keepNext/>
        <w:spacing w:before="180" w:after="180"/>
      </w:pPr>
      <w:bookmarkStart w:id="84" w:name="_Toc172385519"/>
      <w:r w:rsidRPr="004A3198">
        <w:rPr>
          <w:rFonts w:hint="eastAsia"/>
        </w:rPr>
        <w:t>表</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3</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5</w:t>
      </w:r>
      <w:r w:rsidR="00DA6829">
        <w:fldChar w:fldCharType="end"/>
      </w:r>
      <w:r w:rsidRPr="004A3198">
        <w:t xml:space="preserve"> </w:t>
      </w:r>
      <w:r w:rsidRPr="003E786B">
        <w:t xml:space="preserve"> </w:t>
      </w:r>
      <w:r>
        <w:t>OsIf_Elapsed</w:t>
      </w:r>
      <w:r w:rsidRPr="004A3198">
        <w:rPr>
          <w:rFonts w:hint="eastAsia"/>
        </w:rPr>
        <w:t>函数</w:t>
      </w:r>
      <w:bookmarkEnd w:id="84"/>
    </w:p>
    <w:tbl>
      <w:tblPr>
        <w:tblStyle w:val="MCU"/>
        <w:tblW w:w="5000" w:type="pct"/>
        <w:tblLayout w:type="fixed"/>
        <w:tblLook w:val="04A0" w:firstRow="1" w:lastRow="0" w:firstColumn="1" w:lastColumn="0" w:noHBand="0" w:noVBand="1"/>
      </w:tblPr>
      <w:tblGrid>
        <w:gridCol w:w="1183"/>
        <w:gridCol w:w="5031"/>
        <w:gridCol w:w="2782"/>
      </w:tblGrid>
      <w:tr w:rsidR="00832A93" w:rsidRPr="004A3198" w14:paraId="47004A02" w14:textId="77777777" w:rsidTr="00832A93">
        <w:trPr>
          <w:cnfStyle w:val="100000000000" w:firstRow="1" w:lastRow="0" w:firstColumn="0" w:lastColumn="0" w:oddVBand="0" w:evenVBand="0" w:oddHBand="0" w:evenHBand="0" w:firstRowFirstColumn="0" w:firstRowLastColumn="0" w:lastRowFirstColumn="0" w:lastRowLastColumn="0"/>
          <w:tblHeader w:val="0"/>
        </w:trPr>
        <w:tc>
          <w:tcPr>
            <w:tcW w:w="658" w:type="pct"/>
            <w:vAlign w:val="top"/>
          </w:tcPr>
          <w:p w14:paraId="36C2C377" w14:textId="77777777" w:rsidR="00832A93" w:rsidRPr="004A3198" w:rsidRDefault="00832A93" w:rsidP="00832A93">
            <w:pPr>
              <w:spacing w:beforeLines="0" w:before="0" w:afterLines="0" w:after="0"/>
              <w:jc w:val="left"/>
              <w:rPr>
                <w:rFonts w:ascii="Century Schoolbook" w:hAnsi="Century Schoolbook"/>
                <w:szCs w:val="18"/>
              </w:rPr>
            </w:pPr>
            <w:r w:rsidRPr="004A3198">
              <w:rPr>
                <w:rFonts w:ascii="Century Schoolbook" w:hAnsi="Century Schoolbook" w:hint="eastAsia"/>
                <w:szCs w:val="18"/>
              </w:rPr>
              <w:t>名称</w:t>
            </w:r>
          </w:p>
        </w:tc>
        <w:tc>
          <w:tcPr>
            <w:tcW w:w="4342" w:type="pct"/>
            <w:gridSpan w:val="2"/>
            <w:vAlign w:val="top"/>
          </w:tcPr>
          <w:p w14:paraId="68D17848" w14:textId="77777777" w:rsidR="00832A93" w:rsidRPr="004A3198" w:rsidRDefault="00832A93" w:rsidP="00832A93">
            <w:pPr>
              <w:spacing w:beforeLines="0" w:before="0" w:afterLines="0" w:after="0"/>
              <w:jc w:val="left"/>
              <w:rPr>
                <w:rFonts w:ascii="Century Schoolbook" w:hAnsi="Century Schoolbook"/>
                <w:szCs w:val="18"/>
              </w:rPr>
            </w:pPr>
            <w:r w:rsidRPr="004A3198">
              <w:rPr>
                <w:rFonts w:ascii="Century Schoolbook" w:hAnsi="Century Schoolbook" w:hint="eastAsia"/>
                <w:szCs w:val="18"/>
              </w:rPr>
              <w:t>规约介绍</w:t>
            </w:r>
          </w:p>
        </w:tc>
      </w:tr>
      <w:tr w:rsidR="00832A93" w:rsidRPr="004A3198" w14:paraId="37F93580" w14:textId="77777777" w:rsidTr="00832A93">
        <w:tc>
          <w:tcPr>
            <w:tcW w:w="658" w:type="pct"/>
          </w:tcPr>
          <w:p w14:paraId="7123FF1F" w14:textId="77777777" w:rsidR="00832A93" w:rsidRPr="004A3198" w:rsidRDefault="00832A93" w:rsidP="00832A93">
            <w:pPr>
              <w:spacing w:beforeLines="0" w:before="0" w:afterLines="0" w:after="0"/>
              <w:rPr>
                <w:szCs w:val="18"/>
              </w:rPr>
            </w:pPr>
            <w:r w:rsidRPr="004A3198">
              <w:rPr>
                <w:szCs w:val="18"/>
              </w:rPr>
              <w:t>规约号</w:t>
            </w:r>
          </w:p>
        </w:tc>
        <w:tc>
          <w:tcPr>
            <w:tcW w:w="4342" w:type="pct"/>
            <w:gridSpan w:val="2"/>
          </w:tcPr>
          <w:p w14:paraId="0CFF44A5" w14:textId="77777777" w:rsidR="00832A93" w:rsidRPr="004A3198" w:rsidRDefault="00832A93" w:rsidP="00832A93">
            <w:pPr>
              <w:spacing w:beforeLines="0" w:before="0" w:afterLines="0" w:after="0"/>
              <w:jc w:val="left"/>
              <w:rPr>
                <w:szCs w:val="18"/>
              </w:rPr>
            </w:pPr>
            <w:r>
              <w:rPr>
                <w:rFonts w:hint="eastAsia"/>
                <w:szCs w:val="18"/>
              </w:rPr>
              <w:t>无</w:t>
            </w:r>
          </w:p>
        </w:tc>
      </w:tr>
      <w:tr w:rsidR="00832A93" w:rsidRPr="004A3198" w14:paraId="133B711C" w14:textId="77777777" w:rsidTr="00832A93">
        <w:tc>
          <w:tcPr>
            <w:tcW w:w="658" w:type="pct"/>
          </w:tcPr>
          <w:p w14:paraId="6E8634E2" w14:textId="77777777" w:rsidR="00832A93" w:rsidRPr="004A3198" w:rsidRDefault="00832A93" w:rsidP="00832A93">
            <w:pPr>
              <w:spacing w:beforeLines="0" w:before="0" w:afterLines="0" w:after="0"/>
              <w:rPr>
                <w:szCs w:val="18"/>
              </w:rPr>
            </w:pPr>
            <w:r w:rsidRPr="004A3198">
              <w:rPr>
                <w:szCs w:val="18"/>
              </w:rPr>
              <w:t>接口名称</w:t>
            </w:r>
          </w:p>
        </w:tc>
        <w:tc>
          <w:tcPr>
            <w:tcW w:w="4342" w:type="pct"/>
            <w:gridSpan w:val="2"/>
          </w:tcPr>
          <w:p w14:paraId="2DA7A396" w14:textId="298522AB" w:rsidR="00832A93" w:rsidRPr="004A3198" w:rsidRDefault="00832A93" w:rsidP="00832A93">
            <w:pPr>
              <w:spacing w:beforeLines="0" w:before="0" w:afterLines="0" w:after="0"/>
              <w:jc w:val="left"/>
              <w:rPr>
                <w:szCs w:val="18"/>
              </w:rPr>
            </w:pPr>
            <w:r>
              <w:rPr>
                <w:szCs w:val="18"/>
              </w:rPr>
              <w:t>OsIf_Elapsed</w:t>
            </w:r>
          </w:p>
        </w:tc>
      </w:tr>
      <w:tr w:rsidR="00832A93" w:rsidRPr="004A3198" w14:paraId="0BEAB54C" w14:textId="77777777" w:rsidTr="00832A93">
        <w:tc>
          <w:tcPr>
            <w:tcW w:w="658" w:type="pct"/>
          </w:tcPr>
          <w:p w14:paraId="6A6EFAD0" w14:textId="77777777" w:rsidR="00832A93" w:rsidRPr="004A3198" w:rsidRDefault="00832A93" w:rsidP="00832A93">
            <w:pPr>
              <w:spacing w:beforeLines="0" w:before="0" w:afterLines="0" w:after="0"/>
              <w:rPr>
                <w:szCs w:val="18"/>
              </w:rPr>
            </w:pPr>
            <w:r w:rsidRPr="004A3198">
              <w:rPr>
                <w:szCs w:val="18"/>
              </w:rPr>
              <w:t>函数原型</w:t>
            </w:r>
          </w:p>
        </w:tc>
        <w:tc>
          <w:tcPr>
            <w:tcW w:w="4342" w:type="pct"/>
            <w:gridSpan w:val="2"/>
          </w:tcPr>
          <w:p w14:paraId="3E98EDE1" w14:textId="25667CD6" w:rsidR="00832A93" w:rsidRPr="004A3198" w:rsidRDefault="00620104">
            <w:pPr>
              <w:spacing w:beforeLines="0" w:before="0" w:afterLines="0" w:after="0"/>
              <w:jc w:val="left"/>
              <w:rPr>
                <w:szCs w:val="18"/>
              </w:rPr>
            </w:pPr>
            <w:r>
              <w:rPr>
                <w:rFonts w:cs="Arial"/>
              </w:rPr>
              <w:t>u</w:t>
            </w:r>
            <w:r w:rsidR="002E6D9B" w:rsidRPr="002E6D9B">
              <w:rPr>
                <w:rFonts w:cs="Arial"/>
              </w:rPr>
              <w:t>int</w:t>
            </w:r>
            <w:r>
              <w:rPr>
                <w:rFonts w:cs="Arial"/>
              </w:rPr>
              <w:t>32</w:t>
            </w:r>
            <w:r w:rsidR="002E6D9B" w:rsidRPr="002E6D9B">
              <w:rPr>
                <w:rFonts w:cs="Arial"/>
              </w:rPr>
              <w:t xml:space="preserve"> OsIf_GetElapsed(uint</w:t>
            </w:r>
            <w:r>
              <w:rPr>
                <w:rFonts w:cs="Arial"/>
              </w:rPr>
              <w:t>32</w:t>
            </w:r>
            <w:r w:rsidR="002E6D9B" w:rsidRPr="002E6D9B">
              <w:rPr>
                <w:rFonts w:cs="Arial"/>
              </w:rPr>
              <w:t xml:space="preserve"> *</w:t>
            </w:r>
            <w:r w:rsidR="00CF2486" w:rsidRPr="002E6D9B">
              <w:rPr>
                <w:rFonts w:cs="Arial"/>
              </w:rPr>
              <w:t xml:space="preserve"> const</w:t>
            </w:r>
            <w:r w:rsidR="002E6D9B" w:rsidRPr="002E6D9B">
              <w:rPr>
                <w:rFonts w:cs="Arial"/>
              </w:rPr>
              <w:t xml:space="preserve"> CurrentRef)</w:t>
            </w:r>
          </w:p>
        </w:tc>
      </w:tr>
      <w:tr w:rsidR="00832A93" w:rsidRPr="004A3198" w14:paraId="46A2FD7C" w14:textId="77777777" w:rsidTr="00832A93">
        <w:tc>
          <w:tcPr>
            <w:tcW w:w="658" w:type="pct"/>
          </w:tcPr>
          <w:p w14:paraId="4639CEF2" w14:textId="77777777" w:rsidR="00832A93" w:rsidRPr="004A3198" w:rsidRDefault="00832A93" w:rsidP="00832A93">
            <w:pPr>
              <w:spacing w:beforeLines="0" w:before="0" w:afterLines="0" w:after="0"/>
              <w:rPr>
                <w:szCs w:val="18"/>
              </w:rPr>
            </w:pPr>
            <w:r w:rsidRPr="004A3198">
              <w:rPr>
                <w:szCs w:val="18"/>
              </w:rPr>
              <w:t>服务</w:t>
            </w:r>
            <w:r w:rsidRPr="004A3198">
              <w:rPr>
                <w:szCs w:val="18"/>
              </w:rPr>
              <w:t xml:space="preserve"> ID</w:t>
            </w:r>
          </w:p>
        </w:tc>
        <w:tc>
          <w:tcPr>
            <w:tcW w:w="4342" w:type="pct"/>
            <w:gridSpan w:val="2"/>
          </w:tcPr>
          <w:p w14:paraId="32C4E571" w14:textId="67CFE4B2" w:rsidR="00832A93" w:rsidRPr="004A3198" w:rsidRDefault="00C23C42" w:rsidP="00832A93">
            <w:pPr>
              <w:spacing w:beforeLines="0" w:before="0" w:afterLines="0" w:after="0"/>
              <w:jc w:val="left"/>
              <w:rPr>
                <w:szCs w:val="18"/>
              </w:rPr>
            </w:pPr>
            <w:r>
              <w:rPr>
                <w:rFonts w:hint="eastAsia"/>
                <w:szCs w:val="18"/>
              </w:rPr>
              <w:t>NA</w:t>
            </w:r>
            <w:r w:rsidDel="00C23C42">
              <w:rPr>
                <w:szCs w:val="18"/>
              </w:rPr>
              <w:t xml:space="preserve"> </w:t>
            </w:r>
          </w:p>
        </w:tc>
      </w:tr>
      <w:tr w:rsidR="00832A93" w:rsidRPr="004A3198" w14:paraId="4FD146DC" w14:textId="77777777" w:rsidTr="00832A93">
        <w:tc>
          <w:tcPr>
            <w:tcW w:w="658" w:type="pct"/>
          </w:tcPr>
          <w:p w14:paraId="75E36B4A" w14:textId="77777777" w:rsidR="00832A93" w:rsidRPr="004A3198" w:rsidRDefault="00832A93" w:rsidP="00832A93">
            <w:pPr>
              <w:spacing w:beforeLines="0" w:before="0" w:afterLines="0" w:after="0"/>
              <w:rPr>
                <w:szCs w:val="18"/>
              </w:rPr>
            </w:pPr>
            <w:r w:rsidRPr="004A3198">
              <w:rPr>
                <w:rFonts w:hint="eastAsia"/>
                <w:szCs w:val="18"/>
              </w:rPr>
              <w:t>支持版本</w:t>
            </w:r>
          </w:p>
        </w:tc>
        <w:tc>
          <w:tcPr>
            <w:tcW w:w="4342" w:type="pct"/>
            <w:gridSpan w:val="2"/>
          </w:tcPr>
          <w:p w14:paraId="3097EFA4" w14:textId="77777777" w:rsidR="00832A93" w:rsidRPr="004A3198" w:rsidRDefault="00832A93" w:rsidP="00832A93">
            <w:pPr>
              <w:spacing w:beforeLines="0" w:before="0" w:afterLines="0" w:after="0"/>
              <w:jc w:val="left"/>
              <w:rPr>
                <w:szCs w:val="18"/>
              </w:rPr>
            </w:pPr>
            <w:r w:rsidRPr="004A3198">
              <w:rPr>
                <w:rFonts w:hint="eastAsia"/>
                <w:szCs w:val="18"/>
              </w:rPr>
              <w:t>V</w:t>
            </w:r>
            <w:r w:rsidRPr="004A3198">
              <w:rPr>
                <w:szCs w:val="18"/>
              </w:rPr>
              <w:t>4.4</w:t>
            </w:r>
            <w:r w:rsidRPr="004A3198">
              <w:rPr>
                <w:rFonts w:hint="eastAsia"/>
                <w:szCs w:val="18"/>
              </w:rPr>
              <w:t>.</w:t>
            </w:r>
            <w:r w:rsidRPr="004A3198">
              <w:rPr>
                <w:szCs w:val="18"/>
              </w:rPr>
              <w:t>0</w:t>
            </w:r>
          </w:p>
        </w:tc>
      </w:tr>
      <w:tr w:rsidR="00832A93" w:rsidRPr="004A3198" w14:paraId="176B0721" w14:textId="77777777" w:rsidTr="00832A93">
        <w:tc>
          <w:tcPr>
            <w:tcW w:w="658" w:type="pct"/>
          </w:tcPr>
          <w:p w14:paraId="2A984F6C" w14:textId="77777777" w:rsidR="00832A93" w:rsidRPr="004A3198" w:rsidRDefault="00832A93" w:rsidP="00832A93">
            <w:pPr>
              <w:spacing w:beforeLines="0" w:before="0" w:afterLines="0" w:after="0"/>
              <w:rPr>
                <w:szCs w:val="18"/>
              </w:rPr>
            </w:pPr>
            <w:r w:rsidRPr="004A3198">
              <w:rPr>
                <w:szCs w:val="18"/>
              </w:rPr>
              <w:t>同步</w:t>
            </w:r>
            <w:r w:rsidRPr="004A3198">
              <w:rPr>
                <w:szCs w:val="18"/>
              </w:rPr>
              <w:t>/</w:t>
            </w:r>
            <w:r w:rsidRPr="004A3198">
              <w:rPr>
                <w:szCs w:val="18"/>
              </w:rPr>
              <w:t>异步</w:t>
            </w:r>
          </w:p>
        </w:tc>
        <w:tc>
          <w:tcPr>
            <w:tcW w:w="4342" w:type="pct"/>
            <w:gridSpan w:val="2"/>
          </w:tcPr>
          <w:p w14:paraId="302BB27C" w14:textId="77777777" w:rsidR="00832A93" w:rsidRPr="004A3198" w:rsidRDefault="00832A93" w:rsidP="00832A93">
            <w:pPr>
              <w:spacing w:beforeLines="0" w:before="0" w:afterLines="0" w:after="0"/>
              <w:jc w:val="left"/>
              <w:rPr>
                <w:szCs w:val="18"/>
              </w:rPr>
            </w:pPr>
            <w:r w:rsidRPr="004A3198">
              <w:rPr>
                <w:szCs w:val="18"/>
              </w:rPr>
              <w:t>同步</w:t>
            </w:r>
          </w:p>
        </w:tc>
      </w:tr>
      <w:tr w:rsidR="00832A93" w:rsidRPr="004A3198" w14:paraId="1028CFFB" w14:textId="77777777" w:rsidTr="00832A93">
        <w:tc>
          <w:tcPr>
            <w:tcW w:w="658" w:type="pct"/>
            <w:tcBorders>
              <w:bottom w:val="single" w:sz="8" w:space="0" w:color="auto"/>
            </w:tcBorders>
          </w:tcPr>
          <w:p w14:paraId="7FFD4CC9" w14:textId="77777777" w:rsidR="00832A93" w:rsidRPr="004A3198" w:rsidRDefault="00832A93" w:rsidP="00832A93">
            <w:pPr>
              <w:spacing w:beforeLines="0" w:before="0" w:afterLines="0" w:after="0"/>
              <w:rPr>
                <w:szCs w:val="18"/>
              </w:rPr>
            </w:pPr>
            <w:r w:rsidRPr="004A3198">
              <w:rPr>
                <w:szCs w:val="18"/>
              </w:rPr>
              <w:t>可重入性</w:t>
            </w:r>
          </w:p>
        </w:tc>
        <w:tc>
          <w:tcPr>
            <w:tcW w:w="4342" w:type="pct"/>
            <w:gridSpan w:val="2"/>
          </w:tcPr>
          <w:p w14:paraId="3377A605" w14:textId="77777777" w:rsidR="00832A93" w:rsidRPr="004A3198" w:rsidRDefault="00832A93" w:rsidP="00832A93">
            <w:pPr>
              <w:spacing w:beforeLines="0" w:before="0" w:afterLines="0" w:after="0"/>
              <w:jc w:val="left"/>
              <w:rPr>
                <w:szCs w:val="18"/>
              </w:rPr>
            </w:pPr>
            <w:r w:rsidRPr="004A3198">
              <w:rPr>
                <w:szCs w:val="18"/>
              </w:rPr>
              <w:t>可重入</w:t>
            </w:r>
          </w:p>
        </w:tc>
      </w:tr>
      <w:tr w:rsidR="00832A93" w:rsidRPr="004A3198" w14:paraId="593A01CE" w14:textId="77777777" w:rsidTr="00832A93">
        <w:trPr>
          <w:trHeight w:val="561"/>
        </w:trPr>
        <w:tc>
          <w:tcPr>
            <w:tcW w:w="658" w:type="pct"/>
            <w:tcBorders>
              <w:top w:val="single" w:sz="8" w:space="0" w:color="auto"/>
            </w:tcBorders>
          </w:tcPr>
          <w:p w14:paraId="08BF9293" w14:textId="77777777" w:rsidR="00832A93" w:rsidRPr="004A3198" w:rsidRDefault="00832A93" w:rsidP="00832A93">
            <w:pPr>
              <w:spacing w:beforeLines="0" w:before="0" w:afterLines="0" w:after="0"/>
              <w:rPr>
                <w:szCs w:val="18"/>
              </w:rPr>
            </w:pPr>
            <w:r w:rsidRPr="004A3198">
              <w:rPr>
                <w:rFonts w:hint="eastAsia"/>
                <w:szCs w:val="18"/>
              </w:rPr>
              <w:t>形参（</w:t>
            </w:r>
            <w:r w:rsidRPr="004A3198">
              <w:rPr>
                <w:rFonts w:hint="eastAsia"/>
                <w:szCs w:val="18"/>
              </w:rPr>
              <w:t>in</w:t>
            </w:r>
            <w:r w:rsidRPr="004A3198">
              <w:rPr>
                <w:rFonts w:hint="eastAsia"/>
                <w:szCs w:val="18"/>
              </w:rPr>
              <w:t>）</w:t>
            </w:r>
          </w:p>
        </w:tc>
        <w:tc>
          <w:tcPr>
            <w:tcW w:w="4342" w:type="pct"/>
            <w:gridSpan w:val="2"/>
            <w:tcBorders>
              <w:top w:val="single" w:sz="8" w:space="0" w:color="auto"/>
            </w:tcBorders>
          </w:tcPr>
          <w:p w14:paraId="3866C255" w14:textId="77777777" w:rsidR="00832A93" w:rsidRPr="004A3198" w:rsidRDefault="00832A93" w:rsidP="00832A93">
            <w:pPr>
              <w:spacing w:beforeLines="0" w:before="0" w:afterLines="0" w:after="0"/>
              <w:jc w:val="left"/>
              <w:rPr>
                <w:szCs w:val="18"/>
              </w:rPr>
            </w:pPr>
            <w:r>
              <w:rPr>
                <w:rFonts w:cs="Arial" w:hint="eastAsia"/>
              </w:rPr>
              <w:t>None</w:t>
            </w:r>
          </w:p>
        </w:tc>
      </w:tr>
      <w:tr w:rsidR="00832A93" w:rsidRPr="004A3198" w14:paraId="48B4F6D8" w14:textId="77777777" w:rsidTr="00832A93">
        <w:tc>
          <w:tcPr>
            <w:tcW w:w="658" w:type="pct"/>
            <w:tcBorders>
              <w:top w:val="single" w:sz="8" w:space="0" w:color="auto"/>
            </w:tcBorders>
          </w:tcPr>
          <w:p w14:paraId="21642E41" w14:textId="77777777" w:rsidR="00832A93" w:rsidRPr="004A3198" w:rsidRDefault="00832A93" w:rsidP="00832A93">
            <w:pPr>
              <w:spacing w:beforeLines="0" w:before="0" w:afterLines="0" w:after="0"/>
              <w:rPr>
                <w:szCs w:val="18"/>
              </w:rPr>
            </w:pPr>
            <w:r w:rsidRPr="004A3198">
              <w:rPr>
                <w:rFonts w:hint="eastAsia"/>
                <w:szCs w:val="18"/>
              </w:rPr>
              <w:t>形参（</w:t>
            </w:r>
            <w:r w:rsidRPr="004A3198">
              <w:rPr>
                <w:rFonts w:hint="eastAsia"/>
                <w:szCs w:val="18"/>
              </w:rPr>
              <w:t>inout</w:t>
            </w:r>
            <w:r w:rsidRPr="004A3198">
              <w:rPr>
                <w:rFonts w:hint="eastAsia"/>
                <w:szCs w:val="18"/>
              </w:rPr>
              <w:t>）</w:t>
            </w:r>
          </w:p>
        </w:tc>
        <w:tc>
          <w:tcPr>
            <w:tcW w:w="4342" w:type="pct"/>
            <w:gridSpan w:val="2"/>
            <w:tcBorders>
              <w:top w:val="single" w:sz="8" w:space="0" w:color="auto"/>
            </w:tcBorders>
          </w:tcPr>
          <w:p w14:paraId="1B4F351A" w14:textId="77777777" w:rsidR="00832A93" w:rsidRPr="004A3198" w:rsidRDefault="00832A93" w:rsidP="00832A93">
            <w:pPr>
              <w:spacing w:beforeLines="0" w:before="0" w:afterLines="0" w:after="0"/>
              <w:jc w:val="left"/>
              <w:rPr>
                <w:szCs w:val="18"/>
              </w:rPr>
            </w:pPr>
            <w:r w:rsidRPr="004A3198">
              <w:rPr>
                <w:szCs w:val="18"/>
              </w:rPr>
              <w:t>None</w:t>
            </w:r>
          </w:p>
        </w:tc>
      </w:tr>
      <w:tr w:rsidR="00832A93" w:rsidRPr="004A3198" w14:paraId="328ACB7A" w14:textId="77777777" w:rsidTr="00832A93">
        <w:tc>
          <w:tcPr>
            <w:tcW w:w="658" w:type="pct"/>
          </w:tcPr>
          <w:p w14:paraId="616E927C" w14:textId="77777777" w:rsidR="00832A93" w:rsidRPr="004A3198" w:rsidRDefault="00832A93" w:rsidP="00832A93">
            <w:pPr>
              <w:spacing w:beforeLines="0" w:before="0" w:afterLines="0" w:after="0"/>
              <w:rPr>
                <w:szCs w:val="18"/>
              </w:rPr>
            </w:pPr>
            <w:r w:rsidRPr="004A3198">
              <w:rPr>
                <w:rFonts w:hint="eastAsia"/>
                <w:szCs w:val="18"/>
              </w:rPr>
              <w:t>形参（</w:t>
            </w:r>
            <w:r w:rsidRPr="004A3198">
              <w:rPr>
                <w:rFonts w:hint="eastAsia"/>
                <w:szCs w:val="18"/>
              </w:rPr>
              <w:t>out</w:t>
            </w:r>
            <w:r w:rsidRPr="004A3198">
              <w:rPr>
                <w:rFonts w:hint="eastAsia"/>
                <w:szCs w:val="18"/>
              </w:rPr>
              <w:t>）</w:t>
            </w:r>
          </w:p>
        </w:tc>
        <w:tc>
          <w:tcPr>
            <w:tcW w:w="4342" w:type="pct"/>
            <w:gridSpan w:val="2"/>
          </w:tcPr>
          <w:p w14:paraId="69F68CF7" w14:textId="77777777" w:rsidR="00832A93" w:rsidRPr="004A3198" w:rsidRDefault="00832A93" w:rsidP="00832A93">
            <w:pPr>
              <w:spacing w:beforeLines="0" w:before="0" w:afterLines="0" w:after="0"/>
              <w:jc w:val="left"/>
              <w:rPr>
                <w:szCs w:val="18"/>
              </w:rPr>
            </w:pPr>
            <w:r w:rsidRPr="004A3198">
              <w:rPr>
                <w:szCs w:val="18"/>
              </w:rPr>
              <w:t>None</w:t>
            </w:r>
          </w:p>
        </w:tc>
      </w:tr>
      <w:tr w:rsidR="00832A93" w:rsidRPr="004A3198" w14:paraId="0FA89E16" w14:textId="77777777" w:rsidTr="00832A93">
        <w:tc>
          <w:tcPr>
            <w:tcW w:w="658" w:type="pct"/>
          </w:tcPr>
          <w:p w14:paraId="11ACE8CE" w14:textId="77777777" w:rsidR="00832A93" w:rsidRPr="004A3198" w:rsidRDefault="00832A93" w:rsidP="00832A93">
            <w:pPr>
              <w:spacing w:beforeLines="0" w:before="0" w:afterLines="0" w:after="0"/>
              <w:rPr>
                <w:szCs w:val="18"/>
              </w:rPr>
            </w:pPr>
            <w:r w:rsidRPr="004A3198">
              <w:rPr>
                <w:szCs w:val="18"/>
              </w:rPr>
              <w:t>函数返回值</w:t>
            </w:r>
          </w:p>
        </w:tc>
        <w:tc>
          <w:tcPr>
            <w:tcW w:w="2796" w:type="pct"/>
          </w:tcPr>
          <w:p w14:paraId="316BE660" w14:textId="75C1B569" w:rsidR="00832A93" w:rsidRPr="004A3198" w:rsidRDefault="00620104" w:rsidP="00832A93">
            <w:pPr>
              <w:spacing w:beforeLines="0" w:before="0" w:afterLines="0" w:after="0"/>
              <w:jc w:val="left"/>
              <w:rPr>
                <w:szCs w:val="18"/>
              </w:rPr>
            </w:pPr>
            <w:r>
              <w:rPr>
                <w:szCs w:val="18"/>
              </w:rPr>
              <w:t>u</w:t>
            </w:r>
            <w:r w:rsidR="00832A93">
              <w:rPr>
                <w:szCs w:val="18"/>
              </w:rPr>
              <w:t>int</w:t>
            </w:r>
            <w:r>
              <w:rPr>
                <w:szCs w:val="18"/>
              </w:rPr>
              <w:t>32</w:t>
            </w:r>
          </w:p>
        </w:tc>
        <w:tc>
          <w:tcPr>
            <w:tcW w:w="1546" w:type="pct"/>
          </w:tcPr>
          <w:p w14:paraId="1371CBEA" w14:textId="1F8AF93B" w:rsidR="00832A93" w:rsidRPr="004A3198" w:rsidRDefault="00832A93" w:rsidP="00832A93">
            <w:pPr>
              <w:spacing w:beforeLines="0" w:before="0" w:afterLines="0" w:after="0"/>
              <w:jc w:val="left"/>
              <w:rPr>
                <w:szCs w:val="18"/>
              </w:rPr>
            </w:pPr>
            <w:r>
              <w:rPr>
                <w:rFonts w:hint="eastAsia"/>
                <w:szCs w:val="18"/>
              </w:rPr>
              <w:t>当前</w:t>
            </w:r>
            <w:r>
              <w:rPr>
                <w:rFonts w:hint="eastAsia"/>
                <w:szCs w:val="18"/>
              </w:rPr>
              <w:t>Counter</w:t>
            </w:r>
            <w:r>
              <w:rPr>
                <w:rFonts w:hint="eastAsia"/>
                <w:szCs w:val="18"/>
              </w:rPr>
              <w:t>的</w:t>
            </w:r>
            <w:r w:rsidR="002E6D9B">
              <w:rPr>
                <w:rFonts w:hint="eastAsia"/>
                <w:szCs w:val="18"/>
              </w:rPr>
              <w:t>Tick</w:t>
            </w:r>
            <w:r w:rsidR="002E6D9B">
              <w:rPr>
                <w:rFonts w:hint="eastAsia"/>
                <w:szCs w:val="18"/>
              </w:rPr>
              <w:t>值到目前经过了多少</w:t>
            </w:r>
            <w:r>
              <w:rPr>
                <w:rFonts w:hint="eastAsia"/>
                <w:szCs w:val="18"/>
              </w:rPr>
              <w:t>Tick</w:t>
            </w:r>
            <w:r>
              <w:rPr>
                <w:rFonts w:hint="eastAsia"/>
                <w:szCs w:val="18"/>
              </w:rPr>
              <w:t>值</w:t>
            </w:r>
          </w:p>
        </w:tc>
      </w:tr>
      <w:tr w:rsidR="00832A93" w:rsidRPr="004A3198" w14:paraId="0D37E502" w14:textId="77777777" w:rsidTr="00832A93">
        <w:tc>
          <w:tcPr>
            <w:tcW w:w="658" w:type="pct"/>
          </w:tcPr>
          <w:p w14:paraId="52C56FCF" w14:textId="77777777" w:rsidR="00832A93" w:rsidRPr="004A3198" w:rsidRDefault="00832A93" w:rsidP="00832A93">
            <w:pPr>
              <w:spacing w:beforeLines="0" w:before="0" w:afterLines="0" w:after="0"/>
              <w:rPr>
                <w:szCs w:val="18"/>
              </w:rPr>
            </w:pPr>
            <w:r w:rsidRPr="004A3198">
              <w:rPr>
                <w:szCs w:val="18"/>
              </w:rPr>
              <w:t>描述</w:t>
            </w:r>
          </w:p>
        </w:tc>
        <w:tc>
          <w:tcPr>
            <w:tcW w:w="4342" w:type="pct"/>
            <w:gridSpan w:val="2"/>
          </w:tcPr>
          <w:p w14:paraId="7B5F2C6A" w14:textId="540C06C8" w:rsidR="00832A93" w:rsidRPr="006D6AA8" w:rsidRDefault="002E6D9B" w:rsidP="00832A93">
            <w:pPr>
              <w:spacing w:beforeLines="0" w:before="0" w:afterLines="0" w:after="0"/>
              <w:jc w:val="left"/>
              <w:rPr>
                <w:szCs w:val="18"/>
              </w:rPr>
            </w:pPr>
            <w:r w:rsidRPr="002E6D9B">
              <w:rPr>
                <w:rFonts w:cs="Arial" w:hint="eastAsia"/>
              </w:rPr>
              <w:t>获取和上一次</w:t>
            </w:r>
            <w:r w:rsidRPr="002E6D9B">
              <w:rPr>
                <w:rFonts w:cs="Arial" w:hint="eastAsia"/>
              </w:rPr>
              <w:t>counter</w:t>
            </w:r>
            <w:r w:rsidRPr="002E6D9B">
              <w:rPr>
                <w:rFonts w:cs="Arial" w:hint="eastAsia"/>
              </w:rPr>
              <w:t>的</w:t>
            </w:r>
            <w:r w:rsidRPr="002E6D9B">
              <w:rPr>
                <w:rFonts w:cs="Arial" w:hint="eastAsia"/>
              </w:rPr>
              <w:t>tick</w:t>
            </w:r>
            <w:r w:rsidRPr="002E6D9B">
              <w:rPr>
                <w:rFonts w:cs="Arial" w:hint="eastAsia"/>
              </w:rPr>
              <w:t>偏差值</w:t>
            </w:r>
            <w:r w:rsidR="00F149AB">
              <w:rPr>
                <w:rFonts w:cs="Arial" w:hint="eastAsia"/>
              </w:rPr>
              <w:t>,</w:t>
            </w:r>
            <w:r w:rsidR="00F149AB">
              <w:rPr>
                <w:rFonts w:cs="Arial" w:hint="eastAsia"/>
              </w:rPr>
              <w:t>并更新</w:t>
            </w:r>
            <w:r w:rsidR="00F149AB" w:rsidRPr="002E6D9B">
              <w:rPr>
                <w:rFonts w:cs="Arial"/>
              </w:rPr>
              <w:t>CurrentRef</w:t>
            </w:r>
            <w:r w:rsidR="00F149AB">
              <w:rPr>
                <w:rFonts w:cs="Arial" w:hint="eastAsia"/>
              </w:rPr>
              <w:t>为当前</w:t>
            </w:r>
            <w:r w:rsidR="00F149AB">
              <w:rPr>
                <w:rFonts w:cs="Arial" w:hint="eastAsia"/>
              </w:rPr>
              <w:t>counter</w:t>
            </w:r>
            <w:r w:rsidR="00F149AB">
              <w:rPr>
                <w:rFonts w:cs="Arial" w:hint="eastAsia"/>
              </w:rPr>
              <w:t>的</w:t>
            </w:r>
            <w:r w:rsidR="00F149AB">
              <w:rPr>
                <w:rFonts w:cs="Arial" w:hint="eastAsia"/>
              </w:rPr>
              <w:t>tick</w:t>
            </w:r>
            <w:r w:rsidR="00F149AB">
              <w:rPr>
                <w:rFonts w:cs="Arial" w:hint="eastAsia"/>
              </w:rPr>
              <w:t>值</w:t>
            </w:r>
          </w:p>
        </w:tc>
      </w:tr>
      <w:tr w:rsidR="00832A93" w:rsidRPr="004A3198" w14:paraId="59958014" w14:textId="77777777" w:rsidTr="00832A93">
        <w:tc>
          <w:tcPr>
            <w:tcW w:w="658" w:type="pct"/>
          </w:tcPr>
          <w:p w14:paraId="34593300" w14:textId="77777777" w:rsidR="00832A93" w:rsidRPr="004A3198" w:rsidRDefault="00832A93" w:rsidP="00832A93">
            <w:pPr>
              <w:spacing w:beforeLines="0" w:before="0" w:afterLines="0" w:after="0"/>
              <w:rPr>
                <w:szCs w:val="18"/>
              </w:rPr>
            </w:pPr>
            <w:r w:rsidRPr="004A3198">
              <w:rPr>
                <w:szCs w:val="18"/>
              </w:rPr>
              <w:t>头文件</w:t>
            </w:r>
          </w:p>
        </w:tc>
        <w:tc>
          <w:tcPr>
            <w:tcW w:w="4342" w:type="pct"/>
            <w:gridSpan w:val="2"/>
          </w:tcPr>
          <w:p w14:paraId="5D066675" w14:textId="2359866A" w:rsidR="00832A93" w:rsidRPr="004A3198" w:rsidRDefault="00C23C42" w:rsidP="00832A93">
            <w:pPr>
              <w:spacing w:beforeLines="0" w:before="0" w:afterLines="0" w:after="0"/>
              <w:jc w:val="left"/>
              <w:rPr>
                <w:szCs w:val="18"/>
              </w:rPr>
            </w:pPr>
            <w:r>
              <w:rPr>
                <w:szCs w:val="18"/>
              </w:rPr>
              <w:t>OsIf_Time</w:t>
            </w:r>
            <w:r w:rsidR="00832A93" w:rsidRPr="004A3198">
              <w:rPr>
                <w:szCs w:val="18"/>
              </w:rPr>
              <w:t>.h</w:t>
            </w:r>
          </w:p>
        </w:tc>
      </w:tr>
      <w:tr w:rsidR="00832A93" w:rsidRPr="004A3198" w14:paraId="42FEF7E6" w14:textId="77777777" w:rsidTr="00832A93">
        <w:tc>
          <w:tcPr>
            <w:tcW w:w="658" w:type="pct"/>
          </w:tcPr>
          <w:p w14:paraId="575F567B" w14:textId="77777777" w:rsidR="00832A93" w:rsidRPr="004A3198" w:rsidRDefault="00832A93" w:rsidP="00832A93">
            <w:pPr>
              <w:spacing w:beforeLines="0" w:before="0" w:afterLines="0" w:after="0"/>
              <w:rPr>
                <w:szCs w:val="18"/>
              </w:rPr>
            </w:pPr>
            <w:r w:rsidRPr="004A3198">
              <w:rPr>
                <w:rFonts w:hint="eastAsia"/>
                <w:szCs w:val="18"/>
              </w:rPr>
              <w:t>注意事项</w:t>
            </w:r>
          </w:p>
        </w:tc>
        <w:tc>
          <w:tcPr>
            <w:tcW w:w="4342" w:type="pct"/>
            <w:gridSpan w:val="2"/>
          </w:tcPr>
          <w:p w14:paraId="7F859701" w14:textId="799FA30A" w:rsidR="00832A93" w:rsidRPr="004A3198" w:rsidRDefault="00832A93">
            <w:pPr>
              <w:spacing w:beforeLines="0" w:before="0" w:afterLines="0" w:after="0"/>
              <w:jc w:val="left"/>
              <w:rPr>
                <w:szCs w:val="18"/>
              </w:rPr>
            </w:pPr>
            <w:r>
              <w:rPr>
                <w:rFonts w:hint="eastAsia"/>
                <w:szCs w:val="18"/>
              </w:rPr>
              <w:t>调用此接口前必须调用</w:t>
            </w:r>
            <w:r>
              <w:rPr>
                <w:rFonts w:hint="eastAsia"/>
                <w:szCs w:val="18"/>
              </w:rPr>
              <w:t>OsIf_Init</w:t>
            </w:r>
            <w:r w:rsidR="00F149AB">
              <w:rPr>
                <w:rFonts w:hint="eastAsia"/>
                <w:szCs w:val="18"/>
              </w:rPr>
              <w:t>，</w:t>
            </w:r>
            <w:r w:rsidR="00F149AB" w:rsidRPr="005A1991">
              <w:rPr>
                <w:rFonts w:hint="eastAsia"/>
              </w:rPr>
              <w:t>调用</w:t>
            </w:r>
            <w:r w:rsidR="00F149AB" w:rsidRPr="005A1991">
              <w:rPr>
                <w:rFonts w:hint="eastAsia"/>
              </w:rPr>
              <w:t>OsIf_GetElapsed</w:t>
            </w:r>
            <w:r w:rsidR="00F149AB" w:rsidRPr="005A1991">
              <w:rPr>
                <w:rFonts w:hint="eastAsia"/>
              </w:rPr>
              <w:t>接口获取和上一次</w:t>
            </w:r>
            <w:r w:rsidR="00F149AB" w:rsidRPr="005A1991">
              <w:rPr>
                <w:rFonts w:hint="eastAsia"/>
              </w:rPr>
              <w:t>counter</w:t>
            </w:r>
            <w:r w:rsidR="00F149AB" w:rsidRPr="005A1991">
              <w:rPr>
                <w:rFonts w:hint="eastAsia"/>
              </w:rPr>
              <w:t>的</w:t>
            </w:r>
            <w:r w:rsidR="00F149AB" w:rsidRPr="005A1991">
              <w:rPr>
                <w:rFonts w:hint="eastAsia"/>
              </w:rPr>
              <w:t>tick</w:t>
            </w:r>
            <w:r w:rsidR="00F149AB" w:rsidRPr="005A1991">
              <w:rPr>
                <w:rFonts w:hint="eastAsia"/>
              </w:rPr>
              <w:t>偏差值要在</w:t>
            </w:r>
            <w:r w:rsidR="00F149AB" w:rsidRPr="005A1991">
              <w:rPr>
                <w:rFonts w:hint="eastAsia"/>
              </w:rPr>
              <w:t>Systick</w:t>
            </w:r>
            <w:r w:rsidR="007832EF" w:rsidRPr="005A1991">
              <w:rPr>
                <w:rFonts w:hint="eastAsia"/>
              </w:rPr>
              <w:t>一个</w:t>
            </w:r>
            <w:r w:rsidR="00F149AB" w:rsidRPr="005A1991">
              <w:rPr>
                <w:rFonts w:hint="eastAsia"/>
              </w:rPr>
              <w:t>计数周期内完成</w:t>
            </w:r>
          </w:p>
        </w:tc>
      </w:tr>
      <w:tr w:rsidR="00832A93" w:rsidRPr="004A3198" w14:paraId="27FCF50F" w14:textId="77777777" w:rsidTr="00832A93">
        <w:tc>
          <w:tcPr>
            <w:tcW w:w="658" w:type="pct"/>
          </w:tcPr>
          <w:p w14:paraId="4A791A2E" w14:textId="77777777" w:rsidR="00832A93" w:rsidRPr="004A3198" w:rsidRDefault="00832A93" w:rsidP="00832A93">
            <w:pPr>
              <w:spacing w:beforeLines="0" w:before="0" w:afterLines="0" w:after="0"/>
              <w:rPr>
                <w:szCs w:val="18"/>
              </w:rPr>
            </w:pPr>
            <w:r w:rsidRPr="004A3198">
              <w:rPr>
                <w:rFonts w:hint="eastAsia"/>
                <w:szCs w:val="18"/>
              </w:rPr>
              <w:t>配置项</w:t>
            </w:r>
          </w:p>
        </w:tc>
        <w:tc>
          <w:tcPr>
            <w:tcW w:w="4342" w:type="pct"/>
            <w:gridSpan w:val="2"/>
          </w:tcPr>
          <w:p w14:paraId="22EE3892" w14:textId="77777777" w:rsidR="00832A93" w:rsidRPr="004A3198" w:rsidRDefault="00832A93" w:rsidP="00832A93">
            <w:pPr>
              <w:spacing w:beforeLines="0" w:before="0" w:afterLines="0" w:after="0"/>
              <w:jc w:val="left"/>
              <w:rPr>
                <w:szCs w:val="18"/>
              </w:rPr>
            </w:pPr>
            <w:r>
              <w:rPr>
                <w:szCs w:val="18"/>
              </w:rPr>
              <w:t>None</w:t>
            </w:r>
          </w:p>
        </w:tc>
      </w:tr>
      <w:tr w:rsidR="00620104" w:rsidRPr="004A3198" w14:paraId="2F1A6A88" w14:textId="77777777" w:rsidTr="00620104">
        <w:tc>
          <w:tcPr>
            <w:tcW w:w="658" w:type="pct"/>
          </w:tcPr>
          <w:p w14:paraId="2E5206E2" w14:textId="77777777" w:rsidR="00620104" w:rsidRPr="004A3198" w:rsidRDefault="00620104" w:rsidP="00620104">
            <w:pPr>
              <w:spacing w:beforeLines="0" w:before="0" w:afterLines="0" w:after="0"/>
              <w:rPr>
                <w:szCs w:val="18"/>
              </w:rPr>
            </w:pPr>
            <w:r w:rsidRPr="004A3198">
              <w:rPr>
                <w:rFonts w:hint="eastAsia"/>
                <w:szCs w:val="18"/>
              </w:rPr>
              <w:t>D</w:t>
            </w:r>
            <w:r w:rsidRPr="004A3198">
              <w:rPr>
                <w:szCs w:val="18"/>
              </w:rPr>
              <w:t>ET</w:t>
            </w:r>
          </w:p>
        </w:tc>
        <w:tc>
          <w:tcPr>
            <w:tcW w:w="4342" w:type="pct"/>
            <w:gridSpan w:val="2"/>
          </w:tcPr>
          <w:p w14:paraId="4FACB14B" w14:textId="0D7468A1" w:rsidR="00620104" w:rsidRPr="004A3198" w:rsidRDefault="00620104" w:rsidP="00044417">
            <w:pPr>
              <w:spacing w:beforeLines="0" w:before="0" w:afterLines="0" w:after="0"/>
              <w:jc w:val="left"/>
            </w:pPr>
            <w:r w:rsidRPr="004A3198">
              <w:rPr>
                <w:rFonts w:hint="eastAsia"/>
                <w:szCs w:val="18"/>
              </w:rPr>
              <w:t>None</w:t>
            </w:r>
          </w:p>
        </w:tc>
      </w:tr>
      <w:tr w:rsidR="00620104" w:rsidRPr="004A3198" w14:paraId="2C932131" w14:textId="77777777" w:rsidTr="00832A93">
        <w:tc>
          <w:tcPr>
            <w:tcW w:w="658" w:type="pct"/>
          </w:tcPr>
          <w:p w14:paraId="499EFF11" w14:textId="77777777" w:rsidR="00620104" w:rsidRPr="004A3198" w:rsidRDefault="00620104" w:rsidP="00620104">
            <w:pPr>
              <w:spacing w:beforeLines="0" w:before="0" w:afterLines="0" w:after="0"/>
              <w:rPr>
                <w:szCs w:val="18"/>
              </w:rPr>
            </w:pPr>
            <w:r w:rsidRPr="004A3198">
              <w:rPr>
                <w:rFonts w:hint="eastAsia"/>
                <w:szCs w:val="18"/>
              </w:rPr>
              <w:t>D</w:t>
            </w:r>
            <w:r w:rsidRPr="004A3198">
              <w:rPr>
                <w:szCs w:val="18"/>
              </w:rPr>
              <w:t>EM</w:t>
            </w:r>
          </w:p>
        </w:tc>
        <w:tc>
          <w:tcPr>
            <w:tcW w:w="4342" w:type="pct"/>
            <w:gridSpan w:val="2"/>
          </w:tcPr>
          <w:p w14:paraId="73AC1AF5" w14:textId="77777777" w:rsidR="00620104" w:rsidRPr="004A3198" w:rsidRDefault="00620104" w:rsidP="00620104">
            <w:pPr>
              <w:spacing w:beforeLines="0" w:before="0" w:afterLines="0" w:after="0"/>
              <w:jc w:val="left"/>
              <w:rPr>
                <w:szCs w:val="18"/>
              </w:rPr>
            </w:pPr>
            <w:r w:rsidRPr="004A3198">
              <w:rPr>
                <w:rFonts w:hint="eastAsia"/>
                <w:szCs w:val="18"/>
              </w:rPr>
              <w:t>None</w:t>
            </w:r>
          </w:p>
        </w:tc>
      </w:tr>
      <w:tr w:rsidR="00620104" w:rsidRPr="004A3198" w14:paraId="3F07EBF1" w14:textId="77777777" w:rsidTr="00832A93">
        <w:tc>
          <w:tcPr>
            <w:tcW w:w="658" w:type="pct"/>
          </w:tcPr>
          <w:p w14:paraId="236D15C4" w14:textId="77777777" w:rsidR="00620104" w:rsidRPr="004A3198" w:rsidRDefault="00620104" w:rsidP="00620104">
            <w:pPr>
              <w:spacing w:beforeLines="0" w:before="0" w:afterLines="0" w:after="0"/>
              <w:rPr>
                <w:szCs w:val="18"/>
              </w:rPr>
            </w:pPr>
            <w:r w:rsidRPr="004A3198">
              <w:rPr>
                <w:rFonts w:hint="eastAsia"/>
                <w:szCs w:val="18"/>
              </w:rPr>
              <w:t>实施建议</w:t>
            </w:r>
          </w:p>
        </w:tc>
        <w:tc>
          <w:tcPr>
            <w:tcW w:w="4342" w:type="pct"/>
            <w:gridSpan w:val="2"/>
          </w:tcPr>
          <w:p w14:paraId="2AE8C630" w14:textId="5034961E" w:rsidR="00620104" w:rsidRPr="004A3198" w:rsidRDefault="00620104" w:rsidP="00620104">
            <w:pPr>
              <w:spacing w:beforeLines="0" w:before="0" w:afterLines="0" w:after="0"/>
              <w:jc w:val="left"/>
              <w:rPr>
                <w:szCs w:val="18"/>
              </w:rPr>
            </w:pPr>
            <w:r w:rsidRPr="004A3198">
              <w:rPr>
                <w:rFonts w:hint="eastAsia"/>
                <w:szCs w:val="18"/>
              </w:rPr>
              <w:t>None</w:t>
            </w:r>
          </w:p>
        </w:tc>
      </w:tr>
    </w:tbl>
    <w:p w14:paraId="2DF3417C" w14:textId="77777777" w:rsidR="00832A93" w:rsidRPr="004A3198" w:rsidRDefault="00832A93" w:rsidP="00832A93">
      <w:pPr>
        <w:spacing w:before="180" w:after="180"/>
      </w:pPr>
    </w:p>
    <w:p w14:paraId="10A72384" w14:textId="5E3A8667" w:rsidR="00832A93" w:rsidRPr="004A3198" w:rsidRDefault="00832A93" w:rsidP="00832A93">
      <w:pPr>
        <w:pStyle w:val="4"/>
      </w:pPr>
      <w:r>
        <w:t>OsIf_MicrosToTicks</w:t>
      </w:r>
    </w:p>
    <w:p w14:paraId="770A2D2E" w14:textId="0020EF39" w:rsidR="00832A93" w:rsidRPr="004A3198" w:rsidRDefault="00832A93" w:rsidP="00832A93">
      <w:pPr>
        <w:pStyle w:val="a5"/>
        <w:keepNext/>
        <w:spacing w:before="180" w:after="180"/>
      </w:pPr>
      <w:bookmarkStart w:id="85" w:name="_Toc172385520"/>
      <w:r w:rsidRPr="004A3198">
        <w:rPr>
          <w:rFonts w:hint="eastAsia"/>
        </w:rPr>
        <w:t>表</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3</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6</w:t>
      </w:r>
      <w:r w:rsidR="00DA6829">
        <w:fldChar w:fldCharType="end"/>
      </w:r>
      <w:r w:rsidRPr="004A3198">
        <w:t xml:space="preserve"> </w:t>
      </w:r>
      <w:r w:rsidRPr="003E786B">
        <w:t xml:space="preserve"> </w:t>
      </w:r>
      <w:r>
        <w:t>OsIf_MicrosToTicks</w:t>
      </w:r>
      <w:r w:rsidRPr="004A3198">
        <w:rPr>
          <w:rFonts w:hint="eastAsia"/>
        </w:rPr>
        <w:t>函数</w:t>
      </w:r>
      <w:bookmarkEnd w:id="85"/>
    </w:p>
    <w:tbl>
      <w:tblPr>
        <w:tblStyle w:val="MCU"/>
        <w:tblW w:w="5000" w:type="pct"/>
        <w:tblLayout w:type="fixed"/>
        <w:tblLook w:val="04A0" w:firstRow="1" w:lastRow="0" w:firstColumn="1" w:lastColumn="0" w:noHBand="0" w:noVBand="1"/>
      </w:tblPr>
      <w:tblGrid>
        <w:gridCol w:w="1183"/>
        <w:gridCol w:w="3906"/>
        <w:gridCol w:w="1125"/>
        <w:gridCol w:w="2782"/>
      </w:tblGrid>
      <w:tr w:rsidR="00832A93" w:rsidRPr="004A3198" w14:paraId="7292398D" w14:textId="77777777" w:rsidTr="00832A93">
        <w:trPr>
          <w:cnfStyle w:val="100000000000" w:firstRow="1" w:lastRow="0" w:firstColumn="0" w:lastColumn="0" w:oddVBand="0" w:evenVBand="0" w:oddHBand="0" w:evenHBand="0" w:firstRowFirstColumn="0" w:firstRowLastColumn="0" w:lastRowFirstColumn="0" w:lastRowLastColumn="0"/>
          <w:tblHeader w:val="0"/>
        </w:trPr>
        <w:tc>
          <w:tcPr>
            <w:tcW w:w="658" w:type="pct"/>
            <w:vAlign w:val="top"/>
          </w:tcPr>
          <w:p w14:paraId="5C7440AF" w14:textId="77777777" w:rsidR="00832A93" w:rsidRPr="004A3198" w:rsidRDefault="00832A93" w:rsidP="00832A93">
            <w:pPr>
              <w:spacing w:beforeLines="0" w:before="0" w:afterLines="0" w:after="0"/>
              <w:jc w:val="left"/>
              <w:rPr>
                <w:rFonts w:ascii="Century Schoolbook" w:hAnsi="Century Schoolbook"/>
                <w:szCs w:val="18"/>
              </w:rPr>
            </w:pPr>
            <w:r w:rsidRPr="004A3198">
              <w:rPr>
                <w:rFonts w:ascii="Century Schoolbook" w:hAnsi="Century Schoolbook" w:hint="eastAsia"/>
                <w:szCs w:val="18"/>
              </w:rPr>
              <w:t>名称</w:t>
            </w:r>
          </w:p>
        </w:tc>
        <w:tc>
          <w:tcPr>
            <w:tcW w:w="4342" w:type="pct"/>
            <w:gridSpan w:val="3"/>
            <w:vAlign w:val="top"/>
          </w:tcPr>
          <w:p w14:paraId="72E266E4" w14:textId="77777777" w:rsidR="00832A93" w:rsidRPr="004A3198" w:rsidRDefault="00832A93" w:rsidP="00832A93">
            <w:pPr>
              <w:spacing w:beforeLines="0" w:before="0" w:afterLines="0" w:after="0"/>
              <w:jc w:val="left"/>
              <w:rPr>
                <w:rFonts w:ascii="Century Schoolbook" w:hAnsi="Century Schoolbook"/>
                <w:szCs w:val="18"/>
              </w:rPr>
            </w:pPr>
            <w:r w:rsidRPr="004A3198">
              <w:rPr>
                <w:rFonts w:ascii="Century Schoolbook" w:hAnsi="Century Schoolbook" w:hint="eastAsia"/>
                <w:szCs w:val="18"/>
              </w:rPr>
              <w:t>规约介绍</w:t>
            </w:r>
          </w:p>
        </w:tc>
      </w:tr>
      <w:tr w:rsidR="00832A93" w:rsidRPr="004A3198" w14:paraId="24D47DE8" w14:textId="77777777" w:rsidTr="00832A93">
        <w:tc>
          <w:tcPr>
            <w:tcW w:w="658" w:type="pct"/>
          </w:tcPr>
          <w:p w14:paraId="6EB6D8D2" w14:textId="77777777" w:rsidR="00832A93" w:rsidRPr="004A3198" w:rsidRDefault="00832A93" w:rsidP="00832A93">
            <w:pPr>
              <w:spacing w:beforeLines="0" w:before="0" w:afterLines="0" w:after="0"/>
              <w:rPr>
                <w:szCs w:val="18"/>
              </w:rPr>
            </w:pPr>
            <w:r w:rsidRPr="004A3198">
              <w:rPr>
                <w:szCs w:val="18"/>
              </w:rPr>
              <w:t>规约号</w:t>
            </w:r>
          </w:p>
        </w:tc>
        <w:tc>
          <w:tcPr>
            <w:tcW w:w="4342" w:type="pct"/>
            <w:gridSpan w:val="3"/>
          </w:tcPr>
          <w:p w14:paraId="77A8E134" w14:textId="77777777" w:rsidR="00832A93" w:rsidRPr="004A3198" w:rsidRDefault="00832A93" w:rsidP="00832A93">
            <w:pPr>
              <w:spacing w:beforeLines="0" w:before="0" w:afterLines="0" w:after="0"/>
              <w:jc w:val="left"/>
              <w:rPr>
                <w:szCs w:val="18"/>
              </w:rPr>
            </w:pPr>
            <w:r>
              <w:rPr>
                <w:rFonts w:hint="eastAsia"/>
                <w:szCs w:val="18"/>
              </w:rPr>
              <w:t>无</w:t>
            </w:r>
          </w:p>
        </w:tc>
      </w:tr>
      <w:tr w:rsidR="00832A93" w:rsidRPr="004A3198" w14:paraId="122A7263" w14:textId="77777777" w:rsidTr="00832A93">
        <w:tc>
          <w:tcPr>
            <w:tcW w:w="658" w:type="pct"/>
          </w:tcPr>
          <w:p w14:paraId="06EEE40F" w14:textId="77777777" w:rsidR="00832A93" w:rsidRPr="004A3198" w:rsidRDefault="00832A93" w:rsidP="00832A93">
            <w:pPr>
              <w:spacing w:beforeLines="0" w:before="0" w:afterLines="0" w:after="0"/>
              <w:rPr>
                <w:szCs w:val="18"/>
              </w:rPr>
            </w:pPr>
            <w:r w:rsidRPr="004A3198">
              <w:rPr>
                <w:szCs w:val="18"/>
              </w:rPr>
              <w:t>接口名称</w:t>
            </w:r>
          </w:p>
        </w:tc>
        <w:tc>
          <w:tcPr>
            <w:tcW w:w="4342" w:type="pct"/>
            <w:gridSpan w:val="3"/>
          </w:tcPr>
          <w:p w14:paraId="15AFBE76" w14:textId="0F32FA44" w:rsidR="00832A93" w:rsidRPr="004A3198" w:rsidRDefault="00832A93" w:rsidP="00832A93">
            <w:pPr>
              <w:spacing w:beforeLines="0" w:before="0" w:afterLines="0" w:after="0"/>
              <w:jc w:val="left"/>
              <w:rPr>
                <w:szCs w:val="18"/>
              </w:rPr>
            </w:pPr>
            <w:r>
              <w:rPr>
                <w:szCs w:val="18"/>
              </w:rPr>
              <w:t>OsIf_MicrosToTicks</w:t>
            </w:r>
          </w:p>
        </w:tc>
      </w:tr>
      <w:tr w:rsidR="00832A93" w:rsidRPr="004A3198" w14:paraId="2D00007E" w14:textId="77777777" w:rsidTr="00832A93">
        <w:tc>
          <w:tcPr>
            <w:tcW w:w="658" w:type="pct"/>
          </w:tcPr>
          <w:p w14:paraId="0172F851" w14:textId="77777777" w:rsidR="00832A93" w:rsidRPr="004A3198" w:rsidRDefault="00832A93" w:rsidP="00832A93">
            <w:pPr>
              <w:spacing w:beforeLines="0" w:before="0" w:afterLines="0" w:after="0"/>
              <w:rPr>
                <w:szCs w:val="18"/>
              </w:rPr>
            </w:pPr>
            <w:r w:rsidRPr="004A3198">
              <w:rPr>
                <w:szCs w:val="18"/>
              </w:rPr>
              <w:t>函数原型</w:t>
            </w:r>
          </w:p>
        </w:tc>
        <w:tc>
          <w:tcPr>
            <w:tcW w:w="4342" w:type="pct"/>
            <w:gridSpan w:val="3"/>
          </w:tcPr>
          <w:p w14:paraId="32ACDF51" w14:textId="69F34F08" w:rsidR="00832A93" w:rsidRPr="004A3198" w:rsidRDefault="00C23C42" w:rsidP="00832A93">
            <w:pPr>
              <w:spacing w:beforeLines="0" w:before="0" w:afterLines="0" w:after="0"/>
              <w:jc w:val="left"/>
              <w:rPr>
                <w:szCs w:val="18"/>
              </w:rPr>
            </w:pPr>
            <w:r>
              <w:rPr>
                <w:rFonts w:cs="Arial" w:hint="eastAsia"/>
              </w:rPr>
              <w:t>u</w:t>
            </w:r>
            <w:r w:rsidR="00200996" w:rsidRPr="00200996">
              <w:rPr>
                <w:rFonts w:cs="Arial"/>
              </w:rPr>
              <w:t>int</w:t>
            </w:r>
            <w:r>
              <w:rPr>
                <w:rFonts w:cs="Arial"/>
              </w:rPr>
              <w:t>32</w:t>
            </w:r>
            <w:r w:rsidR="00200996" w:rsidRPr="00200996">
              <w:rPr>
                <w:rFonts w:cs="Arial"/>
              </w:rPr>
              <w:t xml:space="preserve"> OsIf_MicrosToTicks(uint32 Micros)</w:t>
            </w:r>
          </w:p>
        </w:tc>
      </w:tr>
      <w:tr w:rsidR="00832A93" w:rsidRPr="004A3198" w14:paraId="488BCBCA" w14:textId="77777777" w:rsidTr="00832A93">
        <w:tc>
          <w:tcPr>
            <w:tcW w:w="658" w:type="pct"/>
          </w:tcPr>
          <w:p w14:paraId="741FAD7C" w14:textId="77777777" w:rsidR="00832A93" w:rsidRPr="004A3198" w:rsidRDefault="00832A93" w:rsidP="00832A93">
            <w:pPr>
              <w:spacing w:beforeLines="0" w:before="0" w:afterLines="0" w:after="0"/>
              <w:rPr>
                <w:szCs w:val="18"/>
              </w:rPr>
            </w:pPr>
            <w:r w:rsidRPr="004A3198">
              <w:rPr>
                <w:szCs w:val="18"/>
              </w:rPr>
              <w:t>服务</w:t>
            </w:r>
            <w:r w:rsidRPr="004A3198">
              <w:rPr>
                <w:szCs w:val="18"/>
              </w:rPr>
              <w:t xml:space="preserve"> ID</w:t>
            </w:r>
          </w:p>
        </w:tc>
        <w:tc>
          <w:tcPr>
            <w:tcW w:w="4342" w:type="pct"/>
            <w:gridSpan w:val="3"/>
          </w:tcPr>
          <w:p w14:paraId="7E4F7015" w14:textId="4D610F42" w:rsidR="00832A93" w:rsidRPr="004A3198" w:rsidRDefault="00C23C42">
            <w:pPr>
              <w:spacing w:beforeLines="0" w:before="0" w:afterLines="0" w:after="0"/>
              <w:jc w:val="left"/>
              <w:rPr>
                <w:szCs w:val="18"/>
              </w:rPr>
            </w:pPr>
            <w:r>
              <w:rPr>
                <w:rFonts w:hint="eastAsia"/>
                <w:szCs w:val="18"/>
              </w:rPr>
              <w:t>NA</w:t>
            </w:r>
            <w:r>
              <w:rPr>
                <w:szCs w:val="18"/>
              </w:rPr>
              <w:t xml:space="preserve"> </w:t>
            </w:r>
          </w:p>
        </w:tc>
      </w:tr>
      <w:tr w:rsidR="00832A93" w:rsidRPr="004A3198" w14:paraId="6EDA3F7A" w14:textId="77777777" w:rsidTr="00832A93">
        <w:tc>
          <w:tcPr>
            <w:tcW w:w="658" w:type="pct"/>
          </w:tcPr>
          <w:p w14:paraId="3615EF75" w14:textId="77777777" w:rsidR="00832A93" w:rsidRPr="004A3198" w:rsidRDefault="00832A93" w:rsidP="00832A93">
            <w:pPr>
              <w:spacing w:beforeLines="0" w:before="0" w:afterLines="0" w:after="0"/>
              <w:rPr>
                <w:szCs w:val="18"/>
              </w:rPr>
            </w:pPr>
            <w:r w:rsidRPr="004A3198">
              <w:rPr>
                <w:rFonts w:hint="eastAsia"/>
                <w:szCs w:val="18"/>
              </w:rPr>
              <w:lastRenderedPageBreak/>
              <w:t>支持版本</w:t>
            </w:r>
          </w:p>
        </w:tc>
        <w:tc>
          <w:tcPr>
            <w:tcW w:w="4342" w:type="pct"/>
            <w:gridSpan w:val="3"/>
          </w:tcPr>
          <w:p w14:paraId="029024A3" w14:textId="77777777" w:rsidR="00832A93" w:rsidRPr="004A3198" w:rsidRDefault="00832A93" w:rsidP="00832A93">
            <w:pPr>
              <w:spacing w:beforeLines="0" w:before="0" w:afterLines="0" w:after="0"/>
              <w:jc w:val="left"/>
              <w:rPr>
                <w:szCs w:val="18"/>
              </w:rPr>
            </w:pPr>
            <w:r w:rsidRPr="004A3198">
              <w:rPr>
                <w:rFonts w:hint="eastAsia"/>
                <w:szCs w:val="18"/>
              </w:rPr>
              <w:t>V</w:t>
            </w:r>
            <w:r w:rsidRPr="004A3198">
              <w:rPr>
                <w:szCs w:val="18"/>
              </w:rPr>
              <w:t>4.4</w:t>
            </w:r>
            <w:r w:rsidRPr="004A3198">
              <w:rPr>
                <w:rFonts w:hint="eastAsia"/>
                <w:szCs w:val="18"/>
              </w:rPr>
              <w:t>.</w:t>
            </w:r>
            <w:r w:rsidRPr="004A3198">
              <w:rPr>
                <w:szCs w:val="18"/>
              </w:rPr>
              <w:t>0</w:t>
            </w:r>
          </w:p>
        </w:tc>
      </w:tr>
      <w:tr w:rsidR="00832A93" w:rsidRPr="004A3198" w14:paraId="11E0006D" w14:textId="77777777" w:rsidTr="00832A93">
        <w:tc>
          <w:tcPr>
            <w:tcW w:w="658" w:type="pct"/>
          </w:tcPr>
          <w:p w14:paraId="45C2295A" w14:textId="77777777" w:rsidR="00832A93" w:rsidRPr="004A3198" w:rsidRDefault="00832A93" w:rsidP="00832A93">
            <w:pPr>
              <w:spacing w:beforeLines="0" w:before="0" w:afterLines="0" w:after="0"/>
              <w:rPr>
                <w:szCs w:val="18"/>
              </w:rPr>
            </w:pPr>
            <w:r w:rsidRPr="004A3198">
              <w:rPr>
                <w:szCs w:val="18"/>
              </w:rPr>
              <w:t>同步</w:t>
            </w:r>
            <w:r w:rsidRPr="004A3198">
              <w:rPr>
                <w:szCs w:val="18"/>
              </w:rPr>
              <w:t>/</w:t>
            </w:r>
            <w:r w:rsidRPr="004A3198">
              <w:rPr>
                <w:szCs w:val="18"/>
              </w:rPr>
              <w:t>异步</w:t>
            </w:r>
          </w:p>
        </w:tc>
        <w:tc>
          <w:tcPr>
            <w:tcW w:w="4342" w:type="pct"/>
            <w:gridSpan w:val="3"/>
          </w:tcPr>
          <w:p w14:paraId="44B9402E" w14:textId="77777777" w:rsidR="00832A93" w:rsidRPr="004A3198" w:rsidRDefault="00832A93" w:rsidP="00832A93">
            <w:pPr>
              <w:spacing w:beforeLines="0" w:before="0" w:afterLines="0" w:after="0"/>
              <w:jc w:val="left"/>
              <w:rPr>
                <w:szCs w:val="18"/>
              </w:rPr>
            </w:pPr>
            <w:r w:rsidRPr="004A3198">
              <w:rPr>
                <w:szCs w:val="18"/>
              </w:rPr>
              <w:t>同步</w:t>
            </w:r>
          </w:p>
        </w:tc>
      </w:tr>
      <w:tr w:rsidR="00832A93" w:rsidRPr="004A3198" w14:paraId="6B16316C" w14:textId="77777777" w:rsidTr="00832A93">
        <w:tc>
          <w:tcPr>
            <w:tcW w:w="658" w:type="pct"/>
            <w:tcBorders>
              <w:bottom w:val="single" w:sz="8" w:space="0" w:color="auto"/>
            </w:tcBorders>
          </w:tcPr>
          <w:p w14:paraId="597D15A9" w14:textId="77777777" w:rsidR="00832A93" w:rsidRPr="004A3198" w:rsidRDefault="00832A93" w:rsidP="00832A93">
            <w:pPr>
              <w:spacing w:beforeLines="0" w:before="0" w:afterLines="0" w:after="0"/>
              <w:rPr>
                <w:szCs w:val="18"/>
              </w:rPr>
            </w:pPr>
            <w:r w:rsidRPr="004A3198">
              <w:rPr>
                <w:szCs w:val="18"/>
              </w:rPr>
              <w:t>可重入性</w:t>
            </w:r>
          </w:p>
        </w:tc>
        <w:tc>
          <w:tcPr>
            <w:tcW w:w="4342" w:type="pct"/>
            <w:gridSpan w:val="3"/>
          </w:tcPr>
          <w:p w14:paraId="2EB4D9D9" w14:textId="77777777" w:rsidR="00832A93" w:rsidRPr="004A3198" w:rsidRDefault="00832A93" w:rsidP="00832A93">
            <w:pPr>
              <w:spacing w:beforeLines="0" w:before="0" w:afterLines="0" w:after="0"/>
              <w:jc w:val="left"/>
              <w:rPr>
                <w:szCs w:val="18"/>
              </w:rPr>
            </w:pPr>
            <w:r w:rsidRPr="004A3198">
              <w:rPr>
                <w:szCs w:val="18"/>
              </w:rPr>
              <w:t>可重入</w:t>
            </w:r>
          </w:p>
        </w:tc>
      </w:tr>
      <w:tr w:rsidR="00200996" w:rsidRPr="004A3198" w14:paraId="09CD37E1" w14:textId="77777777" w:rsidTr="00200996">
        <w:trPr>
          <w:trHeight w:val="561"/>
        </w:trPr>
        <w:tc>
          <w:tcPr>
            <w:tcW w:w="658" w:type="pct"/>
            <w:tcBorders>
              <w:top w:val="single" w:sz="8" w:space="0" w:color="auto"/>
            </w:tcBorders>
          </w:tcPr>
          <w:p w14:paraId="4D72E309" w14:textId="77777777" w:rsidR="00200996" w:rsidRPr="004A3198" w:rsidRDefault="00200996" w:rsidP="00832A93">
            <w:pPr>
              <w:spacing w:beforeLines="0" w:before="0" w:afterLines="0" w:after="0"/>
              <w:rPr>
                <w:szCs w:val="18"/>
              </w:rPr>
            </w:pPr>
            <w:r w:rsidRPr="004A3198">
              <w:rPr>
                <w:rFonts w:hint="eastAsia"/>
                <w:szCs w:val="18"/>
              </w:rPr>
              <w:t>形参（</w:t>
            </w:r>
            <w:r w:rsidRPr="004A3198">
              <w:rPr>
                <w:rFonts w:hint="eastAsia"/>
                <w:szCs w:val="18"/>
              </w:rPr>
              <w:t>in</w:t>
            </w:r>
            <w:r w:rsidRPr="004A3198">
              <w:rPr>
                <w:rFonts w:hint="eastAsia"/>
                <w:szCs w:val="18"/>
              </w:rPr>
              <w:t>）</w:t>
            </w:r>
          </w:p>
        </w:tc>
        <w:tc>
          <w:tcPr>
            <w:tcW w:w="2171" w:type="pct"/>
            <w:tcBorders>
              <w:top w:val="single" w:sz="8" w:space="0" w:color="auto"/>
            </w:tcBorders>
          </w:tcPr>
          <w:p w14:paraId="7A613440" w14:textId="28BDF36F" w:rsidR="00200996" w:rsidRPr="004A3198" w:rsidRDefault="00200996" w:rsidP="00832A93">
            <w:pPr>
              <w:spacing w:beforeLines="0" w:before="0" w:afterLines="0" w:after="0"/>
              <w:jc w:val="left"/>
              <w:rPr>
                <w:szCs w:val="18"/>
              </w:rPr>
            </w:pPr>
            <w:r w:rsidRPr="00200996">
              <w:rPr>
                <w:rFonts w:cs="Arial"/>
              </w:rPr>
              <w:t>Micros</w:t>
            </w:r>
          </w:p>
        </w:tc>
        <w:tc>
          <w:tcPr>
            <w:tcW w:w="2172" w:type="pct"/>
            <w:gridSpan w:val="2"/>
            <w:tcBorders>
              <w:top w:val="single" w:sz="8" w:space="0" w:color="auto"/>
            </w:tcBorders>
          </w:tcPr>
          <w:p w14:paraId="4B7CB233" w14:textId="5D8E9199" w:rsidR="00200996" w:rsidRPr="004A3198" w:rsidRDefault="00200996" w:rsidP="00832A93">
            <w:pPr>
              <w:spacing w:beforeLines="0" w:before="0" w:afterLines="0" w:after="0"/>
              <w:jc w:val="left"/>
              <w:rPr>
                <w:szCs w:val="18"/>
              </w:rPr>
            </w:pPr>
            <w:r>
              <w:rPr>
                <w:rFonts w:hint="eastAsia"/>
                <w:szCs w:val="18"/>
              </w:rPr>
              <w:t>微秒值</w:t>
            </w:r>
          </w:p>
        </w:tc>
      </w:tr>
      <w:tr w:rsidR="00832A93" w:rsidRPr="004A3198" w14:paraId="26E74F69" w14:textId="77777777" w:rsidTr="00832A93">
        <w:tc>
          <w:tcPr>
            <w:tcW w:w="658" w:type="pct"/>
            <w:tcBorders>
              <w:top w:val="single" w:sz="8" w:space="0" w:color="auto"/>
            </w:tcBorders>
          </w:tcPr>
          <w:p w14:paraId="20E5750D" w14:textId="77777777" w:rsidR="00832A93" w:rsidRPr="004A3198" w:rsidRDefault="00832A93" w:rsidP="00832A93">
            <w:pPr>
              <w:spacing w:beforeLines="0" w:before="0" w:afterLines="0" w:after="0"/>
              <w:rPr>
                <w:szCs w:val="18"/>
              </w:rPr>
            </w:pPr>
            <w:r w:rsidRPr="004A3198">
              <w:rPr>
                <w:rFonts w:hint="eastAsia"/>
                <w:szCs w:val="18"/>
              </w:rPr>
              <w:t>形参（</w:t>
            </w:r>
            <w:r w:rsidRPr="004A3198">
              <w:rPr>
                <w:rFonts w:hint="eastAsia"/>
                <w:szCs w:val="18"/>
              </w:rPr>
              <w:t>inout</w:t>
            </w:r>
            <w:r w:rsidRPr="004A3198">
              <w:rPr>
                <w:rFonts w:hint="eastAsia"/>
                <w:szCs w:val="18"/>
              </w:rPr>
              <w:t>）</w:t>
            </w:r>
          </w:p>
        </w:tc>
        <w:tc>
          <w:tcPr>
            <w:tcW w:w="4342" w:type="pct"/>
            <w:gridSpan w:val="3"/>
            <w:tcBorders>
              <w:top w:val="single" w:sz="8" w:space="0" w:color="auto"/>
            </w:tcBorders>
          </w:tcPr>
          <w:p w14:paraId="1DC8440C" w14:textId="77777777" w:rsidR="00832A93" w:rsidRPr="004A3198" w:rsidRDefault="00832A93" w:rsidP="00832A93">
            <w:pPr>
              <w:spacing w:beforeLines="0" w:before="0" w:afterLines="0" w:after="0"/>
              <w:jc w:val="left"/>
              <w:rPr>
                <w:szCs w:val="18"/>
              </w:rPr>
            </w:pPr>
            <w:r w:rsidRPr="004A3198">
              <w:rPr>
                <w:szCs w:val="18"/>
              </w:rPr>
              <w:t>None</w:t>
            </w:r>
          </w:p>
        </w:tc>
      </w:tr>
      <w:tr w:rsidR="00832A93" w:rsidRPr="004A3198" w14:paraId="3845B966" w14:textId="77777777" w:rsidTr="00832A93">
        <w:tc>
          <w:tcPr>
            <w:tcW w:w="658" w:type="pct"/>
          </w:tcPr>
          <w:p w14:paraId="12DE3AD3" w14:textId="77777777" w:rsidR="00832A93" w:rsidRPr="004A3198" w:rsidRDefault="00832A93" w:rsidP="00832A93">
            <w:pPr>
              <w:spacing w:beforeLines="0" w:before="0" w:afterLines="0" w:after="0"/>
              <w:rPr>
                <w:szCs w:val="18"/>
              </w:rPr>
            </w:pPr>
            <w:r w:rsidRPr="004A3198">
              <w:rPr>
                <w:rFonts w:hint="eastAsia"/>
                <w:szCs w:val="18"/>
              </w:rPr>
              <w:t>形参（</w:t>
            </w:r>
            <w:r w:rsidRPr="004A3198">
              <w:rPr>
                <w:rFonts w:hint="eastAsia"/>
                <w:szCs w:val="18"/>
              </w:rPr>
              <w:t>out</w:t>
            </w:r>
            <w:r w:rsidRPr="004A3198">
              <w:rPr>
                <w:rFonts w:hint="eastAsia"/>
                <w:szCs w:val="18"/>
              </w:rPr>
              <w:t>）</w:t>
            </w:r>
          </w:p>
        </w:tc>
        <w:tc>
          <w:tcPr>
            <w:tcW w:w="4342" w:type="pct"/>
            <w:gridSpan w:val="3"/>
          </w:tcPr>
          <w:p w14:paraId="728375A9" w14:textId="77777777" w:rsidR="00832A93" w:rsidRPr="004A3198" w:rsidRDefault="00832A93" w:rsidP="00832A93">
            <w:pPr>
              <w:spacing w:beforeLines="0" w:before="0" w:afterLines="0" w:after="0"/>
              <w:jc w:val="left"/>
              <w:rPr>
                <w:szCs w:val="18"/>
              </w:rPr>
            </w:pPr>
            <w:r w:rsidRPr="004A3198">
              <w:rPr>
                <w:szCs w:val="18"/>
              </w:rPr>
              <w:t>None</w:t>
            </w:r>
          </w:p>
        </w:tc>
      </w:tr>
      <w:tr w:rsidR="00832A93" w:rsidRPr="004A3198" w14:paraId="7B6F0BA9" w14:textId="77777777" w:rsidTr="00832A93">
        <w:tc>
          <w:tcPr>
            <w:tcW w:w="658" w:type="pct"/>
          </w:tcPr>
          <w:p w14:paraId="65E65232" w14:textId="77777777" w:rsidR="00832A93" w:rsidRPr="004A3198" w:rsidRDefault="00832A93" w:rsidP="00832A93">
            <w:pPr>
              <w:spacing w:beforeLines="0" w:before="0" w:afterLines="0" w:after="0"/>
              <w:rPr>
                <w:szCs w:val="18"/>
              </w:rPr>
            </w:pPr>
            <w:r w:rsidRPr="004A3198">
              <w:rPr>
                <w:szCs w:val="18"/>
              </w:rPr>
              <w:t>函数返回值</w:t>
            </w:r>
          </w:p>
        </w:tc>
        <w:tc>
          <w:tcPr>
            <w:tcW w:w="2796" w:type="pct"/>
            <w:gridSpan w:val="2"/>
          </w:tcPr>
          <w:p w14:paraId="4FEC47B1" w14:textId="1F932AAC" w:rsidR="00832A93" w:rsidRPr="004A3198" w:rsidRDefault="00832A93" w:rsidP="00832A93">
            <w:pPr>
              <w:spacing w:beforeLines="0" w:before="0" w:afterLines="0" w:after="0"/>
              <w:jc w:val="left"/>
              <w:rPr>
                <w:szCs w:val="18"/>
              </w:rPr>
            </w:pPr>
            <w:r>
              <w:rPr>
                <w:szCs w:val="18"/>
              </w:rPr>
              <w:t>uint</w:t>
            </w:r>
            <w:r w:rsidR="00C23C42">
              <w:rPr>
                <w:rFonts w:cs="Arial"/>
              </w:rPr>
              <w:t>32</w:t>
            </w:r>
          </w:p>
        </w:tc>
        <w:tc>
          <w:tcPr>
            <w:tcW w:w="1546" w:type="pct"/>
          </w:tcPr>
          <w:p w14:paraId="368730FC" w14:textId="67915C22" w:rsidR="00832A93" w:rsidRPr="004A3198" w:rsidRDefault="00200996" w:rsidP="00832A93">
            <w:pPr>
              <w:spacing w:beforeLines="0" w:before="0" w:afterLines="0" w:after="0"/>
              <w:jc w:val="left"/>
              <w:rPr>
                <w:szCs w:val="18"/>
              </w:rPr>
            </w:pPr>
            <w:r>
              <w:rPr>
                <w:rFonts w:hint="eastAsia"/>
                <w:szCs w:val="18"/>
              </w:rPr>
              <w:t>微秒值转换成的</w:t>
            </w:r>
            <w:r w:rsidR="00D72980">
              <w:rPr>
                <w:rFonts w:hint="eastAsia"/>
                <w:szCs w:val="18"/>
              </w:rPr>
              <w:t>Tick</w:t>
            </w:r>
            <w:r w:rsidR="00D72980">
              <w:rPr>
                <w:rFonts w:hint="eastAsia"/>
                <w:szCs w:val="18"/>
              </w:rPr>
              <w:t>值</w:t>
            </w:r>
          </w:p>
        </w:tc>
      </w:tr>
      <w:tr w:rsidR="00832A93" w:rsidRPr="004A3198" w14:paraId="628E81D0" w14:textId="77777777" w:rsidTr="00832A93">
        <w:tc>
          <w:tcPr>
            <w:tcW w:w="658" w:type="pct"/>
          </w:tcPr>
          <w:p w14:paraId="6E1F439C" w14:textId="77777777" w:rsidR="00832A93" w:rsidRPr="004A3198" w:rsidRDefault="00832A93" w:rsidP="00832A93">
            <w:pPr>
              <w:spacing w:beforeLines="0" w:before="0" w:afterLines="0" w:after="0"/>
              <w:rPr>
                <w:szCs w:val="18"/>
              </w:rPr>
            </w:pPr>
            <w:r w:rsidRPr="004A3198">
              <w:rPr>
                <w:szCs w:val="18"/>
              </w:rPr>
              <w:t>描述</w:t>
            </w:r>
          </w:p>
        </w:tc>
        <w:tc>
          <w:tcPr>
            <w:tcW w:w="4342" w:type="pct"/>
            <w:gridSpan w:val="3"/>
          </w:tcPr>
          <w:p w14:paraId="4071A332" w14:textId="35D3EFF0" w:rsidR="00832A93" w:rsidRPr="006D6AA8" w:rsidRDefault="00D72980" w:rsidP="00832A93">
            <w:pPr>
              <w:spacing w:beforeLines="0" w:before="0" w:afterLines="0" w:after="0"/>
              <w:jc w:val="left"/>
              <w:rPr>
                <w:szCs w:val="18"/>
              </w:rPr>
            </w:pPr>
            <w:r w:rsidRPr="00D72980">
              <w:rPr>
                <w:rFonts w:cs="Arial" w:hint="eastAsia"/>
              </w:rPr>
              <w:t>将微秒转换为</w:t>
            </w:r>
            <w:r w:rsidRPr="00D72980">
              <w:rPr>
                <w:rFonts w:cs="Arial" w:hint="eastAsia"/>
              </w:rPr>
              <w:t>tick</w:t>
            </w:r>
          </w:p>
        </w:tc>
      </w:tr>
      <w:tr w:rsidR="00832A93" w:rsidRPr="004A3198" w14:paraId="480AAAEF" w14:textId="77777777" w:rsidTr="00832A93">
        <w:tc>
          <w:tcPr>
            <w:tcW w:w="658" w:type="pct"/>
          </w:tcPr>
          <w:p w14:paraId="101701CD" w14:textId="77777777" w:rsidR="00832A93" w:rsidRPr="004A3198" w:rsidRDefault="00832A93" w:rsidP="00832A93">
            <w:pPr>
              <w:spacing w:beforeLines="0" w:before="0" w:afterLines="0" w:after="0"/>
              <w:rPr>
                <w:szCs w:val="18"/>
              </w:rPr>
            </w:pPr>
            <w:r w:rsidRPr="004A3198">
              <w:rPr>
                <w:szCs w:val="18"/>
              </w:rPr>
              <w:t>头文件</w:t>
            </w:r>
          </w:p>
        </w:tc>
        <w:tc>
          <w:tcPr>
            <w:tcW w:w="4342" w:type="pct"/>
            <w:gridSpan w:val="3"/>
          </w:tcPr>
          <w:p w14:paraId="5DACC4E7" w14:textId="19EF4CA1" w:rsidR="00832A93" w:rsidRPr="004A3198" w:rsidRDefault="00832A93" w:rsidP="00832A93">
            <w:pPr>
              <w:spacing w:beforeLines="0" w:before="0" w:afterLines="0" w:after="0"/>
              <w:jc w:val="left"/>
              <w:rPr>
                <w:szCs w:val="18"/>
              </w:rPr>
            </w:pPr>
            <w:r>
              <w:rPr>
                <w:szCs w:val="18"/>
              </w:rPr>
              <w:t>OsIf</w:t>
            </w:r>
            <w:r w:rsidR="00C23C42">
              <w:rPr>
                <w:szCs w:val="18"/>
              </w:rPr>
              <w:t>_Time</w:t>
            </w:r>
            <w:r w:rsidRPr="004A3198">
              <w:rPr>
                <w:szCs w:val="18"/>
              </w:rPr>
              <w:t>.h</w:t>
            </w:r>
          </w:p>
        </w:tc>
      </w:tr>
      <w:tr w:rsidR="00832A93" w:rsidRPr="004A3198" w14:paraId="1930B429" w14:textId="77777777" w:rsidTr="00832A93">
        <w:tc>
          <w:tcPr>
            <w:tcW w:w="658" w:type="pct"/>
          </w:tcPr>
          <w:p w14:paraId="5C4C6492" w14:textId="77777777" w:rsidR="00832A93" w:rsidRPr="004A3198" w:rsidRDefault="00832A93" w:rsidP="00832A93">
            <w:pPr>
              <w:spacing w:beforeLines="0" w:before="0" w:afterLines="0" w:after="0"/>
              <w:rPr>
                <w:szCs w:val="18"/>
              </w:rPr>
            </w:pPr>
            <w:r w:rsidRPr="004A3198">
              <w:rPr>
                <w:rFonts w:hint="eastAsia"/>
                <w:szCs w:val="18"/>
              </w:rPr>
              <w:t>注意事项</w:t>
            </w:r>
          </w:p>
        </w:tc>
        <w:tc>
          <w:tcPr>
            <w:tcW w:w="4342" w:type="pct"/>
            <w:gridSpan w:val="3"/>
          </w:tcPr>
          <w:p w14:paraId="79BB1565" w14:textId="77777777" w:rsidR="00832A93" w:rsidRPr="004A3198" w:rsidRDefault="00832A93" w:rsidP="00832A93">
            <w:pPr>
              <w:spacing w:beforeLines="0" w:before="0" w:afterLines="0" w:after="0"/>
              <w:jc w:val="left"/>
              <w:rPr>
                <w:szCs w:val="18"/>
              </w:rPr>
            </w:pPr>
            <w:r>
              <w:rPr>
                <w:rFonts w:hint="eastAsia"/>
                <w:szCs w:val="18"/>
              </w:rPr>
              <w:t>调用此接口前必须调用</w:t>
            </w:r>
            <w:r>
              <w:rPr>
                <w:rFonts w:hint="eastAsia"/>
                <w:szCs w:val="18"/>
              </w:rPr>
              <w:t>OsIf_Init</w:t>
            </w:r>
          </w:p>
        </w:tc>
      </w:tr>
      <w:tr w:rsidR="00832A93" w:rsidRPr="004A3198" w14:paraId="58979662" w14:textId="77777777" w:rsidTr="00832A93">
        <w:tc>
          <w:tcPr>
            <w:tcW w:w="658" w:type="pct"/>
          </w:tcPr>
          <w:p w14:paraId="7C7C5518" w14:textId="77777777" w:rsidR="00832A93" w:rsidRPr="004A3198" w:rsidRDefault="00832A93" w:rsidP="00832A93">
            <w:pPr>
              <w:spacing w:beforeLines="0" w:before="0" w:afterLines="0" w:after="0"/>
              <w:rPr>
                <w:szCs w:val="18"/>
              </w:rPr>
            </w:pPr>
            <w:r w:rsidRPr="004A3198">
              <w:rPr>
                <w:rFonts w:hint="eastAsia"/>
                <w:szCs w:val="18"/>
              </w:rPr>
              <w:t>配置项</w:t>
            </w:r>
          </w:p>
        </w:tc>
        <w:tc>
          <w:tcPr>
            <w:tcW w:w="4342" w:type="pct"/>
            <w:gridSpan w:val="3"/>
          </w:tcPr>
          <w:p w14:paraId="48D96F81" w14:textId="77777777" w:rsidR="00832A93" w:rsidRPr="004A3198" w:rsidRDefault="00832A93" w:rsidP="00832A93">
            <w:pPr>
              <w:spacing w:beforeLines="0" w:before="0" w:afterLines="0" w:after="0"/>
              <w:jc w:val="left"/>
              <w:rPr>
                <w:szCs w:val="18"/>
              </w:rPr>
            </w:pPr>
            <w:r>
              <w:rPr>
                <w:szCs w:val="18"/>
              </w:rPr>
              <w:t>None</w:t>
            </w:r>
          </w:p>
        </w:tc>
      </w:tr>
      <w:tr w:rsidR="00C23C42" w:rsidRPr="004A3198" w14:paraId="7F1CD07D" w14:textId="77777777" w:rsidTr="00C23C42">
        <w:tc>
          <w:tcPr>
            <w:tcW w:w="658" w:type="pct"/>
          </w:tcPr>
          <w:p w14:paraId="4A71045E" w14:textId="77777777" w:rsidR="00C23C42" w:rsidRPr="004A3198" w:rsidRDefault="00C23C42" w:rsidP="00832A93">
            <w:pPr>
              <w:spacing w:beforeLines="0" w:before="0" w:afterLines="0" w:after="0"/>
              <w:rPr>
                <w:szCs w:val="18"/>
              </w:rPr>
            </w:pPr>
            <w:r w:rsidRPr="004A3198">
              <w:rPr>
                <w:rFonts w:hint="eastAsia"/>
                <w:szCs w:val="18"/>
              </w:rPr>
              <w:t>D</w:t>
            </w:r>
            <w:r w:rsidRPr="004A3198">
              <w:rPr>
                <w:szCs w:val="18"/>
              </w:rPr>
              <w:t>ET</w:t>
            </w:r>
          </w:p>
        </w:tc>
        <w:tc>
          <w:tcPr>
            <w:tcW w:w="4342" w:type="pct"/>
            <w:gridSpan w:val="3"/>
          </w:tcPr>
          <w:p w14:paraId="5419DC14" w14:textId="4661A9F4" w:rsidR="00C23C42" w:rsidRPr="004A3198" w:rsidRDefault="00C23C42" w:rsidP="00044417">
            <w:pPr>
              <w:spacing w:beforeLines="0" w:before="0" w:afterLines="0" w:after="0"/>
              <w:jc w:val="left"/>
            </w:pPr>
            <w:r>
              <w:rPr>
                <w:szCs w:val="18"/>
              </w:rPr>
              <w:t>None</w:t>
            </w:r>
          </w:p>
        </w:tc>
      </w:tr>
      <w:tr w:rsidR="00832A93" w:rsidRPr="004A3198" w14:paraId="1F9CC9EB" w14:textId="77777777" w:rsidTr="00832A93">
        <w:tc>
          <w:tcPr>
            <w:tcW w:w="658" w:type="pct"/>
          </w:tcPr>
          <w:p w14:paraId="026E5D01" w14:textId="77777777" w:rsidR="00832A93" w:rsidRPr="004A3198" w:rsidRDefault="00832A93" w:rsidP="00832A93">
            <w:pPr>
              <w:spacing w:beforeLines="0" w:before="0" w:afterLines="0" w:after="0"/>
              <w:rPr>
                <w:szCs w:val="18"/>
              </w:rPr>
            </w:pPr>
            <w:r w:rsidRPr="004A3198">
              <w:rPr>
                <w:rFonts w:hint="eastAsia"/>
                <w:szCs w:val="18"/>
              </w:rPr>
              <w:t>D</w:t>
            </w:r>
            <w:r w:rsidRPr="004A3198">
              <w:rPr>
                <w:szCs w:val="18"/>
              </w:rPr>
              <w:t>EM</w:t>
            </w:r>
          </w:p>
        </w:tc>
        <w:tc>
          <w:tcPr>
            <w:tcW w:w="4342" w:type="pct"/>
            <w:gridSpan w:val="3"/>
          </w:tcPr>
          <w:p w14:paraId="5EF2B1D3" w14:textId="77777777" w:rsidR="00832A93" w:rsidRPr="004A3198" w:rsidRDefault="00832A93" w:rsidP="00832A93">
            <w:pPr>
              <w:spacing w:beforeLines="0" w:before="0" w:afterLines="0" w:after="0"/>
              <w:jc w:val="left"/>
              <w:rPr>
                <w:szCs w:val="18"/>
              </w:rPr>
            </w:pPr>
            <w:r w:rsidRPr="004A3198">
              <w:rPr>
                <w:rFonts w:hint="eastAsia"/>
                <w:szCs w:val="18"/>
              </w:rPr>
              <w:t>None</w:t>
            </w:r>
          </w:p>
        </w:tc>
      </w:tr>
      <w:tr w:rsidR="00832A93" w:rsidRPr="004A3198" w14:paraId="1E68FF76" w14:textId="77777777" w:rsidTr="00832A93">
        <w:tc>
          <w:tcPr>
            <w:tcW w:w="658" w:type="pct"/>
          </w:tcPr>
          <w:p w14:paraId="5CFAF3D1" w14:textId="77777777" w:rsidR="00832A93" w:rsidRPr="004A3198" w:rsidRDefault="00832A93" w:rsidP="00832A93">
            <w:pPr>
              <w:spacing w:beforeLines="0" w:before="0" w:afterLines="0" w:after="0"/>
              <w:rPr>
                <w:szCs w:val="18"/>
              </w:rPr>
            </w:pPr>
            <w:r w:rsidRPr="004A3198">
              <w:rPr>
                <w:rFonts w:hint="eastAsia"/>
                <w:szCs w:val="18"/>
              </w:rPr>
              <w:t>实施建议</w:t>
            </w:r>
          </w:p>
        </w:tc>
        <w:tc>
          <w:tcPr>
            <w:tcW w:w="4342" w:type="pct"/>
            <w:gridSpan w:val="3"/>
          </w:tcPr>
          <w:p w14:paraId="226882A7" w14:textId="7D244463" w:rsidR="00832A93" w:rsidRPr="004A3198" w:rsidRDefault="00E90428" w:rsidP="00832A93">
            <w:pPr>
              <w:spacing w:beforeLines="0" w:before="0" w:afterLines="0" w:after="0"/>
              <w:jc w:val="left"/>
              <w:rPr>
                <w:szCs w:val="18"/>
              </w:rPr>
            </w:pPr>
            <w:r w:rsidRPr="004A3198">
              <w:rPr>
                <w:rFonts w:hint="eastAsia"/>
                <w:szCs w:val="18"/>
              </w:rPr>
              <w:t>None</w:t>
            </w:r>
          </w:p>
        </w:tc>
      </w:tr>
    </w:tbl>
    <w:p w14:paraId="3D1D0D96" w14:textId="7EFA89DA" w:rsidR="00832A93" w:rsidRDefault="00832A93" w:rsidP="00832A93">
      <w:pPr>
        <w:spacing w:before="180" w:after="180"/>
      </w:pPr>
    </w:p>
    <w:p w14:paraId="478EC915" w14:textId="37409077" w:rsidR="00832A93" w:rsidRPr="004A3198" w:rsidRDefault="00832A93" w:rsidP="00832A93">
      <w:pPr>
        <w:pStyle w:val="4"/>
      </w:pPr>
      <w:r>
        <w:t>OsIf_GetCoreId</w:t>
      </w:r>
    </w:p>
    <w:p w14:paraId="4BC51088" w14:textId="78ED026C" w:rsidR="00832A93" w:rsidRPr="004A3198" w:rsidRDefault="00832A93" w:rsidP="00832A93">
      <w:pPr>
        <w:pStyle w:val="a5"/>
        <w:keepNext/>
        <w:spacing w:before="180" w:after="180"/>
      </w:pPr>
      <w:bookmarkStart w:id="86" w:name="_Toc172385521"/>
      <w:r w:rsidRPr="004A3198">
        <w:rPr>
          <w:rFonts w:hint="eastAsia"/>
        </w:rPr>
        <w:t>表</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3</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7</w:t>
      </w:r>
      <w:r w:rsidR="00DA6829">
        <w:fldChar w:fldCharType="end"/>
      </w:r>
      <w:r w:rsidRPr="004A3198">
        <w:t xml:space="preserve"> </w:t>
      </w:r>
      <w:r w:rsidRPr="003E786B">
        <w:t xml:space="preserve"> </w:t>
      </w:r>
      <w:r>
        <w:t>OsIf_GetCoreId</w:t>
      </w:r>
      <w:r w:rsidRPr="004A3198">
        <w:rPr>
          <w:rFonts w:hint="eastAsia"/>
        </w:rPr>
        <w:t>函数</w:t>
      </w:r>
      <w:bookmarkEnd w:id="86"/>
    </w:p>
    <w:tbl>
      <w:tblPr>
        <w:tblStyle w:val="MCU"/>
        <w:tblW w:w="5000" w:type="pct"/>
        <w:tblLayout w:type="fixed"/>
        <w:tblLook w:val="04A0" w:firstRow="1" w:lastRow="0" w:firstColumn="1" w:lastColumn="0" w:noHBand="0" w:noVBand="1"/>
      </w:tblPr>
      <w:tblGrid>
        <w:gridCol w:w="1183"/>
        <w:gridCol w:w="5031"/>
        <w:gridCol w:w="2782"/>
      </w:tblGrid>
      <w:tr w:rsidR="00832A93" w:rsidRPr="004A3198" w14:paraId="1E6A8297" w14:textId="77777777" w:rsidTr="00832A93">
        <w:trPr>
          <w:cnfStyle w:val="100000000000" w:firstRow="1" w:lastRow="0" w:firstColumn="0" w:lastColumn="0" w:oddVBand="0" w:evenVBand="0" w:oddHBand="0" w:evenHBand="0" w:firstRowFirstColumn="0" w:firstRowLastColumn="0" w:lastRowFirstColumn="0" w:lastRowLastColumn="0"/>
          <w:tblHeader w:val="0"/>
        </w:trPr>
        <w:tc>
          <w:tcPr>
            <w:tcW w:w="658" w:type="pct"/>
            <w:vAlign w:val="top"/>
          </w:tcPr>
          <w:p w14:paraId="62180C71" w14:textId="77777777" w:rsidR="00832A93" w:rsidRPr="004A3198" w:rsidRDefault="00832A93" w:rsidP="00832A93">
            <w:pPr>
              <w:spacing w:beforeLines="0" w:before="0" w:afterLines="0" w:after="0"/>
              <w:jc w:val="left"/>
              <w:rPr>
                <w:rFonts w:ascii="Century Schoolbook" w:hAnsi="Century Schoolbook"/>
                <w:szCs w:val="18"/>
              </w:rPr>
            </w:pPr>
            <w:r w:rsidRPr="004A3198">
              <w:rPr>
                <w:rFonts w:ascii="Century Schoolbook" w:hAnsi="Century Schoolbook" w:hint="eastAsia"/>
                <w:szCs w:val="18"/>
              </w:rPr>
              <w:t>名称</w:t>
            </w:r>
          </w:p>
        </w:tc>
        <w:tc>
          <w:tcPr>
            <w:tcW w:w="4342" w:type="pct"/>
            <w:gridSpan w:val="2"/>
            <w:vAlign w:val="top"/>
          </w:tcPr>
          <w:p w14:paraId="4FA23F7D" w14:textId="77777777" w:rsidR="00832A93" w:rsidRPr="004A3198" w:rsidRDefault="00832A93" w:rsidP="00832A93">
            <w:pPr>
              <w:spacing w:beforeLines="0" w:before="0" w:afterLines="0" w:after="0"/>
              <w:jc w:val="left"/>
              <w:rPr>
                <w:rFonts w:ascii="Century Schoolbook" w:hAnsi="Century Schoolbook"/>
                <w:szCs w:val="18"/>
              </w:rPr>
            </w:pPr>
            <w:r w:rsidRPr="004A3198">
              <w:rPr>
                <w:rFonts w:ascii="Century Schoolbook" w:hAnsi="Century Schoolbook" w:hint="eastAsia"/>
                <w:szCs w:val="18"/>
              </w:rPr>
              <w:t>规约介绍</w:t>
            </w:r>
          </w:p>
        </w:tc>
      </w:tr>
      <w:tr w:rsidR="00832A93" w:rsidRPr="004A3198" w14:paraId="0016D0E9" w14:textId="77777777" w:rsidTr="00832A93">
        <w:tc>
          <w:tcPr>
            <w:tcW w:w="658" w:type="pct"/>
          </w:tcPr>
          <w:p w14:paraId="7720AF12" w14:textId="77777777" w:rsidR="00832A93" w:rsidRPr="004A3198" w:rsidRDefault="00832A93" w:rsidP="00832A93">
            <w:pPr>
              <w:spacing w:beforeLines="0" w:before="0" w:afterLines="0" w:after="0"/>
              <w:rPr>
                <w:szCs w:val="18"/>
              </w:rPr>
            </w:pPr>
            <w:r w:rsidRPr="004A3198">
              <w:rPr>
                <w:szCs w:val="18"/>
              </w:rPr>
              <w:t>规约号</w:t>
            </w:r>
          </w:p>
        </w:tc>
        <w:tc>
          <w:tcPr>
            <w:tcW w:w="4342" w:type="pct"/>
            <w:gridSpan w:val="2"/>
          </w:tcPr>
          <w:p w14:paraId="3BE94C09" w14:textId="77777777" w:rsidR="00832A93" w:rsidRPr="004A3198" w:rsidRDefault="00832A93" w:rsidP="00832A93">
            <w:pPr>
              <w:spacing w:beforeLines="0" w:before="0" w:afterLines="0" w:after="0"/>
              <w:jc w:val="left"/>
              <w:rPr>
                <w:szCs w:val="18"/>
              </w:rPr>
            </w:pPr>
            <w:r>
              <w:rPr>
                <w:rFonts w:hint="eastAsia"/>
                <w:szCs w:val="18"/>
              </w:rPr>
              <w:t>无</w:t>
            </w:r>
          </w:p>
        </w:tc>
      </w:tr>
      <w:tr w:rsidR="00832A93" w:rsidRPr="004A3198" w14:paraId="7BA8B9AA" w14:textId="77777777" w:rsidTr="00832A93">
        <w:tc>
          <w:tcPr>
            <w:tcW w:w="658" w:type="pct"/>
          </w:tcPr>
          <w:p w14:paraId="065933BE" w14:textId="77777777" w:rsidR="00832A93" w:rsidRPr="004A3198" w:rsidRDefault="00832A93" w:rsidP="00832A93">
            <w:pPr>
              <w:spacing w:beforeLines="0" w:before="0" w:afterLines="0" w:after="0"/>
              <w:rPr>
                <w:szCs w:val="18"/>
              </w:rPr>
            </w:pPr>
            <w:r w:rsidRPr="004A3198">
              <w:rPr>
                <w:szCs w:val="18"/>
              </w:rPr>
              <w:t>接口名称</w:t>
            </w:r>
          </w:p>
        </w:tc>
        <w:tc>
          <w:tcPr>
            <w:tcW w:w="4342" w:type="pct"/>
            <w:gridSpan w:val="2"/>
          </w:tcPr>
          <w:p w14:paraId="2722C33D" w14:textId="56EC67FA" w:rsidR="00832A93" w:rsidRPr="004A3198" w:rsidRDefault="00832A93" w:rsidP="00832A93">
            <w:pPr>
              <w:spacing w:beforeLines="0" w:before="0" w:afterLines="0" w:after="0"/>
              <w:jc w:val="left"/>
              <w:rPr>
                <w:szCs w:val="18"/>
              </w:rPr>
            </w:pPr>
            <w:r>
              <w:rPr>
                <w:szCs w:val="18"/>
              </w:rPr>
              <w:t>OsIf_GetCoreId</w:t>
            </w:r>
          </w:p>
        </w:tc>
      </w:tr>
      <w:tr w:rsidR="00832A93" w:rsidRPr="004A3198" w14:paraId="0754842C" w14:textId="77777777" w:rsidTr="00832A93">
        <w:tc>
          <w:tcPr>
            <w:tcW w:w="658" w:type="pct"/>
          </w:tcPr>
          <w:p w14:paraId="12E7B9D4" w14:textId="77777777" w:rsidR="00832A93" w:rsidRPr="004A3198" w:rsidRDefault="00832A93" w:rsidP="00832A93">
            <w:pPr>
              <w:spacing w:beforeLines="0" w:before="0" w:afterLines="0" w:after="0"/>
              <w:rPr>
                <w:szCs w:val="18"/>
              </w:rPr>
            </w:pPr>
            <w:r w:rsidRPr="004A3198">
              <w:rPr>
                <w:szCs w:val="18"/>
              </w:rPr>
              <w:t>函数原型</w:t>
            </w:r>
          </w:p>
        </w:tc>
        <w:tc>
          <w:tcPr>
            <w:tcW w:w="4342" w:type="pct"/>
            <w:gridSpan w:val="2"/>
          </w:tcPr>
          <w:p w14:paraId="5ED0B249" w14:textId="34E5BC35" w:rsidR="00832A93" w:rsidRPr="004A3198" w:rsidRDefault="00E81D8B" w:rsidP="00832A93">
            <w:pPr>
              <w:spacing w:beforeLines="0" w:before="0" w:afterLines="0" w:after="0"/>
              <w:jc w:val="left"/>
              <w:rPr>
                <w:szCs w:val="18"/>
              </w:rPr>
            </w:pPr>
            <w:r w:rsidRPr="00E81D8B">
              <w:rPr>
                <w:rFonts w:cs="Arial"/>
              </w:rPr>
              <w:t>uint16 OsIf_GetCoreId(void)</w:t>
            </w:r>
          </w:p>
        </w:tc>
      </w:tr>
      <w:tr w:rsidR="00832A93" w:rsidRPr="004A3198" w14:paraId="65757C2E" w14:textId="77777777" w:rsidTr="00832A93">
        <w:tc>
          <w:tcPr>
            <w:tcW w:w="658" w:type="pct"/>
          </w:tcPr>
          <w:p w14:paraId="505F43CE" w14:textId="77777777" w:rsidR="00832A93" w:rsidRPr="004A3198" w:rsidRDefault="00832A93" w:rsidP="00832A93">
            <w:pPr>
              <w:spacing w:beforeLines="0" w:before="0" w:afterLines="0" w:after="0"/>
              <w:rPr>
                <w:szCs w:val="18"/>
              </w:rPr>
            </w:pPr>
            <w:r w:rsidRPr="004A3198">
              <w:rPr>
                <w:szCs w:val="18"/>
              </w:rPr>
              <w:t>服务</w:t>
            </w:r>
            <w:r w:rsidRPr="004A3198">
              <w:rPr>
                <w:szCs w:val="18"/>
              </w:rPr>
              <w:t xml:space="preserve"> ID</w:t>
            </w:r>
          </w:p>
        </w:tc>
        <w:tc>
          <w:tcPr>
            <w:tcW w:w="4342" w:type="pct"/>
            <w:gridSpan w:val="2"/>
          </w:tcPr>
          <w:p w14:paraId="71B91C09" w14:textId="6C71FD64" w:rsidR="00832A93" w:rsidRPr="004A3198" w:rsidRDefault="00E81D8B" w:rsidP="00832A93">
            <w:pPr>
              <w:spacing w:beforeLines="0" w:before="0" w:afterLines="0" w:after="0"/>
              <w:jc w:val="left"/>
              <w:rPr>
                <w:szCs w:val="18"/>
              </w:rPr>
            </w:pPr>
            <w:r>
              <w:rPr>
                <w:rFonts w:hint="eastAsia"/>
                <w:szCs w:val="18"/>
              </w:rPr>
              <w:t>NA</w:t>
            </w:r>
          </w:p>
        </w:tc>
      </w:tr>
      <w:tr w:rsidR="00832A93" w:rsidRPr="004A3198" w14:paraId="25C9EFB7" w14:textId="77777777" w:rsidTr="00832A93">
        <w:tc>
          <w:tcPr>
            <w:tcW w:w="658" w:type="pct"/>
          </w:tcPr>
          <w:p w14:paraId="6729D4BD" w14:textId="77777777" w:rsidR="00832A93" w:rsidRPr="004A3198" w:rsidRDefault="00832A93" w:rsidP="00832A93">
            <w:pPr>
              <w:spacing w:beforeLines="0" w:before="0" w:afterLines="0" w:after="0"/>
              <w:rPr>
                <w:szCs w:val="18"/>
              </w:rPr>
            </w:pPr>
            <w:r w:rsidRPr="004A3198">
              <w:rPr>
                <w:rFonts w:hint="eastAsia"/>
                <w:szCs w:val="18"/>
              </w:rPr>
              <w:t>支持版本</w:t>
            </w:r>
          </w:p>
        </w:tc>
        <w:tc>
          <w:tcPr>
            <w:tcW w:w="4342" w:type="pct"/>
            <w:gridSpan w:val="2"/>
          </w:tcPr>
          <w:p w14:paraId="4AD3434E" w14:textId="77777777" w:rsidR="00832A93" w:rsidRPr="004A3198" w:rsidRDefault="00832A93" w:rsidP="00832A93">
            <w:pPr>
              <w:spacing w:beforeLines="0" w:before="0" w:afterLines="0" w:after="0"/>
              <w:jc w:val="left"/>
              <w:rPr>
                <w:szCs w:val="18"/>
              </w:rPr>
            </w:pPr>
            <w:r w:rsidRPr="004A3198">
              <w:rPr>
                <w:rFonts w:hint="eastAsia"/>
                <w:szCs w:val="18"/>
              </w:rPr>
              <w:t>V</w:t>
            </w:r>
            <w:r w:rsidRPr="004A3198">
              <w:rPr>
                <w:szCs w:val="18"/>
              </w:rPr>
              <w:t>4.4</w:t>
            </w:r>
            <w:r w:rsidRPr="004A3198">
              <w:rPr>
                <w:rFonts w:hint="eastAsia"/>
                <w:szCs w:val="18"/>
              </w:rPr>
              <w:t>.</w:t>
            </w:r>
            <w:r w:rsidRPr="004A3198">
              <w:rPr>
                <w:szCs w:val="18"/>
              </w:rPr>
              <w:t>0</w:t>
            </w:r>
          </w:p>
        </w:tc>
      </w:tr>
      <w:tr w:rsidR="00832A93" w:rsidRPr="004A3198" w14:paraId="7EF590D0" w14:textId="77777777" w:rsidTr="00832A93">
        <w:tc>
          <w:tcPr>
            <w:tcW w:w="658" w:type="pct"/>
          </w:tcPr>
          <w:p w14:paraId="4EFDF3EE" w14:textId="77777777" w:rsidR="00832A93" w:rsidRPr="004A3198" w:rsidRDefault="00832A93" w:rsidP="00832A93">
            <w:pPr>
              <w:spacing w:beforeLines="0" w:before="0" w:afterLines="0" w:after="0"/>
              <w:rPr>
                <w:szCs w:val="18"/>
              </w:rPr>
            </w:pPr>
            <w:r w:rsidRPr="004A3198">
              <w:rPr>
                <w:szCs w:val="18"/>
              </w:rPr>
              <w:t>同步</w:t>
            </w:r>
            <w:r w:rsidRPr="004A3198">
              <w:rPr>
                <w:szCs w:val="18"/>
              </w:rPr>
              <w:t>/</w:t>
            </w:r>
            <w:r w:rsidRPr="004A3198">
              <w:rPr>
                <w:szCs w:val="18"/>
              </w:rPr>
              <w:t>异步</w:t>
            </w:r>
          </w:p>
        </w:tc>
        <w:tc>
          <w:tcPr>
            <w:tcW w:w="4342" w:type="pct"/>
            <w:gridSpan w:val="2"/>
          </w:tcPr>
          <w:p w14:paraId="7F83D0FE" w14:textId="77777777" w:rsidR="00832A93" w:rsidRPr="004A3198" w:rsidRDefault="00832A93" w:rsidP="00832A93">
            <w:pPr>
              <w:spacing w:beforeLines="0" w:before="0" w:afterLines="0" w:after="0"/>
              <w:jc w:val="left"/>
              <w:rPr>
                <w:szCs w:val="18"/>
              </w:rPr>
            </w:pPr>
            <w:r w:rsidRPr="004A3198">
              <w:rPr>
                <w:szCs w:val="18"/>
              </w:rPr>
              <w:t>同步</w:t>
            </w:r>
          </w:p>
        </w:tc>
      </w:tr>
      <w:tr w:rsidR="00832A93" w:rsidRPr="004A3198" w14:paraId="5E28E741" w14:textId="77777777" w:rsidTr="00832A93">
        <w:tc>
          <w:tcPr>
            <w:tcW w:w="658" w:type="pct"/>
            <w:tcBorders>
              <w:bottom w:val="single" w:sz="8" w:space="0" w:color="auto"/>
            </w:tcBorders>
          </w:tcPr>
          <w:p w14:paraId="2DC1752C" w14:textId="77777777" w:rsidR="00832A93" w:rsidRPr="004A3198" w:rsidRDefault="00832A93" w:rsidP="00832A93">
            <w:pPr>
              <w:spacing w:beforeLines="0" w:before="0" w:afterLines="0" w:after="0"/>
              <w:rPr>
                <w:szCs w:val="18"/>
              </w:rPr>
            </w:pPr>
            <w:r w:rsidRPr="004A3198">
              <w:rPr>
                <w:szCs w:val="18"/>
              </w:rPr>
              <w:t>可重入性</w:t>
            </w:r>
          </w:p>
        </w:tc>
        <w:tc>
          <w:tcPr>
            <w:tcW w:w="4342" w:type="pct"/>
            <w:gridSpan w:val="2"/>
          </w:tcPr>
          <w:p w14:paraId="71B8EB54" w14:textId="77777777" w:rsidR="00832A93" w:rsidRPr="004A3198" w:rsidRDefault="00832A93" w:rsidP="00832A93">
            <w:pPr>
              <w:spacing w:beforeLines="0" w:before="0" w:afterLines="0" w:after="0"/>
              <w:jc w:val="left"/>
              <w:rPr>
                <w:szCs w:val="18"/>
              </w:rPr>
            </w:pPr>
            <w:r w:rsidRPr="004A3198">
              <w:rPr>
                <w:szCs w:val="18"/>
              </w:rPr>
              <w:t>可重入</w:t>
            </w:r>
          </w:p>
        </w:tc>
      </w:tr>
      <w:tr w:rsidR="00832A93" w:rsidRPr="004A3198" w14:paraId="339E24D8" w14:textId="77777777" w:rsidTr="00832A93">
        <w:trPr>
          <w:trHeight w:val="561"/>
        </w:trPr>
        <w:tc>
          <w:tcPr>
            <w:tcW w:w="658" w:type="pct"/>
            <w:tcBorders>
              <w:top w:val="single" w:sz="8" w:space="0" w:color="auto"/>
            </w:tcBorders>
          </w:tcPr>
          <w:p w14:paraId="623C9EA0" w14:textId="77777777" w:rsidR="00832A93" w:rsidRPr="004A3198" w:rsidRDefault="00832A93" w:rsidP="00832A93">
            <w:pPr>
              <w:spacing w:beforeLines="0" w:before="0" w:afterLines="0" w:after="0"/>
              <w:rPr>
                <w:szCs w:val="18"/>
              </w:rPr>
            </w:pPr>
            <w:r w:rsidRPr="004A3198">
              <w:rPr>
                <w:rFonts w:hint="eastAsia"/>
                <w:szCs w:val="18"/>
              </w:rPr>
              <w:t>形参（</w:t>
            </w:r>
            <w:r w:rsidRPr="004A3198">
              <w:rPr>
                <w:rFonts w:hint="eastAsia"/>
                <w:szCs w:val="18"/>
              </w:rPr>
              <w:t>in</w:t>
            </w:r>
            <w:r w:rsidRPr="004A3198">
              <w:rPr>
                <w:rFonts w:hint="eastAsia"/>
                <w:szCs w:val="18"/>
              </w:rPr>
              <w:t>）</w:t>
            </w:r>
          </w:p>
        </w:tc>
        <w:tc>
          <w:tcPr>
            <w:tcW w:w="4342" w:type="pct"/>
            <w:gridSpan w:val="2"/>
            <w:tcBorders>
              <w:top w:val="single" w:sz="8" w:space="0" w:color="auto"/>
            </w:tcBorders>
          </w:tcPr>
          <w:p w14:paraId="4A9E3D30" w14:textId="77777777" w:rsidR="00832A93" w:rsidRPr="004A3198" w:rsidRDefault="00832A93" w:rsidP="00832A93">
            <w:pPr>
              <w:spacing w:beforeLines="0" w:before="0" w:afterLines="0" w:after="0"/>
              <w:jc w:val="left"/>
              <w:rPr>
                <w:szCs w:val="18"/>
              </w:rPr>
            </w:pPr>
            <w:r>
              <w:rPr>
                <w:rFonts w:cs="Arial" w:hint="eastAsia"/>
              </w:rPr>
              <w:t>None</w:t>
            </w:r>
          </w:p>
        </w:tc>
      </w:tr>
      <w:tr w:rsidR="00832A93" w:rsidRPr="004A3198" w14:paraId="34382F38" w14:textId="77777777" w:rsidTr="00832A93">
        <w:tc>
          <w:tcPr>
            <w:tcW w:w="658" w:type="pct"/>
            <w:tcBorders>
              <w:top w:val="single" w:sz="8" w:space="0" w:color="auto"/>
            </w:tcBorders>
          </w:tcPr>
          <w:p w14:paraId="54F8341B" w14:textId="77777777" w:rsidR="00832A93" w:rsidRPr="004A3198" w:rsidRDefault="00832A93" w:rsidP="00832A93">
            <w:pPr>
              <w:spacing w:beforeLines="0" w:before="0" w:afterLines="0" w:after="0"/>
              <w:rPr>
                <w:szCs w:val="18"/>
              </w:rPr>
            </w:pPr>
            <w:r w:rsidRPr="004A3198">
              <w:rPr>
                <w:rFonts w:hint="eastAsia"/>
                <w:szCs w:val="18"/>
              </w:rPr>
              <w:t>形参（</w:t>
            </w:r>
            <w:r w:rsidRPr="004A3198">
              <w:rPr>
                <w:rFonts w:hint="eastAsia"/>
                <w:szCs w:val="18"/>
              </w:rPr>
              <w:t>inout</w:t>
            </w:r>
            <w:r w:rsidRPr="004A3198">
              <w:rPr>
                <w:rFonts w:hint="eastAsia"/>
                <w:szCs w:val="18"/>
              </w:rPr>
              <w:t>）</w:t>
            </w:r>
          </w:p>
        </w:tc>
        <w:tc>
          <w:tcPr>
            <w:tcW w:w="4342" w:type="pct"/>
            <w:gridSpan w:val="2"/>
            <w:tcBorders>
              <w:top w:val="single" w:sz="8" w:space="0" w:color="auto"/>
            </w:tcBorders>
          </w:tcPr>
          <w:p w14:paraId="50F3CE25" w14:textId="77777777" w:rsidR="00832A93" w:rsidRPr="004A3198" w:rsidRDefault="00832A93" w:rsidP="00832A93">
            <w:pPr>
              <w:spacing w:beforeLines="0" w:before="0" w:afterLines="0" w:after="0"/>
              <w:jc w:val="left"/>
              <w:rPr>
                <w:szCs w:val="18"/>
              </w:rPr>
            </w:pPr>
            <w:r w:rsidRPr="004A3198">
              <w:rPr>
                <w:szCs w:val="18"/>
              </w:rPr>
              <w:t>None</w:t>
            </w:r>
          </w:p>
        </w:tc>
      </w:tr>
      <w:tr w:rsidR="00832A93" w:rsidRPr="004A3198" w14:paraId="72F0335C" w14:textId="77777777" w:rsidTr="00832A93">
        <w:tc>
          <w:tcPr>
            <w:tcW w:w="658" w:type="pct"/>
          </w:tcPr>
          <w:p w14:paraId="6A783FA6" w14:textId="77777777" w:rsidR="00832A93" w:rsidRPr="004A3198" w:rsidRDefault="00832A93" w:rsidP="00832A93">
            <w:pPr>
              <w:spacing w:beforeLines="0" w:before="0" w:afterLines="0" w:after="0"/>
              <w:rPr>
                <w:szCs w:val="18"/>
              </w:rPr>
            </w:pPr>
            <w:r w:rsidRPr="004A3198">
              <w:rPr>
                <w:rFonts w:hint="eastAsia"/>
                <w:szCs w:val="18"/>
              </w:rPr>
              <w:t>形参（</w:t>
            </w:r>
            <w:r w:rsidRPr="004A3198">
              <w:rPr>
                <w:rFonts w:hint="eastAsia"/>
                <w:szCs w:val="18"/>
              </w:rPr>
              <w:t>out</w:t>
            </w:r>
            <w:r w:rsidRPr="004A3198">
              <w:rPr>
                <w:rFonts w:hint="eastAsia"/>
                <w:szCs w:val="18"/>
              </w:rPr>
              <w:t>）</w:t>
            </w:r>
          </w:p>
        </w:tc>
        <w:tc>
          <w:tcPr>
            <w:tcW w:w="4342" w:type="pct"/>
            <w:gridSpan w:val="2"/>
          </w:tcPr>
          <w:p w14:paraId="222EA803" w14:textId="77777777" w:rsidR="00832A93" w:rsidRPr="004A3198" w:rsidRDefault="00832A93" w:rsidP="00832A93">
            <w:pPr>
              <w:spacing w:beforeLines="0" w:before="0" w:afterLines="0" w:after="0"/>
              <w:jc w:val="left"/>
              <w:rPr>
                <w:szCs w:val="18"/>
              </w:rPr>
            </w:pPr>
            <w:r w:rsidRPr="004A3198">
              <w:rPr>
                <w:szCs w:val="18"/>
              </w:rPr>
              <w:t>None</w:t>
            </w:r>
          </w:p>
        </w:tc>
      </w:tr>
      <w:tr w:rsidR="00832A93" w:rsidRPr="004A3198" w14:paraId="50895579" w14:textId="77777777" w:rsidTr="00832A93">
        <w:tc>
          <w:tcPr>
            <w:tcW w:w="658" w:type="pct"/>
          </w:tcPr>
          <w:p w14:paraId="03EF3A13" w14:textId="77777777" w:rsidR="00832A93" w:rsidRPr="004A3198" w:rsidRDefault="00832A93" w:rsidP="00832A93">
            <w:pPr>
              <w:spacing w:beforeLines="0" w:before="0" w:afterLines="0" w:after="0"/>
              <w:rPr>
                <w:szCs w:val="18"/>
              </w:rPr>
            </w:pPr>
            <w:r w:rsidRPr="004A3198">
              <w:rPr>
                <w:szCs w:val="18"/>
              </w:rPr>
              <w:t>函数返回值</w:t>
            </w:r>
          </w:p>
        </w:tc>
        <w:tc>
          <w:tcPr>
            <w:tcW w:w="2796" w:type="pct"/>
          </w:tcPr>
          <w:p w14:paraId="0B93A2E1" w14:textId="6C12D1BF" w:rsidR="00832A93" w:rsidRPr="004A3198" w:rsidRDefault="00832A93" w:rsidP="00832A93">
            <w:pPr>
              <w:spacing w:beforeLines="0" w:before="0" w:afterLines="0" w:after="0"/>
              <w:jc w:val="left"/>
              <w:rPr>
                <w:szCs w:val="18"/>
              </w:rPr>
            </w:pPr>
            <w:r>
              <w:rPr>
                <w:szCs w:val="18"/>
              </w:rPr>
              <w:t>uint</w:t>
            </w:r>
            <w:r w:rsidR="00E81D8B">
              <w:rPr>
                <w:szCs w:val="18"/>
              </w:rPr>
              <w:t>16</w:t>
            </w:r>
          </w:p>
        </w:tc>
        <w:tc>
          <w:tcPr>
            <w:tcW w:w="1546" w:type="pct"/>
          </w:tcPr>
          <w:p w14:paraId="39DC3927" w14:textId="36527C2F" w:rsidR="00832A93" w:rsidRPr="004A3198" w:rsidRDefault="00E81D8B" w:rsidP="00832A93">
            <w:pPr>
              <w:spacing w:beforeLines="0" w:before="0" w:afterLines="0" w:after="0"/>
              <w:jc w:val="left"/>
              <w:rPr>
                <w:szCs w:val="18"/>
              </w:rPr>
            </w:pPr>
            <w:r w:rsidRPr="00E81D8B">
              <w:rPr>
                <w:rFonts w:hint="eastAsia"/>
                <w:szCs w:val="18"/>
              </w:rPr>
              <w:t>core</w:t>
            </w:r>
            <w:r w:rsidRPr="00E81D8B">
              <w:rPr>
                <w:rFonts w:hint="eastAsia"/>
                <w:szCs w:val="18"/>
              </w:rPr>
              <w:t>的</w:t>
            </w:r>
            <w:r w:rsidRPr="00E81D8B">
              <w:rPr>
                <w:rFonts w:hint="eastAsia"/>
                <w:szCs w:val="18"/>
              </w:rPr>
              <w:t>ID</w:t>
            </w:r>
          </w:p>
        </w:tc>
      </w:tr>
      <w:tr w:rsidR="00832A93" w:rsidRPr="004A3198" w14:paraId="3C3A7F31" w14:textId="77777777" w:rsidTr="00832A93">
        <w:tc>
          <w:tcPr>
            <w:tcW w:w="658" w:type="pct"/>
          </w:tcPr>
          <w:p w14:paraId="3FA0E7A9" w14:textId="77777777" w:rsidR="00832A93" w:rsidRPr="004A3198" w:rsidRDefault="00832A93" w:rsidP="00832A93">
            <w:pPr>
              <w:spacing w:beforeLines="0" w:before="0" w:afterLines="0" w:after="0"/>
              <w:rPr>
                <w:szCs w:val="18"/>
              </w:rPr>
            </w:pPr>
            <w:r w:rsidRPr="004A3198">
              <w:rPr>
                <w:szCs w:val="18"/>
              </w:rPr>
              <w:t>描述</w:t>
            </w:r>
          </w:p>
        </w:tc>
        <w:tc>
          <w:tcPr>
            <w:tcW w:w="4342" w:type="pct"/>
            <w:gridSpan w:val="2"/>
          </w:tcPr>
          <w:p w14:paraId="1AE41D08" w14:textId="704B5023" w:rsidR="00832A93" w:rsidRPr="006D6AA8" w:rsidRDefault="00E81D8B" w:rsidP="00832A93">
            <w:pPr>
              <w:spacing w:beforeLines="0" w:before="0" w:afterLines="0" w:after="0"/>
              <w:jc w:val="left"/>
              <w:rPr>
                <w:szCs w:val="18"/>
              </w:rPr>
            </w:pPr>
            <w:r w:rsidRPr="00E81D8B">
              <w:rPr>
                <w:rFonts w:cs="Arial" w:hint="eastAsia"/>
              </w:rPr>
              <w:t>获取当前</w:t>
            </w:r>
            <w:r w:rsidRPr="00E81D8B">
              <w:rPr>
                <w:rFonts w:cs="Arial" w:hint="eastAsia"/>
              </w:rPr>
              <w:t>core</w:t>
            </w:r>
            <w:r w:rsidRPr="00E81D8B">
              <w:rPr>
                <w:rFonts w:cs="Arial" w:hint="eastAsia"/>
              </w:rPr>
              <w:t>的</w:t>
            </w:r>
            <w:r w:rsidRPr="00E81D8B">
              <w:rPr>
                <w:rFonts w:cs="Arial" w:hint="eastAsia"/>
              </w:rPr>
              <w:t>ID</w:t>
            </w:r>
          </w:p>
        </w:tc>
      </w:tr>
      <w:tr w:rsidR="00832A93" w:rsidRPr="004A3198" w14:paraId="4802134C" w14:textId="77777777" w:rsidTr="00832A93">
        <w:tc>
          <w:tcPr>
            <w:tcW w:w="658" w:type="pct"/>
          </w:tcPr>
          <w:p w14:paraId="2B2E58FD" w14:textId="77777777" w:rsidR="00832A93" w:rsidRPr="004A3198" w:rsidRDefault="00832A93" w:rsidP="00832A93">
            <w:pPr>
              <w:spacing w:beforeLines="0" w:before="0" w:afterLines="0" w:after="0"/>
              <w:rPr>
                <w:szCs w:val="18"/>
              </w:rPr>
            </w:pPr>
            <w:r w:rsidRPr="004A3198">
              <w:rPr>
                <w:szCs w:val="18"/>
              </w:rPr>
              <w:t>头文件</w:t>
            </w:r>
          </w:p>
        </w:tc>
        <w:tc>
          <w:tcPr>
            <w:tcW w:w="4342" w:type="pct"/>
            <w:gridSpan w:val="2"/>
          </w:tcPr>
          <w:p w14:paraId="2C18A1C0" w14:textId="77777777" w:rsidR="00832A93" w:rsidRPr="004A3198" w:rsidRDefault="00832A93" w:rsidP="00832A93">
            <w:pPr>
              <w:spacing w:beforeLines="0" w:before="0" w:afterLines="0" w:after="0"/>
              <w:jc w:val="left"/>
              <w:rPr>
                <w:szCs w:val="18"/>
              </w:rPr>
            </w:pPr>
            <w:r>
              <w:rPr>
                <w:szCs w:val="18"/>
              </w:rPr>
              <w:t>OsIf</w:t>
            </w:r>
            <w:r w:rsidRPr="004A3198">
              <w:rPr>
                <w:szCs w:val="18"/>
              </w:rPr>
              <w:t>.h</w:t>
            </w:r>
          </w:p>
        </w:tc>
      </w:tr>
      <w:tr w:rsidR="00832A93" w:rsidRPr="004A3198" w14:paraId="700BE967" w14:textId="77777777" w:rsidTr="00832A93">
        <w:tc>
          <w:tcPr>
            <w:tcW w:w="658" w:type="pct"/>
          </w:tcPr>
          <w:p w14:paraId="12AB2E91" w14:textId="77777777" w:rsidR="00832A93" w:rsidRPr="004A3198" w:rsidRDefault="00832A93" w:rsidP="00832A93">
            <w:pPr>
              <w:spacing w:beforeLines="0" w:before="0" w:afterLines="0" w:after="0"/>
              <w:rPr>
                <w:szCs w:val="18"/>
              </w:rPr>
            </w:pPr>
            <w:r w:rsidRPr="004A3198">
              <w:rPr>
                <w:rFonts w:hint="eastAsia"/>
                <w:szCs w:val="18"/>
              </w:rPr>
              <w:t>注意事项</w:t>
            </w:r>
          </w:p>
        </w:tc>
        <w:tc>
          <w:tcPr>
            <w:tcW w:w="4342" w:type="pct"/>
            <w:gridSpan w:val="2"/>
          </w:tcPr>
          <w:p w14:paraId="4C262FFD" w14:textId="77777777" w:rsidR="00832A93" w:rsidRPr="004A3198" w:rsidRDefault="00832A93" w:rsidP="00832A93">
            <w:pPr>
              <w:spacing w:beforeLines="0" w:before="0" w:afterLines="0" w:after="0"/>
              <w:jc w:val="left"/>
              <w:rPr>
                <w:szCs w:val="18"/>
              </w:rPr>
            </w:pPr>
            <w:r>
              <w:rPr>
                <w:rFonts w:hint="eastAsia"/>
                <w:szCs w:val="18"/>
              </w:rPr>
              <w:t>调用此接口前必须调用</w:t>
            </w:r>
            <w:r>
              <w:rPr>
                <w:rFonts w:hint="eastAsia"/>
                <w:szCs w:val="18"/>
              </w:rPr>
              <w:t>OsIf_Init</w:t>
            </w:r>
          </w:p>
        </w:tc>
      </w:tr>
      <w:tr w:rsidR="00832A93" w:rsidRPr="004A3198" w14:paraId="7BAB4FB5" w14:textId="77777777" w:rsidTr="00832A93">
        <w:tc>
          <w:tcPr>
            <w:tcW w:w="658" w:type="pct"/>
          </w:tcPr>
          <w:p w14:paraId="14061539" w14:textId="77777777" w:rsidR="00832A93" w:rsidRPr="004A3198" w:rsidRDefault="00832A93" w:rsidP="00832A93">
            <w:pPr>
              <w:spacing w:beforeLines="0" w:before="0" w:afterLines="0" w:after="0"/>
              <w:rPr>
                <w:szCs w:val="18"/>
              </w:rPr>
            </w:pPr>
            <w:r w:rsidRPr="004A3198">
              <w:rPr>
                <w:rFonts w:hint="eastAsia"/>
                <w:szCs w:val="18"/>
              </w:rPr>
              <w:t>配置项</w:t>
            </w:r>
          </w:p>
        </w:tc>
        <w:tc>
          <w:tcPr>
            <w:tcW w:w="4342" w:type="pct"/>
            <w:gridSpan w:val="2"/>
          </w:tcPr>
          <w:p w14:paraId="4868E879" w14:textId="77777777" w:rsidR="00832A93" w:rsidRPr="004A3198" w:rsidRDefault="00832A93" w:rsidP="00832A93">
            <w:pPr>
              <w:spacing w:beforeLines="0" w:before="0" w:afterLines="0" w:after="0"/>
              <w:jc w:val="left"/>
              <w:rPr>
                <w:szCs w:val="18"/>
              </w:rPr>
            </w:pPr>
            <w:r>
              <w:rPr>
                <w:szCs w:val="18"/>
              </w:rPr>
              <w:t>None</w:t>
            </w:r>
          </w:p>
        </w:tc>
      </w:tr>
      <w:tr w:rsidR="00E81D8B" w:rsidRPr="004A3198" w14:paraId="0B1CC9C1" w14:textId="77777777" w:rsidTr="00E90428">
        <w:trPr>
          <w:trHeight w:val="420"/>
        </w:trPr>
        <w:tc>
          <w:tcPr>
            <w:tcW w:w="658" w:type="pct"/>
          </w:tcPr>
          <w:p w14:paraId="761DC637" w14:textId="77777777" w:rsidR="00E81D8B" w:rsidRPr="004A3198" w:rsidRDefault="00E81D8B" w:rsidP="00832A93">
            <w:pPr>
              <w:spacing w:beforeLines="0" w:before="0" w:afterLines="0" w:after="0"/>
              <w:rPr>
                <w:szCs w:val="18"/>
              </w:rPr>
            </w:pPr>
            <w:r w:rsidRPr="004A3198">
              <w:rPr>
                <w:rFonts w:hint="eastAsia"/>
                <w:szCs w:val="18"/>
              </w:rPr>
              <w:lastRenderedPageBreak/>
              <w:t>D</w:t>
            </w:r>
            <w:r w:rsidRPr="004A3198">
              <w:rPr>
                <w:szCs w:val="18"/>
              </w:rPr>
              <w:t>ET</w:t>
            </w:r>
          </w:p>
        </w:tc>
        <w:tc>
          <w:tcPr>
            <w:tcW w:w="4342" w:type="pct"/>
            <w:gridSpan w:val="2"/>
          </w:tcPr>
          <w:p w14:paraId="0B099EC6" w14:textId="23FE6AA4" w:rsidR="00E81D8B" w:rsidRPr="004A3198" w:rsidRDefault="00E81D8B" w:rsidP="00E90428">
            <w:pPr>
              <w:spacing w:beforeLines="0" w:before="0" w:afterLines="0" w:after="0"/>
              <w:jc w:val="left"/>
            </w:pPr>
            <w:r>
              <w:rPr>
                <w:szCs w:val="18"/>
              </w:rPr>
              <w:t>None</w:t>
            </w:r>
          </w:p>
        </w:tc>
      </w:tr>
      <w:tr w:rsidR="00832A93" w:rsidRPr="004A3198" w14:paraId="01C4A47B" w14:textId="77777777" w:rsidTr="00832A93">
        <w:tc>
          <w:tcPr>
            <w:tcW w:w="658" w:type="pct"/>
          </w:tcPr>
          <w:p w14:paraId="43D23EDC" w14:textId="77777777" w:rsidR="00832A93" w:rsidRPr="004A3198" w:rsidRDefault="00832A93" w:rsidP="00832A93">
            <w:pPr>
              <w:spacing w:beforeLines="0" w:before="0" w:afterLines="0" w:after="0"/>
              <w:rPr>
                <w:szCs w:val="18"/>
              </w:rPr>
            </w:pPr>
            <w:r w:rsidRPr="004A3198">
              <w:rPr>
                <w:rFonts w:hint="eastAsia"/>
                <w:szCs w:val="18"/>
              </w:rPr>
              <w:t>D</w:t>
            </w:r>
            <w:r w:rsidRPr="004A3198">
              <w:rPr>
                <w:szCs w:val="18"/>
              </w:rPr>
              <w:t>EM</w:t>
            </w:r>
          </w:p>
        </w:tc>
        <w:tc>
          <w:tcPr>
            <w:tcW w:w="4342" w:type="pct"/>
            <w:gridSpan w:val="2"/>
          </w:tcPr>
          <w:p w14:paraId="73C2585C" w14:textId="77777777" w:rsidR="00832A93" w:rsidRPr="004A3198" w:rsidRDefault="00832A93" w:rsidP="00832A93">
            <w:pPr>
              <w:spacing w:beforeLines="0" w:before="0" w:afterLines="0" w:after="0"/>
              <w:jc w:val="left"/>
              <w:rPr>
                <w:szCs w:val="18"/>
              </w:rPr>
            </w:pPr>
            <w:r w:rsidRPr="004A3198">
              <w:rPr>
                <w:rFonts w:hint="eastAsia"/>
                <w:szCs w:val="18"/>
              </w:rPr>
              <w:t>None</w:t>
            </w:r>
          </w:p>
        </w:tc>
      </w:tr>
      <w:tr w:rsidR="00832A93" w:rsidRPr="004A3198" w14:paraId="06C10FB6" w14:textId="77777777" w:rsidTr="00832A93">
        <w:tc>
          <w:tcPr>
            <w:tcW w:w="658" w:type="pct"/>
          </w:tcPr>
          <w:p w14:paraId="6FE6BB40" w14:textId="77777777" w:rsidR="00832A93" w:rsidRPr="004A3198" w:rsidRDefault="00832A93" w:rsidP="00832A93">
            <w:pPr>
              <w:spacing w:beforeLines="0" w:before="0" w:afterLines="0" w:after="0"/>
              <w:rPr>
                <w:szCs w:val="18"/>
              </w:rPr>
            </w:pPr>
            <w:r w:rsidRPr="004A3198">
              <w:rPr>
                <w:rFonts w:hint="eastAsia"/>
                <w:szCs w:val="18"/>
              </w:rPr>
              <w:t>实施建议</w:t>
            </w:r>
          </w:p>
        </w:tc>
        <w:tc>
          <w:tcPr>
            <w:tcW w:w="4342" w:type="pct"/>
            <w:gridSpan w:val="2"/>
          </w:tcPr>
          <w:p w14:paraId="01AA8BC7" w14:textId="23F9CD61" w:rsidR="00832A93" w:rsidRPr="004A3198" w:rsidRDefault="00E90428" w:rsidP="00832A93">
            <w:pPr>
              <w:spacing w:beforeLines="0" w:before="0" w:afterLines="0" w:after="0"/>
              <w:jc w:val="left"/>
              <w:rPr>
                <w:szCs w:val="18"/>
              </w:rPr>
            </w:pPr>
            <w:r w:rsidRPr="004A3198">
              <w:rPr>
                <w:rFonts w:hint="eastAsia"/>
                <w:szCs w:val="18"/>
              </w:rPr>
              <w:t>None</w:t>
            </w:r>
          </w:p>
        </w:tc>
      </w:tr>
    </w:tbl>
    <w:p w14:paraId="3784785C" w14:textId="77777777" w:rsidR="00832A93" w:rsidRPr="004A3198" w:rsidRDefault="00832A93" w:rsidP="00832A93">
      <w:pPr>
        <w:spacing w:before="180" w:after="180"/>
      </w:pPr>
    </w:p>
    <w:p w14:paraId="37844B75" w14:textId="2668147D" w:rsidR="002E6D9B" w:rsidRPr="004A3198" w:rsidRDefault="00C23C42" w:rsidP="002E6D9B">
      <w:pPr>
        <w:pStyle w:val="4"/>
      </w:pPr>
      <w:r>
        <w:rPr>
          <w:rFonts w:hint="eastAsia"/>
        </w:rPr>
        <w:t>Os</w:t>
      </w:r>
      <w:r>
        <w:t>If_</w:t>
      </w:r>
      <w:r w:rsidR="002E6D9B">
        <w:t>ResumeAllInterrupts</w:t>
      </w:r>
    </w:p>
    <w:p w14:paraId="694F8C36" w14:textId="45DE717D" w:rsidR="002E6D9B" w:rsidRPr="004A3198" w:rsidRDefault="002E6D9B" w:rsidP="002E6D9B">
      <w:pPr>
        <w:pStyle w:val="a5"/>
        <w:keepNext/>
        <w:spacing w:before="180" w:after="180"/>
      </w:pPr>
      <w:bookmarkStart w:id="87" w:name="_Toc172385522"/>
      <w:r w:rsidRPr="004A3198">
        <w:rPr>
          <w:rFonts w:hint="eastAsia"/>
        </w:rPr>
        <w:t>表</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3</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8</w:t>
      </w:r>
      <w:r w:rsidR="00DA6829">
        <w:fldChar w:fldCharType="end"/>
      </w:r>
      <w:r w:rsidRPr="004A3198">
        <w:t xml:space="preserve"> </w:t>
      </w:r>
      <w:r w:rsidRPr="003E786B">
        <w:t xml:space="preserve"> </w:t>
      </w:r>
      <w:r w:rsidR="00620104">
        <w:t>OsIf_</w:t>
      </w:r>
      <w:r>
        <w:t>ResumeAllInterrupts</w:t>
      </w:r>
      <w:r w:rsidRPr="004A3198">
        <w:rPr>
          <w:rFonts w:hint="eastAsia"/>
        </w:rPr>
        <w:t>函数</w:t>
      </w:r>
      <w:bookmarkEnd w:id="87"/>
    </w:p>
    <w:tbl>
      <w:tblPr>
        <w:tblStyle w:val="MCU"/>
        <w:tblW w:w="5000" w:type="pct"/>
        <w:tblLayout w:type="fixed"/>
        <w:tblLook w:val="04A0" w:firstRow="1" w:lastRow="0" w:firstColumn="1" w:lastColumn="0" w:noHBand="0" w:noVBand="1"/>
      </w:tblPr>
      <w:tblGrid>
        <w:gridCol w:w="1184"/>
        <w:gridCol w:w="7812"/>
      </w:tblGrid>
      <w:tr w:rsidR="002E6D9B" w:rsidRPr="004A3198" w14:paraId="143FC924" w14:textId="77777777" w:rsidTr="00E301F8">
        <w:trPr>
          <w:cnfStyle w:val="100000000000" w:firstRow="1" w:lastRow="0" w:firstColumn="0" w:lastColumn="0" w:oddVBand="0" w:evenVBand="0" w:oddHBand="0" w:evenHBand="0" w:firstRowFirstColumn="0" w:firstRowLastColumn="0" w:lastRowFirstColumn="0" w:lastRowLastColumn="0"/>
          <w:tblHeader w:val="0"/>
        </w:trPr>
        <w:tc>
          <w:tcPr>
            <w:tcW w:w="658" w:type="pct"/>
            <w:vAlign w:val="top"/>
          </w:tcPr>
          <w:p w14:paraId="2BC2E31D" w14:textId="77777777" w:rsidR="002E6D9B" w:rsidRPr="004A3198" w:rsidRDefault="002E6D9B" w:rsidP="00E301F8">
            <w:pPr>
              <w:spacing w:beforeLines="0" w:before="0" w:afterLines="0" w:after="0"/>
              <w:jc w:val="left"/>
              <w:rPr>
                <w:rFonts w:ascii="Century Schoolbook" w:hAnsi="Century Schoolbook"/>
                <w:szCs w:val="18"/>
              </w:rPr>
            </w:pPr>
            <w:r w:rsidRPr="004A3198">
              <w:rPr>
                <w:rFonts w:ascii="Century Schoolbook" w:hAnsi="Century Schoolbook" w:hint="eastAsia"/>
                <w:szCs w:val="18"/>
              </w:rPr>
              <w:t>名称</w:t>
            </w:r>
          </w:p>
        </w:tc>
        <w:tc>
          <w:tcPr>
            <w:tcW w:w="4342" w:type="pct"/>
            <w:vAlign w:val="top"/>
          </w:tcPr>
          <w:p w14:paraId="6E8F8DCC" w14:textId="77777777" w:rsidR="002E6D9B" w:rsidRPr="004A3198" w:rsidRDefault="002E6D9B" w:rsidP="00E301F8">
            <w:pPr>
              <w:spacing w:beforeLines="0" w:before="0" w:afterLines="0" w:after="0"/>
              <w:jc w:val="left"/>
              <w:rPr>
                <w:rFonts w:ascii="Century Schoolbook" w:hAnsi="Century Schoolbook"/>
                <w:szCs w:val="18"/>
              </w:rPr>
            </w:pPr>
            <w:r w:rsidRPr="004A3198">
              <w:rPr>
                <w:rFonts w:ascii="Century Schoolbook" w:hAnsi="Century Schoolbook" w:hint="eastAsia"/>
                <w:szCs w:val="18"/>
              </w:rPr>
              <w:t>规约介绍</w:t>
            </w:r>
          </w:p>
        </w:tc>
      </w:tr>
      <w:tr w:rsidR="002E6D9B" w:rsidRPr="004A3198" w14:paraId="621A7236" w14:textId="77777777" w:rsidTr="00E301F8">
        <w:tc>
          <w:tcPr>
            <w:tcW w:w="658" w:type="pct"/>
          </w:tcPr>
          <w:p w14:paraId="6E1431A2" w14:textId="77777777" w:rsidR="002E6D9B" w:rsidRPr="004A3198" w:rsidRDefault="002E6D9B" w:rsidP="00E301F8">
            <w:pPr>
              <w:spacing w:beforeLines="0" w:before="0" w:afterLines="0" w:after="0"/>
              <w:rPr>
                <w:szCs w:val="18"/>
              </w:rPr>
            </w:pPr>
            <w:r w:rsidRPr="004A3198">
              <w:rPr>
                <w:szCs w:val="18"/>
              </w:rPr>
              <w:t>规约号</w:t>
            </w:r>
          </w:p>
        </w:tc>
        <w:tc>
          <w:tcPr>
            <w:tcW w:w="4342" w:type="pct"/>
          </w:tcPr>
          <w:p w14:paraId="17C0FF9A" w14:textId="77777777" w:rsidR="002E6D9B" w:rsidRPr="004A3198" w:rsidRDefault="002E6D9B" w:rsidP="00E301F8">
            <w:pPr>
              <w:spacing w:beforeLines="0" w:before="0" w:afterLines="0" w:after="0"/>
              <w:jc w:val="left"/>
              <w:rPr>
                <w:szCs w:val="18"/>
              </w:rPr>
            </w:pPr>
            <w:r>
              <w:rPr>
                <w:rFonts w:hint="eastAsia"/>
                <w:szCs w:val="18"/>
              </w:rPr>
              <w:t>无</w:t>
            </w:r>
          </w:p>
        </w:tc>
      </w:tr>
      <w:tr w:rsidR="002E6D9B" w:rsidRPr="004A3198" w14:paraId="01DA44CD" w14:textId="77777777" w:rsidTr="00E301F8">
        <w:tc>
          <w:tcPr>
            <w:tcW w:w="658" w:type="pct"/>
          </w:tcPr>
          <w:p w14:paraId="2B9C7575" w14:textId="77777777" w:rsidR="002E6D9B" w:rsidRPr="004A3198" w:rsidRDefault="002E6D9B" w:rsidP="00E301F8">
            <w:pPr>
              <w:spacing w:beforeLines="0" w:before="0" w:afterLines="0" w:after="0"/>
              <w:rPr>
                <w:szCs w:val="18"/>
              </w:rPr>
            </w:pPr>
            <w:r w:rsidRPr="004A3198">
              <w:rPr>
                <w:szCs w:val="18"/>
              </w:rPr>
              <w:t>接口名称</w:t>
            </w:r>
          </w:p>
        </w:tc>
        <w:tc>
          <w:tcPr>
            <w:tcW w:w="4342" w:type="pct"/>
          </w:tcPr>
          <w:p w14:paraId="2C52DC4D" w14:textId="74FC4F3B" w:rsidR="002E6D9B" w:rsidRPr="004A3198" w:rsidRDefault="00620104" w:rsidP="00E301F8">
            <w:pPr>
              <w:spacing w:beforeLines="0" w:before="0" w:afterLines="0" w:after="0"/>
              <w:jc w:val="left"/>
              <w:rPr>
                <w:szCs w:val="18"/>
              </w:rPr>
            </w:pPr>
            <w:r>
              <w:rPr>
                <w:rFonts w:cs="Arial"/>
              </w:rPr>
              <w:t>OsIf_</w:t>
            </w:r>
            <w:r w:rsidR="002E6D9B">
              <w:rPr>
                <w:szCs w:val="18"/>
              </w:rPr>
              <w:t>ResumeAllInterrupts</w:t>
            </w:r>
          </w:p>
        </w:tc>
      </w:tr>
      <w:tr w:rsidR="002E6D9B" w:rsidRPr="004A3198" w14:paraId="116953DD" w14:textId="77777777" w:rsidTr="00E301F8">
        <w:tc>
          <w:tcPr>
            <w:tcW w:w="658" w:type="pct"/>
          </w:tcPr>
          <w:p w14:paraId="2D8E233F" w14:textId="77777777" w:rsidR="002E6D9B" w:rsidRPr="004A3198" w:rsidRDefault="002E6D9B" w:rsidP="00E301F8">
            <w:pPr>
              <w:spacing w:beforeLines="0" w:before="0" w:afterLines="0" w:after="0"/>
              <w:rPr>
                <w:szCs w:val="18"/>
              </w:rPr>
            </w:pPr>
            <w:r w:rsidRPr="004A3198">
              <w:rPr>
                <w:szCs w:val="18"/>
              </w:rPr>
              <w:t>函数原型</w:t>
            </w:r>
          </w:p>
        </w:tc>
        <w:tc>
          <w:tcPr>
            <w:tcW w:w="4342" w:type="pct"/>
          </w:tcPr>
          <w:p w14:paraId="40EAF943" w14:textId="1BC7BEE5" w:rsidR="002E6D9B" w:rsidRPr="004A3198" w:rsidRDefault="005D7391" w:rsidP="00E301F8">
            <w:pPr>
              <w:spacing w:beforeLines="0" w:before="0" w:afterLines="0" w:after="0"/>
              <w:jc w:val="left"/>
              <w:rPr>
                <w:szCs w:val="18"/>
              </w:rPr>
            </w:pPr>
            <w:r w:rsidRPr="005D7391">
              <w:rPr>
                <w:rFonts w:cs="Arial"/>
              </w:rPr>
              <w:t xml:space="preserve">void </w:t>
            </w:r>
            <w:r w:rsidR="00620104">
              <w:rPr>
                <w:rFonts w:cs="Arial"/>
              </w:rPr>
              <w:t>OsIf_</w:t>
            </w:r>
            <w:r w:rsidRPr="005D7391">
              <w:rPr>
                <w:rFonts w:cs="Arial"/>
              </w:rPr>
              <w:t>ResumeAllInterrupts(void)</w:t>
            </w:r>
          </w:p>
        </w:tc>
      </w:tr>
      <w:tr w:rsidR="002E6D9B" w:rsidRPr="004A3198" w14:paraId="39A7AB1A" w14:textId="77777777" w:rsidTr="00E301F8">
        <w:tc>
          <w:tcPr>
            <w:tcW w:w="658" w:type="pct"/>
          </w:tcPr>
          <w:p w14:paraId="10C2F491" w14:textId="77777777" w:rsidR="002E6D9B" w:rsidRPr="004A3198" w:rsidRDefault="002E6D9B" w:rsidP="00E301F8">
            <w:pPr>
              <w:spacing w:beforeLines="0" w:before="0" w:afterLines="0" w:after="0"/>
              <w:rPr>
                <w:szCs w:val="18"/>
              </w:rPr>
            </w:pPr>
            <w:r w:rsidRPr="004A3198">
              <w:rPr>
                <w:szCs w:val="18"/>
              </w:rPr>
              <w:t>服务</w:t>
            </w:r>
            <w:r w:rsidRPr="004A3198">
              <w:rPr>
                <w:szCs w:val="18"/>
              </w:rPr>
              <w:t xml:space="preserve"> ID</w:t>
            </w:r>
          </w:p>
        </w:tc>
        <w:tc>
          <w:tcPr>
            <w:tcW w:w="4342" w:type="pct"/>
          </w:tcPr>
          <w:p w14:paraId="222D29C2" w14:textId="25969EB2" w:rsidR="002E6D9B" w:rsidRPr="004A3198" w:rsidRDefault="005D7391" w:rsidP="00E301F8">
            <w:pPr>
              <w:spacing w:beforeLines="0" w:before="0" w:afterLines="0" w:after="0"/>
              <w:jc w:val="left"/>
              <w:rPr>
                <w:szCs w:val="18"/>
              </w:rPr>
            </w:pPr>
            <w:r>
              <w:rPr>
                <w:szCs w:val="18"/>
              </w:rPr>
              <w:t>NA</w:t>
            </w:r>
          </w:p>
        </w:tc>
      </w:tr>
      <w:tr w:rsidR="002E6D9B" w:rsidRPr="004A3198" w14:paraId="51B6D2D8" w14:textId="77777777" w:rsidTr="00E301F8">
        <w:tc>
          <w:tcPr>
            <w:tcW w:w="658" w:type="pct"/>
          </w:tcPr>
          <w:p w14:paraId="705BE40D" w14:textId="77777777" w:rsidR="002E6D9B" w:rsidRPr="004A3198" w:rsidRDefault="002E6D9B" w:rsidP="00E301F8">
            <w:pPr>
              <w:spacing w:beforeLines="0" w:before="0" w:afterLines="0" w:after="0"/>
              <w:rPr>
                <w:szCs w:val="18"/>
              </w:rPr>
            </w:pPr>
            <w:r w:rsidRPr="004A3198">
              <w:rPr>
                <w:rFonts w:hint="eastAsia"/>
                <w:szCs w:val="18"/>
              </w:rPr>
              <w:t>支持版本</w:t>
            </w:r>
          </w:p>
        </w:tc>
        <w:tc>
          <w:tcPr>
            <w:tcW w:w="4342" w:type="pct"/>
          </w:tcPr>
          <w:p w14:paraId="1048BE3D" w14:textId="77777777" w:rsidR="002E6D9B" w:rsidRPr="004A3198" w:rsidRDefault="002E6D9B" w:rsidP="00E301F8">
            <w:pPr>
              <w:spacing w:beforeLines="0" w:before="0" w:afterLines="0" w:after="0"/>
              <w:jc w:val="left"/>
              <w:rPr>
                <w:szCs w:val="18"/>
              </w:rPr>
            </w:pPr>
            <w:r w:rsidRPr="004A3198">
              <w:rPr>
                <w:rFonts w:hint="eastAsia"/>
                <w:szCs w:val="18"/>
              </w:rPr>
              <w:t>V</w:t>
            </w:r>
            <w:r w:rsidRPr="004A3198">
              <w:rPr>
                <w:szCs w:val="18"/>
              </w:rPr>
              <w:t>4.4</w:t>
            </w:r>
            <w:r w:rsidRPr="004A3198">
              <w:rPr>
                <w:rFonts w:hint="eastAsia"/>
                <w:szCs w:val="18"/>
              </w:rPr>
              <w:t>.</w:t>
            </w:r>
            <w:r w:rsidRPr="004A3198">
              <w:rPr>
                <w:szCs w:val="18"/>
              </w:rPr>
              <w:t>0</w:t>
            </w:r>
          </w:p>
        </w:tc>
      </w:tr>
      <w:tr w:rsidR="002E6D9B" w:rsidRPr="004A3198" w14:paraId="4252CAA9" w14:textId="77777777" w:rsidTr="00E301F8">
        <w:tc>
          <w:tcPr>
            <w:tcW w:w="658" w:type="pct"/>
          </w:tcPr>
          <w:p w14:paraId="6DC39A82" w14:textId="77777777" w:rsidR="002E6D9B" w:rsidRPr="004A3198" w:rsidRDefault="002E6D9B" w:rsidP="00E301F8">
            <w:pPr>
              <w:spacing w:beforeLines="0" w:before="0" w:afterLines="0" w:after="0"/>
              <w:rPr>
                <w:szCs w:val="18"/>
              </w:rPr>
            </w:pPr>
            <w:r w:rsidRPr="004A3198">
              <w:rPr>
                <w:szCs w:val="18"/>
              </w:rPr>
              <w:t>同步</w:t>
            </w:r>
            <w:r w:rsidRPr="004A3198">
              <w:rPr>
                <w:szCs w:val="18"/>
              </w:rPr>
              <w:t>/</w:t>
            </w:r>
            <w:r w:rsidRPr="004A3198">
              <w:rPr>
                <w:szCs w:val="18"/>
              </w:rPr>
              <w:t>异步</w:t>
            </w:r>
          </w:p>
        </w:tc>
        <w:tc>
          <w:tcPr>
            <w:tcW w:w="4342" w:type="pct"/>
          </w:tcPr>
          <w:p w14:paraId="040B589A" w14:textId="77777777" w:rsidR="002E6D9B" w:rsidRPr="004A3198" w:rsidRDefault="002E6D9B" w:rsidP="00E301F8">
            <w:pPr>
              <w:spacing w:beforeLines="0" w:before="0" w:afterLines="0" w:after="0"/>
              <w:jc w:val="left"/>
              <w:rPr>
                <w:szCs w:val="18"/>
              </w:rPr>
            </w:pPr>
            <w:r w:rsidRPr="004A3198">
              <w:rPr>
                <w:szCs w:val="18"/>
              </w:rPr>
              <w:t>同步</w:t>
            </w:r>
          </w:p>
        </w:tc>
      </w:tr>
      <w:tr w:rsidR="002E6D9B" w:rsidRPr="004A3198" w14:paraId="0C125734" w14:textId="77777777" w:rsidTr="00E301F8">
        <w:tc>
          <w:tcPr>
            <w:tcW w:w="658" w:type="pct"/>
            <w:tcBorders>
              <w:bottom w:val="single" w:sz="8" w:space="0" w:color="auto"/>
            </w:tcBorders>
          </w:tcPr>
          <w:p w14:paraId="7D359081" w14:textId="77777777" w:rsidR="002E6D9B" w:rsidRPr="004A3198" w:rsidRDefault="002E6D9B" w:rsidP="00E301F8">
            <w:pPr>
              <w:spacing w:beforeLines="0" w:before="0" w:afterLines="0" w:after="0"/>
              <w:rPr>
                <w:szCs w:val="18"/>
              </w:rPr>
            </w:pPr>
            <w:r w:rsidRPr="004A3198">
              <w:rPr>
                <w:szCs w:val="18"/>
              </w:rPr>
              <w:t>可重入性</w:t>
            </w:r>
          </w:p>
        </w:tc>
        <w:tc>
          <w:tcPr>
            <w:tcW w:w="4342" w:type="pct"/>
          </w:tcPr>
          <w:p w14:paraId="0AF5A046" w14:textId="77777777" w:rsidR="002E6D9B" w:rsidRPr="004A3198" w:rsidRDefault="002E6D9B" w:rsidP="00E301F8">
            <w:pPr>
              <w:spacing w:beforeLines="0" w:before="0" w:afterLines="0" w:after="0"/>
              <w:jc w:val="left"/>
              <w:rPr>
                <w:szCs w:val="18"/>
              </w:rPr>
            </w:pPr>
            <w:r w:rsidRPr="004A3198">
              <w:rPr>
                <w:szCs w:val="18"/>
              </w:rPr>
              <w:t>可重入</w:t>
            </w:r>
          </w:p>
        </w:tc>
      </w:tr>
      <w:tr w:rsidR="002E6D9B" w:rsidRPr="004A3198" w14:paraId="0600612B" w14:textId="77777777" w:rsidTr="00E301F8">
        <w:trPr>
          <w:trHeight w:val="561"/>
        </w:trPr>
        <w:tc>
          <w:tcPr>
            <w:tcW w:w="658" w:type="pct"/>
            <w:tcBorders>
              <w:top w:val="single" w:sz="8" w:space="0" w:color="auto"/>
            </w:tcBorders>
          </w:tcPr>
          <w:p w14:paraId="36A81B17" w14:textId="77777777" w:rsidR="002E6D9B" w:rsidRPr="004A3198" w:rsidRDefault="002E6D9B" w:rsidP="00E301F8">
            <w:pPr>
              <w:spacing w:beforeLines="0" w:before="0" w:afterLines="0" w:after="0"/>
              <w:rPr>
                <w:szCs w:val="18"/>
              </w:rPr>
            </w:pPr>
            <w:r w:rsidRPr="004A3198">
              <w:rPr>
                <w:rFonts w:hint="eastAsia"/>
                <w:szCs w:val="18"/>
              </w:rPr>
              <w:t>形参（</w:t>
            </w:r>
            <w:r w:rsidRPr="004A3198">
              <w:rPr>
                <w:rFonts w:hint="eastAsia"/>
                <w:szCs w:val="18"/>
              </w:rPr>
              <w:t>in</w:t>
            </w:r>
            <w:r w:rsidRPr="004A3198">
              <w:rPr>
                <w:rFonts w:hint="eastAsia"/>
                <w:szCs w:val="18"/>
              </w:rPr>
              <w:t>）</w:t>
            </w:r>
          </w:p>
        </w:tc>
        <w:tc>
          <w:tcPr>
            <w:tcW w:w="4342" w:type="pct"/>
            <w:tcBorders>
              <w:top w:val="single" w:sz="8" w:space="0" w:color="auto"/>
            </w:tcBorders>
          </w:tcPr>
          <w:p w14:paraId="6A2419D8" w14:textId="77777777" w:rsidR="002E6D9B" w:rsidRPr="004A3198" w:rsidRDefault="002E6D9B" w:rsidP="00E301F8">
            <w:pPr>
              <w:spacing w:beforeLines="0" w:before="0" w:afterLines="0" w:after="0"/>
              <w:jc w:val="left"/>
              <w:rPr>
                <w:szCs w:val="18"/>
              </w:rPr>
            </w:pPr>
            <w:r>
              <w:rPr>
                <w:rFonts w:cs="Arial" w:hint="eastAsia"/>
              </w:rPr>
              <w:t>None</w:t>
            </w:r>
          </w:p>
        </w:tc>
      </w:tr>
      <w:tr w:rsidR="002E6D9B" w:rsidRPr="004A3198" w14:paraId="06B07BE1" w14:textId="77777777" w:rsidTr="00E301F8">
        <w:tc>
          <w:tcPr>
            <w:tcW w:w="658" w:type="pct"/>
            <w:tcBorders>
              <w:top w:val="single" w:sz="8" w:space="0" w:color="auto"/>
            </w:tcBorders>
          </w:tcPr>
          <w:p w14:paraId="579C5F19" w14:textId="77777777" w:rsidR="002E6D9B" w:rsidRPr="004A3198" w:rsidRDefault="002E6D9B" w:rsidP="00E301F8">
            <w:pPr>
              <w:spacing w:beforeLines="0" w:before="0" w:afterLines="0" w:after="0"/>
              <w:rPr>
                <w:szCs w:val="18"/>
              </w:rPr>
            </w:pPr>
            <w:r w:rsidRPr="004A3198">
              <w:rPr>
                <w:rFonts w:hint="eastAsia"/>
                <w:szCs w:val="18"/>
              </w:rPr>
              <w:t>形参（</w:t>
            </w:r>
            <w:r w:rsidRPr="004A3198">
              <w:rPr>
                <w:rFonts w:hint="eastAsia"/>
                <w:szCs w:val="18"/>
              </w:rPr>
              <w:t>inout</w:t>
            </w:r>
            <w:r w:rsidRPr="004A3198">
              <w:rPr>
                <w:rFonts w:hint="eastAsia"/>
                <w:szCs w:val="18"/>
              </w:rPr>
              <w:t>）</w:t>
            </w:r>
          </w:p>
        </w:tc>
        <w:tc>
          <w:tcPr>
            <w:tcW w:w="4342" w:type="pct"/>
            <w:tcBorders>
              <w:top w:val="single" w:sz="8" w:space="0" w:color="auto"/>
            </w:tcBorders>
          </w:tcPr>
          <w:p w14:paraId="24F92FEE" w14:textId="77777777" w:rsidR="002E6D9B" w:rsidRPr="004A3198" w:rsidRDefault="002E6D9B" w:rsidP="00E301F8">
            <w:pPr>
              <w:spacing w:beforeLines="0" w:before="0" w:afterLines="0" w:after="0"/>
              <w:jc w:val="left"/>
              <w:rPr>
                <w:szCs w:val="18"/>
              </w:rPr>
            </w:pPr>
            <w:r w:rsidRPr="004A3198">
              <w:rPr>
                <w:szCs w:val="18"/>
              </w:rPr>
              <w:t>None</w:t>
            </w:r>
          </w:p>
        </w:tc>
      </w:tr>
      <w:tr w:rsidR="002E6D9B" w:rsidRPr="004A3198" w14:paraId="0730ADE5" w14:textId="77777777" w:rsidTr="00E301F8">
        <w:tc>
          <w:tcPr>
            <w:tcW w:w="658" w:type="pct"/>
          </w:tcPr>
          <w:p w14:paraId="3B8D25FA" w14:textId="77777777" w:rsidR="002E6D9B" w:rsidRPr="004A3198" w:rsidRDefault="002E6D9B" w:rsidP="00E301F8">
            <w:pPr>
              <w:spacing w:beforeLines="0" w:before="0" w:afterLines="0" w:after="0"/>
              <w:rPr>
                <w:szCs w:val="18"/>
              </w:rPr>
            </w:pPr>
            <w:r w:rsidRPr="004A3198">
              <w:rPr>
                <w:rFonts w:hint="eastAsia"/>
                <w:szCs w:val="18"/>
              </w:rPr>
              <w:t>形参（</w:t>
            </w:r>
            <w:r w:rsidRPr="004A3198">
              <w:rPr>
                <w:rFonts w:hint="eastAsia"/>
                <w:szCs w:val="18"/>
              </w:rPr>
              <w:t>out</w:t>
            </w:r>
            <w:r w:rsidRPr="004A3198">
              <w:rPr>
                <w:rFonts w:hint="eastAsia"/>
                <w:szCs w:val="18"/>
              </w:rPr>
              <w:t>）</w:t>
            </w:r>
          </w:p>
        </w:tc>
        <w:tc>
          <w:tcPr>
            <w:tcW w:w="4342" w:type="pct"/>
          </w:tcPr>
          <w:p w14:paraId="30F6CD59" w14:textId="77777777" w:rsidR="002E6D9B" w:rsidRPr="004A3198" w:rsidRDefault="002E6D9B" w:rsidP="00E301F8">
            <w:pPr>
              <w:spacing w:beforeLines="0" w:before="0" w:afterLines="0" w:after="0"/>
              <w:jc w:val="left"/>
              <w:rPr>
                <w:szCs w:val="18"/>
              </w:rPr>
            </w:pPr>
            <w:r w:rsidRPr="004A3198">
              <w:rPr>
                <w:szCs w:val="18"/>
              </w:rPr>
              <w:t>None</w:t>
            </w:r>
          </w:p>
        </w:tc>
      </w:tr>
      <w:tr w:rsidR="005D7391" w:rsidRPr="004A3198" w14:paraId="10341FDF" w14:textId="77777777" w:rsidTr="005D7391">
        <w:tc>
          <w:tcPr>
            <w:tcW w:w="658" w:type="pct"/>
          </w:tcPr>
          <w:p w14:paraId="718BE682" w14:textId="77777777" w:rsidR="005D7391" w:rsidRPr="004A3198" w:rsidRDefault="005D7391" w:rsidP="00E301F8">
            <w:pPr>
              <w:spacing w:beforeLines="0" w:before="0" w:afterLines="0" w:after="0"/>
              <w:rPr>
                <w:szCs w:val="18"/>
              </w:rPr>
            </w:pPr>
            <w:r w:rsidRPr="004A3198">
              <w:rPr>
                <w:szCs w:val="18"/>
              </w:rPr>
              <w:t>函数返回值</w:t>
            </w:r>
          </w:p>
        </w:tc>
        <w:tc>
          <w:tcPr>
            <w:tcW w:w="4342" w:type="pct"/>
          </w:tcPr>
          <w:p w14:paraId="4D56A63C" w14:textId="0AE65B19" w:rsidR="005D7391" w:rsidRPr="004A3198" w:rsidRDefault="005D7391" w:rsidP="00E301F8">
            <w:pPr>
              <w:spacing w:beforeLines="0" w:before="0" w:afterLines="0" w:after="0"/>
              <w:jc w:val="left"/>
              <w:rPr>
                <w:szCs w:val="18"/>
              </w:rPr>
            </w:pPr>
            <w:r>
              <w:rPr>
                <w:szCs w:val="18"/>
              </w:rPr>
              <w:t>None</w:t>
            </w:r>
          </w:p>
        </w:tc>
      </w:tr>
      <w:tr w:rsidR="002E6D9B" w:rsidRPr="004A3198" w14:paraId="0FFE302D" w14:textId="77777777" w:rsidTr="00E301F8">
        <w:tc>
          <w:tcPr>
            <w:tcW w:w="658" w:type="pct"/>
          </w:tcPr>
          <w:p w14:paraId="3AB759D8" w14:textId="77777777" w:rsidR="002E6D9B" w:rsidRPr="004A3198" w:rsidRDefault="002E6D9B" w:rsidP="00E301F8">
            <w:pPr>
              <w:spacing w:beforeLines="0" w:before="0" w:afterLines="0" w:after="0"/>
              <w:rPr>
                <w:szCs w:val="18"/>
              </w:rPr>
            </w:pPr>
            <w:r w:rsidRPr="004A3198">
              <w:rPr>
                <w:szCs w:val="18"/>
              </w:rPr>
              <w:t>描述</w:t>
            </w:r>
          </w:p>
        </w:tc>
        <w:tc>
          <w:tcPr>
            <w:tcW w:w="4342" w:type="pct"/>
          </w:tcPr>
          <w:p w14:paraId="26FE9746" w14:textId="3C5747C6" w:rsidR="002E6D9B" w:rsidRPr="006D6AA8" w:rsidRDefault="005D7391" w:rsidP="00E301F8">
            <w:pPr>
              <w:spacing w:beforeLines="0" w:before="0" w:afterLines="0" w:after="0"/>
              <w:jc w:val="left"/>
              <w:rPr>
                <w:szCs w:val="18"/>
              </w:rPr>
            </w:pPr>
            <w:r w:rsidRPr="005D7391">
              <w:rPr>
                <w:rFonts w:cs="Arial" w:hint="eastAsia"/>
              </w:rPr>
              <w:t>恢复所有中断</w:t>
            </w:r>
          </w:p>
        </w:tc>
      </w:tr>
      <w:tr w:rsidR="002E6D9B" w:rsidRPr="004A3198" w14:paraId="0BF05946" w14:textId="77777777" w:rsidTr="00E301F8">
        <w:tc>
          <w:tcPr>
            <w:tcW w:w="658" w:type="pct"/>
          </w:tcPr>
          <w:p w14:paraId="258AD65C" w14:textId="77777777" w:rsidR="002E6D9B" w:rsidRPr="004A3198" w:rsidRDefault="002E6D9B" w:rsidP="00E301F8">
            <w:pPr>
              <w:spacing w:beforeLines="0" w:before="0" w:afterLines="0" w:after="0"/>
              <w:rPr>
                <w:szCs w:val="18"/>
              </w:rPr>
            </w:pPr>
            <w:r w:rsidRPr="004A3198">
              <w:rPr>
                <w:szCs w:val="18"/>
              </w:rPr>
              <w:t>头文件</w:t>
            </w:r>
          </w:p>
        </w:tc>
        <w:tc>
          <w:tcPr>
            <w:tcW w:w="4342" w:type="pct"/>
          </w:tcPr>
          <w:p w14:paraId="5A4E611C" w14:textId="58925615" w:rsidR="002E6D9B" w:rsidRPr="004A3198" w:rsidRDefault="002E6D9B" w:rsidP="00E301F8">
            <w:pPr>
              <w:spacing w:beforeLines="0" w:before="0" w:afterLines="0" w:after="0"/>
              <w:jc w:val="left"/>
              <w:rPr>
                <w:szCs w:val="18"/>
              </w:rPr>
            </w:pPr>
            <w:r>
              <w:rPr>
                <w:szCs w:val="18"/>
              </w:rPr>
              <w:t>OsIf</w:t>
            </w:r>
            <w:r w:rsidR="00C23C42">
              <w:rPr>
                <w:szCs w:val="18"/>
              </w:rPr>
              <w:t>_Irq</w:t>
            </w:r>
            <w:r w:rsidRPr="004A3198">
              <w:rPr>
                <w:szCs w:val="18"/>
              </w:rPr>
              <w:t>.h</w:t>
            </w:r>
          </w:p>
        </w:tc>
      </w:tr>
      <w:tr w:rsidR="002E6D9B" w:rsidRPr="004A3198" w14:paraId="6811FCA8" w14:textId="77777777" w:rsidTr="00E301F8">
        <w:tc>
          <w:tcPr>
            <w:tcW w:w="658" w:type="pct"/>
          </w:tcPr>
          <w:p w14:paraId="1E9D8DB3" w14:textId="77777777" w:rsidR="002E6D9B" w:rsidRPr="004A3198" w:rsidRDefault="002E6D9B" w:rsidP="00E301F8">
            <w:pPr>
              <w:spacing w:beforeLines="0" w:before="0" w:afterLines="0" w:after="0"/>
              <w:rPr>
                <w:szCs w:val="18"/>
              </w:rPr>
            </w:pPr>
            <w:r w:rsidRPr="004A3198">
              <w:rPr>
                <w:rFonts w:hint="eastAsia"/>
                <w:szCs w:val="18"/>
              </w:rPr>
              <w:t>注意事项</w:t>
            </w:r>
          </w:p>
        </w:tc>
        <w:tc>
          <w:tcPr>
            <w:tcW w:w="4342" w:type="pct"/>
          </w:tcPr>
          <w:p w14:paraId="1D51D981" w14:textId="56EFBC74" w:rsidR="002E6D9B" w:rsidRPr="004A3198" w:rsidRDefault="005D7391" w:rsidP="00E301F8">
            <w:pPr>
              <w:spacing w:beforeLines="0" w:before="0" w:afterLines="0" w:after="0"/>
              <w:jc w:val="left"/>
              <w:rPr>
                <w:szCs w:val="18"/>
              </w:rPr>
            </w:pPr>
            <w:r>
              <w:rPr>
                <w:szCs w:val="18"/>
              </w:rPr>
              <w:t>None</w:t>
            </w:r>
          </w:p>
        </w:tc>
      </w:tr>
      <w:tr w:rsidR="002E6D9B" w:rsidRPr="004A3198" w14:paraId="38C27B0E" w14:textId="77777777" w:rsidTr="00E301F8">
        <w:tc>
          <w:tcPr>
            <w:tcW w:w="658" w:type="pct"/>
          </w:tcPr>
          <w:p w14:paraId="1516AE39" w14:textId="77777777" w:rsidR="002E6D9B" w:rsidRPr="004A3198" w:rsidRDefault="002E6D9B" w:rsidP="00E301F8">
            <w:pPr>
              <w:spacing w:beforeLines="0" w:before="0" w:afterLines="0" w:after="0"/>
              <w:rPr>
                <w:szCs w:val="18"/>
              </w:rPr>
            </w:pPr>
            <w:r w:rsidRPr="004A3198">
              <w:rPr>
                <w:rFonts w:hint="eastAsia"/>
                <w:szCs w:val="18"/>
              </w:rPr>
              <w:t>配置项</w:t>
            </w:r>
          </w:p>
        </w:tc>
        <w:tc>
          <w:tcPr>
            <w:tcW w:w="4342" w:type="pct"/>
          </w:tcPr>
          <w:p w14:paraId="2226777B" w14:textId="77777777" w:rsidR="002E6D9B" w:rsidRPr="004A3198" w:rsidRDefault="002E6D9B" w:rsidP="00E301F8">
            <w:pPr>
              <w:spacing w:beforeLines="0" w:before="0" w:afterLines="0" w:after="0"/>
              <w:jc w:val="left"/>
              <w:rPr>
                <w:szCs w:val="18"/>
              </w:rPr>
            </w:pPr>
            <w:r>
              <w:rPr>
                <w:szCs w:val="18"/>
              </w:rPr>
              <w:t>None</w:t>
            </w:r>
          </w:p>
        </w:tc>
      </w:tr>
      <w:tr w:rsidR="005D7391" w:rsidRPr="004A3198" w14:paraId="10CD8867" w14:textId="77777777" w:rsidTr="00E90428">
        <w:trPr>
          <w:trHeight w:val="384"/>
        </w:trPr>
        <w:tc>
          <w:tcPr>
            <w:tcW w:w="658" w:type="pct"/>
          </w:tcPr>
          <w:p w14:paraId="17F7ABF8" w14:textId="77777777" w:rsidR="005D7391" w:rsidRPr="004A3198" w:rsidRDefault="005D7391" w:rsidP="00E301F8">
            <w:pPr>
              <w:spacing w:beforeLines="0" w:before="0" w:afterLines="0" w:after="0"/>
              <w:rPr>
                <w:szCs w:val="18"/>
              </w:rPr>
            </w:pPr>
            <w:r w:rsidRPr="004A3198">
              <w:rPr>
                <w:rFonts w:hint="eastAsia"/>
                <w:szCs w:val="18"/>
              </w:rPr>
              <w:t>D</w:t>
            </w:r>
            <w:r w:rsidRPr="004A3198">
              <w:rPr>
                <w:szCs w:val="18"/>
              </w:rPr>
              <w:t>ET</w:t>
            </w:r>
          </w:p>
        </w:tc>
        <w:tc>
          <w:tcPr>
            <w:tcW w:w="4342" w:type="pct"/>
          </w:tcPr>
          <w:p w14:paraId="237D164F" w14:textId="4E462070" w:rsidR="005D7391" w:rsidRPr="004A3198" w:rsidRDefault="00642478" w:rsidP="00E90428">
            <w:pPr>
              <w:spacing w:beforeLines="0" w:before="0" w:afterLines="0" w:after="0"/>
              <w:jc w:val="left"/>
            </w:pPr>
            <w:r w:rsidRPr="004A3198">
              <w:rPr>
                <w:rFonts w:hint="eastAsia"/>
                <w:szCs w:val="18"/>
              </w:rPr>
              <w:t>None</w:t>
            </w:r>
          </w:p>
        </w:tc>
      </w:tr>
      <w:tr w:rsidR="002E6D9B" w:rsidRPr="004A3198" w14:paraId="548422BC" w14:textId="77777777" w:rsidTr="00E301F8">
        <w:tc>
          <w:tcPr>
            <w:tcW w:w="658" w:type="pct"/>
          </w:tcPr>
          <w:p w14:paraId="306CDB63" w14:textId="77777777" w:rsidR="002E6D9B" w:rsidRPr="004A3198" w:rsidRDefault="002E6D9B" w:rsidP="00E301F8">
            <w:pPr>
              <w:spacing w:beforeLines="0" w:before="0" w:afterLines="0" w:after="0"/>
              <w:rPr>
                <w:szCs w:val="18"/>
              </w:rPr>
            </w:pPr>
            <w:r w:rsidRPr="004A3198">
              <w:rPr>
                <w:rFonts w:hint="eastAsia"/>
                <w:szCs w:val="18"/>
              </w:rPr>
              <w:t>D</w:t>
            </w:r>
            <w:r w:rsidRPr="004A3198">
              <w:rPr>
                <w:szCs w:val="18"/>
              </w:rPr>
              <w:t>EM</w:t>
            </w:r>
          </w:p>
        </w:tc>
        <w:tc>
          <w:tcPr>
            <w:tcW w:w="4342" w:type="pct"/>
          </w:tcPr>
          <w:p w14:paraId="5B29252D" w14:textId="77777777" w:rsidR="002E6D9B" w:rsidRPr="004A3198" w:rsidRDefault="002E6D9B" w:rsidP="00E301F8">
            <w:pPr>
              <w:spacing w:beforeLines="0" w:before="0" w:afterLines="0" w:after="0"/>
              <w:jc w:val="left"/>
              <w:rPr>
                <w:szCs w:val="18"/>
              </w:rPr>
            </w:pPr>
            <w:r w:rsidRPr="004A3198">
              <w:rPr>
                <w:rFonts w:hint="eastAsia"/>
                <w:szCs w:val="18"/>
              </w:rPr>
              <w:t>None</w:t>
            </w:r>
          </w:p>
        </w:tc>
      </w:tr>
      <w:tr w:rsidR="002E6D9B" w:rsidRPr="004A3198" w14:paraId="5B25BED4" w14:textId="77777777" w:rsidTr="00E301F8">
        <w:tc>
          <w:tcPr>
            <w:tcW w:w="658" w:type="pct"/>
          </w:tcPr>
          <w:p w14:paraId="6C357C02" w14:textId="77777777" w:rsidR="002E6D9B" w:rsidRPr="004A3198" w:rsidRDefault="002E6D9B" w:rsidP="00E301F8">
            <w:pPr>
              <w:spacing w:beforeLines="0" w:before="0" w:afterLines="0" w:after="0"/>
              <w:rPr>
                <w:szCs w:val="18"/>
              </w:rPr>
            </w:pPr>
            <w:r w:rsidRPr="004A3198">
              <w:rPr>
                <w:rFonts w:hint="eastAsia"/>
                <w:szCs w:val="18"/>
              </w:rPr>
              <w:t>实施建议</w:t>
            </w:r>
          </w:p>
        </w:tc>
        <w:tc>
          <w:tcPr>
            <w:tcW w:w="4342" w:type="pct"/>
          </w:tcPr>
          <w:p w14:paraId="5AE34047" w14:textId="73984C18" w:rsidR="002E6D9B" w:rsidRPr="004A3198" w:rsidRDefault="00E90428" w:rsidP="00E301F8">
            <w:pPr>
              <w:spacing w:beforeLines="0" w:before="0" w:afterLines="0" w:after="0"/>
              <w:jc w:val="left"/>
              <w:rPr>
                <w:szCs w:val="18"/>
              </w:rPr>
            </w:pPr>
            <w:r w:rsidRPr="004A3198">
              <w:rPr>
                <w:rFonts w:hint="eastAsia"/>
                <w:szCs w:val="18"/>
              </w:rPr>
              <w:t>None</w:t>
            </w:r>
          </w:p>
        </w:tc>
      </w:tr>
    </w:tbl>
    <w:p w14:paraId="5216BF74" w14:textId="77777777" w:rsidR="002E6D9B" w:rsidRPr="004A3198" w:rsidRDefault="002E6D9B" w:rsidP="002E6D9B">
      <w:pPr>
        <w:spacing w:before="180" w:after="180"/>
      </w:pPr>
    </w:p>
    <w:p w14:paraId="0B93A26D" w14:textId="499E5CBA" w:rsidR="002E6D9B" w:rsidRPr="004A3198" w:rsidRDefault="00C23C42" w:rsidP="002E6D9B">
      <w:pPr>
        <w:pStyle w:val="4"/>
      </w:pPr>
      <w:r>
        <w:rPr>
          <w:rFonts w:hint="eastAsia"/>
        </w:rPr>
        <w:t>Os</w:t>
      </w:r>
      <w:r>
        <w:t>If_</w:t>
      </w:r>
      <w:r w:rsidR="002E6D9B">
        <w:t>SuspendAllInterrupts</w:t>
      </w:r>
    </w:p>
    <w:p w14:paraId="39CAE4A6" w14:textId="1030F780" w:rsidR="002E6D9B" w:rsidRPr="004A3198" w:rsidRDefault="002E6D9B" w:rsidP="002E6D9B">
      <w:pPr>
        <w:pStyle w:val="a5"/>
        <w:keepNext/>
        <w:spacing w:before="180" w:after="180"/>
      </w:pPr>
      <w:bookmarkStart w:id="88" w:name="_Toc172385523"/>
      <w:r w:rsidRPr="004A3198">
        <w:rPr>
          <w:rFonts w:hint="eastAsia"/>
        </w:rPr>
        <w:t>表</w:t>
      </w:r>
      <w:r w:rsidR="00DA6829">
        <w:fldChar w:fldCharType="begin"/>
      </w:r>
      <w:r w:rsidR="00DA6829">
        <w:instrText xml:space="preserve"> </w:instrText>
      </w:r>
      <w:r w:rsidR="00DA6829">
        <w:rPr>
          <w:rFonts w:hint="eastAsia"/>
        </w:rPr>
        <w:instrText>STYLEREF 1 \s</w:instrText>
      </w:r>
      <w:r w:rsidR="00DA6829">
        <w:instrText xml:space="preserve"> </w:instrText>
      </w:r>
      <w:r w:rsidR="00DA6829">
        <w:fldChar w:fldCharType="separate"/>
      </w:r>
      <w:r w:rsidR="005B7742">
        <w:rPr>
          <w:noProof/>
        </w:rPr>
        <w:t>3</w:t>
      </w:r>
      <w:r w:rsidR="00DA6829">
        <w:fldChar w:fldCharType="end"/>
      </w:r>
      <w:r w:rsidR="00DA6829">
        <w:noBreakHyphen/>
      </w:r>
      <w:r w:rsidR="00DA6829">
        <w:fldChar w:fldCharType="begin"/>
      </w:r>
      <w:r w:rsidR="00DA6829">
        <w:instrText xml:space="preserve"> </w:instrText>
      </w:r>
      <w:r w:rsidR="00DA6829">
        <w:rPr>
          <w:rFonts w:hint="eastAsia"/>
        </w:rPr>
        <w:instrText xml:space="preserve">SEQ </w:instrText>
      </w:r>
      <w:r w:rsidR="00DA6829">
        <w:rPr>
          <w:rFonts w:hint="eastAsia"/>
        </w:rPr>
        <w:instrText>表</w:instrText>
      </w:r>
      <w:r w:rsidR="00DA6829">
        <w:rPr>
          <w:rFonts w:hint="eastAsia"/>
        </w:rPr>
        <w:instrText xml:space="preserve"> \* ARABIC \s 1</w:instrText>
      </w:r>
      <w:r w:rsidR="00DA6829">
        <w:instrText xml:space="preserve"> </w:instrText>
      </w:r>
      <w:r w:rsidR="00DA6829">
        <w:fldChar w:fldCharType="separate"/>
      </w:r>
      <w:r w:rsidR="005B7742">
        <w:rPr>
          <w:noProof/>
        </w:rPr>
        <w:t>9</w:t>
      </w:r>
      <w:r w:rsidR="00DA6829">
        <w:fldChar w:fldCharType="end"/>
      </w:r>
      <w:r w:rsidRPr="004A3198">
        <w:t xml:space="preserve"> </w:t>
      </w:r>
      <w:r w:rsidRPr="003E786B">
        <w:t xml:space="preserve"> </w:t>
      </w:r>
      <w:r w:rsidR="00620104">
        <w:rPr>
          <w:rFonts w:hint="eastAsia"/>
        </w:rPr>
        <w:t>OsIf</w:t>
      </w:r>
      <w:r w:rsidR="00620104">
        <w:t>_</w:t>
      </w:r>
      <w:r>
        <w:t>SuspendAllInterrupts</w:t>
      </w:r>
      <w:r w:rsidRPr="004A3198">
        <w:rPr>
          <w:rFonts w:hint="eastAsia"/>
        </w:rPr>
        <w:t>函数</w:t>
      </w:r>
      <w:bookmarkEnd w:id="88"/>
    </w:p>
    <w:tbl>
      <w:tblPr>
        <w:tblStyle w:val="MCU"/>
        <w:tblW w:w="5000" w:type="pct"/>
        <w:tblLayout w:type="fixed"/>
        <w:tblLook w:val="04A0" w:firstRow="1" w:lastRow="0" w:firstColumn="1" w:lastColumn="0" w:noHBand="0" w:noVBand="1"/>
      </w:tblPr>
      <w:tblGrid>
        <w:gridCol w:w="1184"/>
        <w:gridCol w:w="7812"/>
      </w:tblGrid>
      <w:tr w:rsidR="002E6D9B" w:rsidRPr="004A3198" w14:paraId="69B00561" w14:textId="77777777" w:rsidTr="00E301F8">
        <w:trPr>
          <w:cnfStyle w:val="100000000000" w:firstRow="1" w:lastRow="0" w:firstColumn="0" w:lastColumn="0" w:oddVBand="0" w:evenVBand="0" w:oddHBand="0" w:evenHBand="0" w:firstRowFirstColumn="0" w:firstRowLastColumn="0" w:lastRowFirstColumn="0" w:lastRowLastColumn="0"/>
          <w:tblHeader w:val="0"/>
        </w:trPr>
        <w:tc>
          <w:tcPr>
            <w:tcW w:w="658" w:type="pct"/>
            <w:vAlign w:val="top"/>
          </w:tcPr>
          <w:p w14:paraId="37B28A5C" w14:textId="77777777" w:rsidR="002E6D9B" w:rsidRPr="004A3198" w:rsidRDefault="002E6D9B" w:rsidP="00E301F8">
            <w:pPr>
              <w:spacing w:beforeLines="0" w:before="0" w:afterLines="0" w:after="0"/>
              <w:jc w:val="left"/>
              <w:rPr>
                <w:rFonts w:ascii="Century Schoolbook" w:hAnsi="Century Schoolbook"/>
                <w:szCs w:val="18"/>
              </w:rPr>
            </w:pPr>
            <w:r w:rsidRPr="004A3198">
              <w:rPr>
                <w:rFonts w:ascii="Century Schoolbook" w:hAnsi="Century Schoolbook" w:hint="eastAsia"/>
                <w:szCs w:val="18"/>
              </w:rPr>
              <w:t>名称</w:t>
            </w:r>
          </w:p>
        </w:tc>
        <w:tc>
          <w:tcPr>
            <w:tcW w:w="4342" w:type="pct"/>
            <w:vAlign w:val="top"/>
          </w:tcPr>
          <w:p w14:paraId="5772C9AE" w14:textId="77777777" w:rsidR="002E6D9B" w:rsidRPr="004A3198" w:rsidRDefault="002E6D9B" w:rsidP="00E301F8">
            <w:pPr>
              <w:spacing w:beforeLines="0" w:before="0" w:afterLines="0" w:after="0"/>
              <w:jc w:val="left"/>
              <w:rPr>
                <w:rFonts w:ascii="Century Schoolbook" w:hAnsi="Century Schoolbook"/>
                <w:szCs w:val="18"/>
              </w:rPr>
            </w:pPr>
            <w:r w:rsidRPr="004A3198">
              <w:rPr>
                <w:rFonts w:ascii="Century Schoolbook" w:hAnsi="Century Schoolbook" w:hint="eastAsia"/>
                <w:szCs w:val="18"/>
              </w:rPr>
              <w:t>规约介绍</w:t>
            </w:r>
          </w:p>
        </w:tc>
      </w:tr>
      <w:tr w:rsidR="002E6D9B" w:rsidRPr="004A3198" w14:paraId="4B56F22B" w14:textId="77777777" w:rsidTr="00E301F8">
        <w:tc>
          <w:tcPr>
            <w:tcW w:w="658" w:type="pct"/>
          </w:tcPr>
          <w:p w14:paraId="20CB4D08" w14:textId="77777777" w:rsidR="002E6D9B" w:rsidRPr="004A3198" w:rsidRDefault="002E6D9B" w:rsidP="00E301F8">
            <w:pPr>
              <w:spacing w:beforeLines="0" w:before="0" w:afterLines="0" w:after="0"/>
              <w:rPr>
                <w:szCs w:val="18"/>
              </w:rPr>
            </w:pPr>
            <w:r w:rsidRPr="004A3198">
              <w:rPr>
                <w:szCs w:val="18"/>
              </w:rPr>
              <w:t>规约号</w:t>
            </w:r>
          </w:p>
        </w:tc>
        <w:tc>
          <w:tcPr>
            <w:tcW w:w="4342" w:type="pct"/>
          </w:tcPr>
          <w:p w14:paraId="3256E9E0" w14:textId="77777777" w:rsidR="002E6D9B" w:rsidRPr="004A3198" w:rsidRDefault="002E6D9B" w:rsidP="00E301F8">
            <w:pPr>
              <w:spacing w:beforeLines="0" w:before="0" w:afterLines="0" w:after="0"/>
              <w:jc w:val="left"/>
              <w:rPr>
                <w:szCs w:val="18"/>
              </w:rPr>
            </w:pPr>
            <w:r>
              <w:rPr>
                <w:rFonts w:hint="eastAsia"/>
                <w:szCs w:val="18"/>
              </w:rPr>
              <w:t>无</w:t>
            </w:r>
          </w:p>
        </w:tc>
      </w:tr>
      <w:tr w:rsidR="002E6D9B" w:rsidRPr="004A3198" w14:paraId="1A56E35E" w14:textId="77777777" w:rsidTr="00E301F8">
        <w:tc>
          <w:tcPr>
            <w:tcW w:w="658" w:type="pct"/>
          </w:tcPr>
          <w:p w14:paraId="61953383" w14:textId="77777777" w:rsidR="002E6D9B" w:rsidRPr="004A3198" w:rsidRDefault="002E6D9B" w:rsidP="00E301F8">
            <w:pPr>
              <w:spacing w:beforeLines="0" w:before="0" w:afterLines="0" w:after="0"/>
              <w:rPr>
                <w:szCs w:val="18"/>
              </w:rPr>
            </w:pPr>
            <w:r w:rsidRPr="004A3198">
              <w:rPr>
                <w:szCs w:val="18"/>
              </w:rPr>
              <w:t>接口名称</w:t>
            </w:r>
          </w:p>
        </w:tc>
        <w:tc>
          <w:tcPr>
            <w:tcW w:w="4342" w:type="pct"/>
          </w:tcPr>
          <w:p w14:paraId="33E604E7" w14:textId="08C47EE7" w:rsidR="002E6D9B" w:rsidRPr="004A3198" w:rsidRDefault="00620104" w:rsidP="00E301F8">
            <w:pPr>
              <w:spacing w:beforeLines="0" w:before="0" w:afterLines="0" w:after="0"/>
              <w:jc w:val="left"/>
              <w:rPr>
                <w:szCs w:val="18"/>
              </w:rPr>
            </w:pPr>
            <w:r>
              <w:rPr>
                <w:szCs w:val="18"/>
              </w:rPr>
              <w:t>OsIf_</w:t>
            </w:r>
            <w:r w:rsidR="002E6D9B">
              <w:rPr>
                <w:szCs w:val="18"/>
              </w:rPr>
              <w:t>SuspendAllInterrupts</w:t>
            </w:r>
          </w:p>
        </w:tc>
      </w:tr>
      <w:tr w:rsidR="002E6D9B" w:rsidRPr="004A3198" w14:paraId="39924FAE" w14:textId="77777777" w:rsidTr="00E301F8">
        <w:tc>
          <w:tcPr>
            <w:tcW w:w="658" w:type="pct"/>
          </w:tcPr>
          <w:p w14:paraId="125D51A3" w14:textId="77777777" w:rsidR="002E6D9B" w:rsidRPr="004A3198" w:rsidRDefault="002E6D9B" w:rsidP="00E301F8">
            <w:pPr>
              <w:spacing w:beforeLines="0" w:before="0" w:afterLines="0" w:after="0"/>
              <w:rPr>
                <w:szCs w:val="18"/>
              </w:rPr>
            </w:pPr>
            <w:r w:rsidRPr="004A3198">
              <w:rPr>
                <w:szCs w:val="18"/>
              </w:rPr>
              <w:t>函数原型</w:t>
            </w:r>
          </w:p>
        </w:tc>
        <w:tc>
          <w:tcPr>
            <w:tcW w:w="4342" w:type="pct"/>
          </w:tcPr>
          <w:p w14:paraId="21118E71" w14:textId="27A28E08" w:rsidR="002E6D9B" w:rsidRPr="004A3198" w:rsidRDefault="00DC67A1" w:rsidP="00E301F8">
            <w:pPr>
              <w:spacing w:beforeLines="0" w:before="0" w:afterLines="0" w:after="0"/>
              <w:jc w:val="left"/>
              <w:rPr>
                <w:szCs w:val="18"/>
              </w:rPr>
            </w:pPr>
            <w:r w:rsidRPr="00DC67A1">
              <w:rPr>
                <w:rFonts w:cs="Arial"/>
              </w:rPr>
              <w:t xml:space="preserve">void </w:t>
            </w:r>
            <w:r w:rsidR="00620104">
              <w:rPr>
                <w:rFonts w:cs="Arial"/>
              </w:rPr>
              <w:t>OsIf_</w:t>
            </w:r>
            <w:r w:rsidRPr="00DC67A1">
              <w:rPr>
                <w:rFonts w:cs="Arial"/>
              </w:rPr>
              <w:t>SuspendAllInterrupts(void)</w:t>
            </w:r>
          </w:p>
        </w:tc>
      </w:tr>
      <w:tr w:rsidR="002E6D9B" w:rsidRPr="004A3198" w14:paraId="18939CE5" w14:textId="77777777" w:rsidTr="00E301F8">
        <w:tc>
          <w:tcPr>
            <w:tcW w:w="658" w:type="pct"/>
          </w:tcPr>
          <w:p w14:paraId="3D079CC1" w14:textId="77777777" w:rsidR="002E6D9B" w:rsidRPr="004A3198" w:rsidRDefault="002E6D9B" w:rsidP="00E301F8">
            <w:pPr>
              <w:spacing w:beforeLines="0" w:before="0" w:afterLines="0" w:after="0"/>
              <w:rPr>
                <w:szCs w:val="18"/>
              </w:rPr>
            </w:pPr>
            <w:r w:rsidRPr="004A3198">
              <w:rPr>
                <w:szCs w:val="18"/>
              </w:rPr>
              <w:lastRenderedPageBreak/>
              <w:t>服务</w:t>
            </w:r>
            <w:r w:rsidRPr="004A3198">
              <w:rPr>
                <w:szCs w:val="18"/>
              </w:rPr>
              <w:t xml:space="preserve"> ID</w:t>
            </w:r>
          </w:p>
        </w:tc>
        <w:tc>
          <w:tcPr>
            <w:tcW w:w="4342" w:type="pct"/>
          </w:tcPr>
          <w:p w14:paraId="68156A15" w14:textId="7BCD5391" w:rsidR="002E6D9B" w:rsidRPr="004A3198" w:rsidRDefault="00DC67A1" w:rsidP="00E301F8">
            <w:pPr>
              <w:spacing w:beforeLines="0" w:before="0" w:afterLines="0" w:after="0"/>
              <w:jc w:val="left"/>
              <w:rPr>
                <w:szCs w:val="18"/>
              </w:rPr>
            </w:pPr>
            <w:r>
              <w:rPr>
                <w:szCs w:val="18"/>
              </w:rPr>
              <w:t>NA</w:t>
            </w:r>
          </w:p>
        </w:tc>
      </w:tr>
      <w:tr w:rsidR="002E6D9B" w:rsidRPr="004A3198" w14:paraId="1B372D3C" w14:textId="77777777" w:rsidTr="00E301F8">
        <w:tc>
          <w:tcPr>
            <w:tcW w:w="658" w:type="pct"/>
          </w:tcPr>
          <w:p w14:paraId="71F6BAEE" w14:textId="77777777" w:rsidR="002E6D9B" w:rsidRPr="004A3198" w:rsidRDefault="002E6D9B" w:rsidP="00E301F8">
            <w:pPr>
              <w:spacing w:beforeLines="0" w:before="0" w:afterLines="0" w:after="0"/>
              <w:rPr>
                <w:szCs w:val="18"/>
              </w:rPr>
            </w:pPr>
            <w:r w:rsidRPr="004A3198">
              <w:rPr>
                <w:rFonts w:hint="eastAsia"/>
                <w:szCs w:val="18"/>
              </w:rPr>
              <w:t>支持版本</w:t>
            </w:r>
          </w:p>
        </w:tc>
        <w:tc>
          <w:tcPr>
            <w:tcW w:w="4342" w:type="pct"/>
          </w:tcPr>
          <w:p w14:paraId="216E3014" w14:textId="77777777" w:rsidR="002E6D9B" w:rsidRPr="004A3198" w:rsidRDefault="002E6D9B" w:rsidP="00E301F8">
            <w:pPr>
              <w:spacing w:beforeLines="0" w:before="0" w:afterLines="0" w:after="0"/>
              <w:jc w:val="left"/>
              <w:rPr>
                <w:szCs w:val="18"/>
              </w:rPr>
            </w:pPr>
            <w:r w:rsidRPr="004A3198">
              <w:rPr>
                <w:rFonts w:hint="eastAsia"/>
                <w:szCs w:val="18"/>
              </w:rPr>
              <w:t>V</w:t>
            </w:r>
            <w:r w:rsidRPr="004A3198">
              <w:rPr>
                <w:szCs w:val="18"/>
              </w:rPr>
              <w:t>4.4</w:t>
            </w:r>
            <w:r w:rsidRPr="004A3198">
              <w:rPr>
                <w:rFonts w:hint="eastAsia"/>
                <w:szCs w:val="18"/>
              </w:rPr>
              <w:t>.</w:t>
            </w:r>
            <w:r w:rsidRPr="004A3198">
              <w:rPr>
                <w:szCs w:val="18"/>
              </w:rPr>
              <w:t>0</w:t>
            </w:r>
          </w:p>
        </w:tc>
      </w:tr>
      <w:tr w:rsidR="002E6D9B" w:rsidRPr="004A3198" w14:paraId="49BB35B3" w14:textId="77777777" w:rsidTr="00E301F8">
        <w:tc>
          <w:tcPr>
            <w:tcW w:w="658" w:type="pct"/>
          </w:tcPr>
          <w:p w14:paraId="2ECF1297" w14:textId="77777777" w:rsidR="002E6D9B" w:rsidRPr="004A3198" w:rsidRDefault="002E6D9B" w:rsidP="00E301F8">
            <w:pPr>
              <w:spacing w:beforeLines="0" w:before="0" w:afterLines="0" w:after="0"/>
              <w:rPr>
                <w:szCs w:val="18"/>
              </w:rPr>
            </w:pPr>
            <w:r w:rsidRPr="004A3198">
              <w:rPr>
                <w:szCs w:val="18"/>
              </w:rPr>
              <w:t>同步</w:t>
            </w:r>
            <w:r w:rsidRPr="004A3198">
              <w:rPr>
                <w:szCs w:val="18"/>
              </w:rPr>
              <w:t>/</w:t>
            </w:r>
            <w:r w:rsidRPr="004A3198">
              <w:rPr>
                <w:szCs w:val="18"/>
              </w:rPr>
              <w:t>异步</w:t>
            </w:r>
          </w:p>
        </w:tc>
        <w:tc>
          <w:tcPr>
            <w:tcW w:w="4342" w:type="pct"/>
          </w:tcPr>
          <w:p w14:paraId="590902BF" w14:textId="77777777" w:rsidR="002E6D9B" w:rsidRPr="004A3198" w:rsidRDefault="002E6D9B" w:rsidP="00E301F8">
            <w:pPr>
              <w:spacing w:beforeLines="0" w:before="0" w:afterLines="0" w:after="0"/>
              <w:jc w:val="left"/>
              <w:rPr>
                <w:szCs w:val="18"/>
              </w:rPr>
            </w:pPr>
            <w:r w:rsidRPr="004A3198">
              <w:rPr>
                <w:szCs w:val="18"/>
              </w:rPr>
              <w:t>同步</w:t>
            </w:r>
          </w:p>
        </w:tc>
      </w:tr>
      <w:tr w:rsidR="002E6D9B" w:rsidRPr="004A3198" w14:paraId="647EE26C" w14:textId="77777777" w:rsidTr="00E301F8">
        <w:tc>
          <w:tcPr>
            <w:tcW w:w="658" w:type="pct"/>
            <w:tcBorders>
              <w:bottom w:val="single" w:sz="8" w:space="0" w:color="auto"/>
            </w:tcBorders>
          </w:tcPr>
          <w:p w14:paraId="2E07E57A" w14:textId="77777777" w:rsidR="002E6D9B" w:rsidRPr="004A3198" w:rsidRDefault="002E6D9B" w:rsidP="00E301F8">
            <w:pPr>
              <w:spacing w:beforeLines="0" w:before="0" w:afterLines="0" w:after="0"/>
              <w:rPr>
                <w:szCs w:val="18"/>
              </w:rPr>
            </w:pPr>
            <w:r w:rsidRPr="004A3198">
              <w:rPr>
                <w:szCs w:val="18"/>
              </w:rPr>
              <w:t>可重入性</w:t>
            </w:r>
          </w:p>
        </w:tc>
        <w:tc>
          <w:tcPr>
            <w:tcW w:w="4342" w:type="pct"/>
          </w:tcPr>
          <w:p w14:paraId="7FFB3DCD" w14:textId="77777777" w:rsidR="002E6D9B" w:rsidRPr="004A3198" w:rsidRDefault="002E6D9B" w:rsidP="00E301F8">
            <w:pPr>
              <w:spacing w:beforeLines="0" w:before="0" w:afterLines="0" w:after="0"/>
              <w:jc w:val="left"/>
              <w:rPr>
                <w:szCs w:val="18"/>
              </w:rPr>
            </w:pPr>
            <w:r w:rsidRPr="004A3198">
              <w:rPr>
                <w:szCs w:val="18"/>
              </w:rPr>
              <w:t>可重入</w:t>
            </w:r>
          </w:p>
        </w:tc>
      </w:tr>
      <w:tr w:rsidR="002E6D9B" w:rsidRPr="004A3198" w14:paraId="19CF57E6" w14:textId="77777777" w:rsidTr="00E301F8">
        <w:trPr>
          <w:trHeight w:val="561"/>
        </w:trPr>
        <w:tc>
          <w:tcPr>
            <w:tcW w:w="658" w:type="pct"/>
            <w:tcBorders>
              <w:top w:val="single" w:sz="8" w:space="0" w:color="auto"/>
            </w:tcBorders>
          </w:tcPr>
          <w:p w14:paraId="72C13A4C" w14:textId="77777777" w:rsidR="002E6D9B" w:rsidRPr="004A3198" w:rsidRDefault="002E6D9B" w:rsidP="00E301F8">
            <w:pPr>
              <w:spacing w:beforeLines="0" w:before="0" w:afterLines="0" w:after="0"/>
              <w:rPr>
                <w:szCs w:val="18"/>
              </w:rPr>
            </w:pPr>
            <w:r w:rsidRPr="004A3198">
              <w:rPr>
                <w:rFonts w:hint="eastAsia"/>
                <w:szCs w:val="18"/>
              </w:rPr>
              <w:t>形参（</w:t>
            </w:r>
            <w:r w:rsidRPr="004A3198">
              <w:rPr>
                <w:rFonts w:hint="eastAsia"/>
                <w:szCs w:val="18"/>
              </w:rPr>
              <w:t>in</w:t>
            </w:r>
            <w:r w:rsidRPr="004A3198">
              <w:rPr>
                <w:rFonts w:hint="eastAsia"/>
                <w:szCs w:val="18"/>
              </w:rPr>
              <w:t>）</w:t>
            </w:r>
          </w:p>
        </w:tc>
        <w:tc>
          <w:tcPr>
            <w:tcW w:w="4342" w:type="pct"/>
            <w:tcBorders>
              <w:top w:val="single" w:sz="8" w:space="0" w:color="auto"/>
            </w:tcBorders>
          </w:tcPr>
          <w:p w14:paraId="79E6797B" w14:textId="77777777" w:rsidR="002E6D9B" w:rsidRPr="004A3198" w:rsidRDefault="002E6D9B" w:rsidP="00E301F8">
            <w:pPr>
              <w:spacing w:beforeLines="0" w:before="0" w:afterLines="0" w:after="0"/>
              <w:jc w:val="left"/>
              <w:rPr>
                <w:szCs w:val="18"/>
              </w:rPr>
            </w:pPr>
            <w:r>
              <w:rPr>
                <w:rFonts w:cs="Arial" w:hint="eastAsia"/>
              </w:rPr>
              <w:t>None</w:t>
            </w:r>
          </w:p>
        </w:tc>
      </w:tr>
      <w:tr w:rsidR="002E6D9B" w:rsidRPr="004A3198" w14:paraId="33F0D07C" w14:textId="77777777" w:rsidTr="00E301F8">
        <w:tc>
          <w:tcPr>
            <w:tcW w:w="658" w:type="pct"/>
            <w:tcBorders>
              <w:top w:val="single" w:sz="8" w:space="0" w:color="auto"/>
            </w:tcBorders>
          </w:tcPr>
          <w:p w14:paraId="426BE1E7" w14:textId="77777777" w:rsidR="002E6D9B" w:rsidRPr="004A3198" w:rsidRDefault="002E6D9B" w:rsidP="00E301F8">
            <w:pPr>
              <w:spacing w:beforeLines="0" w:before="0" w:afterLines="0" w:after="0"/>
              <w:rPr>
                <w:szCs w:val="18"/>
              </w:rPr>
            </w:pPr>
            <w:r w:rsidRPr="004A3198">
              <w:rPr>
                <w:rFonts w:hint="eastAsia"/>
                <w:szCs w:val="18"/>
              </w:rPr>
              <w:t>形参（</w:t>
            </w:r>
            <w:r w:rsidRPr="004A3198">
              <w:rPr>
                <w:rFonts w:hint="eastAsia"/>
                <w:szCs w:val="18"/>
              </w:rPr>
              <w:t>inout</w:t>
            </w:r>
            <w:r w:rsidRPr="004A3198">
              <w:rPr>
                <w:rFonts w:hint="eastAsia"/>
                <w:szCs w:val="18"/>
              </w:rPr>
              <w:t>）</w:t>
            </w:r>
          </w:p>
        </w:tc>
        <w:tc>
          <w:tcPr>
            <w:tcW w:w="4342" w:type="pct"/>
            <w:tcBorders>
              <w:top w:val="single" w:sz="8" w:space="0" w:color="auto"/>
            </w:tcBorders>
          </w:tcPr>
          <w:p w14:paraId="3FC64278" w14:textId="77777777" w:rsidR="002E6D9B" w:rsidRPr="004A3198" w:rsidRDefault="002E6D9B" w:rsidP="00E301F8">
            <w:pPr>
              <w:spacing w:beforeLines="0" w:before="0" w:afterLines="0" w:after="0"/>
              <w:jc w:val="left"/>
              <w:rPr>
                <w:szCs w:val="18"/>
              </w:rPr>
            </w:pPr>
            <w:r w:rsidRPr="004A3198">
              <w:rPr>
                <w:szCs w:val="18"/>
              </w:rPr>
              <w:t>None</w:t>
            </w:r>
          </w:p>
        </w:tc>
      </w:tr>
      <w:tr w:rsidR="002E6D9B" w:rsidRPr="004A3198" w14:paraId="5699639B" w14:textId="77777777" w:rsidTr="00E301F8">
        <w:tc>
          <w:tcPr>
            <w:tcW w:w="658" w:type="pct"/>
          </w:tcPr>
          <w:p w14:paraId="387AE530" w14:textId="77777777" w:rsidR="002E6D9B" w:rsidRPr="004A3198" w:rsidRDefault="002E6D9B" w:rsidP="00E301F8">
            <w:pPr>
              <w:spacing w:beforeLines="0" w:before="0" w:afterLines="0" w:after="0"/>
              <w:rPr>
                <w:szCs w:val="18"/>
              </w:rPr>
            </w:pPr>
            <w:r w:rsidRPr="004A3198">
              <w:rPr>
                <w:rFonts w:hint="eastAsia"/>
                <w:szCs w:val="18"/>
              </w:rPr>
              <w:t>形参（</w:t>
            </w:r>
            <w:r w:rsidRPr="004A3198">
              <w:rPr>
                <w:rFonts w:hint="eastAsia"/>
                <w:szCs w:val="18"/>
              </w:rPr>
              <w:t>out</w:t>
            </w:r>
            <w:r w:rsidRPr="004A3198">
              <w:rPr>
                <w:rFonts w:hint="eastAsia"/>
                <w:szCs w:val="18"/>
              </w:rPr>
              <w:t>）</w:t>
            </w:r>
          </w:p>
        </w:tc>
        <w:tc>
          <w:tcPr>
            <w:tcW w:w="4342" w:type="pct"/>
          </w:tcPr>
          <w:p w14:paraId="5DB7287E" w14:textId="77777777" w:rsidR="002E6D9B" w:rsidRPr="004A3198" w:rsidRDefault="002E6D9B" w:rsidP="00E301F8">
            <w:pPr>
              <w:spacing w:beforeLines="0" w:before="0" w:afterLines="0" w:after="0"/>
              <w:jc w:val="left"/>
              <w:rPr>
                <w:szCs w:val="18"/>
              </w:rPr>
            </w:pPr>
            <w:r w:rsidRPr="004A3198">
              <w:rPr>
                <w:szCs w:val="18"/>
              </w:rPr>
              <w:t>None</w:t>
            </w:r>
          </w:p>
        </w:tc>
      </w:tr>
      <w:tr w:rsidR="00DC67A1" w:rsidRPr="004A3198" w14:paraId="060FE783" w14:textId="77777777" w:rsidTr="00DC67A1">
        <w:tc>
          <w:tcPr>
            <w:tcW w:w="658" w:type="pct"/>
          </w:tcPr>
          <w:p w14:paraId="558F187C" w14:textId="77777777" w:rsidR="00DC67A1" w:rsidRPr="004A3198" w:rsidRDefault="00DC67A1" w:rsidP="00E301F8">
            <w:pPr>
              <w:spacing w:beforeLines="0" w:before="0" w:afterLines="0" w:after="0"/>
              <w:rPr>
                <w:szCs w:val="18"/>
              </w:rPr>
            </w:pPr>
            <w:r w:rsidRPr="004A3198">
              <w:rPr>
                <w:szCs w:val="18"/>
              </w:rPr>
              <w:t>函数返回值</w:t>
            </w:r>
          </w:p>
        </w:tc>
        <w:tc>
          <w:tcPr>
            <w:tcW w:w="4342" w:type="pct"/>
          </w:tcPr>
          <w:p w14:paraId="5AAEFC3F" w14:textId="32DDE854" w:rsidR="00DC67A1" w:rsidRPr="004A3198" w:rsidRDefault="00DC67A1" w:rsidP="00E301F8">
            <w:pPr>
              <w:spacing w:beforeLines="0" w:before="0" w:afterLines="0" w:after="0"/>
              <w:jc w:val="left"/>
              <w:rPr>
                <w:szCs w:val="18"/>
              </w:rPr>
            </w:pPr>
            <w:r>
              <w:rPr>
                <w:rFonts w:hint="eastAsia"/>
                <w:szCs w:val="18"/>
              </w:rPr>
              <w:t>N</w:t>
            </w:r>
            <w:r>
              <w:rPr>
                <w:szCs w:val="18"/>
              </w:rPr>
              <w:t>one</w:t>
            </w:r>
          </w:p>
        </w:tc>
      </w:tr>
      <w:tr w:rsidR="002E6D9B" w:rsidRPr="004A3198" w14:paraId="6A51EAA6" w14:textId="77777777" w:rsidTr="00E301F8">
        <w:tc>
          <w:tcPr>
            <w:tcW w:w="658" w:type="pct"/>
          </w:tcPr>
          <w:p w14:paraId="2B315246" w14:textId="77777777" w:rsidR="002E6D9B" w:rsidRPr="004A3198" w:rsidRDefault="002E6D9B" w:rsidP="00E301F8">
            <w:pPr>
              <w:spacing w:beforeLines="0" w:before="0" w:afterLines="0" w:after="0"/>
              <w:rPr>
                <w:szCs w:val="18"/>
              </w:rPr>
            </w:pPr>
            <w:r w:rsidRPr="004A3198">
              <w:rPr>
                <w:szCs w:val="18"/>
              </w:rPr>
              <w:t>描述</w:t>
            </w:r>
          </w:p>
        </w:tc>
        <w:tc>
          <w:tcPr>
            <w:tcW w:w="4342" w:type="pct"/>
          </w:tcPr>
          <w:p w14:paraId="1E2E1E6C" w14:textId="6FA7CE5F" w:rsidR="002E6D9B" w:rsidRPr="006D6AA8" w:rsidRDefault="00DC67A1" w:rsidP="00E301F8">
            <w:pPr>
              <w:spacing w:beforeLines="0" w:before="0" w:afterLines="0" w:after="0"/>
              <w:jc w:val="left"/>
              <w:rPr>
                <w:szCs w:val="18"/>
              </w:rPr>
            </w:pPr>
            <w:r w:rsidRPr="00DC67A1">
              <w:rPr>
                <w:rFonts w:cs="Arial" w:hint="eastAsia"/>
              </w:rPr>
              <w:t>挂起所有中断</w:t>
            </w:r>
          </w:p>
        </w:tc>
      </w:tr>
      <w:tr w:rsidR="002E6D9B" w:rsidRPr="004A3198" w14:paraId="1AA04303" w14:textId="77777777" w:rsidTr="00E301F8">
        <w:tc>
          <w:tcPr>
            <w:tcW w:w="658" w:type="pct"/>
          </w:tcPr>
          <w:p w14:paraId="63A3E534" w14:textId="77777777" w:rsidR="002E6D9B" w:rsidRPr="004A3198" w:rsidRDefault="002E6D9B" w:rsidP="00E301F8">
            <w:pPr>
              <w:spacing w:beforeLines="0" w:before="0" w:afterLines="0" w:after="0"/>
              <w:rPr>
                <w:szCs w:val="18"/>
              </w:rPr>
            </w:pPr>
            <w:r w:rsidRPr="004A3198">
              <w:rPr>
                <w:szCs w:val="18"/>
              </w:rPr>
              <w:t>头文件</w:t>
            </w:r>
          </w:p>
        </w:tc>
        <w:tc>
          <w:tcPr>
            <w:tcW w:w="4342" w:type="pct"/>
          </w:tcPr>
          <w:p w14:paraId="219CE23F" w14:textId="784B51B9" w:rsidR="002E6D9B" w:rsidRPr="004A3198" w:rsidRDefault="002E6D9B" w:rsidP="00E301F8">
            <w:pPr>
              <w:spacing w:beforeLines="0" w:before="0" w:afterLines="0" w:after="0"/>
              <w:jc w:val="left"/>
              <w:rPr>
                <w:szCs w:val="18"/>
              </w:rPr>
            </w:pPr>
            <w:r>
              <w:rPr>
                <w:szCs w:val="18"/>
              </w:rPr>
              <w:t>OsIf</w:t>
            </w:r>
            <w:r w:rsidR="00C23C42">
              <w:rPr>
                <w:szCs w:val="18"/>
              </w:rPr>
              <w:t>_Irq</w:t>
            </w:r>
            <w:r w:rsidRPr="004A3198">
              <w:rPr>
                <w:szCs w:val="18"/>
              </w:rPr>
              <w:t>.h</w:t>
            </w:r>
          </w:p>
        </w:tc>
      </w:tr>
      <w:tr w:rsidR="002E6D9B" w:rsidRPr="004A3198" w14:paraId="1B2987FE" w14:textId="77777777" w:rsidTr="00E301F8">
        <w:tc>
          <w:tcPr>
            <w:tcW w:w="658" w:type="pct"/>
          </w:tcPr>
          <w:p w14:paraId="11377F71" w14:textId="77777777" w:rsidR="002E6D9B" w:rsidRPr="004A3198" w:rsidRDefault="002E6D9B" w:rsidP="00E301F8">
            <w:pPr>
              <w:spacing w:beforeLines="0" w:before="0" w:afterLines="0" w:after="0"/>
              <w:rPr>
                <w:szCs w:val="18"/>
              </w:rPr>
            </w:pPr>
            <w:r w:rsidRPr="004A3198">
              <w:rPr>
                <w:rFonts w:hint="eastAsia"/>
                <w:szCs w:val="18"/>
              </w:rPr>
              <w:t>注意事项</w:t>
            </w:r>
          </w:p>
        </w:tc>
        <w:tc>
          <w:tcPr>
            <w:tcW w:w="4342" w:type="pct"/>
          </w:tcPr>
          <w:p w14:paraId="1920D21E" w14:textId="77777777" w:rsidR="002E6D9B" w:rsidRPr="004A3198" w:rsidRDefault="002E6D9B" w:rsidP="00E301F8">
            <w:pPr>
              <w:spacing w:beforeLines="0" w:before="0" w:afterLines="0" w:after="0"/>
              <w:jc w:val="left"/>
              <w:rPr>
                <w:szCs w:val="18"/>
              </w:rPr>
            </w:pPr>
            <w:r>
              <w:rPr>
                <w:rFonts w:hint="eastAsia"/>
                <w:szCs w:val="18"/>
              </w:rPr>
              <w:t>调用此接口前必须调用</w:t>
            </w:r>
            <w:r>
              <w:rPr>
                <w:rFonts w:hint="eastAsia"/>
                <w:szCs w:val="18"/>
              </w:rPr>
              <w:t>OsIf_Init</w:t>
            </w:r>
          </w:p>
        </w:tc>
      </w:tr>
      <w:tr w:rsidR="002E6D9B" w:rsidRPr="004A3198" w14:paraId="497C38E7" w14:textId="77777777" w:rsidTr="00E301F8">
        <w:tc>
          <w:tcPr>
            <w:tcW w:w="658" w:type="pct"/>
          </w:tcPr>
          <w:p w14:paraId="2352CC81" w14:textId="77777777" w:rsidR="002E6D9B" w:rsidRPr="004A3198" w:rsidRDefault="002E6D9B" w:rsidP="00E301F8">
            <w:pPr>
              <w:spacing w:beforeLines="0" w:before="0" w:afterLines="0" w:after="0"/>
              <w:rPr>
                <w:szCs w:val="18"/>
              </w:rPr>
            </w:pPr>
            <w:r w:rsidRPr="004A3198">
              <w:rPr>
                <w:rFonts w:hint="eastAsia"/>
                <w:szCs w:val="18"/>
              </w:rPr>
              <w:t>配置项</w:t>
            </w:r>
          </w:p>
        </w:tc>
        <w:tc>
          <w:tcPr>
            <w:tcW w:w="4342" w:type="pct"/>
          </w:tcPr>
          <w:p w14:paraId="3A7C314D" w14:textId="77777777" w:rsidR="002E6D9B" w:rsidRPr="004A3198" w:rsidRDefault="002E6D9B" w:rsidP="00E301F8">
            <w:pPr>
              <w:spacing w:beforeLines="0" w:before="0" w:afterLines="0" w:after="0"/>
              <w:jc w:val="left"/>
              <w:rPr>
                <w:szCs w:val="18"/>
              </w:rPr>
            </w:pPr>
            <w:r>
              <w:rPr>
                <w:szCs w:val="18"/>
              </w:rPr>
              <w:t>None</w:t>
            </w:r>
          </w:p>
        </w:tc>
      </w:tr>
      <w:tr w:rsidR="00DC67A1" w:rsidRPr="004A3198" w14:paraId="6436B45C" w14:textId="77777777" w:rsidTr="00E90428">
        <w:trPr>
          <w:trHeight w:val="305"/>
        </w:trPr>
        <w:tc>
          <w:tcPr>
            <w:tcW w:w="658" w:type="pct"/>
          </w:tcPr>
          <w:p w14:paraId="3D9FDF45" w14:textId="77777777" w:rsidR="00DC67A1" w:rsidRPr="004A3198" w:rsidRDefault="00DC67A1" w:rsidP="00E301F8">
            <w:pPr>
              <w:spacing w:beforeLines="0" w:before="0" w:afterLines="0" w:after="0"/>
              <w:rPr>
                <w:szCs w:val="18"/>
              </w:rPr>
            </w:pPr>
            <w:r w:rsidRPr="004A3198">
              <w:rPr>
                <w:rFonts w:hint="eastAsia"/>
                <w:szCs w:val="18"/>
              </w:rPr>
              <w:t>D</w:t>
            </w:r>
            <w:r w:rsidRPr="004A3198">
              <w:rPr>
                <w:szCs w:val="18"/>
              </w:rPr>
              <w:t>ET</w:t>
            </w:r>
          </w:p>
        </w:tc>
        <w:tc>
          <w:tcPr>
            <w:tcW w:w="4342" w:type="pct"/>
          </w:tcPr>
          <w:p w14:paraId="2B5E8590" w14:textId="6E08B8BA" w:rsidR="00DC67A1" w:rsidRPr="004A3198" w:rsidRDefault="00DC67A1" w:rsidP="00E301F8">
            <w:pPr>
              <w:spacing w:before="180" w:after="180"/>
              <w:jc w:val="left"/>
            </w:pPr>
            <w:r>
              <w:rPr>
                <w:szCs w:val="18"/>
              </w:rPr>
              <w:t>None</w:t>
            </w:r>
          </w:p>
        </w:tc>
      </w:tr>
      <w:tr w:rsidR="002E6D9B" w:rsidRPr="004A3198" w14:paraId="11199FC2" w14:textId="77777777" w:rsidTr="00E301F8">
        <w:tc>
          <w:tcPr>
            <w:tcW w:w="658" w:type="pct"/>
          </w:tcPr>
          <w:p w14:paraId="7267ED94" w14:textId="77777777" w:rsidR="002E6D9B" w:rsidRPr="004A3198" w:rsidRDefault="002E6D9B" w:rsidP="00E301F8">
            <w:pPr>
              <w:spacing w:beforeLines="0" w:before="0" w:afterLines="0" w:after="0"/>
              <w:rPr>
                <w:szCs w:val="18"/>
              </w:rPr>
            </w:pPr>
            <w:r w:rsidRPr="004A3198">
              <w:rPr>
                <w:rFonts w:hint="eastAsia"/>
                <w:szCs w:val="18"/>
              </w:rPr>
              <w:t>D</w:t>
            </w:r>
            <w:r w:rsidRPr="004A3198">
              <w:rPr>
                <w:szCs w:val="18"/>
              </w:rPr>
              <w:t>EM</w:t>
            </w:r>
          </w:p>
        </w:tc>
        <w:tc>
          <w:tcPr>
            <w:tcW w:w="4342" w:type="pct"/>
          </w:tcPr>
          <w:p w14:paraId="18124CD1" w14:textId="77777777" w:rsidR="002E6D9B" w:rsidRPr="004A3198" w:rsidRDefault="002E6D9B" w:rsidP="00E301F8">
            <w:pPr>
              <w:spacing w:beforeLines="0" w:before="0" w:afterLines="0" w:after="0"/>
              <w:jc w:val="left"/>
              <w:rPr>
                <w:szCs w:val="18"/>
              </w:rPr>
            </w:pPr>
            <w:r w:rsidRPr="004A3198">
              <w:rPr>
                <w:rFonts w:hint="eastAsia"/>
                <w:szCs w:val="18"/>
              </w:rPr>
              <w:t>None</w:t>
            </w:r>
          </w:p>
        </w:tc>
      </w:tr>
      <w:tr w:rsidR="002E6D9B" w:rsidRPr="004A3198" w14:paraId="451BF627" w14:textId="77777777" w:rsidTr="00E301F8">
        <w:tc>
          <w:tcPr>
            <w:tcW w:w="658" w:type="pct"/>
          </w:tcPr>
          <w:p w14:paraId="1F1280F0" w14:textId="77777777" w:rsidR="002E6D9B" w:rsidRPr="004A3198" w:rsidRDefault="002E6D9B" w:rsidP="00E301F8">
            <w:pPr>
              <w:spacing w:beforeLines="0" w:before="0" w:afterLines="0" w:after="0"/>
              <w:rPr>
                <w:szCs w:val="18"/>
              </w:rPr>
            </w:pPr>
            <w:r w:rsidRPr="004A3198">
              <w:rPr>
                <w:rFonts w:hint="eastAsia"/>
                <w:szCs w:val="18"/>
              </w:rPr>
              <w:t>实施建议</w:t>
            </w:r>
          </w:p>
        </w:tc>
        <w:tc>
          <w:tcPr>
            <w:tcW w:w="4342" w:type="pct"/>
          </w:tcPr>
          <w:p w14:paraId="23E93827" w14:textId="172338BF" w:rsidR="002E6D9B" w:rsidRPr="004A3198" w:rsidRDefault="00E90428" w:rsidP="00E301F8">
            <w:pPr>
              <w:spacing w:beforeLines="0" w:before="0" w:afterLines="0" w:after="0"/>
              <w:jc w:val="left"/>
              <w:rPr>
                <w:szCs w:val="18"/>
              </w:rPr>
            </w:pPr>
            <w:r w:rsidRPr="004A3198">
              <w:rPr>
                <w:rFonts w:hint="eastAsia"/>
                <w:szCs w:val="18"/>
              </w:rPr>
              <w:t>None</w:t>
            </w:r>
          </w:p>
        </w:tc>
      </w:tr>
    </w:tbl>
    <w:p w14:paraId="5CBF02AB" w14:textId="77777777" w:rsidR="002E6D9B" w:rsidRPr="004A3198" w:rsidRDefault="002E6D9B" w:rsidP="002E6D9B">
      <w:pPr>
        <w:spacing w:before="180" w:after="180"/>
      </w:pPr>
    </w:p>
    <w:p w14:paraId="133080F1" w14:textId="2D4E7423" w:rsidR="007146CA" w:rsidRPr="004A3198" w:rsidRDefault="007146CA" w:rsidP="00F13B29">
      <w:pPr>
        <w:pStyle w:val="3"/>
      </w:pPr>
      <w:bookmarkStart w:id="89" w:name="_Toc172380250"/>
      <w:bookmarkStart w:id="90" w:name="_Toc172382471"/>
      <w:bookmarkStart w:id="91" w:name="_Toc172380251"/>
      <w:bookmarkStart w:id="92" w:name="_Toc172382472"/>
      <w:bookmarkStart w:id="93" w:name="_Toc172380305"/>
      <w:bookmarkStart w:id="94" w:name="_Toc172382526"/>
      <w:bookmarkStart w:id="95" w:name="_Toc172380315"/>
      <w:bookmarkStart w:id="96" w:name="_Toc172382536"/>
      <w:bookmarkStart w:id="97" w:name="_Toc158038784"/>
      <w:bookmarkStart w:id="98" w:name="_Toc158038785"/>
      <w:bookmarkStart w:id="99" w:name="_Toc158038786"/>
      <w:bookmarkStart w:id="100" w:name="_Toc158038845"/>
      <w:bookmarkStart w:id="101" w:name="_Toc158038846"/>
      <w:bookmarkStart w:id="102" w:name="_Toc158038847"/>
      <w:bookmarkStart w:id="103" w:name="_Toc158038907"/>
      <w:bookmarkStart w:id="104" w:name="_Toc158038908"/>
      <w:bookmarkStart w:id="105" w:name="_Toc158038909"/>
      <w:bookmarkStart w:id="106" w:name="_Toc158038938"/>
      <w:bookmarkStart w:id="107" w:name="_Toc158038967"/>
      <w:bookmarkStart w:id="108" w:name="_Toc158038973"/>
      <w:bookmarkStart w:id="109" w:name="_Toc158038984"/>
      <w:bookmarkStart w:id="110" w:name="_Toc172382537"/>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4A3198">
        <w:rPr>
          <w:rFonts w:hint="eastAsia"/>
        </w:rPr>
        <w:t>回调通知</w:t>
      </w:r>
      <w:bookmarkEnd w:id="110"/>
    </w:p>
    <w:p w14:paraId="3228F1F1" w14:textId="6EDB373B" w:rsidR="007F3FC9" w:rsidRPr="004A3198" w:rsidRDefault="00334525" w:rsidP="0029724F">
      <w:pPr>
        <w:spacing w:before="180" w:after="180"/>
      </w:pPr>
      <w:r>
        <w:rPr>
          <w:rFonts w:hint="eastAsia"/>
        </w:rPr>
        <w:t>None</w:t>
      </w:r>
    </w:p>
    <w:p w14:paraId="3D86FB22" w14:textId="4BEF31D0" w:rsidR="007146CA" w:rsidRPr="004A3198" w:rsidRDefault="0025690B" w:rsidP="0069454C">
      <w:pPr>
        <w:pStyle w:val="3"/>
      </w:pPr>
      <w:bookmarkStart w:id="111" w:name="_Toc172382538"/>
      <w:r w:rsidRPr="004A3198">
        <w:rPr>
          <w:rFonts w:hint="eastAsia"/>
        </w:rPr>
        <w:t>调度</w:t>
      </w:r>
      <w:r w:rsidR="007146CA" w:rsidRPr="004A3198">
        <w:rPr>
          <w:rFonts w:hint="eastAsia"/>
        </w:rPr>
        <w:t>功能</w:t>
      </w:r>
      <w:bookmarkEnd w:id="111"/>
    </w:p>
    <w:p w14:paraId="2B2A8A09" w14:textId="6AE2D46F" w:rsidR="00C6189E" w:rsidRPr="004A3198" w:rsidRDefault="00334525" w:rsidP="0029724F">
      <w:pPr>
        <w:spacing w:before="180" w:after="180"/>
      </w:pPr>
      <w:r>
        <w:rPr>
          <w:rFonts w:hint="eastAsia"/>
        </w:rPr>
        <w:t>N</w:t>
      </w:r>
      <w:r>
        <w:t>one</w:t>
      </w:r>
    </w:p>
    <w:p w14:paraId="2177EC64" w14:textId="090273D3" w:rsidR="007146CA" w:rsidRPr="004A3198" w:rsidRDefault="007146CA" w:rsidP="0069454C">
      <w:pPr>
        <w:pStyle w:val="3"/>
      </w:pPr>
      <w:bookmarkStart w:id="112" w:name="_Toc172382539"/>
      <w:r w:rsidRPr="004A3198">
        <w:rPr>
          <w:rFonts w:hint="eastAsia"/>
        </w:rPr>
        <w:t>预期接口</w:t>
      </w:r>
      <w:bookmarkEnd w:id="112"/>
    </w:p>
    <w:p w14:paraId="328C334D" w14:textId="41E9091E" w:rsidR="007146CA" w:rsidRPr="004A3198" w:rsidRDefault="002C7D11" w:rsidP="003E7744">
      <w:pPr>
        <w:pStyle w:val="5"/>
      </w:pPr>
      <w:r w:rsidRPr="004A3198">
        <w:rPr>
          <w:rFonts w:hint="eastAsia"/>
        </w:rPr>
        <w:t>必要接口</w:t>
      </w:r>
    </w:p>
    <w:p w14:paraId="2F106B86" w14:textId="1EF47F6A" w:rsidR="00D07A38" w:rsidRPr="004A3198" w:rsidRDefault="00E97E60" w:rsidP="00D07A38">
      <w:pPr>
        <w:spacing w:before="180" w:after="180"/>
      </w:pPr>
      <w:r>
        <w:rPr>
          <w:rFonts w:hint="eastAsia"/>
        </w:rPr>
        <w:t>N</w:t>
      </w:r>
      <w:r>
        <w:t>one</w:t>
      </w:r>
    </w:p>
    <w:p w14:paraId="3190FDB9" w14:textId="35E029E5" w:rsidR="002C7D11" w:rsidRPr="004A3198" w:rsidRDefault="002C7D11" w:rsidP="009E00BB">
      <w:pPr>
        <w:pStyle w:val="5"/>
      </w:pPr>
      <w:r w:rsidRPr="004A3198">
        <w:rPr>
          <w:rFonts w:hint="eastAsia"/>
        </w:rPr>
        <w:t>可选择接口</w:t>
      </w:r>
    </w:p>
    <w:p w14:paraId="738B5EDC" w14:textId="75E51ADC" w:rsidR="00D07A38" w:rsidRPr="004A3198" w:rsidRDefault="00C23C42" w:rsidP="00044417">
      <w:pPr>
        <w:spacing w:before="180" w:after="180"/>
      </w:pPr>
      <w:r>
        <w:rPr>
          <w:rFonts w:hint="eastAsia"/>
        </w:rPr>
        <w:t>N</w:t>
      </w:r>
      <w:r>
        <w:t>one</w:t>
      </w:r>
    </w:p>
    <w:p w14:paraId="5921C0A0" w14:textId="2A1EDD78" w:rsidR="003E7744" w:rsidRPr="004A3198" w:rsidRDefault="003E7744" w:rsidP="00152B5E">
      <w:pPr>
        <w:pStyle w:val="5"/>
      </w:pPr>
      <w:r w:rsidRPr="004A3198">
        <w:rPr>
          <w:rFonts w:hint="eastAsia"/>
        </w:rPr>
        <w:t>可配置</w:t>
      </w:r>
      <w:r w:rsidRPr="004A3198">
        <w:t>接口</w:t>
      </w:r>
    </w:p>
    <w:p w14:paraId="35074BAA" w14:textId="157E4640" w:rsidR="009B4579" w:rsidRPr="00044417" w:rsidRDefault="00C23C42">
      <w:pPr>
        <w:spacing w:before="180" w:after="180"/>
        <w:rPr>
          <w:rFonts w:eastAsia="PMingLiU"/>
        </w:rPr>
      </w:pPr>
      <w:r>
        <w:rPr>
          <w:rFonts w:hint="eastAsia"/>
        </w:rPr>
        <w:t>N</w:t>
      </w:r>
      <w:r>
        <w:t>one</w:t>
      </w:r>
      <w:bookmarkStart w:id="113" w:name="_外设桥（PBR）"/>
      <w:bookmarkStart w:id="114" w:name="_时钟监控单元（CMU）"/>
      <w:bookmarkStart w:id="115" w:name="_安全管理单元(SMU)"/>
      <w:bookmarkStart w:id="116" w:name="_静态存储器（SRAM）"/>
      <w:bookmarkStart w:id="117" w:name="_看门狗模块（WDG）"/>
      <w:bookmarkStart w:id="118" w:name="_循环冗余校验模块（CRC）"/>
      <w:bookmarkStart w:id="119" w:name="_外部看门狗_(_EWDG"/>
      <w:bookmarkStart w:id="120" w:name="_通用异步收发器（UART）"/>
      <w:bookmarkStart w:id="121" w:name="_Toc158038991"/>
      <w:bookmarkStart w:id="122" w:name="_Toc158038992"/>
      <w:bookmarkStart w:id="123" w:name="_Toc158038993"/>
      <w:bookmarkStart w:id="124" w:name="_Toc158038994"/>
      <w:bookmarkStart w:id="125" w:name="_Toc158038995"/>
      <w:bookmarkStart w:id="126" w:name="_Toc158038998"/>
      <w:bookmarkStart w:id="127" w:name="_Toc158039072"/>
      <w:bookmarkStart w:id="128" w:name="_Toc158039073"/>
      <w:bookmarkStart w:id="129" w:name="_Toc158039074"/>
      <w:bookmarkStart w:id="130" w:name="_Toc158039075"/>
      <w:bookmarkStart w:id="131" w:name="_Toc158039076"/>
      <w:bookmarkStart w:id="132" w:name="_Toc158039077"/>
      <w:bookmarkStart w:id="133" w:name="_Toc158039078"/>
      <w:bookmarkStart w:id="134" w:name="_Toc158039079"/>
      <w:bookmarkStart w:id="135" w:name="_Toc158039080"/>
      <w:bookmarkStart w:id="136" w:name="_Toc158039081"/>
      <w:bookmarkStart w:id="137" w:name="_Toc158039082"/>
      <w:bookmarkStart w:id="138" w:name="_Toc158039083"/>
      <w:bookmarkStart w:id="139" w:name="_Toc158039084"/>
      <w:bookmarkStart w:id="140" w:name="_Toc158039085"/>
      <w:bookmarkStart w:id="141" w:name="_Toc158039116"/>
      <w:bookmarkEnd w:id="79"/>
      <w:bookmarkEnd w:id="8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sectPr w:rsidR="009B4579" w:rsidRPr="00044417" w:rsidSect="00E25234">
      <w:headerReference w:type="even" r:id="rId13"/>
      <w:headerReference w:type="default" r:id="rId14"/>
      <w:footerReference w:type="even" r:id="rId15"/>
      <w:footerReference w:type="default" r:id="rId16"/>
      <w:headerReference w:type="first" r:id="rId17"/>
      <w:footerReference w:type="first" r:id="rId18"/>
      <w:pgSz w:w="11906" w:h="16838" w:code="9"/>
      <w:pgMar w:top="1079" w:right="1440" w:bottom="1079" w:left="1440" w:header="709" w:footer="709" w:gutter="0"/>
      <w:cols w:space="708"/>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A4CCE4" w14:textId="77777777" w:rsidR="00D5789B" w:rsidRDefault="00D5789B">
      <w:pPr>
        <w:spacing w:before="120" w:after="120"/>
      </w:pPr>
      <w:r>
        <w:separator/>
      </w:r>
    </w:p>
    <w:p w14:paraId="1A550A44" w14:textId="77777777" w:rsidR="00D5789B" w:rsidRDefault="00D5789B">
      <w:pPr>
        <w:spacing w:before="120" w:after="120"/>
      </w:pPr>
    </w:p>
  </w:endnote>
  <w:endnote w:type="continuationSeparator" w:id="0">
    <w:p w14:paraId="4620C4D4" w14:textId="77777777" w:rsidR="00D5789B" w:rsidRDefault="00D5789B">
      <w:pPr>
        <w:spacing w:before="120" w:after="120"/>
      </w:pPr>
      <w:r>
        <w:continuationSeparator/>
      </w:r>
    </w:p>
    <w:p w14:paraId="722BCA4F" w14:textId="77777777" w:rsidR="00D5789B" w:rsidRDefault="00D5789B">
      <w:pPr>
        <w:spacing w:before="120" w:after="120"/>
      </w:pPr>
    </w:p>
  </w:endnote>
  <w:endnote w:type="continuationNotice" w:id="1">
    <w:p w14:paraId="51F2A249" w14:textId="77777777" w:rsidR="00D5789B" w:rsidRDefault="00D5789B">
      <w:pPr>
        <w:spacing w:before="120" w:after="12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altName w:val="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00000000"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Lucida Console">
    <w:altName w:val="Noto Sans Mono Cond Med"/>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TimesLTStd-Roman">
    <w:altName w:val="Times New Roman"/>
    <w:panose1 w:val="00000000000000000000"/>
    <w:charset w:val="00"/>
    <w:family w:val="roman"/>
    <w:notTrueType/>
    <w:pitch w:val="default"/>
  </w:font>
  <w:font w:name="MicrosoftYaHei-Bold">
    <w:altName w:val="Times New Roman"/>
    <w:panose1 w:val="00000000000000000000"/>
    <w:charset w:val="00"/>
    <w:family w:val="roman"/>
    <w:notTrueType/>
    <w:pitch w:val="default"/>
  </w:font>
  <w:font w:name="新宋体">
    <w:altName w:val="思源黑体 CN"/>
    <w:panose1 w:val="02010609030101010101"/>
    <w:charset w:val="86"/>
    <w:family w:val="modern"/>
    <w:pitch w:val="fixed"/>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Bahnschrift SemiCondensed">
    <w:panose1 w:val="020B0502040204020203"/>
    <w:charset w:val="00"/>
    <w:family w:val="swiss"/>
    <w:pitch w:val="variable"/>
    <w:sig w:usb0="A00002C7" w:usb1="00000002"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altName w:val="汉仪旗黑KW 55S"/>
    <w:panose1 w:val="020B0503020204020204"/>
    <w:charset w:val="86"/>
    <w:family w:val="swiss"/>
    <w:pitch w:val="variable"/>
    <w:sig w:usb0="80000287" w:usb1="2ACF3C50" w:usb2="00000016" w:usb3="00000000" w:csb0="0004001F" w:csb1="00000000"/>
  </w:font>
  <w:font w:name="Segoe UI">
    <w:altName w:val="Arial"/>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A8586" w14:textId="77777777" w:rsidR="00E301F8" w:rsidRDefault="00E301F8">
    <w:pPr>
      <w:pStyle w:val="a8"/>
      <w:spacing w:before="120" w:after="12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041"/>
      <w:gridCol w:w="5094"/>
      <w:gridCol w:w="1891"/>
    </w:tblGrid>
    <w:tr w:rsidR="00E301F8" w14:paraId="35226CE3" w14:textId="77777777" w:rsidTr="00DA6042">
      <w:tc>
        <w:tcPr>
          <w:tcW w:w="2088" w:type="dxa"/>
          <w:tcBorders>
            <w:top w:val="single" w:sz="4" w:space="0" w:color="auto"/>
          </w:tcBorders>
        </w:tcPr>
        <w:p w14:paraId="3A83C813" w14:textId="77777777" w:rsidR="00E301F8" w:rsidRDefault="00E301F8" w:rsidP="00DA6042">
          <w:pPr>
            <w:pStyle w:val="a8"/>
            <w:spacing w:beforeLines="0" w:before="0" w:afterLines="0" w:after="0"/>
            <w:rPr>
              <w:sz w:val="18"/>
              <w:szCs w:val="18"/>
            </w:rPr>
          </w:pPr>
          <w:r>
            <w:rPr>
              <w:rFonts w:hint="eastAsia"/>
              <w:sz w:val="18"/>
              <w:szCs w:val="18"/>
            </w:rPr>
            <w:t>杰发</w:t>
          </w:r>
          <w:r>
            <w:rPr>
              <w:sz w:val="18"/>
              <w:szCs w:val="18"/>
            </w:rPr>
            <w:t>科技</w:t>
          </w:r>
          <w:r>
            <w:rPr>
              <w:rFonts w:hint="eastAsia"/>
              <w:sz w:val="18"/>
              <w:szCs w:val="18"/>
            </w:rPr>
            <w:t>机密</w:t>
          </w:r>
          <w:r>
            <w:rPr>
              <w:sz w:val="18"/>
              <w:szCs w:val="18"/>
            </w:rPr>
            <w:t>文件</w:t>
          </w:r>
        </w:p>
      </w:tc>
      <w:tc>
        <w:tcPr>
          <w:tcW w:w="5220" w:type="dxa"/>
          <w:tcBorders>
            <w:top w:val="single" w:sz="4" w:space="0" w:color="auto"/>
          </w:tcBorders>
        </w:tcPr>
        <w:p w14:paraId="6C9F459C" w14:textId="518D585A" w:rsidR="00E301F8" w:rsidRDefault="00E301F8" w:rsidP="00DA6042">
          <w:pPr>
            <w:spacing w:beforeLines="0" w:before="0" w:afterLines="0" w:after="0"/>
            <w:jc w:val="center"/>
            <w:rPr>
              <w:rFonts w:cs="Arial"/>
              <w:sz w:val="18"/>
              <w:szCs w:val="18"/>
            </w:rPr>
          </w:pPr>
          <w:r>
            <w:rPr>
              <w:rFonts w:cs="Arial" w:hint="eastAsia"/>
              <w:sz w:val="18"/>
              <w:szCs w:val="18"/>
            </w:rPr>
            <w:t>©</w:t>
          </w:r>
          <w:r>
            <w:rPr>
              <w:rFonts w:cs="Arial"/>
              <w:sz w:val="18"/>
              <w:szCs w:val="18"/>
            </w:rPr>
            <w:t xml:space="preserve"> </w:t>
          </w:r>
          <w:r>
            <w:rPr>
              <w:sz w:val="18"/>
              <w:szCs w:val="18"/>
            </w:rPr>
            <w:fldChar w:fldCharType="begin"/>
          </w:r>
          <w:r>
            <w:rPr>
              <w:sz w:val="18"/>
              <w:szCs w:val="18"/>
            </w:rPr>
            <w:instrText xml:space="preserve"> QUOTE "</w:instrText>
          </w:r>
          <w:r>
            <w:rPr>
              <w:sz w:val="18"/>
              <w:szCs w:val="18"/>
            </w:rPr>
            <w:fldChar w:fldCharType="begin"/>
          </w:r>
          <w:r>
            <w:rPr>
              <w:sz w:val="18"/>
              <w:szCs w:val="18"/>
            </w:rPr>
            <w:instrText xml:space="preserve"> IF </w:instrText>
          </w:r>
          <w:r>
            <w:rPr>
              <w:sz w:val="18"/>
              <w:szCs w:val="18"/>
            </w:rPr>
            <w:fldChar w:fldCharType="begin"/>
          </w:r>
          <w:r>
            <w:rPr>
              <w:sz w:val="18"/>
              <w:szCs w:val="18"/>
            </w:rPr>
            <w:instrText xml:space="preserve"> = </w:instrText>
          </w:r>
          <w:r>
            <w:rPr>
              <w:sz w:val="18"/>
              <w:szCs w:val="18"/>
            </w:rPr>
            <w:fldChar w:fldCharType="begin"/>
          </w:r>
          <w:r>
            <w:rPr>
              <w:sz w:val="18"/>
              <w:szCs w:val="18"/>
            </w:rPr>
            <w:instrText xml:space="preserve"> DATE \@ "yyyy" </w:instrText>
          </w:r>
          <w:r>
            <w:rPr>
              <w:sz w:val="18"/>
              <w:szCs w:val="18"/>
            </w:rPr>
            <w:fldChar w:fldCharType="separate"/>
          </w:r>
          <w:r w:rsidR="003C22D3">
            <w:rPr>
              <w:noProof/>
              <w:sz w:val="18"/>
              <w:szCs w:val="18"/>
            </w:rPr>
            <w:instrText>2025</w:instrText>
          </w:r>
          <w:r>
            <w:rPr>
              <w:sz w:val="18"/>
              <w:szCs w:val="18"/>
            </w:rPr>
            <w:fldChar w:fldCharType="end"/>
          </w:r>
          <w:r>
            <w:rPr>
              <w:sz w:val="18"/>
              <w:szCs w:val="18"/>
            </w:rPr>
            <w:instrText xml:space="preserve"> - </w:instrText>
          </w:r>
          <w:r>
            <w:rPr>
              <w:sz w:val="18"/>
              <w:szCs w:val="18"/>
            </w:rPr>
            <w:fldChar w:fldCharType="begin"/>
          </w:r>
          <w:r>
            <w:rPr>
              <w:sz w:val="18"/>
              <w:szCs w:val="18"/>
            </w:rPr>
            <w:instrText xml:space="preserve"> CREATEDATE \@ "yyyy" </w:instrText>
          </w:r>
          <w:r>
            <w:rPr>
              <w:sz w:val="18"/>
              <w:szCs w:val="18"/>
            </w:rPr>
            <w:fldChar w:fldCharType="separate"/>
          </w:r>
          <w:r>
            <w:rPr>
              <w:noProof/>
              <w:sz w:val="18"/>
              <w:szCs w:val="18"/>
            </w:rPr>
            <w:instrText>2024</w:instrText>
          </w:r>
          <w:r>
            <w:rPr>
              <w:sz w:val="18"/>
              <w:szCs w:val="18"/>
            </w:rPr>
            <w:fldChar w:fldCharType="end"/>
          </w:r>
          <w:r>
            <w:rPr>
              <w:sz w:val="18"/>
              <w:szCs w:val="18"/>
            </w:rPr>
            <w:instrText xml:space="preserve"> </w:instrText>
          </w:r>
          <w:r>
            <w:rPr>
              <w:sz w:val="18"/>
              <w:szCs w:val="18"/>
            </w:rPr>
            <w:fldChar w:fldCharType="separate"/>
          </w:r>
          <w:r w:rsidR="003C22D3">
            <w:rPr>
              <w:noProof/>
              <w:sz w:val="18"/>
              <w:szCs w:val="18"/>
            </w:rPr>
            <w:instrText>1</w:instrText>
          </w:r>
          <w:r>
            <w:rPr>
              <w:sz w:val="18"/>
              <w:szCs w:val="18"/>
            </w:rPr>
            <w:fldChar w:fldCharType="end"/>
          </w:r>
          <w:r>
            <w:rPr>
              <w:sz w:val="18"/>
              <w:szCs w:val="18"/>
            </w:rPr>
            <w:instrText xml:space="preserve"> = 0 "</w:instrText>
          </w:r>
          <w:r>
            <w:rPr>
              <w:sz w:val="18"/>
              <w:szCs w:val="18"/>
            </w:rPr>
            <w:fldChar w:fldCharType="begin"/>
          </w:r>
          <w:r>
            <w:rPr>
              <w:sz w:val="18"/>
              <w:szCs w:val="18"/>
            </w:rPr>
            <w:instrText xml:space="preserve"> CREATEDATE \@ "yyyy" </w:instrText>
          </w:r>
          <w:r>
            <w:rPr>
              <w:sz w:val="18"/>
              <w:szCs w:val="18"/>
            </w:rPr>
            <w:fldChar w:fldCharType="separate"/>
          </w:r>
          <w:r>
            <w:rPr>
              <w:noProof/>
              <w:sz w:val="18"/>
              <w:szCs w:val="18"/>
            </w:rPr>
            <w:instrText>2024</w:instrText>
          </w:r>
          <w:r>
            <w:rPr>
              <w:sz w:val="18"/>
              <w:szCs w:val="18"/>
            </w:rPr>
            <w:fldChar w:fldCharType="end"/>
          </w:r>
          <w:r>
            <w:rPr>
              <w:sz w:val="18"/>
              <w:szCs w:val="18"/>
            </w:rPr>
            <w:instrText>" "</w:instrText>
          </w:r>
          <w:r>
            <w:rPr>
              <w:sz w:val="18"/>
              <w:szCs w:val="18"/>
            </w:rPr>
            <w:fldChar w:fldCharType="begin"/>
          </w:r>
          <w:r>
            <w:rPr>
              <w:sz w:val="18"/>
              <w:szCs w:val="18"/>
            </w:rPr>
            <w:instrText xml:space="preserve"> CREATEDATE \@ "yyyy" </w:instrText>
          </w:r>
          <w:r>
            <w:rPr>
              <w:sz w:val="18"/>
              <w:szCs w:val="18"/>
            </w:rPr>
            <w:fldChar w:fldCharType="separate"/>
          </w:r>
          <w:r>
            <w:rPr>
              <w:noProof/>
              <w:sz w:val="18"/>
              <w:szCs w:val="18"/>
            </w:rPr>
            <w:instrText>2023</w:instrText>
          </w:r>
          <w:r>
            <w:rPr>
              <w:sz w:val="18"/>
              <w:szCs w:val="18"/>
            </w:rPr>
            <w:fldChar w:fldCharType="end"/>
          </w:r>
          <w:r>
            <w:rPr>
              <w:sz w:val="18"/>
              <w:szCs w:val="18"/>
            </w:rPr>
            <w:instrText xml:space="preserve"> - </w:instrText>
          </w:r>
          <w:r>
            <w:rPr>
              <w:sz w:val="18"/>
              <w:szCs w:val="18"/>
            </w:rPr>
            <w:fldChar w:fldCharType="begin"/>
          </w:r>
          <w:r>
            <w:rPr>
              <w:sz w:val="18"/>
              <w:szCs w:val="18"/>
            </w:rPr>
            <w:instrText xml:space="preserve"> DATE \@ "yyyy" </w:instrText>
          </w:r>
          <w:r>
            <w:rPr>
              <w:sz w:val="18"/>
              <w:szCs w:val="18"/>
            </w:rPr>
            <w:fldChar w:fldCharType="separate"/>
          </w:r>
          <w:r w:rsidR="003C22D3">
            <w:rPr>
              <w:noProof/>
              <w:sz w:val="18"/>
              <w:szCs w:val="18"/>
            </w:rPr>
            <w:instrText>2025</w:instrText>
          </w:r>
          <w:r>
            <w:rPr>
              <w:sz w:val="18"/>
              <w:szCs w:val="18"/>
            </w:rPr>
            <w:fldChar w:fldCharType="end"/>
          </w:r>
          <w:r>
            <w:rPr>
              <w:sz w:val="18"/>
              <w:szCs w:val="18"/>
            </w:rPr>
            <w:instrText xml:space="preserve">" </w:instrText>
          </w:r>
          <w:r>
            <w:rPr>
              <w:sz w:val="18"/>
              <w:szCs w:val="18"/>
            </w:rPr>
            <w:fldChar w:fldCharType="separate"/>
          </w:r>
          <w:r w:rsidR="003C22D3">
            <w:rPr>
              <w:noProof/>
              <w:sz w:val="18"/>
              <w:szCs w:val="18"/>
            </w:rPr>
            <w:instrText xml:space="preserve">2023 - </w:instrText>
          </w:r>
          <w:r w:rsidR="003C22D3">
            <w:rPr>
              <w:noProof/>
              <w:sz w:val="18"/>
              <w:szCs w:val="18"/>
            </w:rPr>
            <w:instrText>2025</w:instrText>
          </w:r>
          <w:r>
            <w:rPr>
              <w:sz w:val="18"/>
              <w:szCs w:val="18"/>
            </w:rPr>
            <w:fldChar w:fldCharType="end"/>
          </w:r>
          <w:r>
            <w:rPr>
              <w:sz w:val="18"/>
              <w:szCs w:val="18"/>
            </w:rPr>
            <w:instrText xml:space="preserve">" </w:instrText>
          </w:r>
          <w:r>
            <w:rPr>
              <w:sz w:val="18"/>
              <w:szCs w:val="18"/>
            </w:rPr>
            <w:fldChar w:fldCharType="separate"/>
          </w:r>
          <w:r w:rsidR="003C22D3">
            <w:rPr>
              <w:noProof/>
              <w:sz w:val="18"/>
              <w:szCs w:val="18"/>
            </w:rPr>
            <w:t xml:space="preserve">2023 - </w:t>
          </w:r>
          <w:r w:rsidR="003C22D3">
            <w:rPr>
              <w:noProof/>
              <w:sz w:val="18"/>
              <w:szCs w:val="18"/>
            </w:rPr>
            <w:t>2025</w:t>
          </w:r>
          <w:r>
            <w:rPr>
              <w:sz w:val="18"/>
              <w:szCs w:val="18"/>
            </w:rPr>
            <w:fldChar w:fldCharType="end"/>
          </w:r>
          <w:r>
            <w:rPr>
              <w:sz w:val="18"/>
              <w:szCs w:val="18"/>
            </w:rPr>
            <w:t xml:space="preserve"> </w:t>
          </w:r>
          <w:r>
            <w:rPr>
              <w:rFonts w:cs="Arial" w:hint="eastAsia"/>
              <w:sz w:val="18"/>
              <w:szCs w:val="18"/>
            </w:rPr>
            <w:t xml:space="preserve"> </w:t>
          </w:r>
          <w:r>
            <w:rPr>
              <w:rFonts w:cs="Arial" w:hint="eastAsia"/>
              <w:sz w:val="18"/>
              <w:szCs w:val="18"/>
            </w:rPr>
            <w:t>杰发</w:t>
          </w:r>
          <w:r>
            <w:rPr>
              <w:rFonts w:cs="Arial"/>
              <w:sz w:val="18"/>
              <w:szCs w:val="18"/>
            </w:rPr>
            <w:t>科技</w:t>
          </w:r>
          <w:r>
            <w:rPr>
              <w:rFonts w:cs="Arial" w:hint="eastAsia"/>
              <w:sz w:val="18"/>
              <w:szCs w:val="18"/>
            </w:rPr>
            <w:t>有限</w:t>
          </w:r>
          <w:r>
            <w:rPr>
              <w:rFonts w:cs="Arial"/>
              <w:sz w:val="18"/>
              <w:szCs w:val="18"/>
            </w:rPr>
            <w:t>公司</w:t>
          </w:r>
        </w:p>
      </w:tc>
      <w:tc>
        <w:tcPr>
          <w:tcW w:w="1934" w:type="dxa"/>
        </w:tcPr>
        <w:p w14:paraId="353E612B" w14:textId="68E69871" w:rsidR="00E301F8" w:rsidRDefault="00E301F8" w:rsidP="00DA6042">
          <w:pPr>
            <w:pStyle w:val="a8"/>
            <w:spacing w:beforeLines="0" w:before="0" w:afterLines="0" w:after="0"/>
            <w:jc w:val="right"/>
            <w:rPr>
              <w:sz w:val="18"/>
              <w:szCs w:val="18"/>
            </w:rPr>
          </w:pPr>
          <w:r>
            <w:rPr>
              <w:rStyle w:val="ad"/>
              <w:sz w:val="18"/>
              <w:szCs w:val="18"/>
            </w:rPr>
            <w:fldChar w:fldCharType="begin"/>
          </w:r>
          <w:r>
            <w:rPr>
              <w:rStyle w:val="ad"/>
              <w:sz w:val="18"/>
              <w:szCs w:val="18"/>
            </w:rPr>
            <w:instrText xml:space="preserve"> PAGE </w:instrText>
          </w:r>
          <w:r>
            <w:rPr>
              <w:rStyle w:val="ad"/>
              <w:sz w:val="18"/>
              <w:szCs w:val="18"/>
            </w:rPr>
            <w:fldChar w:fldCharType="separate"/>
          </w:r>
          <w:r w:rsidR="003C22D3">
            <w:rPr>
              <w:rStyle w:val="ad"/>
              <w:noProof/>
              <w:sz w:val="18"/>
              <w:szCs w:val="18"/>
            </w:rPr>
            <w:t>3</w:t>
          </w:r>
          <w:r>
            <w:rPr>
              <w:rStyle w:val="ad"/>
              <w:sz w:val="18"/>
              <w:szCs w:val="18"/>
            </w:rPr>
            <w:fldChar w:fldCharType="end"/>
          </w:r>
          <w:r>
            <w:rPr>
              <w:rStyle w:val="ad"/>
              <w:rFonts w:hint="eastAsia"/>
              <w:sz w:val="18"/>
              <w:szCs w:val="18"/>
            </w:rPr>
            <w:t xml:space="preserve"> </w:t>
          </w:r>
          <w:r>
            <w:rPr>
              <w:rStyle w:val="ad"/>
              <w:sz w:val="18"/>
              <w:szCs w:val="18"/>
            </w:rPr>
            <w:t>/</w:t>
          </w:r>
          <w:r>
            <w:rPr>
              <w:rStyle w:val="ad"/>
              <w:sz w:val="18"/>
              <w:szCs w:val="18"/>
            </w:rPr>
            <w:fldChar w:fldCharType="begin"/>
          </w:r>
          <w:r>
            <w:rPr>
              <w:rStyle w:val="ad"/>
              <w:sz w:val="18"/>
              <w:szCs w:val="18"/>
            </w:rPr>
            <w:instrText xml:space="preserve"> NUMPAGES </w:instrText>
          </w:r>
          <w:r>
            <w:rPr>
              <w:rStyle w:val="ad"/>
              <w:sz w:val="18"/>
              <w:szCs w:val="18"/>
            </w:rPr>
            <w:fldChar w:fldCharType="separate"/>
          </w:r>
          <w:r w:rsidR="003C22D3">
            <w:rPr>
              <w:rStyle w:val="ad"/>
              <w:noProof/>
              <w:sz w:val="18"/>
              <w:szCs w:val="18"/>
            </w:rPr>
            <w:t>16</w:t>
          </w:r>
          <w:r>
            <w:rPr>
              <w:rStyle w:val="ad"/>
              <w:sz w:val="18"/>
              <w:szCs w:val="18"/>
            </w:rPr>
            <w:fldChar w:fldCharType="end"/>
          </w:r>
        </w:p>
      </w:tc>
    </w:tr>
  </w:tbl>
  <w:p w14:paraId="69C8F1C7" w14:textId="77777777" w:rsidR="00E301F8" w:rsidRDefault="00E301F8">
    <w:pPr>
      <w:spacing w:before="120" w:after="12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F10B8" w14:textId="77777777" w:rsidR="00E301F8" w:rsidRDefault="00E301F8">
    <w:pPr>
      <w:pStyle w:val="a8"/>
      <w:spacing w:before="120" w:after="12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65352" w14:textId="77777777" w:rsidR="00D5789B" w:rsidRDefault="00D5789B">
      <w:pPr>
        <w:spacing w:before="120" w:after="120"/>
      </w:pPr>
      <w:r>
        <w:separator/>
      </w:r>
    </w:p>
    <w:p w14:paraId="0F974B3B" w14:textId="77777777" w:rsidR="00D5789B" w:rsidRDefault="00D5789B">
      <w:pPr>
        <w:spacing w:before="120" w:after="120"/>
      </w:pPr>
    </w:p>
  </w:footnote>
  <w:footnote w:type="continuationSeparator" w:id="0">
    <w:p w14:paraId="0B09516A" w14:textId="77777777" w:rsidR="00D5789B" w:rsidRDefault="00D5789B">
      <w:pPr>
        <w:spacing w:before="120" w:after="120"/>
      </w:pPr>
      <w:r>
        <w:continuationSeparator/>
      </w:r>
    </w:p>
    <w:p w14:paraId="7F84FA5D" w14:textId="77777777" w:rsidR="00D5789B" w:rsidRDefault="00D5789B">
      <w:pPr>
        <w:spacing w:before="120" w:after="120"/>
      </w:pPr>
    </w:p>
  </w:footnote>
  <w:footnote w:type="continuationNotice" w:id="1">
    <w:p w14:paraId="44DA5F62" w14:textId="77777777" w:rsidR="00D5789B" w:rsidRDefault="00D5789B">
      <w:pPr>
        <w:spacing w:before="120" w:after="12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AE52E" w14:textId="77777777" w:rsidR="00E301F8" w:rsidRDefault="00E301F8">
    <w:pPr>
      <w:pStyle w:val="a6"/>
      <w:spacing w:before="120" w:after="1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a"/>
      <w:tblW w:w="5000" w:type="pct"/>
      <w:tblLook w:val="01E0" w:firstRow="1" w:lastRow="1" w:firstColumn="1" w:lastColumn="1" w:noHBand="0" w:noVBand="0"/>
    </w:tblPr>
    <w:tblGrid>
      <w:gridCol w:w="4073"/>
      <w:gridCol w:w="4923"/>
    </w:tblGrid>
    <w:tr w:rsidR="00E301F8" w14:paraId="5080AF01" w14:textId="77777777" w:rsidTr="00C10D57">
      <w:trPr>
        <w:cnfStyle w:val="100000000000" w:firstRow="1" w:lastRow="0" w:firstColumn="0" w:lastColumn="0" w:oddVBand="0" w:evenVBand="0" w:oddHBand="0" w:evenHBand="0" w:firstRowFirstColumn="0" w:firstRowLastColumn="0" w:lastRowFirstColumn="0" w:lastRowLastColumn="0"/>
        <w:cantSplit w:val="0"/>
        <w:trHeight w:val="905"/>
        <w:tblHeader w:val="0"/>
      </w:trPr>
      <w:tc>
        <w:tcPr>
          <w:cnfStyle w:val="001000000000" w:firstRow="0" w:lastRow="0" w:firstColumn="1" w:lastColumn="0" w:oddVBand="0" w:evenVBand="0" w:oddHBand="0" w:evenHBand="0" w:firstRowFirstColumn="0" w:firstRowLastColumn="0" w:lastRowFirstColumn="0" w:lastRowLastColumn="0"/>
          <w:tcW w:w="2264" w:type="pct"/>
          <w:tcBorders>
            <w:top w:val="none" w:sz="0" w:space="0" w:color="auto"/>
            <w:left w:val="none" w:sz="0" w:space="0" w:color="auto"/>
            <w:bottom w:val="none" w:sz="0" w:space="0" w:color="auto"/>
            <w:right w:val="none" w:sz="0" w:space="0" w:color="auto"/>
          </w:tcBorders>
          <w:hideMark/>
        </w:tcPr>
        <w:p w14:paraId="48B945E0" w14:textId="74CC968F" w:rsidR="00E301F8" w:rsidRPr="00EC266F" w:rsidRDefault="00E301F8" w:rsidP="00DA6042">
          <w:pPr>
            <w:tabs>
              <w:tab w:val="center" w:pos="4320"/>
              <w:tab w:val="right" w:pos="8640"/>
            </w:tabs>
            <w:snapToGrid/>
            <w:spacing w:beforeLines="0" w:before="0" w:afterLines="0" w:after="0"/>
            <w:jc w:val="left"/>
            <w:rPr>
              <w:rFonts w:ascii="Verdana" w:hAnsi="Verdana"/>
              <w:b w:val="0"/>
              <w:iCs/>
              <w:sz w:val="28"/>
            </w:rPr>
          </w:pPr>
          <w:r>
            <w:rPr>
              <w:rFonts w:cs="Arial"/>
              <w:noProof/>
            </w:rPr>
            <w:drawing>
              <wp:inline distT="0" distB="0" distL="0" distR="0" wp14:anchorId="67B8F404" wp14:editId="4344B4B7">
                <wp:extent cx="2026311" cy="541324"/>
                <wp:effectExtent l="0" t="0" r="0" b="0"/>
                <wp:docPr id="1" name="图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2873" cy="545748"/>
                        </a:xfrm>
                        <a:prstGeom prst="rect">
                          <a:avLst/>
                        </a:prstGeom>
                        <a:noFill/>
                        <a:ln>
                          <a:noFill/>
                        </a:ln>
                      </pic:spPr>
                    </pic:pic>
                  </a:graphicData>
                </a:graphic>
              </wp:inline>
            </w:drawing>
          </w:r>
        </w:p>
      </w:tc>
      <w:tc>
        <w:tcPr>
          <w:tcW w:w="2736" w:type="pct"/>
          <w:tcBorders>
            <w:top w:val="none" w:sz="0" w:space="0" w:color="auto"/>
            <w:left w:val="none" w:sz="0" w:space="0" w:color="auto"/>
            <w:bottom w:val="none" w:sz="0" w:space="0" w:color="auto"/>
            <w:right w:val="none" w:sz="0" w:space="0" w:color="auto"/>
          </w:tcBorders>
        </w:tcPr>
        <w:p w14:paraId="06BA8CB4" w14:textId="3B0EB9E7" w:rsidR="00E301F8" w:rsidRPr="00AE454C" w:rsidRDefault="00E301F8" w:rsidP="00DA6042">
          <w:pPr>
            <w:spacing w:beforeLines="0" w:before="0" w:afterLines="0" w:after="0"/>
            <w:ind w:leftChars="360" w:left="720" w:rightChars="100" w:right="200"/>
            <w:jc w:val="right"/>
            <w:cnfStyle w:val="100000000000" w:firstRow="1" w:lastRow="0" w:firstColumn="0" w:lastColumn="0" w:oddVBand="0" w:evenVBand="0" w:oddHBand="0" w:evenHBand="0" w:firstRowFirstColumn="0" w:firstRowLastColumn="0" w:lastRowFirstColumn="0" w:lastRowLastColumn="0"/>
            <w:rPr>
              <w:rFonts w:ascii="Century Schoolbook" w:eastAsia="宋体" w:hAnsi="Century Schoolbook" w:cs="Arial"/>
              <w:iCs/>
            </w:rPr>
          </w:pPr>
          <w:r w:rsidRPr="00AE454C">
            <w:rPr>
              <w:rFonts w:ascii="Century Schoolbook" w:eastAsia="宋体" w:hAnsi="Century Schoolbook" w:cs="Arial"/>
              <w:iCs/>
              <w:noProof/>
            </w:rPr>
            <w:t xml:space="preserve">AUTOSAR MCAL </w:t>
          </w:r>
          <w:r w:rsidRPr="00AE454C">
            <w:rPr>
              <w:rFonts w:ascii="Century Schoolbook" w:eastAsia="宋体" w:hAnsi="Century Schoolbook" w:cs="Arial" w:hint="eastAsia"/>
              <w:iCs/>
              <w:noProof/>
            </w:rPr>
            <w:t>OSIF</w:t>
          </w:r>
          <w:r w:rsidRPr="00AE454C">
            <w:rPr>
              <w:rFonts w:ascii="Century Schoolbook" w:eastAsia="宋体" w:hAnsi="Century Schoolbook" w:cs="Arial" w:hint="eastAsia"/>
              <w:iCs/>
              <w:noProof/>
            </w:rPr>
            <w:t>用户手册</w:t>
          </w:r>
        </w:p>
        <w:p w14:paraId="3DB47F33" w14:textId="77777777" w:rsidR="00E301F8" w:rsidRPr="00673E41" w:rsidRDefault="00E301F8" w:rsidP="00DA6042">
          <w:pPr>
            <w:spacing w:beforeLines="0" w:before="0" w:afterLines="0" w:after="0"/>
            <w:ind w:right="200"/>
            <w:jc w:val="right"/>
            <w:cnfStyle w:val="100000000000" w:firstRow="1" w:lastRow="0" w:firstColumn="0" w:lastColumn="0" w:oddVBand="0" w:evenVBand="0" w:oddHBand="0" w:evenHBand="0" w:firstRowFirstColumn="0" w:firstRowLastColumn="0" w:lastRowFirstColumn="0" w:lastRowLastColumn="0"/>
            <w:rPr>
              <w:rFonts w:ascii="Verdana" w:hAnsi="Verdana"/>
              <w:iCs/>
              <w:color w:val="000000" w:themeColor="text1"/>
              <w:sz w:val="24"/>
            </w:rPr>
          </w:pPr>
          <w:r w:rsidRPr="00AE454C">
            <w:rPr>
              <w:rFonts w:ascii="Century Schoolbook" w:eastAsia="宋体" w:hAnsi="Century Schoolbook" w:cs="Arial" w:hint="eastAsia"/>
              <w:iCs/>
              <w:color w:val="000000" w:themeColor="text1"/>
            </w:rPr>
            <w:t>通用版</w:t>
          </w:r>
        </w:p>
      </w:tc>
    </w:tr>
  </w:tbl>
  <w:p w14:paraId="684EEF10" w14:textId="77777777" w:rsidR="00E301F8" w:rsidRPr="00D448EA" w:rsidRDefault="00E301F8" w:rsidP="00DA6042">
    <w:pPr>
      <w:spacing w:beforeLines="0" w:before="0" w:afterLines="0" w:after="0"/>
      <w:rPr>
        <w:rFonts w:eastAsiaTheme="minorEastAsi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8AD56" w14:textId="77777777" w:rsidR="00E301F8" w:rsidRDefault="00E301F8">
    <w:pPr>
      <w:pStyle w:val="a6"/>
      <w:spacing w:before="120"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0B2D946"/>
    <w:lvl w:ilvl="0">
      <w:start w:val="1"/>
      <w:numFmt w:val="decimal"/>
      <w:pStyle w:val="a"/>
      <w:lvlText w:val="%1)"/>
      <w:lvlJc w:val="left"/>
      <w:pPr>
        <w:tabs>
          <w:tab w:val="num" w:pos="-247"/>
        </w:tabs>
        <w:ind w:left="-266" w:hanging="341"/>
      </w:pPr>
      <w:rPr>
        <w:rFonts w:ascii="Arial" w:eastAsia="MingLiU" w:hAnsi="Arial" w:cs="Times New Roman" w:hint="default"/>
        <w:b/>
        <w:i w:val="0"/>
        <w:sz w:val="18"/>
      </w:rPr>
    </w:lvl>
  </w:abstractNum>
  <w:abstractNum w:abstractNumId="1" w15:restartNumberingAfterBreak="0">
    <w:nsid w:val="053B633E"/>
    <w:multiLevelType w:val="hybridMultilevel"/>
    <w:tmpl w:val="091CDB14"/>
    <w:lvl w:ilvl="0" w:tplc="BAB67462">
      <w:start w:val="1"/>
      <w:numFmt w:val="bullet"/>
      <w:lvlText w:val=""/>
      <w:lvlJc w:val="left"/>
      <w:pPr>
        <w:ind w:left="420" w:hanging="420"/>
      </w:pPr>
      <w:rPr>
        <w:rFonts w:ascii="Wingdings" w:hAnsi="Wingdings" w:hint="default"/>
        <w:b w:val="0"/>
        <w:i w:val="0"/>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065656"/>
    <w:multiLevelType w:val="hybridMultilevel"/>
    <w:tmpl w:val="B51C978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A0057E0"/>
    <w:multiLevelType w:val="hybridMultilevel"/>
    <w:tmpl w:val="6C4AAB64"/>
    <w:lvl w:ilvl="0" w:tplc="E2E025FA">
      <w:start w:val="1"/>
      <w:numFmt w:val="decimal"/>
      <w:lvlText w:val="%1."/>
      <w:lvlJc w:val="left"/>
      <w:pPr>
        <w:ind w:left="360" w:hanging="36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B0D2325"/>
    <w:multiLevelType w:val="hybridMultilevel"/>
    <w:tmpl w:val="5F001A2E"/>
    <w:lvl w:ilvl="0" w:tplc="E31C3840">
      <w:numFmt w:val="bullet"/>
      <w:pStyle w:val="Feature-Item"/>
      <w:lvlText w:val=""/>
      <w:lvlJc w:val="left"/>
      <w:pPr>
        <w:tabs>
          <w:tab w:val="num" w:pos="360"/>
        </w:tabs>
        <w:ind w:left="360" w:hanging="360"/>
      </w:pPr>
      <w:rPr>
        <w:rFonts w:ascii="Wingdings 2" w:eastAsia="MingLiU" w:hAnsi="Wingdings 2" w:cs="Times New Roman"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0FEB6AE7"/>
    <w:multiLevelType w:val="multilevel"/>
    <w:tmpl w:val="0A72048A"/>
    <w:numStyleLink w:val="BulletOutline1"/>
  </w:abstractNum>
  <w:abstractNum w:abstractNumId="6" w15:restartNumberingAfterBreak="0">
    <w:nsid w:val="131418C6"/>
    <w:multiLevelType w:val="hybridMultilevel"/>
    <w:tmpl w:val="1F80BB46"/>
    <w:lvl w:ilvl="0" w:tplc="BAB67462">
      <w:start w:val="1"/>
      <w:numFmt w:val="bullet"/>
      <w:lvlText w:val=""/>
      <w:lvlJc w:val="left"/>
      <w:pPr>
        <w:ind w:left="420" w:hanging="420"/>
      </w:pPr>
      <w:rPr>
        <w:rFonts w:ascii="Wingdings" w:hAnsi="Wingdings" w:hint="default"/>
        <w:b w:val="0"/>
        <w:i w:val="0"/>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56F66D2"/>
    <w:multiLevelType w:val="hybridMultilevel"/>
    <w:tmpl w:val="DBA4D8D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8E24FBD"/>
    <w:multiLevelType w:val="hybridMultilevel"/>
    <w:tmpl w:val="371CB6A8"/>
    <w:styleLink w:val="BulletOutline11"/>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783530"/>
    <w:multiLevelType w:val="multilevel"/>
    <w:tmpl w:val="0409001F"/>
    <w:styleLink w:val="1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0" w15:restartNumberingAfterBreak="0">
    <w:nsid w:val="1B455C75"/>
    <w:multiLevelType w:val="multilevel"/>
    <w:tmpl w:val="57C2332E"/>
    <w:name w:val="Combin22"/>
    <w:lvl w:ilvl="0">
      <w:start w:val="1"/>
      <w:numFmt w:val="bullet"/>
      <w:lvlText w:val=""/>
      <w:lvlJc w:val="left"/>
      <w:pPr>
        <w:ind w:left="425" w:hanging="425"/>
      </w:pPr>
      <w:rPr>
        <w:rFonts w:ascii="Wingdings 2" w:hAnsi="Wingdings 2" w:hint="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1B5E12B4"/>
    <w:multiLevelType w:val="hybridMultilevel"/>
    <w:tmpl w:val="565EB7F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D2135C9"/>
    <w:multiLevelType w:val="multilevel"/>
    <w:tmpl w:val="D1C64A46"/>
    <w:name w:val="Steps22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1E862C56"/>
    <w:multiLevelType w:val="hybridMultilevel"/>
    <w:tmpl w:val="CB5C2454"/>
    <w:lvl w:ilvl="0" w:tplc="101EC0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F652692"/>
    <w:multiLevelType w:val="hybridMultilevel"/>
    <w:tmpl w:val="6D7498A8"/>
    <w:lvl w:ilvl="0" w:tplc="FFFFFFFF">
      <w:start w:val="1"/>
      <w:numFmt w:val="bullet"/>
      <w:lvlText w:val="−"/>
      <w:lvlJc w:val="left"/>
      <w:pPr>
        <w:ind w:left="1080" w:hanging="360"/>
      </w:pPr>
      <w:rPr>
        <w:rFonts w:ascii="Times New Roman" w:eastAsia="宋体"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4E4B43"/>
    <w:multiLevelType w:val="hybridMultilevel"/>
    <w:tmpl w:val="E1CE2346"/>
    <w:lvl w:ilvl="0" w:tplc="C6BCBC6A">
      <w:start w:val="1"/>
      <w:numFmt w:val="decimal"/>
      <w:lvlText w:val="%1."/>
      <w:lvlJc w:val="left"/>
      <w:pPr>
        <w:ind w:left="360" w:hanging="360"/>
      </w:pPr>
      <w:rPr>
        <w:rFonts w:eastAsia="宋体"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FCC5637"/>
    <w:multiLevelType w:val="multilevel"/>
    <w:tmpl w:val="0A72048A"/>
    <w:numStyleLink w:val="BulletOutline1"/>
  </w:abstractNum>
  <w:abstractNum w:abstractNumId="17" w15:restartNumberingAfterBreak="0">
    <w:nsid w:val="37852FDE"/>
    <w:multiLevelType w:val="hybridMultilevel"/>
    <w:tmpl w:val="7702E3F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82526F5"/>
    <w:multiLevelType w:val="multilevel"/>
    <w:tmpl w:val="077C6DB2"/>
    <w:lvl w:ilvl="0">
      <w:start w:val="1"/>
      <w:numFmt w:val="decimal"/>
      <w:pStyle w:val="1"/>
      <w:lvlText w:val="%1"/>
      <w:lvlJc w:val="left"/>
      <w:pPr>
        <w:tabs>
          <w:tab w:val="num" w:pos="680"/>
        </w:tabs>
        <w:ind w:left="680" w:hanging="680"/>
      </w:pPr>
      <w:rPr>
        <w:rFonts w:ascii="Century Schoolbook" w:hAnsi="Century Schoolbook" w:cs="Arial" w:hint="default"/>
        <w:b/>
        <w:i w:val="0"/>
        <w:color w:val="C00000"/>
        <w:sz w:val="36"/>
        <w:szCs w:val="36"/>
      </w:rPr>
    </w:lvl>
    <w:lvl w:ilvl="1">
      <w:start w:val="1"/>
      <w:numFmt w:val="decimal"/>
      <w:pStyle w:val="2"/>
      <w:lvlText w:val="%1.%2"/>
      <w:lvlJc w:val="left"/>
      <w:pPr>
        <w:tabs>
          <w:tab w:val="num" w:pos="1077"/>
        </w:tabs>
        <w:ind w:left="1077" w:hanging="1077"/>
      </w:pPr>
      <w:rPr>
        <w:rFonts w:ascii="Century Schoolbook" w:hAnsi="Century Schoolbook" w:cs="Arial" w:hint="default"/>
        <w:b/>
        <w:i w:val="0"/>
        <w:caps w:val="0"/>
        <w:strike w:val="0"/>
        <w:dstrike w:val="0"/>
        <w:vanish w:val="0"/>
        <w:color w:val="C00000"/>
        <w:sz w:val="28"/>
        <w:u w:val="none"/>
        <w:vertAlign w:val="baseline"/>
      </w:rPr>
    </w:lvl>
    <w:lvl w:ilvl="2">
      <w:start w:val="1"/>
      <w:numFmt w:val="decimal"/>
      <w:pStyle w:val="3"/>
      <w:lvlText w:val="%1.%2.%3"/>
      <w:lvlJc w:val="left"/>
      <w:pPr>
        <w:tabs>
          <w:tab w:val="num" w:pos="1361"/>
        </w:tabs>
        <w:ind w:left="1361" w:hanging="1077"/>
      </w:pPr>
      <w:rPr>
        <w:rFonts w:hint="eastAsia"/>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3062"/>
        </w:tabs>
        <w:ind w:left="3062" w:hanging="1503"/>
      </w:pPr>
      <w:rPr>
        <w:rFonts w:hint="eastAsia"/>
        <w:bCs w:val="0"/>
        <w:i w:val="0"/>
        <w:iCs w:val="0"/>
        <w:caps w:val="0"/>
        <w:smallCaps w:val="0"/>
        <w:strike w:val="0"/>
        <w:dstrike w:val="0"/>
        <w:outline w:val="0"/>
        <w:shadow w:val="0"/>
        <w:emboss w:val="0"/>
        <w:imprint w:val="0"/>
        <w:noProof w:val="0"/>
        <w:vanish w:val="0"/>
        <w:color w:val="C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503"/>
        </w:tabs>
        <w:ind w:left="1503" w:hanging="1503"/>
      </w:pPr>
      <w:rPr>
        <w:rFonts w:ascii="Century Schoolbook" w:hAnsi="Century Schoolbook" w:hint="default"/>
        <w:color w:val="C00000"/>
        <w:sz w:val="20"/>
      </w:rPr>
    </w:lvl>
    <w:lvl w:ilvl="5">
      <w:start w:val="1"/>
      <w:numFmt w:val="decimal"/>
      <w:pStyle w:val="6"/>
      <w:lvlText w:val="%1.%2.%3.%4.%5.%6"/>
      <w:lvlJc w:val="left"/>
      <w:pPr>
        <w:tabs>
          <w:tab w:val="num" w:pos="1077"/>
        </w:tabs>
        <w:ind w:left="1077" w:hanging="1077"/>
      </w:pPr>
      <w:rPr>
        <w:rFonts w:ascii="Arial" w:hAnsi="Arial" w:hint="default"/>
        <w:color w:val="006EBC"/>
      </w:rPr>
    </w:lvl>
    <w:lvl w:ilvl="6">
      <w:start w:val="1"/>
      <w:numFmt w:val="decimal"/>
      <w:lvlText w:val="%1.%2.%3.%4.%5.%6.%7"/>
      <w:lvlJc w:val="left"/>
      <w:pPr>
        <w:tabs>
          <w:tab w:val="num" w:pos="1077"/>
        </w:tabs>
        <w:ind w:left="1077" w:hanging="1077"/>
      </w:pPr>
      <w:rPr>
        <w:rFonts w:ascii="Arial" w:hAnsi="Arial" w:hint="default"/>
        <w:color w:val="006EBC"/>
        <w:sz w:val="20"/>
      </w:rPr>
    </w:lvl>
    <w:lvl w:ilvl="7">
      <w:start w:val="1"/>
      <w:numFmt w:val="decimal"/>
      <w:lvlText w:val="%1.%2.%3.%4.%5.%6.%7.%8"/>
      <w:lvlJc w:val="left"/>
      <w:pPr>
        <w:tabs>
          <w:tab w:val="num" w:pos="1053"/>
        </w:tabs>
        <w:ind w:left="1053" w:hanging="1440"/>
      </w:pPr>
      <w:rPr>
        <w:rFonts w:hint="default"/>
      </w:rPr>
    </w:lvl>
    <w:lvl w:ilvl="8">
      <w:start w:val="1"/>
      <w:numFmt w:val="decimal"/>
      <w:lvlText w:val="%1.%2.%3.%4.%5.%6.%7.%8.%9"/>
      <w:lvlJc w:val="left"/>
      <w:pPr>
        <w:tabs>
          <w:tab w:val="num" w:pos="1197"/>
        </w:tabs>
        <w:ind w:left="1197" w:hanging="1584"/>
      </w:pPr>
      <w:rPr>
        <w:rFonts w:hint="default"/>
      </w:rPr>
    </w:lvl>
  </w:abstractNum>
  <w:abstractNum w:abstractNumId="19" w15:restartNumberingAfterBreak="0">
    <w:nsid w:val="3B9E6519"/>
    <w:multiLevelType w:val="hybridMultilevel"/>
    <w:tmpl w:val="16D67406"/>
    <w:lvl w:ilvl="0" w:tplc="B3DEE786">
      <w:start w:val="1"/>
      <w:numFmt w:val="decimal"/>
      <w:pStyle w:val="ReferenceItem"/>
      <w:lvlText w:val="[%1]"/>
      <w:lvlJc w:val="left"/>
      <w:pPr>
        <w:tabs>
          <w:tab w:val="num" w:pos="567"/>
        </w:tabs>
        <w:ind w:left="567" w:hanging="567"/>
      </w:pPr>
      <w:rPr>
        <w:rFonts w:hint="eastAsia"/>
      </w:rPr>
    </w:lvl>
    <w:lvl w:ilvl="1" w:tplc="958CC84A">
      <w:start w:val="1"/>
      <w:numFmt w:val="lowerLetter"/>
      <w:lvlText w:val="%2."/>
      <w:lvlJc w:val="left"/>
      <w:pPr>
        <w:tabs>
          <w:tab w:val="num" w:pos="1440"/>
        </w:tabs>
        <w:ind w:left="1440" w:hanging="360"/>
      </w:pPr>
    </w:lvl>
    <w:lvl w:ilvl="2" w:tplc="644628D8" w:tentative="1">
      <w:start w:val="1"/>
      <w:numFmt w:val="lowerRoman"/>
      <w:lvlText w:val="%3."/>
      <w:lvlJc w:val="right"/>
      <w:pPr>
        <w:tabs>
          <w:tab w:val="num" w:pos="2160"/>
        </w:tabs>
        <w:ind w:left="2160" w:hanging="180"/>
      </w:pPr>
    </w:lvl>
    <w:lvl w:ilvl="3" w:tplc="644EA264" w:tentative="1">
      <w:start w:val="1"/>
      <w:numFmt w:val="decimal"/>
      <w:lvlText w:val="%4."/>
      <w:lvlJc w:val="left"/>
      <w:pPr>
        <w:tabs>
          <w:tab w:val="num" w:pos="2880"/>
        </w:tabs>
        <w:ind w:left="2880" w:hanging="360"/>
      </w:pPr>
    </w:lvl>
    <w:lvl w:ilvl="4" w:tplc="4A98221E" w:tentative="1">
      <w:start w:val="1"/>
      <w:numFmt w:val="lowerLetter"/>
      <w:lvlText w:val="%5."/>
      <w:lvlJc w:val="left"/>
      <w:pPr>
        <w:tabs>
          <w:tab w:val="num" w:pos="3600"/>
        </w:tabs>
        <w:ind w:left="3600" w:hanging="360"/>
      </w:pPr>
    </w:lvl>
    <w:lvl w:ilvl="5" w:tplc="47CE0C0C" w:tentative="1">
      <w:start w:val="1"/>
      <w:numFmt w:val="lowerRoman"/>
      <w:lvlText w:val="%6."/>
      <w:lvlJc w:val="right"/>
      <w:pPr>
        <w:tabs>
          <w:tab w:val="num" w:pos="4320"/>
        </w:tabs>
        <w:ind w:left="4320" w:hanging="180"/>
      </w:pPr>
    </w:lvl>
    <w:lvl w:ilvl="6" w:tplc="ADC029FA" w:tentative="1">
      <w:start w:val="1"/>
      <w:numFmt w:val="decimal"/>
      <w:lvlText w:val="%7."/>
      <w:lvlJc w:val="left"/>
      <w:pPr>
        <w:tabs>
          <w:tab w:val="num" w:pos="5040"/>
        </w:tabs>
        <w:ind w:left="5040" w:hanging="360"/>
      </w:pPr>
    </w:lvl>
    <w:lvl w:ilvl="7" w:tplc="B42A5092" w:tentative="1">
      <w:start w:val="1"/>
      <w:numFmt w:val="lowerLetter"/>
      <w:lvlText w:val="%8."/>
      <w:lvlJc w:val="left"/>
      <w:pPr>
        <w:tabs>
          <w:tab w:val="num" w:pos="5760"/>
        </w:tabs>
        <w:ind w:left="5760" w:hanging="360"/>
      </w:pPr>
    </w:lvl>
    <w:lvl w:ilvl="8" w:tplc="63A2CD92" w:tentative="1">
      <w:start w:val="1"/>
      <w:numFmt w:val="lowerRoman"/>
      <w:lvlText w:val="%9."/>
      <w:lvlJc w:val="right"/>
      <w:pPr>
        <w:tabs>
          <w:tab w:val="num" w:pos="6480"/>
        </w:tabs>
        <w:ind w:left="6480" w:hanging="180"/>
      </w:pPr>
    </w:lvl>
  </w:abstractNum>
  <w:abstractNum w:abstractNumId="20" w15:restartNumberingAfterBreak="0">
    <w:nsid w:val="3BE6385B"/>
    <w:multiLevelType w:val="multilevel"/>
    <w:tmpl w:val="0A72048A"/>
    <w:name w:val="Combin22222"/>
    <w:numStyleLink w:val="BulletOutline1"/>
  </w:abstractNum>
  <w:abstractNum w:abstractNumId="21" w15:restartNumberingAfterBreak="0">
    <w:nsid w:val="3EC53B6E"/>
    <w:multiLevelType w:val="hybridMultilevel"/>
    <w:tmpl w:val="E726310E"/>
    <w:styleLink w:val="11111111"/>
    <w:lvl w:ilvl="0" w:tplc="E2545090">
      <w:start w:val="1"/>
      <w:numFmt w:val="decimal"/>
      <w:lvlText w:val="%1."/>
      <w:lvlJc w:val="left"/>
      <w:pPr>
        <w:tabs>
          <w:tab w:val="num" w:pos="360"/>
        </w:tabs>
        <w:ind w:left="360" w:hanging="360"/>
      </w:pPr>
      <w:rPr>
        <w:rFonts w:hint="default"/>
      </w:rPr>
    </w:lvl>
    <w:lvl w:ilvl="1" w:tplc="042A2B2C" w:tentative="1">
      <w:start w:val="1"/>
      <w:numFmt w:val="ideographTraditional"/>
      <w:lvlText w:val="%2、"/>
      <w:lvlJc w:val="left"/>
      <w:pPr>
        <w:tabs>
          <w:tab w:val="num" w:pos="960"/>
        </w:tabs>
        <w:ind w:left="960" w:hanging="480"/>
      </w:pPr>
    </w:lvl>
    <w:lvl w:ilvl="2" w:tplc="8E548F70" w:tentative="1">
      <w:start w:val="1"/>
      <w:numFmt w:val="lowerRoman"/>
      <w:lvlText w:val="%3."/>
      <w:lvlJc w:val="right"/>
      <w:pPr>
        <w:tabs>
          <w:tab w:val="num" w:pos="1440"/>
        </w:tabs>
        <w:ind w:left="1440" w:hanging="480"/>
      </w:pPr>
    </w:lvl>
    <w:lvl w:ilvl="3" w:tplc="44FA83EE" w:tentative="1">
      <w:start w:val="1"/>
      <w:numFmt w:val="decimal"/>
      <w:lvlText w:val="%4."/>
      <w:lvlJc w:val="left"/>
      <w:pPr>
        <w:tabs>
          <w:tab w:val="num" w:pos="1920"/>
        </w:tabs>
        <w:ind w:left="1920" w:hanging="480"/>
      </w:pPr>
    </w:lvl>
    <w:lvl w:ilvl="4" w:tplc="B518063E" w:tentative="1">
      <w:start w:val="1"/>
      <w:numFmt w:val="ideographTraditional"/>
      <w:lvlText w:val="%5、"/>
      <w:lvlJc w:val="left"/>
      <w:pPr>
        <w:tabs>
          <w:tab w:val="num" w:pos="2400"/>
        </w:tabs>
        <w:ind w:left="2400" w:hanging="480"/>
      </w:pPr>
    </w:lvl>
    <w:lvl w:ilvl="5" w:tplc="B8F637AC" w:tentative="1">
      <w:start w:val="1"/>
      <w:numFmt w:val="lowerRoman"/>
      <w:lvlText w:val="%6."/>
      <w:lvlJc w:val="right"/>
      <w:pPr>
        <w:tabs>
          <w:tab w:val="num" w:pos="2880"/>
        </w:tabs>
        <w:ind w:left="2880" w:hanging="480"/>
      </w:pPr>
    </w:lvl>
    <w:lvl w:ilvl="6" w:tplc="0D34FBD0" w:tentative="1">
      <w:start w:val="1"/>
      <w:numFmt w:val="decimal"/>
      <w:lvlText w:val="%7."/>
      <w:lvlJc w:val="left"/>
      <w:pPr>
        <w:tabs>
          <w:tab w:val="num" w:pos="3360"/>
        </w:tabs>
        <w:ind w:left="3360" w:hanging="480"/>
      </w:pPr>
    </w:lvl>
    <w:lvl w:ilvl="7" w:tplc="07D00372" w:tentative="1">
      <w:start w:val="1"/>
      <w:numFmt w:val="ideographTraditional"/>
      <w:lvlText w:val="%8、"/>
      <w:lvlJc w:val="left"/>
      <w:pPr>
        <w:tabs>
          <w:tab w:val="num" w:pos="3840"/>
        </w:tabs>
        <w:ind w:left="3840" w:hanging="480"/>
      </w:pPr>
    </w:lvl>
    <w:lvl w:ilvl="8" w:tplc="AB16127A" w:tentative="1">
      <w:start w:val="1"/>
      <w:numFmt w:val="lowerRoman"/>
      <w:lvlText w:val="%9."/>
      <w:lvlJc w:val="right"/>
      <w:pPr>
        <w:tabs>
          <w:tab w:val="num" w:pos="4320"/>
        </w:tabs>
        <w:ind w:left="4320" w:hanging="480"/>
      </w:pPr>
    </w:lvl>
  </w:abstractNum>
  <w:abstractNum w:abstractNumId="22" w15:restartNumberingAfterBreak="0">
    <w:nsid w:val="470C4FCA"/>
    <w:multiLevelType w:val="hybridMultilevel"/>
    <w:tmpl w:val="6BA883B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473E46B1"/>
    <w:multiLevelType w:val="hybridMultilevel"/>
    <w:tmpl w:val="7422BDAC"/>
    <w:lvl w:ilvl="0" w:tplc="64BCF97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47955A72"/>
    <w:multiLevelType w:val="hybridMultilevel"/>
    <w:tmpl w:val="002271C8"/>
    <w:lvl w:ilvl="0" w:tplc="6A48B178">
      <w:start w:val="1"/>
      <w:numFmt w:val="decimal"/>
      <w:lvlText w:val="%1."/>
      <w:lvlJc w:val="left"/>
      <w:pPr>
        <w:ind w:left="360" w:hanging="360"/>
      </w:pPr>
      <w:rPr>
        <w:rFonts w:asciiTheme="minorEastAsia" w:eastAsiaTheme="minorEastAsia" w:hAnsiTheme="minorEastAsia" w:cs="Arial"/>
        <w:b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96155E7"/>
    <w:multiLevelType w:val="hybridMultilevel"/>
    <w:tmpl w:val="D5F82C8E"/>
    <w:lvl w:ilvl="0" w:tplc="C0A2B128">
      <w:start w:val="1"/>
      <w:numFmt w:val="bullet"/>
      <w:lvlText w:val=""/>
      <w:lvlJc w:val="left"/>
      <w:pPr>
        <w:ind w:left="845" w:hanging="420"/>
      </w:pPr>
      <w:rPr>
        <w:rFonts w:ascii="Wingdings" w:hAnsi="Wingdings" w:hint="default"/>
        <w:sz w:val="10"/>
        <w:szCs w:val="10"/>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26" w15:restartNumberingAfterBreak="0">
    <w:nsid w:val="4A696D49"/>
    <w:multiLevelType w:val="hybridMultilevel"/>
    <w:tmpl w:val="84788A88"/>
    <w:lvl w:ilvl="0" w:tplc="1BBC7100">
      <w:start w:val="1"/>
      <w:numFmt w:val="decimal"/>
      <w:lvlText w:val="%1."/>
      <w:lvlJc w:val="left"/>
      <w:pPr>
        <w:ind w:left="360" w:hanging="360"/>
      </w:pPr>
      <w:rPr>
        <w:rFonts w:asciiTheme="minorEastAsia" w:hAnsiTheme="minorEastAsia"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D6D239C"/>
    <w:multiLevelType w:val="hybridMultilevel"/>
    <w:tmpl w:val="270077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9C76386"/>
    <w:multiLevelType w:val="hybridMultilevel"/>
    <w:tmpl w:val="5062195A"/>
    <w:lvl w:ilvl="0" w:tplc="E482E662">
      <w:start w:val="1"/>
      <w:numFmt w:val="decimal"/>
      <w:pStyle w:val="DTVNotes"/>
      <w:lvlText w:val="Note %1:"/>
      <w:lvlJc w:val="left"/>
      <w:pPr>
        <w:tabs>
          <w:tab w:val="num" w:pos="799"/>
        </w:tabs>
        <w:ind w:left="799" w:hanging="799"/>
      </w:pPr>
      <w:rPr>
        <w:rFonts w:hint="eastAsia"/>
      </w:rPr>
    </w:lvl>
    <w:lvl w:ilvl="1" w:tplc="E31897B6" w:tentative="1">
      <w:start w:val="1"/>
      <w:numFmt w:val="ideographTraditional"/>
      <w:lvlText w:val="%2、"/>
      <w:lvlJc w:val="left"/>
      <w:pPr>
        <w:tabs>
          <w:tab w:val="num" w:pos="960"/>
        </w:tabs>
        <w:ind w:left="960" w:hanging="480"/>
      </w:pPr>
    </w:lvl>
    <w:lvl w:ilvl="2" w:tplc="A636E4D8" w:tentative="1">
      <w:start w:val="1"/>
      <w:numFmt w:val="lowerRoman"/>
      <w:lvlText w:val="%3."/>
      <w:lvlJc w:val="right"/>
      <w:pPr>
        <w:tabs>
          <w:tab w:val="num" w:pos="1440"/>
        </w:tabs>
        <w:ind w:left="1440" w:hanging="480"/>
      </w:pPr>
    </w:lvl>
    <w:lvl w:ilvl="3" w:tplc="AFDAB30E" w:tentative="1">
      <w:start w:val="1"/>
      <w:numFmt w:val="decimal"/>
      <w:lvlText w:val="%4."/>
      <w:lvlJc w:val="left"/>
      <w:pPr>
        <w:tabs>
          <w:tab w:val="num" w:pos="1920"/>
        </w:tabs>
        <w:ind w:left="1920" w:hanging="480"/>
      </w:pPr>
    </w:lvl>
    <w:lvl w:ilvl="4" w:tplc="C6F646F0" w:tentative="1">
      <w:start w:val="1"/>
      <w:numFmt w:val="ideographTraditional"/>
      <w:lvlText w:val="%5、"/>
      <w:lvlJc w:val="left"/>
      <w:pPr>
        <w:tabs>
          <w:tab w:val="num" w:pos="2400"/>
        </w:tabs>
        <w:ind w:left="2400" w:hanging="480"/>
      </w:pPr>
    </w:lvl>
    <w:lvl w:ilvl="5" w:tplc="CFA80058" w:tentative="1">
      <w:start w:val="1"/>
      <w:numFmt w:val="lowerRoman"/>
      <w:lvlText w:val="%6."/>
      <w:lvlJc w:val="right"/>
      <w:pPr>
        <w:tabs>
          <w:tab w:val="num" w:pos="2880"/>
        </w:tabs>
        <w:ind w:left="2880" w:hanging="480"/>
      </w:pPr>
    </w:lvl>
    <w:lvl w:ilvl="6" w:tplc="6638F190" w:tentative="1">
      <w:start w:val="1"/>
      <w:numFmt w:val="decimal"/>
      <w:lvlText w:val="%7."/>
      <w:lvlJc w:val="left"/>
      <w:pPr>
        <w:tabs>
          <w:tab w:val="num" w:pos="3360"/>
        </w:tabs>
        <w:ind w:left="3360" w:hanging="480"/>
      </w:pPr>
    </w:lvl>
    <w:lvl w:ilvl="7" w:tplc="A7E46D3E" w:tentative="1">
      <w:start w:val="1"/>
      <w:numFmt w:val="ideographTraditional"/>
      <w:lvlText w:val="%8、"/>
      <w:lvlJc w:val="left"/>
      <w:pPr>
        <w:tabs>
          <w:tab w:val="num" w:pos="3840"/>
        </w:tabs>
        <w:ind w:left="3840" w:hanging="480"/>
      </w:pPr>
    </w:lvl>
    <w:lvl w:ilvl="8" w:tplc="4578994A" w:tentative="1">
      <w:start w:val="1"/>
      <w:numFmt w:val="lowerRoman"/>
      <w:lvlText w:val="%9."/>
      <w:lvlJc w:val="right"/>
      <w:pPr>
        <w:tabs>
          <w:tab w:val="num" w:pos="4320"/>
        </w:tabs>
        <w:ind w:left="4320" w:hanging="480"/>
      </w:pPr>
    </w:lvl>
  </w:abstractNum>
  <w:abstractNum w:abstractNumId="29" w15:restartNumberingAfterBreak="0">
    <w:nsid w:val="5A2D3DD9"/>
    <w:multiLevelType w:val="multilevel"/>
    <w:tmpl w:val="0409001D"/>
    <w:styleLink w:val="111111"/>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0" w15:restartNumberingAfterBreak="0">
    <w:nsid w:val="5BA45ED4"/>
    <w:multiLevelType w:val="hybridMultilevel"/>
    <w:tmpl w:val="5958D91E"/>
    <w:lvl w:ilvl="0" w:tplc="FFFFFFFF">
      <w:start w:val="1"/>
      <w:numFmt w:val="bullet"/>
      <w:pStyle w:val="MinorFeature"/>
      <w:lvlText w:val=""/>
      <w:lvlJc w:val="left"/>
      <w:pPr>
        <w:tabs>
          <w:tab w:val="num" w:pos="480"/>
        </w:tabs>
        <w:ind w:left="480" w:hanging="480"/>
      </w:pPr>
      <w:rPr>
        <w:rFonts w:ascii="Symbol" w:hAnsi="Symbol" w:hint="default"/>
        <w:color w:val="auto"/>
        <w:sz w:val="20"/>
        <w:szCs w:val="20"/>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1" w15:restartNumberingAfterBreak="0">
    <w:nsid w:val="5C183E93"/>
    <w:multiLevelType w:val="hybridMultilevel"/>
    <w:tmpl w:val="E716F618"/>
    <w:lvl w:ilvl="0" w:tplc="4BA0A4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4851AEB"/>
    <w:multiLevelType w:val="hybridMultilevel"/>
    <w:tmpl w:val="1CCAE008"/>
    <w:lvl w:ilvl="0" w:tplc="4862637E">
      <w:start w:val="1"/>
      <w:numFmt w:val="decimal"/>
      <w:pStyle w:val="a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6D1486"/>
    <w:multiLevelType w:val="hybridMultilevel"/>
    <w:tmpl w:val="FEA46D9E"/>
    <w:lvl w:ilvl="0" w:tplc="101EC0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692E58F8"/>
    <w:multiLevelType w:val="hybridMultilevel"/>
    <w:tmpl w:val="D01C5CA6"/>
    <w:lvl w:ilvl="0" w:tplc="F3D25FD4">
      <w:start w:val="1"/>
      <w:numFmt w:val="decimal"/>
      <w:lvlText w:val="%1."/>
      <w:lvlJc w:val="left"/>
      <w:pPr>
        <w:ind w:left="360" w:hanging="36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94B30BA"/>
    <w:multiLevelType w:val="hybridMultilevel"/>
    <w:tmpl w:val="907437D8"/>
    <w:lvl w:ilvl="0" w:tplc="B9B4D5DA">
      <w:start w:val="1"/>
      <w:numFmt w:val="decimal"/>
      <w:lvlText w:val="%1."/>
      <w:lvlJc w:val="left"/>
      <w:pPr>
        <w:ind w:left="360" w:hanging="360"/>
      </w:pPr>
      <w:rPr>
        <w:rFonts w:asciiTheme="minorEastAsia" w:eastAsiaTheme="minorEastAsia" w:hAnsiTheme="minorEastAsia"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BDA58DB"/>
    <w:multiLevelType w:val="multilevel"/>
    <w:tmpl w:val="0A72048A"/>
    <w:numStyleLink w:val="BulletOutline1"/>
  </w:abstractNum>
  <w:abstractNum w:abstractNumId="37" w15:restartNumberingAfterBreak="0">
    <w:nsid w:val="72E87450"/>
    <w:multiLevelType w:val="multilevel"/>
    <w:tmpl w:val="0A72048A"/>
    <w:name w:val="Combin2222222"/>
    <w:numStyleLink w:val="BulletOutline1"/>
  </w:abstractNum>
  <w:abstractNum w:abstractNumId="38" w15:restartNumberingAfterBreak="0">
    <w:nsid w:val="7B0070A8"/>
    <w:multiLevelType w:val="multilevel"/>
    <w:tmpl w:val="0A72048A"/>
    <w:styleLink w:val="BulletOutline1"/>
    <w:lvl w:ilvl="0">
      <w:numFmt w:val="bullet"/>
      <w:lvlText w:val=""/>
      <w:lvlJc w:val="left"/>
      <w:pPr>
        <w:tabs>
          <w:tab w:val="num" w:pos="360"/>
        </w:tabs>
        <w:ind w:left="360" w:hanging="360"/>
      </w:pPr>
      <w:rPr>
        <w:rFonts w:ascii="Wingdings 2" w:eastAsia="Arial" w:hAnsi="Wingdings 2" w:cs="Times New Roman" w:hint="default"/>
        <w:sz w:val="20"/>
      </w:rPr>
    </w:lvl>
    <w:lvl w:ilvl="1">
      <w:start w:val="1"/>
      <w:numFmt w:val="bullet"/>
      <w:lvlText w:val="–"/>
      <w:lvlJc w:val="left"/>
      <w:pPr>
        <w:tabs>
          <w:tab w:val="num" w:pos="960"/>
        </w:tabs>
        <w:ind w:left="960" w:hanging="480"/>
      </w:pPr>
      <w:rPr>
        <w:rFonts w:ascii="Arial" w:eastAsia="PMingLiU" w:hAnsi="Arial" w:cs="Arial" w:hint="default"/>
        <w:color w:val="auto"/>
        <w:sz w:val="20"/>
        <w:szCs w:val="18"/>
      </w:rPr>
    </w:lvl>
    <w:lvl w:ilvl="2">
      <w:start w:val="1"/>
      <w:numFmt w:val="bullet"/>
      <w:lvlText w:val=""/>
      <w:lvlJc w:val="left"/>
      <w:pPr>
        <w:tabs>
          <w:tab w:val="num" w:pos="1440"/>
        </w:tabs>
        <w:ind w:left="1440" w:hanging="480"/>
      </w:pPr>
      <w:rPr>
        <w:rFonts w:ascii="Wingdings 2" w:eastAsia="Arial" w:hAnsi="Wingdings 2" w:cs="Arial" w:hint="default"/>
        <w:sz w:val="20"/>
      </w:rPr>
    </w:lvl>
    <w:lvl w:ilvl="3">
      <w:start w:val="1"/>
      <w:numFmt w:val="bullet"/>
      <w:lvlText w:val="–"/>
      <w:lvlJc w:val="left"/>
      <w:pPr>
        <w:tabs>
          <w:tab w:val="num" w:pos="1920"/>
        </w:tabs>
        <w:ind w:left="1920" w:hanging="480"/>
      </w:pPr>
      <w:rPr>
        <w:rFonts w:ascii="Arial" w:eastAsia="PMingLiU" w:hAnsi="Arial" w:cs="Arial" w:hint="default"/>
        <w:color w:val="auto"/>
        <w:sz w:val="18"/>
        <w:szCs w:val="18"/>
      </w:rPr>
    </w:lvl>
    <w:lvl w:ilvl="4">
      <w:start w:val="1"/>
      <w:numFmt w:val="bullet"/>
      <w:lvlText w:val=""/>
      <w:lvlJc w:val="left"/>
      <w:pPr>
        <w:tabs>
          <w:tab w:val="num" w:pos="2400"/>
        </w:tabs>
        <w:ind w:left="2400" w:hanging="480"/>
      </w:pPr>
      <w:rPr>
        <w:rFonts w:ascii="Wingdings 2" w:eastAsia="Arial" w:hAnsi="Wingdings 2" w:cs="Arial" w:hint="default"/>
        <w:sz w:val="18"/>
      </w:rPr>
    </w:lvl>
    <w:lvl w:ilvl="5">
      <w:start w:val="1"/>
      <w:numFmt w:val="bullet"/>
      <w:lvlText w:val="–"/>
      <w:lvlJc w:val="left"/>
      <w:pPr>
        <w:tabs>
          <w:tab w:val="num" w:pos="2880"/>
        </w:tabs>
        <w:ind w:left="2880" w:hanging="480"/>
      </w:pPr>
      <w:rPr>
        <w:rFonts w:ascii="Arial" w:eastAsia="PMingLiU" w:hAnsi="Arial" w:cs="Arial" w:hint="default"/>
        <w:color w:val="auto"/>
        <w:sz w:val="18"/>
        <w:szCs w:val="18"/>
      </w:rPr>
    </w:lvl>
    <w:lvl w:ilvl="6">
      <w:start w:val="1"/>
      <w:numFmt w:val="bullet"/>
      <w:lvlText w:val=""/>
      <w:lvlJc w:val="left"/>
      <w:pPr>
        <w:tabs>
          <w:tab w:val="num" w:pos="3360"/>
        </w:tabs>
        <w:ind w:left="3360" w:hanging="480"/>
      </w:pPr>
      <w:rPr>
        <w:rFonts w:ascii="Wingdings 2" w:hAnsi="Wingdings 2" w:cs="Arial" w:hint="default"/>
        <w:szCs w:val="18"/>
      </w:rPr>
    </w:lvl>
    <w:lvl w:ilvl="7">
      <w:start w:val="1"/>
      <w:numFmt w:val="bullet"/>
      <w:lvlText w:val="–"/>
      <w:lvlJc w:val="left"/>
      <w:pPr>
        <w:tabs>
          <w:tab w:val="num" w:pos="3840"/>
        </w:tabs>
        <w:ind w:left="3840" w:hanging="480"/>
      </w:pPr>
      <w:rPr>
        <w:rFonts w:ascii="Arial" w:hAnsi="Arial" w:cs="Arial" w:hint="default"/>
        <w:color w:val="auto"/>
        <w:szCs w:val="18"/>
      </w:rPr>
    </w:lvl>
    <w:lvl w:ilvl="8">
      <w:start w:val="1"/>
      <w:numFmt w:val="bullet"/>
      <w:lvlText w:val=""/>
      <w:lvlJc w:val="left"/>
      <w:pPr>
        <w:tabs>
          <w:tab w:val="num" w:pos="4320"/>
        </w:tabs>
        <w:ind w:left="4320" w:hanging="480"/>
      </w:pPr>
      <w:rPr>
        <w:rFonts w:ascii="Wingdings" w:hAnsi="Wingdings" w:hint="default"/>
      </w:rPr>
    </w:lvl>
  </w:abstractNum>
  <w:abstractNum w:abstractNumId="39" w15:restartNumberingAfterBreak="0">
    <w:nsid w:val="7B164670"/>
    <w:multiLevelType w:val="hybridMultilevel"/>
    <w:tmpl w:val="067C21CE"/>
    <w:lvl w:ilvl="0" w:tplc="64BCF97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15:restartNumberingAfterBreak="0">
    <w:nsid w:val="7FC631AE"/>
    <w:multiLevelType w:val="hybridMultilevel"/>
    <w:tmpl w:val="8E84FFB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28"/>
    <w:lvlOverride w:ilvl="0">
      <w:startOverride w:val="1"/>
    </w:lvlOverride>
  </w:num>
  <w:num w:numId="3">
    <w:abstractNumId w:val="4"/>
  </w:num>
  <w:num w:numId="4">
    <w:abstractNumId w:val="38"/>
  </w:num>
  <w:num w:numId="5">
    <w:abstractNumId w:val="9"/>
  </w:num>
  <w:num w:numId="6">
    <w:abstractNumId w:val="0"/>
    <w:lvlOverride w:ilvl="0">
      <w:startOverride w:val="1"/>
    </w:lvlOverride>
  </w:num>
  <w:num w:numId="7">
    <w:abstractNumId w:val="32"/>
  </w:num>
  <w:num w:numId="8">
    <w:abstractNumId w:val="30"/>
  </w:num>
  <w:num w:numId="9">
    <w:abstractNumId w:val="8"/>
  </w:num>
  <w:num w:numId="10">
    <w:abstractNumId w:val="18"/>
  </w:num>
  <w:num w:numId="11">
    <w:abstractNumId w:val="21"/>
  </w:num>
  <w:num w:numId="12">
    <w:abstractNumId w:val="29"/>
  </w:num>
  <w:num w:numId="13">
    <w:abstractNumId w:val="35"/>
  </w:num>
  <w:num w:numId="14">
    <w:abstractNumId w:val="15"/>
  </w:num>
  <w:num w:numId="15">
    <w:abstractNumId w:val="24"/>
  </w:num>
  <w:num w:numId="16">
    <w:abstractNumId w:val="26"/>
  </w:num>
  <w:num w:numId="17">
    <w:abstractNumId w:val="3"/>
  </w:num>
  <w:num w:numId="18">
    <w:abstractNumId w:val="34"/>
  </w:num>
  <w:num w:numId="19">
    <w:abstractNumId w:val="2"/>
  </w:num>
  <w:num w:numId="20">
    <w:abstractNumId w:val="13"/>
  </w:num>
  <w:num w:numId="21">
    <w:abstractNumId w:val="33"/>
  </w:num>
  <w:num w:numId="22">
    <w:abstractNumId w:val="27"/>
  </w:num>
  <w:num w:numId="23">
    <w:abstractNumId w:val="16"/>
  </w:num>
  <w:num w:numId="24">
    <w:abstractNumId w:val="5"/>
  </w:num>
  <w:num w:numId="25">
    <w:abstractNumId w:val="36"/>
  </w:num>
  <w:num w:numId="26">
    <w:abstractNumId w:val="18"/>
  </w:num>
  <w:num w:numId="27">
    <w:abstractNumId w:val="14"/>
  </w:num>
  <w:num w:numId="28">
    <w:abstractNumId w:val="25"/>
  </w:num>
  <w:num w:numId="29">
    <w:abstractNumId w:val="22"/>
  </w:num>
  <w:num w:numId="30">
    <w:abstractNumId w:val="7"/>
  </w:num>
  <w:num w:numId="31">
    <w:abstractNumId w:val="17"/>
  </w:num>
  <w:num w:numId="32">
    <w:abstractNumId w:val="40"/>
  </w:num>
  <w:num w:numId="33">
    <w:abstractNumId w:val="11"/>
  </w:num>
  <w:num w:numId="34">
    <w:abstractNumId w:val="23"/>
  </w:num>
  <w:num w:numId="35">
    <w:abstractNumId w:val="39"/>
  </w:num>
  <w:num w:numId="36">
    <w:abstractNumId w:val="6"/>
  </w:num>
  <w:num w:numId="37">
    <w:abstractNumId w:val="1"/>
  </w:num>
  <w:num w:numId="38">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0"/>
  <w:defaultTabStop w:val="720"/>
  <w:defaultTableStyle w:val="MCU"/>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562"/>
    <w:rsid w:val="00000111"/>
    <w:rsid w:val="00000123"/>
    <w:rsid w:val="0000026D"/>
    <w:rsid w:val="000002E4"/>
    <w:rsid w:val="00000380"/>
    <w:rsid w:val="0000067A"/>
    <w:rsid w:val="00000B79"/>
    <w:rsid w:val="00000B88"/>
    <w:rsid w:val="00000BB3"/>
    <w:rsid w:val="00000BBE"/>
    <w:rsid w:val="00000D78"/>
    <w:rsid w:val="00000E10"/>
    <w:rsid w:val="00001165"/>
    <w:rsid w:val="0000134C"/>
    <w:rsid w:val="000013F0"/>
    <w:rsid w:val="000016BA"/>
    <w:rsid w:val="000018BC"/>
    <w:rsid w:val="00001903"/>
    <w:rsid w:val="00001A28"/>
    <w:rsid w:val="00001A81"/>
    <w:rsid w:val="00001F05"/>
    <w:rsid w:val="00002026"/>
    <w:rsid w:val="00002389"/>
    <w:rsid w:val="000023AD"/>
    <w:rsid w:val="0000245F"/>
    <w:rsid w:val="000025AE"/>
    <w:rsid w:val="000026A5"/>
    <w:rsid w:val="0000279C"/>
    <w:rsid w:val="00002837"/>
    <w:rsid w:val="000028BB"/>
    <w:rsid w:val="00002921"/>
    <w:rsid w:val="00002CB1"/>
    <w:rsid w:val="00002DB9"/>
    <w:rsid w:val="00002EAC"/>
    <w:rsid w:val="00003136"/>
    <w:rsid w:val="000031DD"/>
    <w:rsid w:val="00003279"/>
    <w:rsid w:val="0000330B"/>
    <w:rsid w:val="00003501"/>
    <w:rsid w:val="000035F9"/>
    <w:rsid w:val="00003728"/>
    <w:rsid w:val="0000373F"/>
    <w:rsid w:val="0000388E"/>
    <w:rsid w:val="00003902"/>
    <w:rsid w:val="00003DFE"/>
    <w:rsid w:val="00003E3C"/>
    <w:rsid w:val="00003E6B"/>
    <w:rsid w:val="000040AB"/>
    <w:rsid w:val="0000411B"/>
    <w:rsid w:val="000042A1"/>
    <w:rsid w:val="00004323"/>
    <w:rsid w:val="000043B8"/>
    <w:rsid w:val="0000465A"/>
    <w:rsid w:val="000046FE"/>
    <w:rsid w:val="0000477A"/>
    <w:rsid w:val="0000484F"/>
    <w:rsid w:val="00004916"/>
    <w:rsid w:val="0000493C"/>
    <w:rsid w:val="00004C96"/>
    <w:rsid w:val="00004D1C"/>
    <w:rsid w:val="00004F45"/>
    <w:rsid w:val="000051C4"/>
    <w:rsid w:val="0000535E"/>
    <w:rsid w:val="00005584"/>
    <w:rsid w:val="000055EC"/>
    <w:rsid w:val="000055F1"/>
    <w:rsid w:val="00005766"/>
    <w:rsid w:val="0000588D"/>
    <w:rsid w:val="000058F6"/>
    <w:rsid w:val="00005989"/>
    <w:rsid w:val="00005BD7"/>
    <w:rsid w:val="00005CF1"/>
    <w:rsid w:val="00005E77"/>
    <w:rsid w:val="00006382"/>
    <w:rsid w:val="000063D1"/>
    <w:rsid w:val="00006600"/>
    <w:rsid w:val="0000663C"/>
    <w:rsid w:val="000066F1"/>
    <w:rsid w:val="0000675A"/>
    <w:rsid w:val="00006B94"/>
    <w:rsid w:val="00006CD9"/>
    <w:rsid w:val="00007298"/>
    <w:rsid w:val="00007487"/>
    <w:rsid w:val="000074C5"/>
    <w:rsid w:val="00007706"/>
    <w:rsid w:val="00007713"/>
    <w:rsid w:val="00007730"/>
    <w:rsid w:val="000077EC"/>
    <w:rsid w:val="000078F2"/>
    <w:rsid w:val="00007931"/>
    <w:rsid w:val="00007B2D"/>
    <w:rsid w:val="00007D8B"/>
    <w:rsid w:val="00010037"/>
    <w:rsid w:val="00010108"/>
    <w:rsid w:val="0001019C"/>
    <w:rsid w:val="00010311"/>
    <w:rsid w:val="00010315"/>
    <w:rsid w:val="0001031D"/>
    <w:rsid w:val="0001035E"/>
    <w:rsid w:val="000104B6"/>
    <w:rsid w:val="000105D4"/>
    <w:rsid w:val="000108C5"/>
    <w:rsid w:val="00010C55"/>
    <w:rsid w:val="00010E21"/>
    <w:rsid w:val="00010E9B"/>
    <w:rsid w:val="000112B5"/>
    <w:rsid w:val="0001137D"/>
    <w:rsid w:val="00011414"/>
    <w:rsid w:val="00011623"/>
    <w:rsid w:val="00011692"/>
    <w:rsid w:val="00011B5B"/>
    <w:rsid w:val="00011C57"/>
    <w:rsid w:val="00011C7C"/>
    <w:rsid w:val="00011E8D"/>
    <w:rsid w:val="00011ED1"/>
    <w:rsid w:val="0001226A"/>
    <w:rsid w:val="00012286"/>
    <w:rsid w:val="000122E9"/>
    <w:rsid w:val="00012345"/>
    <w:rsid w:val="000124F2"/>
    <w:rsid w:val="000127A3"/>
    <w:rsid w:val="000128E6"/>
    <w:rsid w:val="000129B7"/>
    <w:rsid w:val="00012B26"/>
    <w:rsid w:val="00012CD7"/>
    <w:rsid w:val="00012D1E"/>
    <w:rsid w:val="00012E12"/>
    <w:rsid w:val="00012FDE"/>
    <w:rsid w:val="0001342B"/>
    <w:rsid w:val="000134EA"/>
    <w:rsid w:val="00013602"/>
    <w:rsid w:val="000138A2"/>
    <w:rsid w:val="00013C67"/>
    <w:rsid w:val="00013D72"/>
    <w:rsid w:val="00013FBE"/>
    <w:rsid w:val="0001402A"/>
    <w:rsid w:val="000142E6"/>
    <w:rsid w:val="0001434D"/>
    <w:rsid w:val="00014662"/>
    <w:rsid w:val="00014696"/>
    <w:rsid w:val="000146FE"/>
    <w:rsid w:val="000149D7"/>
    <w:rsid w:val="00014C6B"/>
    <w:rsid w:val="0001515B"/>
    <w:rsid w:val="00015196"/>
    <w:rsid w:val="0001522A"/>
    <w:rsid w:val="0001523F"/>
    <w:rsid w:val="000152FD"/>
    <w:rsid w:val="000153B3"/>
    <w:rsid w:val="000155A8"/>
    <w:rsid w:val="000157C0"/>
    <w:rsid w:val="00015CD7"/>
    <w:rsid w:val="000161DB"/>
    <w:rsid w:val="000164C6"/>
    <w:rsid w:val="00016605"/>
    <w:rsid w:val="00016635"/>
    <w:rsid w:val="000166AE"/>
    <w:rsid w:val="000166C9"/>
    <w:rsid w:val="000166CB"/>
    <w:rsid w:val="000169A6"/>
    <w:rsid w:val="00016C0D"/>
    <w:rsid w:val="00016CF4"/>
    <w:rsid w:val="00016F56"/>
    <w:rsid w:val="00016F57"/>
    <w:rsid w:val="00016F9A"/>
    <w:rsid w:val="00017070"/>
    <w:rsid w:val="0001715F"/>
    <w:rsid w:val="000171D9"/>
    <w:rsid w:val="000176DA"/>
    <w:rsid w:val="00017779"/>
    <w:rsid w:val="0001781D"/>
    <w:rsid w:val="00017947"/>
    <w:rsid w:val="00017C51"/>
    <w:rsid w:val="00017D74"/>
    <w:rsid w:val="00017EAC"/>
    <w:rsid w:val="00017F54"/>
    <w:rsid w:val="000202B8"/>
    <w:rsid w:val="00020505"/>
    <w:rsid w:val="000207DF"/>
    <w:rsid w:val="00020BCE"/>
    <w:rsid w:val="00020C2F"/>
    <w:rsid w:val="00020CB2"/>
    <w:rsid w:val="00020DAB"/>
    <w:rsid w:val="00020DBE"/>
    <w:rsid w:val="000210A9"/>
    <w:rsid w:val="00021166"/>
    <w:rsid w:val="000213A3"/>
    <w:rsid w:val="000213C5"/>
    <w:rsid w:val="0002176C"/>
    <w:rsid w:val="00021990"/>
    <w:rsid w:val="00021A8D"/>
    <w:rsid w:val="00021AFE"/>
    <w:rsid w:val="00021BB1"/>
    <w:rsid w:val="00021CEF"/>
    <w:rsid w:val="00021D44"/>
    <w:rsid w:val="000221BB"/>
    <w:rsid w:val="000221D9"/>
    <w:rsid w:val="000222C6"/>
    <w:rsid w:val="0002231F"/>
    <w:rsid w:val="00022496"/>
    <w:rsid w:val="00022510"/>
    <w:rsid w:val="0002256C"/>
    <w:rsid w:val="000227D5"/>
    <w:rsid w:val="0002285C"/>
    <w:rsid w:val="00022B36"/>
    <w:rsid w:val="00022BCC"/>
    <w:rsid w:val="00022C50"/>
    <w:rsid w:val="00022C6F"/>
    <w:rsid w:val="00022CAA"/>
    <w:rsid w:val="00022FFE"/>
    <w:rsid w:val="00023027"/>
    <w:rsid w:val="000232B7"/>
    <w:rsid w:val="00023394"/>
    <w:rsid w:val="00023441"/>
    <w:rsid w:val="0002363B"/>
    <w:rsid w:val="00023728"/>
    <w:rsid w:val="00023775"/>
    <w:rsid w:val="0002395E"/>
    <w:rsid w:val="000239FE"/>
    <w:rsid w:val="00023C0B"/>
    <w:rsid w:val="00023CF3"/>
    <w:rsid w:val="00023DA9"/>
    <w:rsid w:val="00023F9F"/>
    <w:rsid w:val="0002409A"/>
    <w:rsid w:val="0002475B"/>
    <w:rsid w:val="00024775"/>
    <w:rsid w:val="00024A47"/>
    <w:rsid w:val="00024A4E"/>
    <w:rsid w:val="00024B14"/>
    <w:rsid w:val="00024B80"/>
    <w:rsid w:val="00024DC5"/>
    <w:rsid w:val="00024ED5"/>
    <w:rsid w:val="00025348"/>
    <w:rsid w:val="00025561"/>
    <w:rsid w:val="00025624"/>
    <w:rsid w:val="000256FB"/>
    <w:rsid w:val="00025786"/>
    <w:rsid w:val="00025818"/>
    <w:rsid w:val="00025C64"/>
    <w:rsid w:val="00025DD6"/>
    <w:rsid w:val="00025EBA"/>
    <w:rsid w:val="00026499"/>
    <w:rsid w:val="000265E2"/>
    <w:rsid w:val="00026BB6"/>
    <w:rsid w:val="00026BFC"/>
    <w:rsid w:val="00026D06"/>
    <w:rsid w:val="00026D09"/>
    <w:rsid w:val="00026DA0"/>
    <w:rsid w:val="00027005"/>
    <w:rsid w:val="00027118"/>
    <w:rsid w:val="000271BA"/>
    <w:rsid w:val="000271C0"/>
    <w:rsid w:val="0002729E"/>
    <w:rsid w:val="000272B5"/>
    <w:rsid w:val="00027674"/>
    <w:rsid w:val="0002767F"/>
    <w:rsid w:val="0002773E"/>
    <w:rsid w:val="000279A0"/>
    <w:rsid w:val="00027E45"/>
    <w:rsid w:val="00027E70"/>
    <w:rsid w:val="00027EC7"/>
    <w:rsid w:val="00030039"/>
    <w:rsid w:val="000300C8"/>
    <w:rsid w:val="00030244"/>
    <w:rsid w:val="00030356"/>
    <w:rsid w:val="00030449"/>
    <w:rsid w:val="000304B1"/>
    <w:rsid w:val="00030889"/>
    <w:rsid w:val="0003089C"/>
    <w:rsid w:val="000308F0"/>
    <w:rsid w:val="00030A57"/>
    <w:rsid w:val="00030DF7"/>
    <w:rsid w:val="00030F21"/>
    <w:rsid w:val="00030FE9"/>
    <w:rsid w:val="000311C7"/>
    <w:rsid w:val="00031253"/>
    <w:rsid w:val="000314B0"/>
    <w:rsid w:val="000314BB"/>
    <w:rsid w:val="00031572"/>
    <w:rsid w:val="0003163B"/>
    <w:rsid w:val="00031854"/>
    <w:rsid w:val="00031980"/>
    <w:rsid w:val="00031A26"/>
    <w:rsid w:val="00031D5F"/>
    <w:rsid w:val="00031E5F"/>
    <w:rsid w:val="00031F73"/>
    <w:rsid w:val="00032041"/>
    <w:rsid w:val="0003209A"/>
    <w:rsid w:val="00032174"/>
    <w:rsid w:val="000321BF"/>
    <w:rsid w:val="00032242"/>
    <w:rsid w:val="00032244"/>
    <w:rsid w:val="00032387"/>
    <w:rsid w:val="00032400"/>
    <w:rsid w:val="0003248D"/>
    <w:rsid w:val="00032785"/>
    <w:rsid w:val="00032934"/>
    <w:rsid w:val="00032999"/>
    <w:rsid w:val="00032A62"/>
    <w:rsid w:val="00032AA3"/>
    <w:rsid w:val="00032B97"/>
    <w:rsid w:val="00032C06"/>
    <w:rsid w:val="00032E3C"/>
    <w:rsid w:val="00032E77"/>
    <w:rsid w:val="00032ECE"/>
    <w:rsid w:val="00032EEC"/>
    <w:rsid w:val="00032FFE"/>
    <w:rsid w:val="0003307C"/>
    <w:rsid w:val="00033171"/>
    <w:rsid w:val="00033620"/>
    <w:rsid w:val="000336BF"/>
    <w:rsid w:val="00033906"/>
    <w:rsid w:val="0003395C"/>
    <w:rsid w:val="00033993"/>
    <w:rsid w:val="0003399C"/>
    <w:rsid w:val="00033BDA"/>
    <w:rsid w:val="00033CE8"/>
    <w:rsid w:val="00033DAC"/>
    <w:rsid w:val="0003412E"/>
    <w:rsid w:val="000344BC"/>
    <w:rsid w:val="000344ED"/>
    <w:rsid w:val="0003459C"/>
    <w:rsid w:val="000345F2"/>
    <w:rsid w:val="00034644"/>
    <w:rsid w:val="00034649"/>
    <w:rsid w:val="00034655"/>
    <w:rsid w:val="000347BC"/>
    <w:rsid w:val="000347EB"/>
    <w:rsid w:val="00034865"/>
    <w:rsid w:val="000348A2"/>
    <w:rsid w:val="00034A5C"/>
    <w:rsid w:val="00034BB4"/>
    <w:rsid w:val="00034DC5"/>
    <w:rsid w:val="00034E87"/>
    <w:rsid w:val="00035005"/>
    <w:rsid w:val="000351B1"/>
    <w:rsid w:val="000351ED"/>
    <w:rsid w:val="00035364"/>
    <w:rsid w:val="00035477"/>
    <w:rsid w:val="00035783"/>
    <w:rsid w:val="00035843"/>
    <w:rsid w:val="000358DB"/>
    <w:rsid w:val="00035A9F"/>
    <w:rsid w:val="00035B9F"/>
    <w:rsid w:val="00035BE9"/>
    <w:rsid w:val="00035F09"/>
    <w:rsid w:val="000360A5"/>
    <w:rsid w:val="0003616A"/>
    <w:rsid w:val="000362A9"/>
    <w:rsid w:val="00036300"/>
    <w:rsid w:val="00036843"/>
    <w:rsid w:val="00036B9A"/>
    <w:rsid w:val="00036C66"/>
    <w:rsid w:val="00036DBC"/>
    <w:rsid w:val="00036EC9"/>
    <w:rsid w:val="00037179"/>
    <w:rsid w:val="000371EA"/>
    <w:rsid w:val="000371F6"/>
    <w:rsid w:val="000372F3"/>
    <w:rsid w:val="00037393"/>
    <w:rsid w:val="00037A26"/>
    <w:rsid w:val="00037DB7"/>
    <w:rsid w:val="00037DC2"/>
    <w:rsid w:val="00037EEB"/>
    <w:rsid w:val="00037F8D"/>
    <w:rsid w:val="00040112"/>
    <w:rsid w:val="00040187"/>
    <w:rsid w:val="00040236"/>
    <w:rsid w:val="0004026C"/>
    <w:rsid w:val="0004049C"/>
    <w:rsid w:val="0004061A"/>
    <w:rsid w:val="00040695"/>
    <w:rsid w:val="000406C2"/>
    <w:rsid w:val="000406E4"/>
    <w:rsid w:val="0004071B"/>
    <w:rsid w:val="000407ED"/>
    <w:rsid w:val="000408E3"/>
    <w:rsid w:val="0004091C"/>
    <w:rsid w:val="00040B35"/>
    <w:rsid w:val="00040C4B"/>
    <w:rsid w:val="00040EE8"/>
    <w:rsid w:val="00041020"/>
    <w:rsid w:val="0004109C"/>
    <w:rsid w:val="00041175"/>
    <w:rsid w:val="0004136E"/>
    <w:rsid w:val="00041399"/>
    <w:rsid w:val="000415B2"/>
    <w:rsid w:val="000416DC"/>
    <w:rsid w:val="000419D1"/>
    <w:rsid w:val="000419F7"/>
    <w:rsid w:val="00041B4B"/>
    <w:rsid w:val="00041BCA"/>
    <w:rsid w:val="00041C14"/>
    <w:rsid w:val="00041CD4"/>
    <w:rsid w:val="00041E68"/>
    <w:rsid w:val="00041F5F"/>
    <w:rsid w:val="00042295"/>
    <w:rsid w:val="000423F2"/>
    <w:rsid w:val="000425EE"/>
    <w:rsid w:val="000426E9"/>
    <w:rsid w:val="00042725"/>
    <w:rsid w:val="0004275A"/>
    <w:rsid w:val="000427B6"/>
    <w:rsid w:val="00042833"/>
    <w:rsid w:val="0004286C"/>
    <w:rsid w:val="00042873"/>
    <w:rsid w:val="00042B25"/>
    <w:rsid w:val="00042C10"/>
    <w:rsid w:val="00042C8A"/>
    <w:rsid w:val="00042D27"/>
    <w:rsid w:val="00042D9E"/>
    <w:rsid w:val="00042DB4"/>
    <w:rsid w:val="000430BF"/>
    <w:rsid w:val="0004317D"/>
    <w:rsid w:val="00043183"/>
    <w:rsid w:val="00043710"/>
    <w:rsid w:val="00043942"/>
    <w:rsid w:val="00043B05"/>
    <w:rsid w:val="00043B33"/>
    <w:rsid w:val="00043F3D"/>
    <w:rsid w:val="00044029"/>
    <w:rsid w:val="00044062"/>
    <w:rsid w:val="0004429C"/>
    <w:rsid w:val="000442DD"/>
    <w:rsid w:val="00044417"/>
    <w:rsid w:val="000444C1"/>
    <w:rsid w:val="0004459A"/>
    <w:rsid w:val="00044694"/>
    <w:rsid w:val="000447E9"/>
    <w:rsid w:val="00044862"/>
    <w:rsid w:val="00044919"/>
    <w:rsid w:val="0004492E"/>
    <w:rsid w:val="000449F4"/>
    <w:rsid w:val="00044A8A"/>
    <w:rsid w:val="00044A91"/>
    <w:rsid w:val="00044B35"/>
    <w:rsid w:val="00044BD9"/>
    <w:rsid w:val="00044C05"/>
    <w:rsid w:val="00044C1D"/>
    <w:rsid w:val="00044F9D"/>
    <w:rsid w:val="00044FA9"/>
    <w:rsid w:val="000450E4"/>
    <w:rsid w:val="00045250"/>
    <w:rsid w:val="000457EC"/>
    <w:rsid w:val="0004583A"/>
    <w:rsid w:val="00045899"/>
    <w:rsid w:val="000458B0"/>
    <w:rsid w:val="000458BD"/>
    <w:rsid w:val="00045A05"/>
    <w:rsid w:val="00045B88"/>
    <w:rsid w:val="00045D4D"/>
    <w:rsid w:val="00045D6C"/>
    <w:rsid w:val="00045E25"/>
    <w:rsid w:val="00045EDA"/>
    <w:rsid w:val="00045F0E"/>
    <w:rsid w:val="00046005"/>
    <w:rsid w:val="00046060"/>
    <w:rsid w:val="000463AF"/>
    <w:rsid w:val="0004646B"/>
    <w:rsid w:val="0004660A"/>
    <w:rsid w:val="00046730"/>
    <w:rsid w:val="000467E7"/>
    <w:rsid w:val="0004680A"/>
    <w:rsid w:val="00046978"/>
    <w:rsid w:val="000469CD"/>
    <w:rsid w:val="00046B07"/>
    <w:rsid w:val="00046BC0"/>
    <w:rsid w:val="00046F89"/>
    <w:rsid w:val="00046FCE"/>
    <w:rsid w:val="00046FF3"/>
    <w:rsid w:val="000472BF"/>
    <w:rsid w:val="00047778"/>
    <w:rsid w:val="00047A66"/>
    <w:rsid w:val="00047AF6"/>
    <w:rsid w:val="00047D8C"/>
    <w:rsid w:val="00047DC0"/>
    <w:rsid w:val="00047EB9"/>
    <w:rsid w:val="00050069"/>
    <w:rsid w:val="00050090"/>
    <w:rsid w:val="000500A1"/>
    <w:rsid w:val="000501BE"/>
    <w:rsid w:val="00050309"/>
    <w:rsid w:val="000503CA"/>
    <w:rsid w:val="00050401"/>
    <w:rsid w:val="00050925"/>
    <w:rsid w:val="00050BFB"/>
    <w:rsid w:val="00050C5D"/>
    <w:rsid w:val="00051226"/>
    <w:rsid w:val="00051305"/>
    <w:rsid w:val="0005140F"/>
    <w:rsid w:val="00051420"/>
    <w:rsid w:val="0005158D"/>
    <w:rsid w:val="00051707"/>
    <w:rsid w:val="0005180B"/>
    <w:rsid w:val="0005193E"/>
    <w:rsid w:val="0005199D"/>
    <w:rsid w:val="00051A59"/>
    <w:rsid w:val="00052028"/>
    <w:rsid w:val="00052337"/>
    <w:rsid w:val="000523A3"/>
    <w:rsid w:val="000523BC"/>
    <w:rsid w:val="000523BE"/>
    <w:rsid w:val="00052723"/>
    <w:rsid w:val="000527C4"/>
    <w:rsid w:val="0005281B"/>
    <w:rsid w:val="000528A0"/>
    <w:rsid w:val="00052944"/>
    <w:rsid w:val="00052BB3"/>
    <w:rsid w:val="000530B1"/>
    <w:rsid w:val="00053321"/>
    <w:rsid w:val="00053347"/>
    <w:rsid w:val="00053435"/>
    <w:rsid w:val="000534EA"/>
    <w:rsid w:val="000536D7"/>
    <w:rsid w:val="00053713"/>
    <w:rsid w:val="00053771"/>
    <w:rsid w:val="000537FA"/>
    <w:rsid w:val="00053809"/>
    <w:rsid w:val="00053936"/>
    <w:rsid w:val="00053AA1"/>
    <w:rsid w:val="00053B93"/>
    <w:rsid w:val="00053C72"/>
    <w:rsid w:val="00053D95"/>
    <w:rsid w:val="00053DC5"/>
    <w:rsid w:val="00053E5A"/>
    <w:rsid w:val="00053F77"/>
    <w:rsid w:val="00053FA8"/>
    <w:rsid w:val="00053FCD"/>
    <w:rsid w:val="00054135"/>
    <w:rsid w:val="000541CB"/>
    <w:rsid w:val="000542BF"/>
    <w:rsid w:val="000542F5"/>
    <w:rsid w:val="00054422"/>
    <w:rsid w:val="00054461"/>
    <w:rsid w:val="00054505"/>
    <w:rsid w:val="0005453A"/>
    <w:rsid w:val="00054691"/>
    <w:rsid w:val="00054766"/>
    <w:rsid w:val="00054A92"/>
    <w:rsid w:val="00054BD7"/>
    <w:rsid w:val="00054C6E"/>
    <w:rsid w:val="00054FEB"/>
    <w:rsid w:val="0005513A"/>
    <w:rsid w:val="00055579"/>
    <w:rsid w:val="0005572A"/>
    <w:rsid w:val="000557D6"/>
    <w:rsid w:val="00055816"/>
    <w:rsid w:val="00055887"/>
    <w:rsid w:val="0005598A"/>
    <w:rsid w:val="00055D91"/>
    <w:rsid w:val="00055F31"/>
    <w:rsid w:val="00055F46"/>
    <w:rsid w:val="00055FD8"/>
    <w:rsid w:val="00055FEB"/>
    <w:rsid w:val="0005612F"/>
    <w:rsid w:val="00056276"/>
    <w:rsid w:val="000564CD"/>
    <w:rsid w:val="000567B4"/>
    <w:rsid w:val="0005683C"/>
    <w:rsid w:val="00056CAB"/>
    <w:rsid w:val="0005708D"/>
    <w:rsid w:val="000570A3"/>
    <w:rsid w:val="000572C7"/>
    <w:rsid w:val="0005744E"/>
    <w:rsid w:val="000574E4"/>
    <w:rsid w:val="000575CB"/>
    <w:rsid w:val="000577F5"/>
    <w:rsid w:val="000579B6"/>
    <w:rsid w:val="00057B31"/>
    <w:rsid w:val="00057B84"/>
    <w:rsid w:val="00057DA8"/>
    <w:rsid w:val="00057E71"/>
    <w:rsid w:val="000601E3"/>
    <w:rsid w:val="000602C6"/>
    <w:rsid w:val="0006043F"/>
    <w:rsid w:val="000607E4"/>
    <w:rsid w:val="000607E6"/>
    <w:rsid w:val="000609BD"/>
    <w:rsid w:val="00060A48"/>
    <w:rsid w:val="00060CFC"/>
    <w:rsid w:val="00060D79"/>
    <w:rsid w:val="00060D81"/>
    <w:rsid w:val="00060E16"/>
    <w:rsid w:val="00060FC0"/>
    <w:rsid w:val="00061245"/>
    <w:rsid w:val="00061485"/>
    <w:rsid w:val="000616A7"/>
    <w:rsid w:val="000616E9"/>
    <w:rsid w:val="0006173C"/>
    <w:rsid w:val="000617E9"/>
    <w:rsid w:val="00061963"/>
    <w:rsid w:val="00061A4D"/>
    <w:rsid w:val="00061A6F"/>
    <w:rsid w:val="00061C50"/>
    <w:rsid w:val="00061D0B"/>
    <w:rsid w:val="00061E52"/>
    <w:rsid w:val="00061EC8"/>
    <w:rsid w:val="00061F88"/>
    <w:rsid w:val="00061FFC"/>
    <w:rsid w:val="0006202B"/>
    <w:rsid w:val="00062115"/>
    <w:rsid w:val="00062222"/>
    <w:rsid w:val="000624C4"/>
    <w:rsid w:val="0006250E"/>
    <w:rsid w:val="00062527"/>
    <w:rsid w:val="000625D0"/>
    <w:rsid w:val="0006275B"/>
    <w:rsid w:val="00062B51"/>
    <w:rsid w:val="00062C43"/>
    <w:rsid w:val="00062C98"/>
    <w:rsid w:val="00062D2A"/>
    <w:rsid w:val="00062E28"/>
    <w:rsid w:val="00062F5E"/>
    <w:rsid w:val="0006304B"/>
    <w:rsid w:val="00063085"/>
    <w:rsid w:val="000630C6"/>
    <w:rsid w:val="000631E1"/>
    <w:rsid w:val="000634E8"/>
    <w:rsid w:val="000636C6"/>
    <w:rsid w:val="000636D2"/>
    <w:rsid w:val="00063776"/>
    <w:rsid w:val="00063921"/>
    <w:rsid w:val="000639C3"/>
    <w:rsid w:val="00063ACF"/>
    <w:rsid w:val="00063B78"/>
    <w:rsid w:val="00063CFE"/>
    <w:rsid w:val="00063F0E"/>
    <w:rsid w:val="00063F61"/>
    <w:rsid w:val="00064083"/>
    <w:rsid w:val="000640BE"/>
    <w:rsid w:val="0006436C"/>
    <w:rsid w:val="0006453E"/>
    <w:rsid w:val="0006455D"/>
    <w:rsid w:val="0006478F"/>
    <w:rsid w:val="00064902"/>
    <w:rsid w:val="00064922"/>
    <w:rsid w:val="0006493F"/>
    <w:rsid w:val="00064A6C"/>
    <w:rsid w:val="00064AFA"/>
    <w:rsid w:val="00064B3F"/>
    <w:rsid w:val="00064E17"/>
    <w:rsid w:val="00064EB3"/>
    <w:rsid w:val="00064FEF"/>
    <w:rsid w:val="00064FF5"/>
    <w:rsid w:val="000650C1"/>
    <w:rsid w:val="000655C4"/>
    <w:rsid w:val="0006572E"/>
    <w:rsid w:val="0006588A"/>
    <w:rsid w:val="000658CF"/>
    <w:rsid w:val="00065966"/>
    <w:rsid w:val="000659A8"/>
    <w:rsid w:val="00065C19"/>
    <w:rsid w:val="00065CA7"/>
    <w:rsid w:val="00065D3C"/>
    <w:rsid w:val="00065D77"/>
    <w:rsid w:val="00066073"/>
    <w:rsid w:val="0006616A"/>
    <w:rsid w:val="000663ED"/>
    <w:rsid w:val="000664B6"/>
    <w:rsid w:val="000664C6"/>
    <w:rsid w:val="00066528"/>
    <w:rsid w:val="00066549"/>
    <w:rsid w:val="0006660F"/>
    <w:rsid w:val="00066A1F"/>
    <w:rsid w:val="00066BE4"/>
    <w:rsid w:val="00066CEA"/>
    <w:rsid w:val="00066E60"/>
    <w:rsid w:val="00066F6F"/>
    <w:rsid w:val="00066FB4"/>
    <w:rsid w:val="000675FB"/>
    <w:rsid w:val="000679FE"/>
    <w:rsid w:val="00067A74"/>
    <w:rsid w:val="00067AFC"/>
    <w:rsid w:val="00067B5B"/>
    <w:rsid w:val="00067B7A"/>
    <w:rsid w:val="00067C18"/>
    <w:rsid w:val="00067DC8"/>
    <w:rsid w:val="00067DF6"/>
    <w:rsid w:val="00067EBC"/>
    <w:rsid w:val="000701C0"/>
    <w:rsid w:val="00070484"/>
    <w:rsid w:val="000706D6"/>
    <w:rsid w:val="000706D7"/>
    <w:rsid w:val="00070784"/>
    <w:rsid w:val="000707A7"/>
    <w:rsid w:val="00070B43"/>
    <w:rsid w:val="00070EB5"/>
    <w:rsid w:val="00070F4D"/>
    <w:rsid w:val="00070F9D"/>
    <w:rsid w:val="00071003"/>
    <w:rsid w:val="00071053"/>
    <w:rsid w:val="00071077"/>
    <w:rsid w:val="0007133B"/>
    <w:rsid w:val="000716E4"/>
    <w:rsid w:val="000718B0"/>
    <w:rsid w:val="00071A6E"/>
    <w:rsid w:val="00071C27"/>
    <w:rsid w:val="00071C5D"/>
    <w:rsid w:val="00071D31"/>
    <w:rsid w:val="00071E1A"/>
    <w:rsid w:val="00071E1B"/>
    <w:rsid w:val="00072106"/>
    <w:rsid w:val="00072394"/>
    <w:rsid w:val="000725E4"/>
    <w:rsid w:val="00072676"/>
    <w:rsid w:val="00072724"/>
    <w:rsid w:val="00072769"/>
    <w:rsid w:val="00072A4D"/>
    <w:rsid w:val="00072DC7"/>
    <w:rsid w:val="00072E62"/>
    <w:rsid w:val="00072F2A"/>
    <w:rsid w:val="00072F8B"/>
    <w:rsid w:val="000730DC"/>
    <w:rsid w:val="00073428"/>
    <w:rsid w:val="00073547"/>
    <w:rsid w:val="0007359B"/>
    <w:rsid w:val="000735BB"/>
    <w:rsid w:val="00073751"/>
    <w:rsid w:val="000737EB"/>
    <w:rsid w:val="00073934"/>
    <w:rsid w:val="00073A05"/>
    <w:rsid w:val="00073ADC"/>
    <w:rsid w:val="00073AFA"/>
    <w:rsid w:val="00073DCE"/>
    <w:rsid w:val="00073EEC"/>
    <w:rsid w:val="00074403"/>
    <w:rsid w:val="00074487"/>
    <w:rsid w:val="0007449B"/>
    <w:rsid w:val="000744AC"/>
    <w:rsid w:val="000746DF"/>
    <w:rsid w:val="0007483C"/>
    <w:rsid w:val="00074C2F"/>
    <w:rsid w:val="00074C45"/>
    <w:rsid w:val="00074F56"/>
    <w:rsid w:val="00074F67"/>
    <w:rsid w:val="00075014"/>
    <w:rsid w:val="00075112"/>
    <w:rsid w:val="0007526F"/>
    <w:rsid w:val="00075383"/>
    <w:rsid w:val="000753F6"/>
    <w:rsid w:val="00075428"/>
    <w:rsid w:val="00075476"/>
    <w:rsid w:val="000754AA"/>
    <w:rsid w:val="000754E0"/>
    <w:rsid w:val="000757E1"/>
    <w:rsid w:val="00075824"/>
    <w:rsid w:val="00075A6D"/>
    <w:rsid w:val="00075A8F"/>
    <w:rsid w:val="00075C12"/>
    <w:rsid w:val="00075C85"/>
    <w:rsid w:val="00075D01"/>
    <w:rsid w:val="00075E93"/>
    <w:rsid w:val="00075FAF"/>
    <w:rsid w:val="0007601C"/>
    <w:rsid w:val="00076240"/>
    <w:rsid w:val="0007632A"/>
    <w:rsid w:val="0007636F"/>
    <w:rsid w:val="0007678D"/>
    <w:rsid w:val="0007688B"/>
    <w:rsid w:val="000768DB"/>
    <w:rsid w:val="00076956"/>
    <w:rsid w:val="00076C2F"/>
    <w:rsid w:val="00076D14"/>
    <w:rsid w:val="00076D68"/>
    <w:rsid w:val="00076F26"/>
    <w:rsid w:val="0007702D"/>
    <w:rsid w:val="000775EA"/>
    <w:rsid w:val="0007766A"/>
    <w:rsid w:val="0007787A"/>
    <w:rsid w:val="0007791F"/>
    <w:rsid w:val="00077B68"/>
    <w:rsid w:val="00077C8B"/>
    <w:rsid w:val="00077E9D"/>
    <w:rsid w:val="00077FC7"/>
    <w:rsid w:val="00080164"/>
    <w:rsid w:val="00080398"/>
    <w:rsid w:val="0008054D"/>
    <w:rsid w:val="00080760"/>
    <w:rsid w:val="000808B6"/>
    <w:rsid w:val="000808D3"/>
    <w:rsid w:val="00080B01"/>
    <w:rsid w:val="00080D21"/>
    <w:rsid w:val="00080E7F"/>
    <w:rsid w:val="00081378"/>
    <w:rsid w:val="00081382"/>
    <w:rsid w:val="00081460"/>
    <w:rsid w:val="000816CD"/>
    <w:rsid w:val="00081762"/>
    <w:rsid w:val="000819C0"/>
    <w:rsid w:val="000819E2"/>
    <w:rsid w:val="00081A35"/>
    <w:rsid w:val="00081A58"/>
    <w:rsid w:val="00081AA2"/>
    <w:rsid w:val="00081B30"/>
    <w:rsid w:val="00081E46"/>
    <w:rsid w:val="00081E83"/>
    <w:rsid w:val="000821CA"/>
    <w:rsid w:val="000822E5"/>
    <w:rsid w:val="00082673"/>
    <w:rsid w:val="0008282E"/>
    <w:rsid w:val="00082945"/>
    <w:rsid w:val="00082A0E"/>
    <w:rsid w:val="00082A66"/>
    <w:rsid w:val="00082BF3"/>
    <w:rsid w:val="00082CD1"/>
    <w:rsid w:val="00082E80"/>
    <w:rsid w:val="00082FDC"/>
    <w:rsid w:val="00083046"/>
    <w:rsid w:val="00083390"/>
    <w:rsid w:val="00083439"/>
    <w:rsid w:val="00083492"/>
    <w:rsid w:val="000834F2"/>
    <w:rsid w:val="00083565"/>
    <w:rsid w:val="0008377B"/>
    <w:rsid w:val="00083A94"/>
    <w:rsid w:val="00083AF6"/>
    <w:rsid w:val="00083CA3"/>
    <w:rsid w:val="00083CBA"/>
    <w:rsid w:val="00083DE4"/>
    <w:rsid w:val="00083EFD"/>
    <w:rsid w:val="00083FA2"/>
    <w:rsid w:val="00083FFA"/>
    <w:rsid w:val="000841EF"/>
    <w:rsid w:val="00084201"/>
    <w:rsid w:val="000842AF"/>
    <w:rsid w:val="0008437E"/>
    <w:rsid w:val="00084598"/>
    <w:rsid w:val="0008460E"/>
    <w:rsid w:val="00084680"/>
    <w:rsid w:val="00084A4A"/>
    <w:rsid w:val="00084AA5"/>
    <w:rsid w:val="00084B93"/>
    <w:rsid w:val="00084C58"/>
    <w:rsid w:val="00084C85"/>
    <w:rsid w:val="00084D2C"/>
    <w:rsid w:val="00084D71"/>
    <w:rsid w:val="00084F72"/>
    <w:rsid w:val="00084F9A"/>
    <w:rsid w:val="000851B4"/>
    <w:rsid w:val="0008527C"/>
    <w:rsid w:val="00085348"/>
    <w:rsid w:val="000853CD"/>
    <w:rsid w:val="0008550B"/>
    <w:rsid w:val="0008557F"/>
    <w:rsid w:val="000855C8"/>
    <w:rsid w:val="00085891"/>
    <w:rsid w:val="00085B70"/>
    <w:rsid w:val="00085CBB"/>
    <w:rsid w:val="00085E08"/>
    <w:rsid w:val="00086071"/>
    <w:rsid w:val="000860B1"/>
    <w:rsid w:val="0008629E"/>
    <w:rsid w:val="000862D0"/>
    <w:rsid w:val="00086351"/>
    <w:rsid w:val="000864DC"/>
    <w:rsid w:val="000867F7"/>
    <w:rsid w:val="00086A51"/>
    <w:rsid w:val="00086CA0"/>
    <w:rsid w:val="00086CCA"/>
    <w:rsid w:val="00086DA2"/>
    <w:rsid w:val="00086ECA"/>
    <w:rsid w:val="00086F24"/>
    <w:rsid w:val="00086FFA"/>
    <w:rsid w:val="000871DF"/>
    <w:rsid w:val="0008720B"/>
    <w:rsid w:val="000873D8"/>
    <w:rsid w:val="00087442"/>
    <w:rsid w:val="000878B9"/>
    <w:rsid w:val="0008793B"/>
    <w:rsid w:val="00087F12"/>
    <w:rsid w:val="000900EC"/>
    <w:rsid w:val="000905B9"/>
    <w:rsid w:val="000906B8"/>
    <w:rsid w:val="000906D0"/>
    <w:rsid w:val="00090881"/>
    <w:rsid w:val="00090930"/>
    <w:rsid w:val="00090AEB"/>
    <w:rsid w:val="00090C91"/>
    <w:rsid w:val="00090E88"/>
    <w:rsid w:val="00090F4F"/>
    <w:rsid w:val="000910F0"/>
    <w:rsid w:val="0009146C"/>
    <w:rsid w:val="000915D3"/>
    <w:rsid w:val="00091620"/>
    <w:rsid w:val="000916F6"/>
    <w:rsid w:val="000917FA"/>
    <w:rsid w:val="00091A20"/>
    <w:rsid w:val="00091A59"/>
    <w:rsid w:val="00091B55"/>
    <w:rsid w:val="00091BF4"/>
    <w:rsid w:val="00091C13"/>
    <w:rsid w:val="00091C7E"/>
    <w:rsid w:val="00091FCA"/>
    <w:rsid w:val="000920D1"/>
    <w:rsid w:val="00092126"/>
    <w:rsid w:val="00092161"/>
    <w:rsid w:val="000924DC"/>
    <w:rsid w:val="00092542"/>
    <w:rsid w:val="000925F3"/>
    <w:rsid w:val="0009274B"/>
    <w:rsid w:val="000929EF"/>
    <w:rsid w:val="00092ADC"/>
    <w:rsid w:val="00092B12"/>
    <w:rsid w:val="00092B59"/>
    <w:rsid w:val="00092B86"/>
    <w:rsid w:val="00092C98"/>
    <w:rsid w:val="00092D49"/>
    <w:rsid w:val="00092E1E"/>
    <w:rsid w:val="00092E47"/>
    <w:rsid w:val="00092FFC"/>
    <w:rsid w:val="00093228"/>
    <w:rsid w:val="0009340A"/>
    <w:rsid w:val="0009347B"/>
    <w:rsid w:val="000934E3"/>
    <w:rsid w:val="0009350A"/>
    <w:rsid w:val="00093566"/>
    <w:rsid w:val="000936E5"/>
    <w:rsid w:val="000936F9"/>
    <w:rsid w:val="00093C49"/>
    <w:rsid w:val="00093CA7"/>
    <w:rsid w:val="00093ED6"/>
    <w:rsid w:val="00093F4A"/>
    <w:rsid w:val="0009404D"/>
    <w:rsid w:val="000940AB"/>
    <w:rsid w:val="000940B0"/>
    <w:rsid w:val="000940CF"/>
    <w:rsid w:val="000942DF"/>
    <w:rsid w:val="00094373"/>
    <w:rsid w:val="000944CE"/>
    <w:rsid w:val="000944E6"/>
    <w:rsid w:val="00094536"/>
    <w:rsid w:val="00094852"/>
    <w:rsid w:val="00094C26"/>
    <w:rsid w:val="00094C5D"/>
    <w:rsid w:val="00094D73"/>
    <w:rsid w:val="00094E53"/>
    <w:rsid w:val="0009522C"/>
    <w:rsid w:val="0009530A"/>
    <w:rsid w:val="000954F2"/>
    <w:rsid w:val="000955AD"/>
    <w:rsid w:val="00095D11"/>
    <w:rsid w:val="00095F44"/>
    <w:rsid w:val="00096047"/>
    <w:rsid w:val="00096119"/>
    <w:rsid w:val="00096220"/>
    <w:rsid w:val="0009624C"/>
    <w:rsid w:val="000962BC"/>
    <w:rsid w:val="0009636F"/>
    <w:rsid w:val="0009642B"/>
    <w:rsid w:val="00096439"/>
    <w:rsid w:val="00096531"/>
    <w:rsid w:val="00096549"/>
    <w:rsid w:val="00096563"/>
    <w:rsid w:val="00096572"/>
    <w:rsid w:val="00096580"/>
    <w:rsid w:val="000966A1"/>
    <w:rsid w:val="000967C7"/>
    <w:rsid w:val="0009687D"/>
    <w:rsid w:val="000969F3"/>
    <w:rsid w:val="00096A00"/>
    <w:rsid w:val="00096A9C"/>
    <w:rsid w:val="00096BCD"/>
    <w:rsid w:val="00096C46"/>
    <w:rsid w:val="00096D6A"/>
    <w:rsid w:val="00096E41"/>
    <w:rsid w:val="00096E52"/>
    <w:rsid w:val="00096E8B"/>
    <w:rsid w:val="00096EF5"/>
    <w:rsid w:val="00097331"/>
    <w:rsid w:val="0009742C"/>
    <w:rsid w:val="00097591"/>
    <w:rsid w:val="000975D6"/>
    <w:rsid w:val="00097722"/>
    <w:rsid w:val="0009776A"/>
    <w:rsid w:val="0009783D"/>
    <w:rsid w:val="00097934"/>
    <w:rsid w:val="0009794D"/>
    <w:rsid w:val="00097950"/>
    <w:rsid w:val="0009798C"/>
    <w:rsid w:val="00097A60"/>
    <w:rsid w:val="00097B2A"/>
    <w:rsid w:val="00097DB9"/>
    <w:rsid w:val="00097E7B"/>
    <w:rsid w:val="00097F20"/>
    <w:rsid w:val="000A0067"/>
    <w:rsid w:val="000A00D6"/>
    <w:rsid w:val="000A02AD"/>
    <w:rsid w:val="000A06E7"/>
    <w:rsid w:val="000A07E3"/>
    <w:rsid w:val="000A08B3"/>
    <w:rsid w:val="000A08D5"/>
    <w:rsid w:val="000A0A19"/>
    <w:rsid w:val="000A0A4E"/>
    <w:rsid w:val="000A0B58"/>
    <w:rsid w:val="000A0F3B"/>
    <w:rsid w:val="000A11F2"/>
    <w:rsid w:val="000A16B3"/>
    <w:rsid w:val="000A180C"/>
    <w:rsid w:val="000A1ABC"/>
    <w:rsid w:val="000A1AE4"/>
    <w:rsid w:val="000A1BE4"/>
    <w:rsid w:val="000A1C00"/>
    <w:rsid w:val="000A1E50"/>
    <w:rsid w:val="000A1F16"/>
    <w:rsid w:val="000A1FA8"/>
    <w:rsid w:val="000A253D"/>
    <w:rsid w:val="000A2917"/>
    <w:rsid w:val="000A2924"/>
    <w:rsid w:val="000A2989"/>
    <w:rsid w:val="000A2B2F"/>
    <w:rsid w:val="000A2BD5"/>
    <w:rsid w:val="000A2E64"/>
    <w:rsid w:val="000A319B"/>
    <w:rsid w:val="000A319F"/>
    <w:rsid w:val="000A31B1"/>
    <w:rsid w:val="000A334D"/>
    <w:rsid w:val="000A3389"/>
    <w:rsid w:val="000A353C"/>
    <w:rsid w:val="000A3728"/>
    <w:rsid w:val="000A3733"/>
    <w:rsid w:val="000A3761"/>
    <w:rsid w:val="000A37DC"/>
    <w:rsid w:val="000A37FD"/>
    <w:rsid w:val="000A3C38"/>
    <w:rsid w:val="000A3DF5"/>
    <w:rsid w:val="000A409F"/>
    <w:rsid w:val="000A41C5"/>
    <w:rsid w:val="000A41CA"/>
    <w:rsid w:val="000A424C"/>
    <w:rsid w:val="000A42AD"/>
    <w:rsid w:val="000A486D"/>
    <w:rsid w:val="000A4C1C"/>
    <w:rsid w:val="000A4D47"/>
    <w:rsid w:val="000A4E5C"/>
    <w:rsid w:val="000A4F08"/>
    <w:rsid w:val="000A4F9C"/>
    <w:rsid w:val="000A5303"/>
    <w:rsid w:val="000A53D3"/>
    <w:rsid w:val="000A5C50"/>
    <w:rsid w:val="000A5D85"/>
    <w:rsid w:val="000A5DF5"/>
    <w:rsid w:val="000A5E75"/>
    <w:rsid w:val="000A60CA"/>
    <w:rsid w:val="000A624B"/>
    <w:rsid w:val="000A6570"/>
    <w:rsid w:val="000A66D3"/>
    <w:rsid w:val="000A6801"/>
    <w:rsid w:val="000A68B7"/>
    <w:rsid w:val="000A69BC"/>
    <w:rsid w:val="000A6B06"/>
    <w:rsid w:val="000A6C14"/>
    <w:rsid w:val="000A6C47"/>
    <w:rsid w:val="000A6D3B"/>
    <w:rsid w:val="000A6D56"/>
    <w:rsid w:val="000A6EA1"/>
    <w:rsid w:val="000A6EA2"/>
    <w:rsid w:val="000A6ECF"/>
    <w:rsid w:val="000A6FF0"/>
    <w:rsid w:val="000A710F"/>
    <w:rsid w:val="000A71FE"/>
    <w:rsid w:val="000A7232"/>
    <w:rsid w:val="000A74F0"/>
    <w:rsid w:val="000A7777"/>
    <w:rsid w:val="000A797F"/>
    <w:rsid w:val="000A7AEF"/>
    <w:rsid w:val="000A7D16"/>
    <w:rsid w:val="000A7D1C"/>
    <w:rsid w:val="000B0112"/>
    <w:rsid w:val="000B01C6"/>
    <w:rsid w:val="000B01FE"/>
    <w:rsid w:val="000B055A"/>
    <w:rsid w:val="000B057F"/>
    <w:rsid w:val="000B0625"/>
    <w:rsid w:val="000B0857"/>
    <w:rsid w:val="000B0A0F"/>
    <w:rsid w:val="000B0A1C"/>
    <w:rsid w:val="000B0AE3"/>
    <w:rsid w:val="000B0E9A"/>
    <w:rsid w:val="000B10C1"/>
    <w:rsid w:val="000B114F"/>
    <w:rsid w:val="000B11A2"/>
    <w:rsid w:val="000B130F"/>
    <w:rsid w:val="000B15A3"/>
    <w:rsid w:val="000B18BE"/>
    <w:rsid w:val="000B19B6"/>
    <w:rsid w:val="000B1A66"/>
    <w:rsid w:val="000B1AAA"/>
    <w:rsid w:val="000B1BAB"/>
    <w:rsid w:val="000B1D36"/>
    <w:rsid w:val="000B1EA3"/>
    <w:rsid w:val="000B1FEA"/>
    <w:rsid w:val="000B2021"/>
    <w:rsid w:val="000B23C1"/>
    <w:rsid w:val="000B23C4"/>
    <w:rsid w:val="000B23FB"/>
    <w:rsid w:val="000B2528"/>
    <w:rsid w:val="000B25A3"/>
    <w:rsid w:val="000B25C7"/>
    <w:rsid w:val="000B27B1"/>
    <w:rsid w:val="000B2A0F"/>
    <w:rsid w:val="000B2A35"/>
    <w:rsid w:val="000B2BEB"/>
    <w:rsid w:val="000B2DFB"/>
    <w:rsid w:val="000B2EAC"/>
    <w:rsid w:val="000B2F1F"/>
    <w:rsid w:val="000B2F27"/>
    <w:rsid w:val="000B331E"/>
    <w:rsid w:val="000B336B"/>
    <w:rsid w:val="000B345C"/>
    <w:rsid w:val="000B34D5"/>
    <w:rsid w:val="000B3582"/>
    <w:rsid w:val="000B3593"/>
    <w:rsid w:val="000B35BB"/>
    <w:rsid w:val="000B37DE"/>
    <w:rsid w:val="000B385B"/>
    <w:rsid w:val="000B38A0"/>
    <w:rsid w:val="000B3ACE"/>
    <w:rsid w:val="000B3AD9"/>
    <w:rsid w:val="000B3D14"/>
    <w:rsid w:val="000B412E"/>
    <w:rsid w:val="000B4433"/>
    <w:rsid w:val="000B4467"/>
    <w:rsid w:val="000B4471"/>
    <w:rsid w:val="000B4502"/>
    <w:rsid w:val="000B4531"/>
    <w:rsid w:val="000B4732"/>
    <w:rsid w:val="000B47DC"/>
    <w:rsid w:val="000B4941"/>
    <w:rsid w:val="000B4A28"/>
    <w:rsid w:val="000B4C7F"/>
    <w:rsid w:val="000B4D2C"/>
    <w:rsid w:val="000B4EFA"/>
    <w:rsid w:val="000B52CC"/>
    <w:rsid w:val="000B53D2"/>
    <w:rsid w:val="000B5434"/>
    <w:rsid w:val="000B5545"/>
    <w:rsid w:val="000B55A2"/>
    <w:rsid w:val="000B58D4"/>
    <w:rsid w:val="000B5C2A"/>
    <w:rsid w:val="000B5D02"/>
    <w:rsid w:val="000B5DDE"/>
    <w:rsid w:val="000B6311"/>
    <w:rsid w:val="000B6440"/>
    <w:rsid w:val="000B64C0"/>
    <w:rsid w:val="000B64CC"/>
    <w:rsid w:val="000B65B8"/>
    <w:rsid w:val="000B672D"/>
    <w:rsid w:val="000B6B06"/>
    <w:rsid w:val="000B6E28"/>
    <w:rsid w:val="000B6F72"/>
    <w:rsid w:val="000B6FB1"/>
    <w:rsid w:val="000B6FB2"/>
    <w:rsid w:val="000B7007"/>
    <w:rsid w:val="000B704B"/>
    <w:rsid w:val="000B7082"/>
    <w:rsid w:val="000B7422"/>
    <w:rsid w:val="000B7536"/>
    <w:rsid w:val="000B78E2"/>
    <w:rsid w:val="000B7A97"/>
    <w:rsid w:val="000B7B2C"/>
    <w:rsid w:val="000B7BB3"/>
    <w:rsid w:val="000B7C53"/>
    <w:rsid w:val="000C000A"/>
    <w:rsid w:val="000C0049"/>
    <w:rsid w:val="000C00A6"/>
    <w:rsid w:val="000C00EE"/>
    <w:rsid w:val="000C0560"/>
    <w:rsid w:val="000C056D"/>
    <w:rsid w:val="000C05D1"/>
    <w:rsid w:val="000C075E"/>
    <w:rsid w:val="000C0764"/>
    <w:rsid w:val="000C094E"/>
    <w:rsid w:val="000C0D49"/>
    <w:rsid w:val="000C0D75"/>
    <w:rsid w:val="000C0EFC"/>
    <w:rsid w:val="000C0F7B"/>
    <w:rsid w:val="000C102F"/>
    <w:rsid w:val="000C1140"/>
    <w:rsid w:val="000C1352"/>
    <w:rsid w:val="000C1486"/>
    <w:rsid w:val="000C1489"/>
    <w:rsid w:val="000C154D"/>
    <w:rsid w:val="000C1670"/>
    <w:rsid w:val="000C172B"/>
    <w:rsid w:val="000C1D07"/>
    <w:rsid w:val="000C1DFC"/>
    <w:rsid w:val="000C1E29"/>
    <w:rsid w:val="000C1F1B"/>
    <w:rsid w:val="000C238A"/>
    <w:rsid w:val="000C23E5"/>
    <w:rsid w:val="000C24AC"/>
    <w:rsid w:val="000C2552"/>
    <w:rsid w:val="000C25E3"/>
    <w:rsid w:val="000C260C"/>
    <w:rsid w:val="000C26D1"/>
    <w:rsid w:val="000C27B8"/>
    <w:rsid w:val="000C3215"/>
    <w:rsid w:val="000C32FD"/>
    <w:rsid w:val="000C3347"/>
    <w:rsid w:val="000C3643"/>
    <w:rsid w:val="000C366E"/>
    <w:rsid w:val="000C38B9"/>
    <w:rsid w:val="000C3A14"/>
    <w:rsid w:val="000C3C1B"/>
    <w:rsid w:val="000C3C3B"/>
    <w:rsid w:val="000C3E6E"/>
    <w:rsid w:val="000C3FB1"/>
    <w:rsid w:val="000C43A8"/>
    <w:rsid w:val="000C445D"/>
    <w:rsid w:val="000C44B1"/>
    <w:rsid w:val="000C4528"/>
    <w:rsid w:val="000C47DF"/>
    <w:rsid w:val="000C4C04"/>
    <w:rsid w:val="000C4D1B"/>
    <w:rsid w:val="000C4E58"/>
    <w:rsid w:val="000C4F35"/>
    <w:rsid w:val="000C5145"/>
    <w:rsid w:val="000C5170"/>
    <w:rsid w:val="000C53AE"/>
    <w:rsid w:val="000C54C9"/>
    <w:rsid w:val="000C5747"/>
    <w:rsid w:val="000C593B"/>
    <w:rsid w:val="000C59D8"/>
    <w:rsid w:val="000C5B7F"/>
    <w:rsid w:val="000C5B9B"/>
    <w:rsid w:val="000C5BF5"/>
    <w:rsid w:val="000C5C15"/>
    <w:rsid w:val="000C5E73"/>
    <w:rsid w:val="000C5FD4"/>
    <w:rsid w:val="000C6155"/>
    <w:rsid w:val="000C626D"/>
    <w:rsid w:val="000C62A6"/>
    <w:rsid w:val="000C6900"/>
    <w:rsid w:val="000C6C48"/>
    <w:rsid w:val="000C6C98"/>
    <w:rsid w:val="000C6CF1"/>
    <w:rsid w:val="000C717B"/>
    <w:rsid w:val="000C71C0"/>
    <w:rsid w:val="000C71DD"/>
    <w:rsid w:val="000C7296"/>
    <w:rsid w:val="000C78CE"/>
    <w:rsid w:val="000C78DC"/>
    <w:rsid w:val="000C78F1"/>
    <w:rsid w:val="000C79F4"/>
    <w:rsid w:val="000C7A2B"/>
    <w:rsid w:val="000C7A32"/>
    <w:rsid w:val="000C7A57"/>
    <w:rsid w:val="000C7AC5"/>
    <w:rsid w:val="000C7C9A"/>
    <w:rsid w:val="000C7CEB"/>
    <w:rsid w:val="000C7D33"/>
    <w:rsid w:val="000C7DD7"/>
    <w:rsid w:val="000D0063"/>
    <w:rsid w:val="000D021C"/>
    <w:rsid w:val="000D02EC"/>
    <w:rsid w:val="000D0741"/>
    <w:rsid w:val="000D07B4"/>
    <w:rsid w:val="000D0966"/>
    <w:rsid w:val="000D0B12"/>
    <w:rsid w:val="000D0BE4"/>
    <w:rsid w:val="000D0F3D"/>
    <w:rsid w:val="000D1075"/>
    <w:rsid w:val="000D112E"/>
    <w:rsid w:val="000D174E"/>
    <w:rsid w:val="000D18CD"/>
    <w:rsid w:val="000D1D72"/>
    <w:rsid w:val="000D1E30"/>
    <w:rsid w:val="000D1F07"/>
    <w:rsid w:val="000D1FFF"/>
    <w:rsid w:val="000D2079"/>
    <w:rsid w:val="000D23B1"/>
    <w:rsid w:val="000D2617"/>
    <w:rsid w:val="000D271D"/>
    <w:rsid w:val="000D2783"/>
    <w:rsid w:val="000D2967"/>
    <w:rsid w:val="000D2980"/>
    <w:rsid w:val="000D2A51"/>
    <w:rsid w:val="000D2ADD"/>
    <w:rsid w:val="000D2C7E"/>
    <w:rsid w:val="000D3060"/>
    <w:rsid w:val="000D3301"/>
    <w:rsid w:val="000D3325"/>
    <w:rsid w:val="000D3356"/>
    <w:rsid w:val="000D336A"/>
    <w:rsid w:val="000D3494"/>
    <w:rsid w:val="000D35C2"/>
    <w:rsid w:val="000D3698"/>
    <w:rsid w:val="000D37ED"/>
    <w:rsid w:val="000D3856"/>
    <w:rsid w:val="000D39B1"/>
    <w:rsid w:val="000D3A70"/>
    <w:rsid w:val="000D3A8A"/>
    <w:rsid w:val="000D3BBA"/>
    <w:rsid w:val="000D4169"/>
    <w:rsid w:val="000D41E7"/>
    <w:rsid w:val="000D4630"/>
    <w:rsid w:val="000D46A0"/>
    <w:rsid w:val="000D46FF"/>
    <w:rsid w:val="000D4C02"/>
    <w:rsid w:val="000D4E3E"/>
    <w:rsid w:val="000D4E54"/>
    <w:rsid w:val="000D4FEE"/>
    <w:rsid w:val="000D5008"/>
    <w:rsid w:val="000D525B"/>
    <w:rsid w:val="000D52DF"/>
    <w:rsid w:val="000D539A"/>
    <w:rsid w:val="000D56B7"/>
    <w:rsid w:val="000D56E9"/>
    <w:rsid w:val="000D57FC"/>
    <w:rsid w:val="000D58A1"/>
    <w:rsid w:val="000D5BC8"/>
    <w:rsid w:val="000D5C8E"/>
    <w:rsid w:val="000D6141"/>
    <w:rsid w:val="000D628B"/>
    <w:rsid w:val="000D630E"/>
    <w:rsid w:val="000D6375"/>
    <w:rsid w:val="000D6439"/>
    <w:rsid w:val="000D65E8"/>
    <w:rsid w:val="000D66D3"/>
    <w:rsid w:val="000D6817"/>
    <w:rsid w:val="000D6901"/>
    <w:rsid w:val="000D6EF6"/>
    <w:rsid w:val="000D6F47"/>
    <w:rsid w:val="000D7120"/>
    <w:rsid w:val="000D71C2"/>
    <w:rsid w:val="000D7299"/>
    <w:rsid w:val="000D7373"/>
    <w:rsid w:val="000D73D0"/>
    <w:rsid w:val="000D73E1"/>
    <w:rsid w:val="000D7413"/>
    <w:rsid w:val="000D74BB"/>
    <w:rsid w:val="000D75AF"/>
    <w:rsid w:val="000D7823"/>
    <w:rsid w:val="000D784C"/>
    <w:rsid w:val="000D79B4"/>
    <w:rsid w:val="000D7AAC"/>
    <w:rsid w:val="000D7AC0"/>
    <w:rsid w:val="000D7BA3"/>
    <w:rsid w:val="000D7D98"/>
    <w:rsid w:val="000D7E20"/>
    <w:rsid w:val="000D7F94"/>
    <w:rsid w:val="000E0024"/>
    <w:rsid w:val="000E004D"/>
    <w:rsid w:val="000E0077"/>
    <w:rsid w:val="000E027B"/>
    <w:rsid w:val="000E078F"/>
    <w:rsid w:val="000E0885"/>
    <w:rsid w:val="000E0994"/>
    <w:rsid w:val="000E0A0E"/>
    <w:rsid w:val="000E0A16"/>
    <w:rsid w:val="000E0BB7"/>
    <w:rsid w:val="000E0DC1"/>
    <w:rsid w:val="000E0E2F"/>
    <w:rsid w:val="000E0EAA"/>
    <w:rsid w:val="000E0EAF"/>
    <w:rsid w:val="000E0F8E"/>
    <w:rsid w:val="000E0FAF"/>
    <w:rsid w:val="000E0FFE"/>
    <w:rsid w:val="000E107E"/>
    <w:rsid w:val="000E145A"/>
    <w:rsid w:val="000E152D"/>
    <w:rsid w:val="000E1620"/>
    <w:rsid w:val="000E183D"/>
    <w:rsid w:val="000E1906"/>
    <w:rsid w:val="000E1986"/>
    <w:rsid w:val="000E1A86"/>
    <w:rsid w:val="000E1CB6"/>
    <w:rsid w:val="000E1FAD"/>
    <w:rsid w:val="000E2128"/>
    <w:rsid w:val="000E2202"/>
    <w:rsid w:val="000E2427"/>
    <w:rsid w:val="000E2476"/>
    <w:rsid w:val="000E247C"/>
    <w:rsid w:val="000E26AF"/>
    <w:rsid w:val="000E299E"/>
    <w:rsid w:val="000E29AF"/>
    <w:rsid w:val="000E2B38"/>
    <w:rsid w:val="000E2B4F"/>
    <w:rsid w:val="000E2BC3"/>
    <w:rsid w:val="000E2C48"/>
    <w:rsid w:val="000E2FA8"/>
    <w:rsid w:val="000E2FE6"/>
    <w:rsid w:val="000E3212"/>
    <w:rsid w:val="000E32AC"/>
    <w:rsid w:val="000E333E"/>
    <w:rsid w:val="000E334B"/>
    <w:rsid w:val="000E34D1"/>
    <w:rsid w:val="000E354D"/>
    <w:rsid w:val="000E3746"/>
    <w:rsid w:val="000E3853"/>
    <w:rsid w:val="000E38BA"/>
    <w:rsid w:val="000E3924"/>
    <w:rsid w:val="000E3BDD"/>
    <w:rsid w:val="000E3D9A"/>
    <w:rsid w:val="000E3F90"/>
    <w:rsid w:val="000E4011"/>
    <w:rsid w:val="000E415E"/>
    <w:rsid w:val="000E42CF"/>
    <w:rsid w:val="000E4389"/>
    <w:rsid w:val="000E44C7"/>
    <w:rsid w:val="000E45AB"/>
    <w:rsid w:val="000E4680"/>
    <w:rsid w:val="000E4B1C"/>
    <w:rsid w:val="000E4C1E"/>
    <w:rsid w:val="000E4C2D"/>
    <w:rsid w:val="000E4C4F"/>
    <w:rsid w:val="000E4C96"/>
    <w:rsid w:val="000E4D1E"/>
    <w:rsid w:val="000E4D51"/>
    <w:rsid w:val="000E4D8A"/>
    <w:rsid w:val="000E4DD8"/>
    <w:rsid w:val="000E4EEE"/>
    <w:rsid w:val="000E4F34"/>
    <w:rsid w:val="000E51BA"/>
    <w:rsid w:val="000E52D4"/>
    <w:rsid w:val="000E557A"/>
    <w:rsid w:val="000E56F9"/>
    <w:rsid w:val="000E5783"/>
    <w:rsid w:val="000E57EC"/>
    <w:rsid w:val="000E582B"/>
    <w:rsid w:val="000E59D3"/>
    <w:rsid w:val="000E5BE9"/>
    <w:rsid w:val="000E5DDC"/>
    <w:rsid w:val="000E5E2E"/>
    <w:rsid w:val="000E5EE2"/>
    <w:rsid w:val="000E5FDB"/>
    <w:rsid w:val="000E642E"/>
    <w:rsid w:val="000E69F9"/>
    <w:rsid w:val="000E6A7F"/>
    <w:rsid w:val="000E6DB7"/>
    <w:rsid w:val="000E6E67"/>
    <w:rsid w:val="000E70C2"/>
    <w:rsid w:val="000E7313"/>
    <w:rsid w:val="000E7390"/>
    <w:rsid w:val="000E739E"/>
    <w:rsid w:val="000E740E"/>
    <w:rsid w:val="000E7431"/>
    <w:rsid w:val="000E744E"/>
    <w:rsid w:val="000E7595"/>
    <w:rsid w:val="000E75B1"/>
    <w:rsid w:val="000E75BE"/>
    <w:rsid w:val="000E75D3"/>
    <w:rsid w:val="000E76B6"/>
    <w:rsid w:val="000E7750"/>
    <w:rsid w:val="000E7850"/>
    <w:rsid w:val="000E7ACA"/>
    <w:rsid w:val="000E7ACC"/>
    <w:rsid w:val="000E7B84"/>
    <w:rsid w:val="000E7C59"/>
    <w:rsid w:val="000E7D48"/>
    <w:rsid w:val="000E7DCF"/>
    <w:rsid w:val="000E7ED1"/>
    <w:rsid w:val="000F01CE"/>
    <w:rsid w:val="000F035D"/>
    <w:rsid w:val="000F03DA"/>
    <w:rsid w:val="000F03E4"/>
    <w:rsid w:val="000F0642"/>
    <w:rsid w:val="000F0784"/>
    <w:rsid w:val="000F080F"/>
    <w:rsid w:val="000F089E"/>
    <w:rsid w:val="000F09FE"/>
    <w:rsid w:val="000F0A47"/>
    <w:rsid w:val="000F0AD4"/>
    <w:rsid w:val="000F0F71"/>
    <w:rsid w:val="000F0F7F"/>
    <w:rsid w:val="000F106A"/>
    <w:rsid w:val="000F11BB"/>
    <w:rsid w:val="000F12A5"/>
    <w:rsid w:val="000F1467"/>
    <w:rsid w:val="000F190A"/>
    <w:rsid w:val="000F1914"/>
    <w:rsid w:val="000F1945"/>
    <w:rsid w:val="000F1C26"/>
    <w:rsid w:val="000F1C9B"/>
    <w:rsid w:val="000F1F35"/>
    <w:rsid w:val="000F1FC2"/>
    <w:rsid w:val="000F2031"/>
    <w:rsid w:val="000F208F"/>
    <w:rsid w:val="000F21AF"/>
    <w:rsid w:val="000F2418"/>
    <w:rsid w:val="000F248D"/>
    <w:rsid w:val="000F274C"/>
    <w:rsid w:val="000F282E"/>
    <w:rsid w:val="000F2956"/>
    <w:rsid w:val="000F2A8F"/>
    <w:rsid w:val="000F2B8E"/>
    <w:rsid w:val="000F2B9C"/>
    <w:rsid w:val="000F2C7B"/>
    <w:rsid w:val="000F2DB4"/>
    <w:rsid w:val="000F2EEC"/>
    <w:rsid w:val="000F310A"/>
    <w:rsid w:val="000F315C"/>
    <w:rsid w:val="000F36B7"/>
    <w:rsid w:val="000F3838"/>
    <w:rsid w:val="000F384E"/>
    <w:rsid w:val="000F3989"/>
    <w:rsid w:val="000F39A6"/>
    <w:rsid w:val="000F39CD"/>
    <w:rsid w:val="000F3A18"/>
    <w:rsid w:val="000F3DC2"/>
    <w:rsid w:val="000F3E36"/>
    <w:rsid w:val="000F3F15"/>
    <w:rsid w:val="000F4100"/>
    <w:rsid w:val="000F415B"/>
    <w:rsid w:val="000F43BE"/>
    <w:rsid w:val="000F43CA"/>
    <w:rsid w:val="000F44DC"/>
    <w:rsid w:val="000F45EE"/>
    <w:rsid w:val="000F463A"/>
    <w:rsid w:val="000F47B0"/>
    <w:rsid w:val="000F483F"/>
    <w:rsid w:val="000F48CD"/>
    <w:rsid w:val="000F48FA"/>
    <w:rsid w:val="000F4AB4"/>
    <w:rsid w:val="000F4B25"/>
    <w:rsid w:val="000F4CBC"/>
    <w:rsid w:val="000F4D2F"/>
    <w:rsid w:val="000F4D4E"/>
    <w:rsid w:val="000F4DC5"/>
    <w:rsid w:val="000F4F3D"/>
    <w:rsid w:val="000F4FFB"/>
    <w:rsid w:val="000F50D3"/>
    <w:rsid w:val="000F546B"/>
    <w:rsid w:val="000F5479"/>
    <w:rsid w:val="000F57A7"/>
    <w:rsid w:val="000F58D3"/>
    <w:rsid w:val="000F5A35"/>
    <w:rsid w:val="000F5AE9"/>
    <w:rsid w:val="000F5B0A"/>
    <w:rsid w:val="000F5B99"/>
    <w:rsid w:val="000F5BAE"/>
    <w:rsid w:val="000F5D99"/>
    <w:rsid w:val="000F5E37"/>
    <w:rsid w:val="000F5FA8"/>
    <w:rsid w:val="000F61C3"/>
    <w:rsid w:val="000F61EC"/>
    <w:rsid w:val="000F6447"/>
    <w:rsid w:val="000F67F4"/>
    <w:rsid w:val="000F694A"/>
    <w:rsid w:val="000F6C4E"/>
    <w:rsid w:val="000F6C7A"/>
    <w:rsid w:val="000F6CDF"/>
    <w:rsid w:val="000F6D6B"/>
    <w:rsid w:val="000F71E8"/>
    <w:rsid w:val="000F7314"/>
    <w:rsid w:val="000F74FD"/>
    <w:rsid w:val="000F75DB"/>
    <w:rsid w:val="000F7643"/>
    <w:rsid w:val="000F7750"/>
    <w:rsid w:val="000F7889"/>
    <w:rsid w:val="000F7A2A"/>
    <w:rsid w:val="000F7B49"/>
    <w:rsid w:val="000F7D41"/>
    <w:rsid w:val="000F7E17"/>
    <w:rsid w:val="000F7E1B"/>
    <w:rsid w:val="000F7FF9"/>
    <w:rsid w:val="001000A9"/>
    <w:rsid w:val="00100166"/>
    <w:rsid w:val="00100168"/>
    <w:rsid w:val="0010016C"/>
    <w:rsid w:val="00100399"/>
    <w:rsid w:val="0010039D"/>
    <w:rsid w:val="001003C7"/>
    <w:rsid w:val="001005BC"/>
    <w:rsid w:val="00100789"/>
    <w:rsid w:val="00100940"/>
    <w:rsid w:val="0010096B"/>
    <w:rsid w:val="00100990"/>
    <w:rsid w:val="001009E6"/>
    <w:rsid w:val="00100A14"/>
    <w:rsid w:val="00100AA2"/>
    <w:rsid w:val="00100D23"/>
    <w:rsid w:val="00100D52"/>
    <w:rsid w:val="00100D61"/>
    <w:rsid w:val="00100E0A"/>
    <w:rsid w:val="00100F25"/>
    <w:rsid w:val="001010F9"/>
    <w:rsid w:val="00101324"/>
    <w:rsid w:val="0010155A"/>
    <w:rsid w:val="001016BC"/>
    <w:rsid w:val="00101802"/>
    <w:rsid w:val="00101888"/>
    <w:rsid w:val="00101905"/>
    <w:rsid w:val="00101958"/>
    <w:rsid w:val="001019D7"/>
    <w:rsid w:val="00101C13"/>
    <w:rsid w:val="00101C2E"/>
    <w:rsid w:val="00101C5E"/>
    <w:rsid w:val="00101D7A"/>
    <w:rsid w:val="00101EA4"/>
    <w:rsid w:val="00101EEE"/>
    <w:rsid w:val="001021F3"/>
    <w:rsid w:val="00102302"/>
    <w:rsid w:val="001024B8"/>
    <w:rsid w:val="001025A0"/>
    <w:rsid w:val="001026C2"/>
    <w:rsid w:val="00102702"/>
    <w:rsid w:val="00102778"/>
    <w:rsid w:val="0010299C"/>
    <w:rsid w:val="00102B69"/>
    <w:rsid w:val="00102B97"/>
    <w:rsid w:val="00102BA0"/>
    <w:rsid w:val="00102CC2"/>
    <w:rsid w:val="00102CFC"/>
    <w:rsid w:val="00102D2B"/>
    <w:rsid w:val="00102E80"/>
    <w:rsid w:val="00103405"/>
    <w:rsid w:val="00103841"/>
    <w:rsid w:val="00103905"/>
    <w:rsid w:val="00103A61"/>
    <w:rsid w:val="00103B91"/>
    <w:rsid w:val="00103DE6"/>
    <w:rsid w:val="00103E0C"/>
    <w:rsid w:val="00103E22"/>
    <w:rsid w:val="00103F91"/>
    <w:rsid w:val="00103FD3"/>
    <w:rsid w:val="001040B4"/>
    <w:rsid w:val="00104183"/>
    <w:rsid w:val="00104564"/>
    <w:rsid w:val="00104726"/>
    <w:rsid w:val="0010490A"/>
    <w:rsid w:val="00104BA0"/>
    <w:rsid w:val="00104C3C"/>
    <w:rsid w:val="00104C8C"/>
    <w:rsid w:val="00104CC4"/>
    <w:rsid w:val="00104D9F"/>
    <w:rsid w:val="00104E3A"/>
    <w:rsid w:val="00104F63"/>
    <w:rsid w:val="00104FBE"/>
    <w:rsid w:val="00105029"/>
    <w:rsid w:val="001054FA"/>
    <w:rsid w:val="0010577B"/>
    <w:rsid w:val="00105A8C"/>
    <w:rsid w:val="00105AC0"/>
    <w:rsid w:val="00105CF5"/>
    <w:rsid w:val="00105FE4"/>
    <w:rsid w:val="00106021"/>
    <w:rsid w:val="00106179"/>
    <w:rsid w:val="001062E4"/>
    <w:rsid w:val="0010641F"/>
    <w:rsid w:val="00106569"/>
    <w:rsid w:val="001065C1"/>
    <w:rsid w:val="001066C5"/>
    <w:rsid w:val="0010671A"/>
    <w:rsid w:val="00106780"/>
    <w:rsid w:val="00106DFC"/>
    <w:rsid w:val="00106EAD"/>
    <w:rsid w:val="00106F16"/>
    <w:rsid w:val="00107044"/>
    <w:rsid w:val="001070E9"/>
    <w:rsid w:val="0010710F"/>
    <w:rsid w:val="00107201"/>
    <w:rsid w:val="00107235"/>
    <w:rsid w:val="001072A9"/>
    <w:rsid w:val="001073A8"/>
    <w:rsid w:val="001074A1"/>
    <w:rsid w:val="00107509"/>
    <w:rsid w:val="0010753F"/>
    <w:rsid w:val="001078AF"/>
    <w:rsid w:val="00107955"/>
    <w:rsid w:val="00107A3C"/>
    <w:rsid w:val="00107EF4"/>
    <w:rsid w:val="00107FB3"/>
    <w:rsid w:val="00110362"/>
    <w:rsid w:val="001103D6"/>
    <w:rsid w:val="001103E3"/>
    <w:rsid w:val="001104A4"/>
    <w:rsid w:val="001105E3"/>
    <w:rsid w:val="00110666"/>
    <w:rsid w:val="00110744"/>
    <w:rsid w:val="001107A3"/>
    <w:rsid w:val="0011086B"/>
    <w:rsid w:val="001109AE"/>
    <w:rsid w:val="001109E4"/>
    <w:rsid w:val="00110B69"/>
    <w:rsid w:val="00110DBA"/>
    <w:rsid w:val="00110F76"/>
    <w:rsid w:val="001110B1"/>
    <w:rsid w:val="00111122"/>
    <w:rsid w:val="00111143"/>
    <w:rsid w:val="00111210"/>
    <w:rsid w:val="0011145E"/>
    <w:rsid w:val="0011147D"/>
    <w:rsid w:val="001117D4"/>
    <w:rsid w:val="00111809"/>
    <w:rsid w:val="001118E8"/>
    <w:rsid w:val="00111A58"/>
    <w:rsid w:val="00111B5C"/>
    <w:rsid w:val="00111B77"/>
    <w:rsid w:val="00111D82"/>
    <w:rsid w:val="0011210A"/>
    <w:rsid w:val="0011217A"/>
    <w:rsid w:val="0011220C"/>
    <w:rsid w:val="00112221"/>
    <w:rsid w:val="00112318"/>
    <w:rsid w:val="00112772"/>
    <w:rsid w:val="00112C60"/>
    <w:rsid w:val="00112ED4"/>
    <w:rsid w:val="00112ED6"/>
    <w:rsid w:val="00112F94"/>
    <w:rsid w:val="0011317B"/>
    <w:rsid w:val="001131B5"/>
    <w:rsid w:val="00113452"/>
    <w:rsid w:val="001136D0"/>
    <w:rsid w:val="0011370C"/>
    <w:rsid w:val="0011384E"/>
    <w:rsid w:val="0011395F"/>
    <w:rsid w:val="00113962"/>
    <w:rsid w:val="00113A0E"/>
    <w:rsid w:val="00113A94"/>
    <w:rsid w:val="00113B60"/>
    <w:rsid w:val="00113BBB"/>
    <w:rsid w:val="00113BCA"/>
    <w:rsid w:val="00113D3F"/>
    <w:rsid w:val="00114027"/>
    <w:rsid w:val="00114091"/>
    <w:rsid w:val="00114155"/>
    <w:rsid w:val="00114377"/>
    <w:rsid w:val="00114520"/>
    <w:rsid w:val="00114607"/>
    <w:rsid w:val="0011474F"/>
    <w:rsid w:val="00114793"/>
    <w:rsid w:val="00114928"/>
    <w:rsid w:val="00114E15"/>
    <w:rsid w:val="00114E25"/>
    <w:rsid w:val="00115065"/>
    <w:rsid w:val="001150A5"/>
    <w:rsid w:val="001152A3"/>
    <w:rsid w:val="0011553E"/>
    <w:rsid w:val="0011561D"/>
    <w:rsid w:val="00115638"/>
    <w:rsid w:val="00115865"/>
    <w:rsid w:val="00115A0A"/>
    <w:rsid w:val="00115AC3"/>
    <w:rsid w:val="00115C8C"/>
    <w:rsid w:val="00115CEF"/>
    <w:rsid w:val="00115DF0"/>
    <w:rsid w:val="001160CF"/>
    <w:rsid w:val="0011617D"/>
    <w:rsid w:val="001161BA"/>
    <w:rsid w:val="00116219"/>
    <w:rsid w:val="00116330"/>
    <w:rsid w:val="00116591"/>
    <w:rsid w:val="0011667F"/>
    <w:rsid w:val="001166C9"/>
    <w:rsid w:val="00116755"/>
    <w:rsid w:val="0011675B"/>
    <w:rsid w:val="00116775"/>
    <w:rsid w:val="00116C7C"/>
    <w:rsid w:val="00116D33"/>
    <w:rsid w:val="00116F1F"/>
    <w:rsid w:val="00116F2B"/>
    <w:rsid w:val="001172A4"/>
    <w:rsid w:val="0011747C"/>
    <w:rsid w:val="0011750B"/>
    <w:rsid w:val="0011766A"/>
    <w:rsid w:val="0011767F"/>
    <w:rsid w:val="0011773F"/>
    <w:rsid w:val="00117C38"/>
    <w:rsid w:val="00117DC9"/>
    <w:rsid w:val="00117E9E"/>
    <w:rsid w:val="001200D9"/>
    <w:rsid w:val="0012019C"/>
    <w:rsid w:val="00120298"/>
    <w:rsid w:val="00120335"/>
    <w:rsid w:val="001203CD"/>
    <w:rsid w:val="001205E6"/>
    <w:rsid w:val="001205FF"/>
    <w:rsid w:val="00120748"/>
    <w:rsid w:val="001207F9"/>
    <w:rsid w:val="001208A9"/>
    <w:rsid w:val="001208AE"/>
    <w:rsid w:val="00120920"/>
    <w:rsid w:val="00120A49"/>
    <w:rsid w:val="00120A85"/>
    <w:rsid w:val="00120AE7"/>
    <w:rsid w:val="00120B68"/>
    <w:rsid w:val="00120E5E"/>
    <w:rsid w:val="0012114A"/>
    <w:rsid w:val="00121246"/>
    <w:rsid w:val="00121319"/>
    <w:rsid w:val="00121465"/>
    <w:rsid w:val="001215D3"/>
    <w:rsid w:val="0012164C"/>
    <w:rsid w:val="001216A0"/>
    <w:rsid w:val="001216C6"/>
    <w:rsid w:val="001216E3"/>
    <w:rsid w:val="0012181E"/>
    <w:rsid w:val="00121883"/>
    <w:rsid w:val="00121919"/>
    <w:rsid w:val="00121D81"/>
    <w:rsid w:val="00121F13"/>
    <w:rsid w:val="0012201E"/>
    <w:rsid w:val="00122143"/>
    <w:rsid w:val="001223D0"/>
    <w:rsid w:val="0012252B"/>
    <w:rsid w:val="00122550"/>
    <w:rsid w:val="00122962"/>
    <w:rsid w:val="00122985"/>
    <w:rsid w:val="00122BF1"/>
    <w:rsid w:val="00122DA7"/>
    <w:rsid w:val="0012306C"/>
    <w:rsid w:val="001230A2"/>
    <w:rsid w:val="001230D5"/>
    <w:rsid w:val="001232A9"/>
    <w:rsid w:val="001234A4"/>
    <w:rsid w:val="0012358F"/>
    <w:rsid w:val="001235C3"/>
    <w:rsid w:val="00123AAE"/>
    <w:rsid w:val="00123AC4"/>
    <w:rsid w:val="00124009"/>
    <w:rsid w:val="0012400A"/>
    <w:rsid w:val="001247C0"/>
    <w:rsid w:val="001247CA"/>
    <w:rsid w:val="001247E0"/>
    <w:rsid w:val="00124824"/>
    <w:rsid w:val="001248F7"/>
    <w:rsid w:val="00124CE3"/>
    <w:rsid w:val="00124DDC"/>
    <w:rsid w:val="00125000"/>
    <w:rsid w:val="00125121"/>
    <w:rsid w:val="001253AC"/>
    <w:rsid w:val="001253DF"/>
    <w:rsid w:val="001254A9"/>
    <w:rsid w:val="00125570"/>
    <w:rsid w:val="0012576B"/>
    <w:rsid w:val="00125897"/>
    <w:rsid w:val="001259CF"/>
    <w:rsid w:val="00125A3D"/>
    <w:rsid w:val="00125AC9"/>
    <w:rsid w:val="00125BC0"/>
    <w:rsid w:val="00125BC9"/>
    <w:rsid w:val="00125D92"/>
    <w:rsid w:val="00125E2F"/>
    <w:rsid w:val="00125E32"/>
    <w:rsid w:val="00125F69"/>
    <w:rsid w:val="00125F81"/>
    <w:rsid w:val="00126105"/>
    <w:rsid w:val="00126181"/>
    <w:rsid w:val="0012622E"/>
    <w:rsid w:val="0012639F"/>
    <w:rsid w:val="0012641D"/>
    <w:rsid w:val="0012645E"/>
    <w:rsid w:val="0012684A"/>
    <w:rsid w:val="00126873"/>
    <w:rsid w:val="001269AE"/>
    <w:rsid w:val="00126B26"/>
    <w:rsid w:val="00126B81"/>
    <w:rsid w:val="00126BBB"/>
    <w:rsid w:val="00126E3F"/>
    <w:rsid w:val="00126F35"/>
    <w:rsid w:val="0012704B"/>
    <w:rsid w:val="00127095"/>
    <w:rsid w:val="00127138"/>
    <w:rsid w:val="001272B1"/>
    <w:rsid w:val="001272F4"/>
    <w:rsid w:val="0012754C"/>
    <w:rsid w:val="001276E6"/>
    <w:rsid w:val="001277F8"/>
    <w:rsid w:val="0012786B"/>
    <w:rsid w:val="001278E6"/>
    <w:rsid w:val="00127ABC"/>
    <w:rsid w:val="00127ABE"/>
    <w:rsid w:val="00127BD3"/>
    <w:rsid w:val="00127C52"/>
    <w:rsid w:val="00127CDB"/>
    <w:rsid w:val="00127E73"/>
    <w:rsid w:val="00127FA9"/>
    <w:rsid w:val="001300AB"/>
    <w:rsid w:val="0013010B"/>
    <w:rsid w:val="001301E4"/>
    <w:rsid w:val="001302B3"/>
    <w:rsid w:val="00130314"/>
    <w:rsid w:val="001303A0"/>
    <w:rsid w:val="001303AB"/>
    <w:rsid w:val="001303D5"/>
    <w:rsid w:val="0013044D"/>
    <w:rsid w:val="00130471"/>
    <w:rsid w:val="001304C0"/>
    <w:rsid w:val="00130636"/>
    <w:rsid w:val="00130D73"/>
    <w:rsid w:val="00130D7F"/>
    <w:rsid w:val="00130DE2"/>
    <w:rsid w:val="00130E4F"/>
    <w:rsid w:val="00130F8E"/>
    <w:rsid w:val="00131043"/>
    <w:rsid w:val="0013123F"/>
    <w:rsid w:val="001314B7"/>
    <w:rsid w:val="00131716"/>
    <w:rsid w:val="0013174B"/>
    <w:rsid w:val="0013180C"/>
    <w:rsid w:val="00131844"/>
    <w:rsid w:val="001319AE"/>
    <w:rsid w:val="00131A3C"/>
    <w:rsid w:val="00131AB4"/>
    <w:rsid w:val="00131AFC"/>
    <w:rsid w:val="00131B58"/>
    <w:rsid w:val="00131DA0"/>
    <w:rsid w:val="00132090"/>
    <w:rsid w:val="001320CA"/>
    <w:rsid w:val="001320FA"/>
    <w:rsid w:val="001322C6"/>
    <w:rsid w:val="001322D4"/>
    <w:rsid w:val="001323D8"/>
    <w:rsid w:val="0013262C"/>
    <w:rsid w:val="00132682"/>
    <w:rsid w:val="00132B49"/>
    <w:rsid w:val="00132CAB"/>
    <w:rsid w:val="00132D2C"/>
    <w:rsid w:val="00132D99"/>
    <w:rsid w:val="00132FDB"/>
    <w:rsid w:val="001330B9"/>
    <w:rsid w:val="00133127"/>
    <w:rsid w:val="001331C8"/>
    <w:rsid w:val="00133209"/>
    <w:rsid w:val="0013331E"/>
    <w:rsid w:val="001333F1"/>
    <w:rsid w:val="00133426"/>
    <w:rsid w:val="001334B7"/>
    <w:rsid w:val="001334F4"/>
    <w:rsid w:val="0013361A"/>
    <w:rsid w:val="00133837"/>
    <w:rsid w:val="001338E0"/>
    <w:rsid w:val="00133930"/>
    <w:rsid w:val="00133A01"/>
    <w:rsid w:val="00133A69"/>
    <w:rsid w:val="00133C0E"/>
    <w:rsid w:val="00133C75"/>
    <w:rsid w:val="00133E31"/>
    <w:rsid w:val="00133FEF"/>
    <w:rsid w:val="00134167"/>
    <w:rsid w:val="0013470B"/>
    <w:rsid w:val="001347FC"/>
    <w:rsid w:val="00134832"/>
    <w:rsid w:val="001349AC"/>
    <w:rsid w:val="001349D5"/>
    <w:rsid w:val="00134A53"/>
    <w:rsid w:val="00134DA9"/>
    <w:rsid w:val="0013561C"/>
    <w:rsid w:val="001358DF"/>
    <w:rsid w:val="00135A65"/>
    <w:rsid w:val="00135AC2"/>
    <w:rsid w:val="00135AF4"/>
    <w:rsid w:val="00135BC9"/>
    <w:rsid w:val="00135C75"/>
    <w:rsid w:val="00135DA6"/>
    <w:rsid w:val="00135EA5"/>
    <w:rsid w:val="00135F10"/>
    <w:rsid w:val="001360E0"/>
    <w:rsid w:val="001362C5"/>
    <w:rsid w:val="00136386"/>
    <w:rsid w:val="001363A7"/>
    <w:rsid w:val="001363BF"/>
    <w:rsid w:val="001363C1"/>
    <w:rsid w:val="001363DC"/>
    <w:rsid w:val="001364E9"/>
    <w:rsid w:val="00136650"/>
    <w:rsid w:val="001367A6"/>
    <w:rsid w:val="001367CC"/>
    <w:rsid w:val="001368A6"/>
    <w:rsid w:val="001369A2"/>
    <w:rsid w:val="00136B62"/>
    <w:rsid w:val="00136B79"/>
    <w:rsid w:val="00136CC2"/>
    <w:rsid w:val="00136D45"/>
    <w:rsid w:val="00136E00"/>
    <w:rsid w:val="0013708B"/>
    <w:rsid w:val="00137101"/>
    <w:rsid w:val="0013715B"/>
    <w:rsid w:val="001373E9"/>
    <w:rsid w:val="0013763F"/>
    <w:rsid w:val="00137A4C"/>
    <w:rsid w:val="00137A4E"/>
    <w:rsid w:val="00137AE3"/>
    <w:rsid w:val="00137C4C"/>
    <w:rsid w:val="00137F42"/>
    <w:rsid w:val="0014019E"/>
    <w:rsid w:val="001403DE"/>
    <w:rsid w:val="0014041F"/>
    <w:rsid w:val="001406FA"/>
    <w:rsid w:val="00140815"/>
    <w:rsid w:val="001408D6"/>
    <w:rsid w:val="00140921"/>
    <w:rsid w:val="0014095C"/>
    <w:rsid w:val="0014095D"/>
    <w:rsid w:val="00140973"/>
    <w:rsid w:val="001409FD"/>
    <w:rsid w:val="00140B86"/>
    <w:rsid w:val="00140BA4"/>
    <w:rsid w:val="00140EA7"/>
    <w:rsid w:val="00140FB3"/>
    <w:rsid w:val="00141007"/>
    <w:rsid w:val="0014104C"/>
    <w:rsid w:val="0014116C"/>
    <w:rsid w:val="00141344"/>
    <w:rsid w:val="0014142C"/>
    <w:rsid w:val="001415C8"/>
    <w:rsid w:val="001415E4"/>
    <w:rsid w:val="0014190F"/>
    <w:rsid w:val="001419C1"/>
    <w:rsid w:val="00141A8D"/>
    <w:rsid w:val="00141C30"/>
    <w:rsid w:val="00141F8B"/>
    <w:rsid w:val="00142136"/>
    <w:rsid w:val="00142181"/>
    <w:rsid w:val="00142621"/>
    <w:rsid w:val="001426C4"/>
    <w:rsid w:val="0014273D"/>
    <w:rsid w:val="001427BD"/>
    <w:rsid w:val="00142AEC"/>
    <w:rsid w:val="00142B20"/>
    <w:rsid w:val="00142B7F"/>
    <w:rsid w:val="00142CCA"/>
    <w:rsid w:val="0014304B"/>
    <w:rsid w:val="0014321F"/>
    <w:rsid w:val="00143467"/>
    <w:rsid w:val="001435FE"/>
    <w:rsid w:val="00143BB3"/>
    <w:rsid w:val="00143BD8"/>
    <w:rsid w:val="00143BDB"/>
    <w:rsid w:val="00143E41"/>
    <w:rsid w:val="00143EA3"/>
    <w:rsid w:val="0014416A"/>
    <w:rsid w:val="001441CF"/>
    <w:rsid w:val="001441F6"/>
    <w:rsid w:val="0014422B"/>
    <w:rsid w:val="00144283"/>
    <w:rsid w:val="0014447A"/>
    <w:rsid w:val="00144F03"/>
    <w:rsid w:val="00144F09"/>
    <w:rsid w:val="0014501E"/>
    <w:rsid w:val="00145238"/>
    <w:rsid w:val="001454A0"/>
    <w:rsid w:val="001454F7"/>
    <w:rsid w:val="0014557E"/>
    <w:rsid w:val="00145694"/>
    <w:rsid w:val="00145B53"/>
    <w:rsid w:val="00145BC1"/>
    <w:rsid w:val="00145CAD"/>
    <w:rsid w:val="00145D35"/>
    <w:rsid w:val="00145E05"/>
    <w:rsid w:val="0014676A"/>
    <w:rsid w:val="00146B65"/>
    <w:rsid w:val="001471F6"/>
    <w:rsid w:val="00147444"/>
    <w:rsid w:val="0014747B"/>
    <w:rsid w:val="001474C4"/>
    <w:rsid w:val="00147509"/>
    <w:rsid w:val="00147590"/>
    <w:rsid w:val="00147977"/>
    <w:rsid w:val="001479C3"/>
    <w:rsid w:val="001479D4"/>
    <w:rsid w:val="00147C26"/>
    <w:rsid w:val="00147E1D"/>
    <w:rsid w:val="00150014"/>
    <w:rsid w:val="0015020B"/>
    <w:rsid w:val="001505E7"/>
    <w:rsid w:val="00150652"/>
    <w:rsid w:val="00150747"/>
    <w:rsid w:val="001507D1"/>
    <w:rsid w:val="00150956"/>
    <w:rsid w:val="00150A4D"/>
    <w:rsid w:val="00150B0C"/>
    <w:rsid w:val="00150B1F"/>
    <w:rsid w:val="00150B6B"/>
    <w:rsid w:val="00150CA6"/>
    <w:rsid w:val="00150D51"/>
    <w:rsid w:val="00150EE2"/>
    <w:rsid w:val="00150F45"/>
    <w:rsid w:val="00150FF8"/>
    <w:rsid w:val="00151321"/>
    <w:rsid w:val="0015139B"/>
    <w:rsid w:val="0015190A"/>
    <w:rsid w:val="001519C6"/>
    <w:rsid w:val="00151AF6"/>
    <w:rsid w:val="00151F51"/>
    <w:rsid w:val="00151F60"/>
    <w:rsid w:val="00151FCC"/>
    <w:rsid w:val="0015219B"/>
    <w:rsid w:val="00152213"/>
    <w:rsid w:val="00152497"/>
    <w:rsid w:val="001526D3"/>
    <w:rsid w:val="001526E3"/>
    <w:rsid w:val="0015275C"/>
    <w:rsid w:val="001528ED"/>
    <w:rsid w:val="00152952"/>
    <w:rsid w:val="00152B5E"/>
    <w:rsid w:val="00152B92"/>
    <w:rsid w:val="00152BD0"/>
    <w:rsid w:val="001530F6"/>
    <w:rsid w:val="001531E0"/>
    <w:rsid w:val="00153242"/>
    <w:rsid w:val="00153284"/>
    <w:rsid w:val="001533A2"/>
    <w:rsid w:val="0015359F"/>
    <w:rsid w:val="001535D1"/>
    <w:rsid w:val="00153A60"/>
    <w:rsid w:val="00153A67"/>
    <w:rsid w:val="00153ABD"/>
    <w:rsid w:val="00153B76"/>
    <w:rsid w:val="00153B79"/>
    <w:rsid w:val="00153CC0"/>
    <w:rsid w:val="00153DE4"/>
    <w:rsid w:val="00153F15"/>
    <w:rsid w:val="00153FB7"/>
    <w:rsid w:val="0015424C"/>
    <w:rsid w:val="00154257"/>
    <w:rsid w:val="0015474C"/>
    <w:rsid w:val="001547D6"/>
    <w:rsid w:val="0015493C"/>
    <w:rsid w:val="00154A55"/>
    <w:rsid w:val="00154D8A"/>
    <w:rsid w:val="00154E57"/>
    <w:rsid w:val="00155039"/>
    <w:rsid w:val="001550BB"/>
    <w:rsid w:val="00155104"/>
    <w:rsid w:val="0015527E"/>
    <w:rsid w:val="00155464"/>
    <w:rsid w:val="001554AC"/>
    <w:rsid w:val="001554B7"/>
    <w:rsid w:val="00155586"/>
    <w:rsid w:val="001556FC"/>
    <w:rsid w:val="001558BE"/>
    <w:rsid w:val="00155937"/>
    <w:rsid w:val="00155A23"/>
    <w:rsid w:val="00155A82"/>
    <w:rsid w:val="00155D86"/>
    <w:rsid w:val="00155EC1"/>
    <w:rsid w:val="00155FC7"/>
    <w:rsid w:val="001565CB"/>
    <w:rsid w:val="0015668E"/>
    <w:rsid w:val="00156701"/>
    <w:rsid w:val="00156BB3"/>
    <w:rsid w:val="00156C82"/>
    <w:rsid w:val="00156C92"/>
    <w:rsid w:val="00156DEA"/>
    <w:rsid w:val="001570E3"/>
    <w:rsid w:val="0015711F"/>
    <w:rsid w:val="001572CB"/>
    <w:rsid w:val="00157552"/>
    <w:rsid w:val="00157596"/>
    <w:rsid w:val="001575FB"/>
    <w:rsid w:val="001578BC"/>
    <w:rsid w:val="00157CB5"/>
    <w:rsid w:val="00157FDA"/>
    <w:rsid w:val="0016000A"/>
    <w:rsid w:val="0016026B"/>
    <w:rsid w:val="00160319"/>
    <w:rsid w:val="0016068A"/>
    <w:rsid w:val="0016097F"/>
    <w:rsid w:val="00160A0B"/>
    <w:rsid w:val="00160AE0"/>
    <w:rsid w:val="00160AEA"/>
    <w:rsid w:val="00160B30"/>
    <w:rsid w:val="00160B75"/>
    <w:rsid w:val="00160C61"/>
    <w:rsid w:val="00160CE2"/>
    <w:rsid w:val="001612C6"/>
    <w:rsid w:val="001613D9"/>
    <w:rsid w:val="0016149C"/>
    <w:rsid w:val="001614B6"/>
    <w:rsid w:val="001615D8"/>
    <w:rsid w:val="00161696"/>
    <w:rsid w:val="001616C6"/>
    <w:rsid w:val="0016189F"/>
    <w:rsid w:val="001618F0"/>
    <w:rsid w:val="00161BC6"/>
    <w:rsid w:val="00161BEA"/>
    <w:rsid w:val="00162023"/>
    <w:rsid w:val="0016233D"/>
    <w:rsid w:val="001623D3"/>
    <w:rsid w:val="0016271B"/>
    <w:rsid w:val="00162AB6"/>
    <w:rsid w:val="00162B20"/>
    <w:rsid w:val="00162B5A"/>
    <w:rsid w:val="00162D97"/>
    <w:rsid w:val="00163104"/>
    <w:rsid w:val="00163388"/>
    <w:rsid w:val="0016351B"/>
    <w:rsid w:val="00163725"/>
    <w:rsid w:val="0016394E"/>
    <w:rsid w:val="00163A01"/>
    <w:rsid w:val="00163A1D"/>
    <w:rsid w:val="00163B78"/>
    <w:rsid w:val="00163D05"/>
    <w:rsid w:val="00163E0B"/>
    <w:rsid w:val="00163E59"/>
    <w:rsid w:val="00163E73"/>
    <w:rsid w:val="00163F66"/>
    <w:rsid w:val="00164078"/>
    <w:rsid w:val="00164190"/>
    <w:rsid w:val="00164268"/>
    <w:rsid w:val="001644A6"/>
    <w:rsid w:val="001645AF"/>
    <w:rsid w:val="0016477B"/>
    <w:rsid w:val="00164A20"/>
    <w:rsid w:val="00164A42"/>
    <w:rsid w:val="00164A94"/>
    <w:rsid w:val="00164AC2"/>
    <w:rsid w:val="00164BEE"/>
    <w:rsid w:val="00164D66"/>
    <w:rsid w:val="00164D94"/>
    <w:rsid w:val="0016513A"/>
    <w:rsid w:val="001651EE"/>
    <w:rsid w:val="001653E8"/>
    <w:rsid w:val="001654E1"/>
    <w:rsid w:val="001654F5"/>
    <w:rsid w:val="0016555C"/>
    <w:rsid w:val="00165694"/>
    <w:rsid w:val="00165817"/>
    <w:rsid w:val="00165861"/>
    <w:rsid w:val="001659D2"/>
    <w:rsid w:val="00165A65"/>
    <w:rsid w:val="00165C37"/>
    <w:rsid w:val="00165C69"/>
    <w:rsid w:val="00165D05"/>
    <w:rsid w:val="00165DE7"/>
    <w:rsid w:val="00165E65"/>
    <w:rsid w:val="00165F95"/>
    <w:rsid w:val="0016605A"/>
    <w:rsid w:val="00166208"/>
    <w:rsid w:val="00166420"/>
    <w:rsid w:val="001664DD"/>
    <w:rsid w:val="00166642"/>
    <w:rsid w:val="001666FC"/>
    <w:rsid w:val="00166B48"/>
    <w:rsid w:val="00166BCD"/>
    <w:rsid w:val="00166C28"/>
    <w:rsid w:val="00166F86"/>
    <w:rsid w:val="0016717D"/>
    <w:rsid w:val="00167302"/>
    <w:rsid w:val="001673A0"/>
    <w:rsid w:val="0016768B"/>
    <w:rsid w:val="001678DD"/>
    <w:rsid w:val="001679A7"/>
    <w:rsid w:val="001679E0"/>
    <w:rsid w:val="00167B3D"/>
    <w:rsid w:val="00167C2E"/>
    <w:rsid w:val="00167DBC"/>
    <w:rsid w:val="001700D1"/>
    <w:rsid w:val="00170415"/>
    <w:rsid w:val="001704DC"/>
    <w:rsid w:val="001706AC"/>
    <w:rsid w:val="00170963"/>
    <w:rsid w:val="00170969"/>
    <w:rsid w:val="001709A1"/>
    <w:rsid w:val="001709E6"/>
    <w:rsid w:val="00170D0D"/>
    <w:rsid w:val="00170D2E"/>
    <w:rsid w:val="00170DCB"/>
    <w:rsid w:val="00170E2B"/>
    <w:rsid w:val="00171363"/>
    <w:rsid w:val="001713FB"/>
    <w:rsid w:val="001715E6"/>
    <w:rsid w:val="00171706"/>
    <w:rsid w:val="001717A1"/>
    <w:rsid w:val="001719A3"/>
    <w:rsid w:val="00171A00"/>
    <w:rsid w:val="00171EE4"/>
    <w:rsid w:val="00171F85"/>
    <w:rsid w:val="00171F86"/>
    <w:rsid w:val="00171FC2"/>
    <w:rsid w:val="00172234"/>
    <w:rsid w:val="00172291"/>
    <w:rsid w:val="0017231D"/>
    <w:rsid w:val="00172519"/>
    <w:rsid w:val="0017270E"/>
    <w:rsid w:val="001727BA"/>
    <w:rsid w:val="001727CD"/>
    <w:rsid w:val="001727F1"/>
    <w:rsid w:val="00172C88"/>
    <w:rsid w:val="00172D43"/>
    <w:rsid w:val="00172EEB"/>
    <w:rsid w:val="0017302F"/>
    <w:rsid w:val="0017308F"/>
    <w:rsid w:val="001733E1"/>
    <w:rsid w:val="0017353A"/>
    <w:rsid w:val="00173763"/>
    <w:rsid w:val="0017387C"/>
    <w:rsid w:val="0017394E"/>
    <w:rsid w:val="00173AED"/>
    <w:rsid w:val="00173B7E"/>
    <w:rsid w:val="00173BB7"/>
    <w:rsid w:val="00173BD0"/>
    <w:rsid w:val="00173BE0"/>
    <w:rsid w:val="00173BEB"/>
    <w:rsid w:val="00173F16"/>
    <w:rsid w:val="001741BA"/>
    <w:rsid w:val="001742FA"/>
    <w:rsid w:val="0017460F"/>
    <w:rsid w:val="00174715"/>
    <w:rsid w:val="00174818"/>
    <w:rsid w:val="00174A73"/>
    <w:rsid w:val="00174A9A"/>
    <w:rsid w:val="00174B3F"/>
    <w:rsid w:val="00174BCD"/>
    <w:rsid w:val="00174CDA"/>
    <w:rsid w:val="00174CEB"/>
    <w:rsid w:val="00174E5E"/>
    <w:rsid w:val="00174E96"/>
    <w:rsid w:val="00174FA3"/>
    <w:rsid w:val="00174FD6"/>
    <w:rsid w:val="00175228"/>
    <w:rsid w:val="00175385"/>
    <w:rsid w:val="00175407"/>
    <w:rsid w:val="00175422"/>
    <w:rsid w:val="00175566"/>
    <w:rsid w:val="001755D5"/>
    <w:rsid w:val="001758AC"/>
    <w:rsid w:val="00175AA2"/>
    <w:rsid w:val="00175ADA"/>
    <w:rsid w:val="00175C02"/>
    <w:rsid w:val="00175DB9"/>
    <w:rsid w:val="00176101"/>
    <w:rsid w:val="0017610F"/>
    <w:rsid w:val="00176131"/>
    <w:rsid w:val="00176149"/>
    <w:rsid w:val="00176204"/>
    <w:rsid w:val="0017628F"/>
    <w:rsid w:val="00176335"/>
    <w:rsid w:val="001763EB"/>
    <w:rsid w:val="001765E1"/>
    <w:rsid w:val="001769D0"/>
    <w:rsid w:val="001769E6"/>
    <w:rsid w:val="00176AA7"/>
    <w:rsid w:val="00176C46"/>
    <w:rsid w:val="00176D2C"/>
    <w:rsid w:val="00176FC5"/>
    <w:rsid w:val="00177052"/>
    <w:rsid w:val="00177716"/>
    <w:rsid w:val="00177ABB"/>
    <w:rsid w:val="00177DD5"/>
    <w:rsid w:val="00177E11"/>
    <w:rsid w:val="001801B9"/>
    <w:rsid w:val="00180400"/>
    <w:rsid w:val="00180490"/>
    <w:rsid w:val="001804CC"/>
    <w:rsid w:val="00180559"/>
    <w:rsid w:val="001805A8"/>
    <w:rsid w:val="00180639"/>
    <w:rsid w:val="00180659"/>
    <w:rsid w:val="00180712"/>
    <w:rsid w:val="00180992"/>
    <w:rsid w:val="0018099E"/>
    <w:rsid w:val="00180A13"/>
    <w:rsid w:val="00180A69"/>
    <w:rsid w:val="00180AE9"/>
    <w:rsid w:val="00180B92"/>
    <w:rsid w:val="00180C6E"/>
    <w:rsid w:val="00180DE6"/>
    <w:rsid w:val="00180E93"/>
    <w:rsid w:val="00181397"/>
    <w:rsid w:val="001813F9"/>
    <w:rsid w:val="001813FB"/>
    <w:rsid w:val="00181560"/>
    <w:rsid w:val="0018168F"/>
    <w:rsid w:val="00181714"/>
    <w:rsid w:val="0018171D"/>
    <w:rsid w:val="001817FA"/>
    <w:rsid w:val="001819BE"/>
    <w:rsid w:val="00181BE2"/>
    <w:rsid w:val="00181D16"/>
    <w:rsid w:val="00181D62"/>
    <w:rsid w:val="00181D8E"/>
    <w:rsid w:val="0018202D"/>
    <w:rsid w:val="001822C2"/>
    <w:rsid w:val="001822E8"/>
    <w:rsid w:val="001822EE"/>
    <w:rsid w:val="00182346"/>
    <w:rsid w:val="0018254E"/>
    <w:rsid w:val="0018255A"/>
    <w:rsid w:val="0018273F"/>
    <w:rsid w:val="001827D0"/>
    <w:rsid w:val="0018290D"/>
    <w:rsid w:val="001829CE"/>
    <w:rsid w:val="001829E9"/>
    <w:rsid w:val="00182C19"/>
    <w:rsid w:val="00182DF8"/>
    <w:rsid w:val="00182E6C"/>
    <w:rsid w:val="00182EF3"/>
    <w:rsid w:val="0018336A"/>
    <w:rsid w:val="0018339B"/>
    <w:rsid w:val="00183490"/>
    <w:rsid w:val="00183676"/>
    <w:rsid w:val="001837D4"/>
    <w:rsid w:val="00183808"/>
    <w:rsid w:val="0018381B"/>
    <w:rsid w:val="00183999"/>
    <w:rsid w:val="00183E47"/>
    <w:rsid w:val="001842A8"/>
    <w:rsid w:val="001843E5"/>
    <w:rsid w:val="001843F2"/>
    <w:rsid w:val="001846C8"/>
    <w:rsid w:val="0018499A"/>
    <w:rsid w:val="00184C25"/>
    <w:rsid w:val="00184D0C"/>
    <w:rsid w:val="00184E1A"/>
    <w:rsid w:val="00184E1D"/>
    <w:rsid w:val="00184EA3"/>
    <w:rsid w:val="001850AA"/>
    <w:rsid w:val="00185276"/>
    <w:rsid w:val="0018561A"/>
    <w:rsid w:val="00185656"/>
    <w:rsid w:val="00185679"/>
    <w:rsid w:val="00185730"/>
    <w:rsid w:val="0018583A"/>
    <w:rsid w:val="00185A91"/>
    <w:rsid w:val="00185B29"/>
    <w:rsid w:val="00185D42"/>
    <w:rsid w:val="00185DF4"/>
    <w:rsid w:val="00185F79"/>
    <w:rsid w:val="00185FEE"/>
    <w:rsid w:val="00186015"/>
    <w:rsid w:val="00186136"/>
    <w:rsid w:val="00186190"/>
    <w:rsid w:val="00186207"/>
    <w:rsid w:val="00186373"/>
    <w:rsid w:val="00186389"/>
    <w:rsid w:val="001864B7"/>
    <w:rsid w:val="0018651D"/>
    <w:rsid w:val="001865A8"/>
    <w:rsid w:val="00186791"/>
    <w:rsid w:val="00186B55"/>
    <w:rsid w:val="00186B94"/>
    <w:rsid w:val="00186DB0"/>
    <w:rsid w:val="00186EBC"/>
    <w:rsid w:val="00187016"/>
    <w:rsid w:val="00187095"/>
    <w:rsid w:val="0018722A"/>
    <w:rsid w:val="00187368"/>
    <w:rsid w:val="0018749E"/>
    <w:rsid w:val="00187500"/>
    <w:rsid w:val="001875F0"/>
    <w:rsid w:val="001877A5"/>
    <w:rsid w:val="001877C9"/>
    <w:rsid w:val="00187866"/>
    <w:rsid w:val="001878BC"/>
    <w:rsid w:val="00187979"/>
    <w:rsid w:val="00187DA3"/>
    <w:rsid w:val="00187DED"/>
    <w:rsid w:val="00187E9D"/>
    <w:rsid w:val="00187EFA"/>
    <w:rsid w:val="00187EFD"/>
    <w:rsid w:val="00187F4F"/>
    <w:rsid w:val="00190015"/>
    <w:rsid w:val="001901D4"/>
    <w:rsid w:val="001902D2"/>
    <w:rsid w:val="001903D3"/>
    <w:rsid w:val="0019047C"/>
    <w:rsid w:val="00190562"/>
    <w:rsid w:val="0019075B"/>
    <w:rsid w:val="001909B0"/>
    <w:rsid w:val="00190A51"/>
    <w:rsid w:val="00190AC2"/>
    <w:rsid w:val="00190B43"/>
    <w:rsid w:val="00190D1F"/>
    <w:rsid w:val="00190F7B"/>
    <w:rsid w:val="0019101C"/>
    <w:rsid w:val="00191110"/>
    <w:rsid w:val="00191408"/>
    <w:rsid w:val="00191572"/>
    <w:rsid w:val="001915A1"/>
    <w:rsid w:val="001915CE"/>
    <w:rsid w:val="00191797"/>
    <w:rsid w:val="001917D4"/>
    <w:rsid w:val="00191D82"/>
    <w:rsid w:val="00191DB1"/>
    <w:rsid w:val="00191E96"/>
    <w:rsid w:val="0019200B"/>
    <w:rsid w:val="001920EC"/>
    <w:rsid w:val="00192182"/>
    <w:rsid w:val="00192183"/>
    <w:rsid w:val="001921E9"/>
    <w:rsid w:val="00192254"/>
    <w:rsid w:val="00192984"/>
    <w:rsid w:val="001929FB"/>
    <w:rsid w:val="00192A03"/>
    <w:rsid w:val="00192AD2"/>
    <w:rsid w:val="00192D9B"/>
    <w:rsid w:val="00192DF4"/>
    <w:rsid w:val="001931F8"/>
    <w:rsid w:val="001937CB"/>
    <w:rsid w:val="00193A4E"/>
    <w:rsid w:val="00193A71"/>
    <w:rsid w:val="00193DE3"/>
    <w:rsid w:val="00193E41"/>
    <w:rsid w:val="00193E5B"/>
    <w:rsid w:val="00193F20"/>
    <w:rsid w:val="0019402E"/>
    <w:rsid w:val="00194069"/>
    <w:rsid w:val="00194196"/>
    <w:rsid w:val="001941D9"/>
    <w:rsid w:val="00194293"/>
    <w:rsid w:val="001943EF"/>
    <w:rsid w:val="0019473B"/>
    <w:rsid w:val="001947A3"/>
    <w:rsid w:val="001948DF"/>
    <w:rsid w:val="00194959"/>
    <w:rsid w:val="00194C46"/>
    <w:rsid w:val="00194D6C"/>
    <w:rsid w:val="00194DB3"/>
    <w:rsid w:val="00194DBC"/>
    <w:rsid w:val="00194E3F"/>
    <w:rsid w:val="00194FD4"/>
    <w:rsid w:val="001950C1"/>
    <w:rsid w:val="001950E2"/>
    <w:rsid w:val="00195158"/>
    <w:rsid w:val="00195232"/>
    <w:rsid w:val="001952DC"/>
    <w:rsid w:val="001953C6"/>
    <w:rsid w:val="001956A4"/>
    <w:rsid w:val="00195963"/>
    <w:rsid w:val="001959D3"/>
    <w:rsid w:val="00195A66"/>
    <w:rsid w:val="00195AB3"/>
    <w:rsid w:val="00195B43"/>
    <w:rsid w:val="00195EC4"/>
    <w:rsid w:val="00195F6F"/>
    <w:rsid w:val="00195F94"/>
    <w:rsid w:val="00196415"/>
    <w:rsid w:val="001965EC"/>
    <w:rsid w:val="00196719"/>
    <w:rsid w:val="00196A71"/>
    <w:rsid w:val="00196A8F"/>
    <w:rsid w:val="00196C2E"/>
    <w:rsid w:val="00196C48"/>
    <w:rsid w:val="00197018"/>
    <w:rsid w:val="00197095"/>
    <w:rsid w:val="001975EE"/>
    <w:rsid w:val="001978A4"/>
    <w:rsid w:val="00197A9A"/>
    <w:rsid w:val="00197AE4"/>
    <w:rsid w:val="00197B68"/>
    <w:rsid w:val="00197C21"/>
    <w:rsid w:val="00197D35"/>
    <w:rsid w:val="001A00DB"/>
    <w:rsid w:val="001A01A9"/>
    <w:rsid w:val="001A01AF"/>
    <w:rsid w:val="001A024D"/>
    <w:rsid w:val="001A02D4"/>
    <w:rsid w:val="001A044A"/>
    <w:rsid w:val="001A04EF"/>
    <w:rsid w:val="001A05CD"/>
    <w:rsid w:val="001A086F"/>
    <w:rsid w:val="001A08FE"/>
    <w:rsid w:val="001A0928"/>
    <w:rsid w:val="001A0972"/>
    <w:rsid w:val="001A0983"/>
    <w:rsid w:val="001A0989"/>
    <w:rsid w:val="001A0AD0"/>
    <w:rsid w:val="001A0C64"/>
    <w:rsid w:val="001A0DD9"/>
    <w:rsid w:val="001A0E62"/>
    <w:rsid w:val="001A0E8D"/>
    <w:rsid w:val="001A0F56"/>
    <w:rsid w:val="001A0F91"/>
    <w:rsid w:val="001A10C1"/>
    <w:rsid w:val="001A11DF"/>
    <w:rsid w:val="001A14CB"/>
    <w:rsid w:val="001A14F8"/>
    <w:rsid w:val="001A17F6"/>
    <w:rsid w:val="001A19AC"/>
    <w:rsid w:val="001A1B9B"/>
    <w:rsid w:val="001A1BCA"/>
    <w:rsid w:val="001A1C94"/>
    <w:rsid w:val="001A1DF2"/>
    <w:rsid w:val="001A1F58"/>
    <w:rsid w:val="001A210B"/>
    <w:rsid w:val="001A21C8"/>
    <w:rsid w:val="001A230A"/>
    <w:rsid w:val="001A2438"/>
    <w:rsid w:val="001A24D6"/>
    <w:rsid w:val="001A2571"/>
    <w:rsid w:val="001A27CF"/>
    <w:rsid w:val="001A284F"/>
    <w:rsid w:val="001A2862"/>
    <w:rsid w:val="001A2A82"/>
    <w:rsid w:val="001A2FF4"/>
    <w:rsid w:val="001A3204"/>
    <w:rsid w:val="001A3357"/>
    <w:rsid w:val="001A3415"/>
    <w:rsid w:val="001A3492"/>
    <w:rsid w:val="001A36D2"/>
    <w:rsid w:val="001A39BB"/>
    <w:rsid w:val="001A3ACD"/>
    <w:rsid w:val="001A42B8"/>
    <w:rsid w:val="001A47F9"/>
    <w:rsid w:val="001A482F"/>
    <w:rsid w:val="001A49E7"/>
    <w:rsid w:val="001A4B80"/>
    <w:rsid w:val="001A4BA7"/>
    <w:rsid w:val="001A4BC1"/>
    <w:rsid w:val="001A4D3C"/>
    <w:rsid w:val="001A4EBB"/>
    <w:rsid w:val="001A4F6A"/>
    <w:rsid w:val="001A5099"/>
    <w:rsid w:val="001A541E"/>
    <w:rsid w:val="001A5466"/>
    <w:rsid w:val="001A5537"/>
    <w:rsid w:val="001A5719"/>
    <w:rsid w:val="001A5758"/>
    <w:rsid w:val="001A5815"/>
    <w:rsid w:val="001A5A08"/>
    <w:rsid w:val="001A5A91"/>
    <w:rsid w:val="001A5DFA"/>
    <w:rsid w:val="001A5FCA"/>
    <w:rsid w:val="001A615D"/>
    <w:rsid w:val="001A6243"/>
    <w:rsid w:val="001A62F2"/>
    <w:rsid w:val="001A646B"/>
    <w:rsid w:val="001A695B"/>
    <w:rsid w:val="001A6B18"/>
    <w:rsid w:val="001A70DE"/>
    <w:rsid w:val="001A716C"/>
    <w:rsid w:val="001A71DB"/>
    <w:rsid w:val="001A71FC"/>
    <w:rsid w:val="001A7297"/>
    <w:rsid w:val="001A72DE"/>
    <w:rsid w:val="001A752F"/>
    <w:rsid w:val="001A755E"/>
    <w:rsid w:val="001A7742"/>
    <w:rsid w:val="001A7988"/>
    <w:rsid w:val="001A7BD5"/>
    <w:rsid w:val="001A7C1F"/>
    <w:rsid w:val="001A7F55"/>
    <w:rsid w:val="001A7F6D"/>
    <w:rsid w:val="001A7F85"/>
    <w:rsid w:val="001B00B3"/>
    <w:rsid w:val="001B01FF"/>
    <w:rsid w:val="001B03A0"/>
    <w:rsid w:val="001B03CD"/>
    <w:rsid w:val="001B03D9"/>
    <w:rsid w:val="001B043B"/>
    <w:rsid w:val="001B044D"/>
    <w:rsid w:val="001B054E"/>
    <w:rsid w:val="001B0686"/>
    <w:rsid w:val="001B0735"/>
    <w:rsid w:val="001B0A7C"/>
    <w:rsid w:val="001B0AA3"/>
    <w:rsid w:val="001B0B72"/>
    <w:rsid w:val="001B0C7D"/>
    <w:rsid w:val="001B0D25"/>
    <w:rsid w:val="001B0DF4"/>
    <w:rsid w:val="001B0E83"/>
    <w:rsid w:val="001B136B"/>
    <w:rsid w:val="001B1425"/>
    <w:rsid w:val="001B16F6"/>
    <w:rsid w:val="001B16FA"/>
    <w:rsid w:val="001B1925"/>
    <w:rsid w:val="001B1D61"/>
    <w:rsid w:val="001B1FA0"/>
    <w:rsid w:val="001B21E1"/>
    <w:rsid w:val="001B23D6"/>
    <w:rsid w:val="001B2411"/>
    <w:rsid w:val="001B2437"/>
    <w:rsid w:val="001B245F"/>
    <w:rsid w:val="001B267B"/>
    <w:rsid w:val="001B2787"/>
    <w:rsid w:val="001B28C4"/>
    <w:rsid w:val="001B29A8"/>
    <w:rsid w:val="001B2B7F"/>
    <w:rsid w:val="001B2CFA"/>
    <w:rsid w:val="001B2D24"/>
    <w:rsid w:val="001B2E54"/>
    <w:rsid w:val="001B2EDA"/>
    <w:rsid w:val="001B2F84"/>
    <w:rsid w:val="001B3017"/>
    <w:rsid w:val="001B3094"/>
    <w:rsid w:val="001B332F"/>
    <w:rsid w:val="001B3538"/>
    <w:rsid w:val="001B36CD"/>
    <w:rsid w:val="001B37A8"/>
    <w:rsid w:val="001B3944"/>
    <w:rsid w:val="001B3AA7"/>
    <w:rsid w:val="001B3B7F"/>
    <w:rsid w:val="001B3BA4"/>
    <w:rsid w:val="001B3DFE"/>
    <w:rsid w:val="001B3FEA"/>
    <w:rsid w:val="001B4175"/>
    <w:rsid w:val="001B426E"/>
    <w:rsid w:val="001B43FE"/>
    <w:rsid w:val="001B4423"/>
    <w:rsid w:val="001B4989"/>
    <w:rsid w:val="001B499D"/>
    <w:rsid w:val="001B4AD2"/>
    <w:rsid w:val="001B4C21"/>
    <w:rsid w:val="001B4C89"/>
    <w:rsid w:val="001B4EBB"/>
    <w:rsid w:val="001B4EC6"/>
    <w:rsid w:val="001B4F80"/>
    <w:rsid w:val="001B515E"/>
    <w:rsid w:val="001B539E"/>
    <w:rsid w:val="001B54BA"/>
    <w:rsid w:val="001B558E"/>
    <w:rsid w:val="001B581C"/>
    <w:rsid w:val="001B5820"/>
    <w:rsid w:val="001B5941"/>
    <w:rsid w:val="001B5A8B"/>
    <w:rsid w:val="001B5B79"/>
    <w:rsid w:val="001B5CD1"/>
    <w:rsid w:val="001B5D6C"/>
    <w:rsid w:val="001B61CD"/>
    <w:rsid w:val="001B62B1"/>
    <w:rsid w:val="001B634C"/>
    <w:rsid w:val="001B637F"/>
    <w:rsid w:val="001B63B7"/>
    <w:rsid w:val="001B6599"/>
    <w:rsid w:val="001B667C"/>
    <w:rsid w:val="001B66B0"/>
    <w:rsid w:val="001B69B5"/>
    <w:rsid w:val="001B6A04"/>
    <w:rsid w:val="001B6A23"/>
    <w:rsid w:val="001B6A66"/>
    <w:rsid w:val="001B6AB0"/>
    <w:rsid w:val="001B6D0D"/>
    <w:rsid w:val="001B6D78"/>
    <w:rsid w:val="001B6DE6"/>
    <w:rsid w:val="001B6FE0"/>
    <w:rsid w:val="001B7128"/>
    <w:rsid w:val="001B72F5"/>
    <w:rsid w:val="001B7432"/>
    <w:rsid w:val="001B75B0"/>
    <w:rsid w:val="001B7815"/>
    <w:rsid w:val="001B7950"/>
    <w:rsid w:val="001B7BAB"/>
    <w:rsid w:val="001B7CB4"/>
    <w:rsid w:val="001B7EA3"/>
    <w:rsid w:val="001C00B7"/>
    <w:rsid w:val="001C0647"/>
    <w:rsid w:val="001C08A9"/>
    <w:rsid w:val="001C0B1F"/>
    <w:rsid w:val="001C0B2C"/>
    <w:rsid w:val="001C0B7E"/>
    <w:rsid w:val="001C0F21"/>
    <w:rsid w:val="001C10A0"/>
    <w:rsid w:val="001C13D6"/>
    <w:rsid w:val="001C1495"/>
    <w:rsid w:val="001C1517"/>
    <w:rsid w:val="001C1527"/>
    <w:rsid w:val="001C1647"/>
    <w:rsid w:val="001C1648"/>
    <w:rsid w:val="001C172D"/>
    <w:rsid w:val="001C1922"/>
    <w:rsid w:val="001C19C1"/>
    <w:rsid w:val="001C1A05"/>
    <w:rsid w:val="001C1C0C"/>
    <w:rsid w:val="001C1D82"/>
    <w:rsid w:val="001C1F1E"/>
    <w:rsid w:val="001C1F44"/>
    <w:rsid w:val="001C1FA8"/>
    <w:rsid w:val="001C2119"/>
    <w:rsid w:val="001C2142"/>
    <w:rsid w:val="001C217D"/>
    <w:rsid w:val="001C223A"/>
    <w:rsid w:val="001C22AF"/>
    <w:rsid w:val="001C23BF"/>
    <w:rsid w:val="001C259E"/>
    <w:rsid w:val="001C263C"/>
    <w:rsid w:val="001C2698"/>
    <w:rsid w:val="001C26ED"/>
    <w:rsid w:val="001C27DC"/>
    <w:rsid w:val="001C2C50"/>
    <w:rsid w:val="001C2C68"/>
    <w:rsid w:val="001C2C86"/>
    <w:rsid w:val="001C2CA2"/>
    <w:rsid w:val="001C2E3A"/>
    <w:rsid w:val="001C2E53"/>
    <w:rsid w:val="001C2F8C"/>
    <w:rsid w:val="001C2FE5"/>
    <w:rsid w:val="001C313E"/>
    <w:rsid w:val="001C3319"/>
    <w:rsid w:val="001C347A"/>
    <w:rsid w:val="001C3503"/>
    <w:rsid w:val="001C378B"/>
    <w:rsid w:val="001C380D"/>
    <w:rsid w:val="001C39F2"/>
    <w:rsid w:val="001C3A0B"/>
    <w:rsid w:val="001C3C97"/>
    <w:rsid w:val="001C3E69"/>
    <w:rsid w:val="001C4015"/>
    <w:rsid w:val="001C40D5"/>
    <w:rsid w:val="001C417D"/>
    <w:rsid w:val="001C436D"/>
    <w:rsid w:val="001C437E"/>
    <w:rsid w:val="001C43C4"/>
    <w:rsid w:val="001C4686"/>
    <w:rsid w:val="001C48CB"/>
    <w:rsid w:val="001C49A5"/>
    <w:rsid w:val="001C4B68"/>
    <w:rsid w:val="001C4B82"/>
    <w:rsid w:val="001C4C34"/>
    <w:rsid w:val="001C4D9D"/>
    <w:rsid w:val="001C4DE4"/>
    <w:rsid w:val="001C4EFF"/>
    <w:rsid w:val="001C51CA"/>
    <w:rsid w:val="001C5332"/>
    <w:rsid w:val="001C5399"/>
    <w:rsid w:val="001C53D7"/>
    <w:rsid w:val="001C5467"/>
    <w:rsid w:val="001C5668"/>
    <w:rsid w:val="001C5856"/>
    <w:rsid w:val="001C58BE"/>
    <w:rsid w:val="001C5D4F"/>
    <w:rsid w:val="001C5D87"/>
    <w:rsid w:val="001C5E32"/>
    <w:rsid w:val="001C60A7"/>
    <w:rsid w:val="001C63F1"/>
    <w:rsid w:val="001C640D"/>
    <w:rsid w:val="001C645C"/>
    <w:rsid w:val="001C64CB"/>
    <w:rsid w:val="001C6649"/>
    <w:rsid w:val="001C666B"/>
    <w:rsid w:val="001C668E"/>
    <w:rsid w:val="001C6871"/>
    <w:rsid w:val="001C6AFA"/>
    <w:rsid w:val="001C6C8D"/>
    <w:rsid w:val="001C6FF0"/>
    <w:rsid w:val="001C70F9"/>
    <w:rsid w:val="001C71DE"/>
    <w:rsid w:val="001C72BC"/>
    <w:rsid w:val="001C72F6"/>
    <w:rsid w:val="001C788C"/>
    <w:rsid w:val="001C78B9"/>
    <w:rsid w:val="001C7921"/>
    <w:rsid w:val="001C794A"/>
    <w:rsid w:val="001C7B47"/>
    <w:rsid w:val="001C7BE5"/>
    <w:rsid w:val="001C7C8F"/>
    <w:rsid w:val="001C7CB0"/>
    <w:rsid w:val="001C7F9B"/>
    <w:rsid w:val="001C7FA4"/>
    <w:rsid w:val="001D0034"/>
    <w:rsid w:val="001D00EC"/>
    <w:rsid w:val="001D0374"/>
    <w:rsid w:val="001D04C3"/>
    <w:rsid w:val="001D0533"/>
    <w:rsid w:val="001D069B"/>
    <w:rsid w:val="001D09FE"/>
    <w:rsid w:val="001D0B7C"/>
    <w:rsid w:val="001D0C01"/>
    <w:rsid w:val="001D0CA5"/>
    <w:rsid w:val="001D0CDC"/>
    <w:rsid w:val="001D0D9D"/>
    <w:rsid w:val="001D0E48"/>
    <w:rsid w:val="001D0FBB"/>
    <w:rsid w:val="001D121C"/>
    <w:rsid w:val="001D1352"/>
    <w:rsid w:val="001D146F"/>
    <w:rsid w:val="001D1492"/>
    <w:rsid w:val="001D155E"/>
    <w:rsid w:val="001D157C"/>
    <w:rsid w:val="001D1656"/>
    <w:rsid w:val="001D189D"/>
    <w:rsid w:val="001D18A8"/>
    <w:rsid w:val="001D1B11"/>
    <w:rsid w:val="001D1C36"/>
    <w:rsid w:val="001D1C97"/>
    <w:rsid w:val="001D1D1D"/>
    <w:rsid w:val="001D243D"/>
    <w:rsid w:val="001D25B9"/>
    <w:rsid w:val="001D26CF"/>
    <w:rsid w:val="001D27CE"/>
    <w:rsid w:val="001D28A9"/>
    <w:rsid w:val="001D2E1B"/>
    <w:rsid w:val="001D2F7B"/>
    <w:rsid w:val="001D2FB6"/>
    <w:rsid w:val="001D3141"/>
    <w:rsid w:val="001D325A"/>
    <w:rsid w:val="001D33CA"/>
    <w:rsid w:val="001D34EB"/>
    <w:rsid w:val="001D35DA"/>
    <w:rsid w:val="001D3620"/>
    <w:rsid w:val="001D3659"/>
    <w:rsid w:val="001D392A"/>
    <w:rsid w:val="001D3977"/>
    <w:rsid w:val="001D3A19"/>
    <w:rsid w:val="001D3A78"/>
    <w:rsid w:val="001D3B43"/>
    <w:rsid w:val="001D3BB8"/>
    <w:rsid w:val="001D3CC5"/>
    <w:rsid w:val="001D3E4F"/>
    <w:rsid w:val="001D3EDA"/>
    <w:rsid w:val="001D40CA"/>
    <w:rsid w:val="001D41E5"/>
    <w:rsid w:val="001D420E"/>
    <w:rsid w:val="001D4269"/>
    <w:rsid w:val="001D44A5"/>
    <w:rsid w:val="001D4561"/>
    <w:rsid w:val="001D4761"/>
    <w:rsid w:val="001D476B"/>
    <w:rsid w:val="001D4796"/>
    <w:rsid w:val="001D497E"/>
    <w:rsid w:val="001D49D7"/>
    <w:rsid w:val="001D4A62"/>
    <w:rsid w:val="001D4F25"/>
    <w:rsid w:val="001D4FD2"/>
    <w:rsid w:val="001D511C"/>
    <w:rsid w:val="001D51A6"/>
    <w:rsid w:val="001D52EE"/>
    <w:rsid w:val="001D5542"/>
    <w:rsid w:val="001D55D1"/>
    <w:rsid w:val="001D5830"/>
    <w:rsid w:val="001D58F2"/>
    <w:rsid w:val="001D5A49"/>
    <w:rsid w:val="001D5A6C"/>
    <w:rsid w:val="001D5C26"/>
    <w:rsid w:val="001D5E22"/>
    <w:rsid w:val="001D5E88"/>
    <w:rsid w:val="001D5F09"/>
    <w:rsid w:val="001D6329"/>
    <w:rsid w:val="001D63FB"/>
    <w:rsid w:val="001D6689"/>
    <w:rsid w:val="001D683D"/>
    <w:rsid w:val="001D6841"/>
    <w:rsid w:val="001D68F6"/>
    <w:rsid w:val="001D6A14"/>
    <w:rsid w:val="001D6A1A"/>
    <w:rsid w:val="001D6B10"/>
    <w:rsid w:val="001D6DDB"/>
    <w:rsid w:val="001D6FEE"/>
    <w:rsid w:val="001D705A"/>
    <w:rsid w:val="001D7111"/>
    <w:rsid w:val="001D715C"/>
    <w:rsid w:val="001D760F"/>
    <w:rsid w:val="001D762B"/>
    <w:rsid w:val="001D767A"/>
    <w:rsid w:val="001D76CF"/>
    <w:rsid w:val="001D7804"/>
    <w:rsid w:val="001D782E"/>
    <w:rsid w:val="001D7895"/>
    <w:rsid w:val="001D79F1"/>
    <w:rsid w:val="001D7B77"/>
    <w:rsid w:val="001D7C69"/>
    <w:rsid w:val="001D7CD2"/>
    <w:rsid w:val="001D7D41"/>
    <w:rsid w:val="001E02B8"/>
    <w:rsid w:val="001E03D6"/>
    <w:rsid w:val="001E059D"/>
    <w:rsid w:val="001E05A8"/>
    <w:rsid w:val="001E066D"/>
    <w:rsid w:val="001E0883"/>
    <w:rsid w:val="001E0A05"/>
    <w:rsid w:val="001E0A81"/>
    <w:rsid w:val="001E0AB7"/>
    <w:rsid w:val="001E0AFB"/>
    <w:rsid w:val="001E0CDE"/>
    <w:rsid w:val="001E0D92"/>
    <w:rsid w:val="001E0D95"/>
    <w:rsid w:val="001E1048"/>
    <w:rsid w:val="001E1465"/>
    <w:rsid w:val="001E14B3"/>
    <w:rsid w:val="001E173F"/>
    <w:rsid w:val="001E174A"/>
    <w:rsid w:val="001E19A8"/>
    <w:rsid w:val="001E1ABE"/>
    <w:rsid w:val="001E1B55"/>
    <w:rsid w:val="001E1CCB"/>
    <w:rsid w:val="001E1E79"/>
    <w:rsid w:val="001E211D"/>
    <w:rsid w:val="001E23A2"/>
    <w:rsid w:val="001E246D"/>
    <w:rsid w:val="001E2557"/>
    <w:rsid w:val="001E256E"/>
    <w:rsid w:val="001E2910"/>
    <w:rsid w:val="001E29FE"/>
    <w:rsid w:val="001E2AF0"/>
    <w:rsid w:val="001E2C5A"/>
    <w:rsid w:val="001E2E0D"/>
    <w:rsid w:val="001E2FAC"/>
    <w:rsid w:val="001E3059"/>
    <w:rsid w:val="001E3101"/>
    <w:rsid w:val="001E322B"/>
    <w:rsid w:val="001E324D"/>
    <w:rsid w:val="001E32F7"/>
    <w:rsid w:val="001E333D"/>
    <w:rsid w:val="001E33E8"/>
    <w:rsid w:val="001E3429"/>
    <w:rsid w:val="001E344C"/>
    <w:rsid w:val="001E3505"/>
    <w:rsid w:val="001E3837"/>
    <w:rsid w:val="001E3920"/>
    <w:rsid w:val="001E3A7F"/>
    <w:rsid w:val="001E3A88"/>
    <w:rsid w:val="001E3E0C"/>
    <w:rsid w:val="001E3EFE"/>
    <w:rsid w:val="001E4064"/>
    <w:rsid w:val="001E40DC"/>
    <w:rsid w:val="001E423B"/>
    <w:rsid w:val="001E425B"/>
    <w:rsid w:val="001E4272"/>
    <w:rsid w:val="001E43A8"/>
    <w:rsid w:val="001E44B0"/>
    <w:rsid w:val="001E46EF"/>
    <w:rsid w:val="001E471B"/>
    <w:rsid w:val="001E476A"/>
    <w:rsid w:val="001E47A9"/>
    <w:rsid w:val="001E48BD"/>
    <w:rsid w:val="001E4954"/>
    <w:rsid w:val="001E499D"/>
    <w:rsid w:val="001E4A69"/>
    <w:rsid w:val="001E4C0A"/>
    <w:rsid w:val="001E4C4D"/>
    <w:rsid w:val="001E4C92"/>
    <w:rsid w:val="001E54A5"/>
    <w:rsid w:val="001E54E4"/>
    <w:rsid w:val="001E55EF"/>
    <w:rsid w:val="001E55F3"/>
    <w:rsid w:val="001E57B2"/>
    <w:rsid w:val="001E5960"/>
    <w:rsid w:val="001E5B41"/>
    <w:rsid w:val="001E5B9A"/>
    <w:rsid w:val="001E5C32"/>
    <w:rsid w:val="001E5F31"/>
    <w:rsid w:val="001E60CE"/>
    <w:rsid w:val="001E62F9"/>
    <w:rsid w:val="001E6448"/>
    <w:rsid w:val="001E6588"/>
    <w:rsid w:val="001E65E0"/>
    <w:rsid w:val="001E65F2"/>
    <w:rsid w:val="001E6657"/>
    <w:rsid w:val="001E6711"/>
    <w:rsid w:val="001E67C8"/>
    <w:rsid w:val="001E67DD"/>
    <w:rsid w:val="001E6811"/>
    <w:rsid w:val="001E682D"/>
    <w:rsid w:val="001E6832"/>
    <w:rsid w:val="001E6834"/>
    <w:rsid w:val="001E68E2"/>
    <w:rsid w:val="001E6CEF"/>
    <w:rsid w:val="001E6CF2"/>
    <w:rsid w:val="001E6E33"/>
    <w:rsid w:val="001E6E80"/>
    <w:rsid w:val="001E74AE"/>
    <w:rsid w:val="001E7898"/>
    <w:rsid w:val="001E78A6"/>
    <w:rsid w:val="001E78ED"/>
    <w:rsid w:val="001E7B2B"/>
    <w:rsid w:val="001E7DF3"/>
    <w:rsid w:val="001E7E99"/>
    <w:rsid w:val="001F0044"/>
    <w:rsid w:val="001F0181"/>
    <w:rsid w:val="001F0254"/>
    <w:rsid w:val="001F025A"/>
    <w:rsid w:val="001F0316"/>
    <w:rsid w:val="001F05E7"/>
    <w:rsid w:val="001F0609"/>
    <w:rsid w:val="001F0737"/>
    <w:rsid w:val="001F09B4"/>
    <w:rsid w:val="001F0B30"/>
    <w:rsid w:val="001F0B7A"/>
    <w:rsid w:val="001F0BD0"/>
    <w:rsid w:val="001F0E7E"/>
    <w:rsid w:val="001F10EE"/>
    <w:rsid w:val="001F14EB"/>
    <w:rsid w:val="001F1720"/>
    <w:rsid w:val="001F17B5"/>
    <w:rsid w:val="001F17D9"/>
    <w:rsid w:val="001F17FA"/>
    <w:rsid w:val="001F18E3"/>
    <w:rsid w:val="001F1B9C"/>
    <w:rsid w:val="001F1BE9"/>
    <w:rsid w:val="001F1D0C"/>
    <w:rsid w:val="001F1D1C"/>
    <w:rsid w:val="001F1DB6"/>
    <w:rsid w:val="001F23F2"/>
    <w:rsid w:val="001F23F9"/>
    <w:rsid w:val="001F2722"/>
    <w:rsid w:val="001F291E"/>
    <w:rsid w:val="001F2987"/>
    <w:rsid w:val="001F2A2A"/>
    <w:rsid w:val="001F2B85"/>
    <w:rsid w:val="001F2CBF"/>
    <w:rsid w:val="001F2D77"/>
    <w:rsid w:val="001F2E61"/>
    <w:rsid w:val="001F2FAF"/>
    <w:rsid w:val="001F304A"/>
    <w:rsid w:val="001F30B6"/>
    <w:rsid w:val="001F314A"/>
    <w:rsid w:val="001F3273"/>
    <w:rsid w:val="001F3336"/>
    <w:rsid w:val="001F34B1"/>
    <w:rsid w:val="001F35F9"/>
    <w:rsid w:val="001F3720"/>
    <w:rsid w:val="001F38C0"/>
    <w:rsid w:val="001F3990"/>
    <w:rsid w:val="001F3B31"/>
    <w:rsid w:val="001F3B59"/>
    <w:rsid w:val="001F3C18"/>
    <w:rsid w:val="001F3C9E"/>
    <w:rsid w:val="001F3DC3"/>
    <w:rsid w:val="001F3DE7"/>
    <w:rsid w:val="001F3E64"/>
    <w:rsid w:val="001F4151"/>
    <w:rsid w:val="001F4365"/>
    <w:rsid w:val="001F4799"/>
    <w:rsid w:val="001F4973"/>
    <w:rsid w:val="001F4B52"/>
    <w:rsid w:val="001F4BB0"/>
    <w:rsid w:val="001F4C6E"/>
    <w:rsid w:val="001F4DA4"/>
    <w:rsid w:val="001F4DC6"/>
    <w:rsid w:val="001F4DF8"/>
    <w:rsid w:val="001F4E42"/>
    <w:rsid w:val="001F507D"/>
    <w:rsid w:val="001F512D"/>
    <w:rsid w:val="001F5260"/>
    <w:rsid w:val="001F52F9"/>
    <w:rsid w:val="001F579F"/>
    <w:rsid w:val="001F58FF"/>
    <w:rsid w:val="001F5C56"/>
    <w:rsid w:val="001F5E02"/>
    <w:rsid w:val="001F5E7A"/>
    <w:rsid w:val="001F5F87"/>
    <w:rsid w:val="001F6052"/>
    <w:rsid w:val="001F6929"/>
    <w:rsid w:val="001F6C4B"/>
    <w:rsid w:val="001F6D4E"/>
    <w:rsid w:val="001F6E64"/>
    <w:rsid w:val="001F74F4"/>
    <w:rsid w:val="001F7920"/>
    <w:rsid w:val="001F7A39"/>
    <w:rsid w:val="001F7A85"/>
    <w:rsid w:val="001F7AE1"/>
    <w:rsid w:val="001F7B2A"/>
    <w:rsid w:val="001F7DF2"/>
    <w:rsid w:val="001F7E9C"/>
    <w:rsid w:val="001F7EBD"/>
    <w:rsid w:val="001F7F19"/>
    <w:rsid w:val="00200000"/>
    <w:rsid w:val="00200099"/>
    <w:rsid w:val="002000AB"/>
    <w:rsid w:val="002002C1"/>
    <w:rsid w:val="002003E3"/>
    <w:rsid w:val="00200444"/>
    <w:rsid w:val="002004B1"/>
    <w:rsid w:val="0020088F"/>
    <w:rsid w:val="00200996"/>
    <w:rsid w:val="00200A10"/>
    <w:rsid w:val="00200AA7"/>
    <w:rsid w:val="00200B06"/>
    <w:rsid w:val="00200B59"/>
    <w:rsid w:val="00200BD5"/>
    <w:rsid w:val="00200E5E"/>
    <w:rsid w:val="00200EC3"/>
    <w:rsid w:val="00200F13"/>
    <w:rsid w:val="00200FF2"/>
    <w:rsid w:val="00201099"/>
    <w:rsid w:val="0020109F"/>
    <w:rsid w:val="002010E9"/>
    <w:rsid w:val="0020138F"/>
    <w:rsid w:val="0020149C"/>
    <w:rsid w:val="00201507"/>
    <w:rsid w:val="0020155F"/>
    <w:rsid w:val="00201679"/>
    <w:rsid w:val="00201778"/>
    <w:rsid w:val="00201800"/>
    <w:rsid w:val="0020188F"/>
    <w:rsid w:val="002019F8"/>
    <w:rsid w:val="00201BCA"/>
    <w:rsid w:val="00201C47"/>
    <w:rsid w:val="00201D0D"/>
    <w:rsid w:val="00201DE6"/>
    <w:rsid w:val="00201E83"/>
    <w:rsid w:val="00201EA3"/>
    <w:rsid w:val="00201F86"/>
    <w:rsid w:val="002020FE"/>
    <w:rsid w:val="0020211D"/>
    <w:rsid w:val="00202177"/>
    <w:rsid w:val="0020234E"/>
    <w:rsid w:val="00202467"/>
    <w:rsid w:val="0020264D"/>
    <w:rsid w:val="0020280A"/>
    <w:rsid w:val="002028D8"/>
    <w:rsid w:val="00202A80"/>
    <w:rsid w:val="00202AA9"/>
    <w:rsid w:val="00202EB5"/>
    <w:rsid w:val="00203024"/>
    <w:rsid w:val="0020320D"/>
    <w:rsid w:val="002032C8"/>
    <w:rsid w:val="00203570"/>
    <w:rsid w:val="0020360B"/>
    <w:rsid w:val="00203714"/>
    <w:rsid w:val="00203AB1"/>
    <w:rsid w:val="00203C57"/>
    <w:rsid w:val="00203E12"/>
    <w:rsid w:val="00203E7F"/>
    <w:rsid w:val="002043E2"/>
    <w:rsid w:val="002046D9"/>
    <w:rsid w:val="0020479F"/>
    <w:rsid w:val="002047F2"/>
    <w:rsid w:val="0020496A"/>
    <w:rsid w:val="00204C85"/>
    <w:rsid w:val="00204D73"/>
    <w:rsid w:val="002052D3"/>
    <w:rsid w:val="002052E3"/>
    <w:rsid w:val="00205302"/>
    <w:rsid w:val="0020550B"/>
    <w:rsid w:val="00205526"/>
    <w:rsid w:val="00205587"/>
    <w:rsid w:val="002056ED"/>
    <w:rsid w:val="00205A62"/>
    <w:rsid w:val="00205AA7"/>
    <w:rsid w:val="00205C54"/>
    <w:rsid w:val="00205C88"/>
    <w:rsid w:val="00205CCB"/>
    <w:rsid w:val="00205D01"/>
    <w:rsid w:val="00205DE1"/>
    <w:rsid w:val="00205F86"/>
    <w:rsid w:val="00205FF7"/>
    <w:rsid w:val="00206090"/>
    <w:rsid w:val="002063BA"/>
    <w:rsid w:val="00206454"/>
    <w:rsid w:val="002066A5"/>
    <w:rsid w:val="00206725"/>
    <w:rsid w:val="002068B7"/>
    <w:rsid w:val="00206A20"/>
    <w:rsid w:val="00206C40"/>
    <w:rsid w:val="00206CAC"/>
    <w:rsid w:val="00207017"/>
    <w:rsid w:val="00207140"/>
    <w:rsid w:val="00207158"/>
    <w:rsid w:val="0020741B"/>
    <w:rsid w:val="00207518"/>
    <w:rsid w:val="0020756E"/>
    <w:rsid w:val="0020758A"/>
    <w:rsid w:val="002076A9"/>
    <w:rsid w:val="00207773"/>
    <w:rsid w:val="00207841"/>
    <w:rsid w:val="00207A0D"/>
    <w:rsid w:val="00207B69"/>
    <w:rsid w:val="00207DF3"/>
    <w:rsid w:val="0021010B"/>
    <w:rsid w:val="002101DC"/>
    <w:rsid w:val="002102D5"/>
    <w:rsid w:val="0021033F"/>
    <w:rsid w:val="002105E2"/>
    <w:rsid w:val="00210910"/>
    <w:rsid w:val="00210E80"/>
    <w:rsid w:val="00211053"/>
    <w:rsid w:val="00211080"/>
    <w:rsid w:val="002110D3"/>
    <w:rsid w:val="00211176"/>
    <w:rsid w:val="00211256"/>
    <w:rsid w:val="00211270"/>
    <w:rsid w:val="00211275"/>
    <w:rsid w:val="002113D4"/>
    <w:rsid w:val="002114FD"/>
    <w:rsid w:val="00211663"/>
    <w:rsid w:val="002116B9"/>
    <w:rsid w:val="00211817"/>
    <w:rsid w:val="002118E0"/>
    <w:rsid w:val="002119E4"/>
    <w:rsid w:val="00211A0B"/>
    <w:rsid w:val="00211AF4"/>
    <w:rsid w:val="00211BD0"/>
    <w:rsid w:val="00211CB1"/>
    <w:rsid w:val="00211CED"/>
    <w:rsid w:val="00211D60"/>
    <w:rsid w:val="00211DBF"/>
    <w:rsid w:val="00211E03"/>
    <w:rsid w:val="00212138"/>
    <w:rsid w:val="0021227F"/>
    <w:rsid w:val="002122E2"/>
    <w:rsid w:val="00212409"/>
    <w:rsid w:val="002124F3"/>
    <w:rsid w:val="00212A28"/>
    <w:rsid w:val="00212B6E"/>
    <w:rsid w:val="00212EA6"/>
    <w:rsid w:val="00212F89"/>
    <w:rsid w:val="00212FB6"/>
    <w:rsid w:val="00213554"/>
    <w:rsid w:val="002135C4"/>
    <w:rsid w:val="00213853"/>
    <w:rsid w:val="002138E0"/>
    <w:rsid w:val="002139F0"/>
    <w:rsid w:val="00213AF0"/>
    <w:rsid w:val="00213EFD"/>
    <w:rsid w:val="00214034"/>
    <w:rsid w:val="00214447"/>
    <w:rsid w:val="00214689"/>
    <w:rsid w:val="00214718"/>
    <w:rsid w:val="002147B8"/>
    <w:rsid w:val="002149F7"/>
    <w:rsid w:val="00214E56"/>
    <w:rsid w:val="00214E6A"/>
    <w:rsid w:val="00214F7A"/>
    <w:rsid w:val="00214F8B"/>
    <w:rsid w:val="00214FA5"/>
    <w:rsid w:val="00214FF7"/>
    <w:rsid w:val="00215090"/>
    <w:rsid w:val="0021515E"/>
    <w:rsid w:val="0021524B"/>
    <w:rsid w:val="002152C9"/>
    <w:rsid w:val="002153F4"/>
    <w:rsid w:val="00215583"/>
    <w:rsid w:val="00215632"/>
    <w:rsid w:val="0021579D"/>
    <w:rsid w:val="002158B2"/>
    <w:rsid w:val="00215A01"/>
    <w:rsid w:val="00215A29"/>
    <w:rsid w:val="00215A45"/>
    <w:rsid w:val="00215AB3"/>
    <w:rsid w:val="00215BBA"/>
    <w:rsid w:val="00215C10"/>
    <w:rsid w:val="00215DB4"/>
    <w:rsid w:val="00215DC8"/>
    <w:rsid w:val="00215FAB"/>
    <w:rsid w:val="00216316"/>
    <w:rsid w:val="00216462"/>
    <w:rsid w:val="002164B4"/>
    <w:rsid w:val="00216530"/>
    <w:rsid w:val="0021672B"/>
    <w:rsid w:val="0021672D"/>
    <w:rsid w:val="00216784"/>
    <w:rsid w:val="00216788"/>
    <w:rsid w:val="002168F0"/>
    <w:rsid w:val="00216923"/>
    <w:rsid w:val="00216AC9"/>
    <w:rsid w:val="00216C56"/>
    <w:rsid w:val="00216CD3"/>
    <w:rsid w:val="00216D1B"/>
    <w:rsid w:val="00216DD4"/>
    <w:rsid w:val="00216E51"/>
    <w:rsid w:val="00216F8F"/>
    <w:rsid w:val="00216F96"/>
    <w:rsid w:val="00217151"/>
    <w:rsid w:val="0021751F"/>
    <w:rsid w:val="002175C6"/>
    <w:rsid w:val="00217684"/>
    <w:rsid w:val="002176D6"/>
    <w:rsid w:val="00217734"/>
    <w:rsid w:val="0021775E"/>
    <w:rsid w:val="00217810"/>
    <w:rsid w:val="00217ABE"/>
    <w:rsid w:val="00217AD6"/>
    <w:rsid w:val="00217C3A"/>
    <w:rsid w:val="00217C8F"/>
    <w:rsid w:val="00217D37"/>
    <w:rsid w:val="002200F4"/>
    <w:rsid w:val="002201C0"/>
    <w:rsid w:val="00220332"/>
    <w:rsid w:val="00220415"/>
    <w:rsid w:val="002207D9"/>
    <w:rsid w:val="002207F2"/>
    <w:rsid w:val="0022085F"/>
    <w:rsid w:val="002208D7"/>
    <w:rsid w:val="00220957"/>
    <w:rsid w:val="00220ADC"/>
    <w:rsid w:val="00220B75"/>
    <w:rsid w:val="00220F9E"/>
    <w:rsid w:val="00221189"/>
    <w:rsid w:val="00221372"/>
    <w:rsid w:val="002214AE"/>
    <w:rsid w:val="00221751"/>
    <w:rsid w:val="002218BD"/>
    <w:rsid w:val="00221AC7"/>
    <w:rsid w:val="00221BEE"/>
    <w:rsid w:val="00221D3F"/>
    <w:rsid w:val="00222014"/>
    <w:rsid w:val="00222050"/>
    <w:rsid w:val="00222128"/>
    <w:rsid w:val="00222141"/>
    <w:rsid w:val="0022222D"/>
    <w:rsid w:val="00222237"/>
    <w:rsid w:val="00222241"/>
    <w:rsid w:val="0022228B"/>
    <w:rsid w:val="00222413"/>
    <w:rsid w:val="0022243A"/>
    <w:rsid w:val="00222476"/>
    <w:rsid w:val="002224D1"/>
    <w:rsid w:val="00222674"/>
    <w:rsid w:val="002226BD"/>
    <w:rsid w:val="002226D4"/>
    <w:rsid w:val="00222720"/>
    <w:rsid w:val="00222848"/>
    <w:rsid w:val="00222856"/>
    <w:rsid w:val="00222988"/>
    <w:rsid w:val="00222B2A"/>
    <w:rsid w:val="00222BB0"/>
    <w:rsid w:val="00222C09"/>
    <w:rsid w:val="00222CD7"/>
    <w:rsid w:val="00222D44"/>
    <w:rsid w:val="00222DD1"/>
    <w:rsid w:val="00222E3D"/>
    <w:rsid w:val="00222F9D"/>
    <w:rsid w:val="002230CA"/>
    <w:rsid w:val="00223131"/>
    <w:rsid w:val="00223AC6"/>
    <w:rsid w:val="00223EDA"/>
    <w:rsid w:val="00224072"/>
    <w:rsid w:val="002241BC"/>
    <w:rsid w:val="002241C7"/>
    <w:rsid w:val="00224541"/>
    <w:rsid w:val="002245B5"/>
    <w:rsid w:val="0022462F"/>
    <w:rsid w:val="00224A23"/>
    <w:rsid w:val="00224AC2"/>
    <w:rsid w:val="00224B0A"/>
    <w:rsid w:val="00224BFD"/>
    <w:rsid w:val="00224F1F"/>
    <w:rsid w:val="002250A1"/>
    <w:rsid w:val="00225299"/>
    <w:rsid w:val="002252D4"/>
    <w:rsid w:val="00225311"/>
    <w:rsid w:val="00225330"/>
    <w:rsid w:val="0022535C"/>
    <w:rsid w:val="00225540"/>
    <w:rsid w:val="002255E8"/>
    <w:rsid w:val="002255FF"/>
    <w:rsid w:val="00225812"/>
    <w:rsid w:val="00225913"/>
    <w:rsid w:val="00225D88"/>
    <w:rsid w:val="00225DCC"/>
    <w:rsid w:val="00225DF5"/>
    <w:rsid w:val="00226398"/>
    <w:rsid w:val="002263E6"/>
    <w:rsid w:val="002264DE"/>
    <w:rsid w:val="002264FD"/>
    <w:rsid w:val="00226677"/>
    <w:rsid w:val="002266C7"/>
    <w:rsid w:val="0022679A"/>
    <w:rsid w:val="002267A5"/>
    <w:rsid w:val="00226993"/>
    <w:rsid w:val="002269CB"/>
    <w:rsid w:val="00226D7D"/>
    <w:rsid w:val="002270B8"/>
    <w:rsid w:val="00227172"/>
    <w:rsid w:val="0022721E"/>
    <w:rsid w:val="002272BA"/>
    <w:rsid w:val="00227410"/>
    <w:rsid w:val="00227637"/>
    <w:rsid w:val="0022766F"/>
    <w:rsid w:val="00227746"/>
    <w:rsid w:val="002277ED"/>
    <w:rsid w:val="002278E8"/>
    <w:rsid w:val="00227ABD"/>
    <w:rsid w:val="00227B90"/>
    <w:rsid w:val="00227BD4"/>
    <w:rsid w:val="00227DDF"/>
    <w:rsid w:val="0023022A"/>
    <w:rsid w:val="00230249"/>
    <w:rsid w:val="00230267"/>
    <w:rsid w:val="00230378"/>
    <w:rsid w:val="002303A7"/>
    <w:rsid w:val="00230761"/>
    <w:rsid w:val="00230AB7"/>
    <w:rsid w:val="00230AFD"/>
    <w:rsid w:val="00230E04"/>
    <w:rsid w:val="00230FC5"/>
    <w:rsid w:val="002310A5"/>
    <w:rsid w:val="002314F7"/>
    <w:rsid w:val="0023172B"/>
    <w:rsid w:val="0023175E"/>
    <w:rsid w:val="002318B6"/>
    <w:rsid w:val="00231909"/>
    <w:rsid w:val="00231956"/>
    <w:rsid w:val="00231975"/>
    <w:rsid w:val="002319BC"/>
    <w:rsid w:val="00231B40"/>
    <w:rsid w:val="00231DD7"/>
    <w:rsid w:val="0023225F"/>
    <w:rsid w:val="00232438"/>
    <w:rsid w:val="002325DB"/>
    <w:rsid w:val="0023261B"/>
    <w:rsid w:val="002328EE"/>
    <w:rsid w:val="00232994"/>
    <w:rsid w:val="00232AA1"/>
    <w:rsid w:val="00232D2D"/>
    <w:rsid w:val="00232ED9"/>
    <w:rsid w:val="00233186"/>
    <w:rsid w:val="00233211"/>
    <w:rsid w:val="0023337F"/>
    <w:rsid w:val="0023361F"/>
    <w:rsid w:val="00233688"/>
    <w:rsid w:val="00233960"/>
    <w:rsid w:val="00233EA2"/>
    <w:rsid w:val="00233FF7"/>
    <w:rsid w:val="0023416A"/>
    <w:rsid w:val="0023437C"/>
    <w:rsid w:val="0023446E"/>
    <w:rsid w:val="002346A0"/>
    <w:rsid w:val="00234801"/>
    <w:rsid w:val="002349B3"/>
    <w:rsid w:val="00234BF0"/>
    <w:rsid w:val="00234D40"/>
    <w:rsid w:val="00234E62"/>
    <w:rsid w:val="002353FA"/>
    <w:rsid w:val="00235534"/>
    <w:rsid w:val="00235560"/>
    <w:rsid w:val="00235639"/>
    <w:rsid w:val="002358D2"/>
    <w:rsid w:val="00235960"/>
    <w:rsid w:val="002359D3"/>
    <w:rsid w:val="00235A46"/>
    <w:rsid w:val="00235BD6"/>
    <w:rsid w:val="00235C63"/>
    <w:rsid w:val="00235C78"/>
    <w:rsid w:val="00235C83"/>
    <w:rsid w:val="00235FE0"/>
    <w:rsid w:val="00236076"/>
    <w:rsid w:val="00236174"/>
    <w:rsid w:val="002361EF"/>
    <w:rsid w:val="002365C6"/>
    <w:rsid w:val="00236A12"/>
    <w:rsid w:val="00236CA1"/>
    <w:rsid w:val="00236D55"/>
    <w:rsid w:val="00236E30"/>
    <w:rsid w:val="00236F37"/>
    <w:rsid w:val="00236F64"/>
    <w:rsid w:val="0023706A"/>
    <w:rsid w:val="00237211"/>
    <w:rsid w:val="0023726E"/>
    <w:rsid w:val="00237468"/>
    <w:rsid w:val="0023746D"/>
    <w:rsid w:val="002374F2"/>
    <w:rsid w:val="00237575"/>
    <w:rsid w:val="00237649"/>
    <w:rsid w:val="002379EA"/>
    <w:rsid w:val="00237DCF"/>
    <w:rsid w:val="00237ED5"/>
    <w:rsid w:val="00237EE8"/>
    <w:rsid w:val="00237FA3"/>
    <w:rsid w:val="00240023"/>
    <w:rsid w:val="00240207"/>
    <w:rsid w:val="00240283"/>
    <w:rsid w:val="00240355"/>
    <w:rsid w:val="00240ABE"/>
    <w:rsid w:val="00240C1B"/>
    <w:rsid w:val="002411EB"/>
    <w:rsid w:val="00241560"/>
    <w:rsid w:val="00241696"/>
    <w:rsid w:val="00241940"/>
    <w:rsid w:val="00241960"/>
    <w:rsid w:val="002419F2"/>
    <w:rsid w:val="00241A27"/>
    <w:rsid w:val="00241B01"/>
    <w:rsid w:val="00241CD8"/>
    <w:rsid w:val="00241D53"/>
    <w:rsid w:val="002420DE"/>
    <w:rsid w:val="00242168"/>
    <w:rsid w:val="002421E0"/>
    <w:rsid w:val="002427F5"/>
    <w:rsid w:val="0024280E"/>
    <w:rsid w:val="00242924"/>
    <w:rsid w:val="00242BE3"/>
    <w:rsid w:val="00242DB9"/>
    <w:rsid w:val="0024322E"/>
    <w:rsid w:val="0024331A"/>
    <w:rsid w:val="002433C7"/>
    <w:rsid w:val="002437F2"/>
    <w:rsid w:val="0024389C"/>
    <w:rsid w:val="00243DE1"/>
    <w:rsid w:val="00243FA1"/>
    <w:rsid w:val="00244068"/>
    <w:rsid w:val="00244087"/>
    <w:rsid w:val="002440CE"/>
    <w:rsid w:val="002441CA"/>
    <w:rsid w:val="00244224"/>
    <w:rsid w:val="0024432A"/>
    <w:rsid w:val="002443DD"/>
    <w:rsid w:val="00244450"/>
    <w:rsid w:val="002445CF"/>
    <w:rsid w:val="002445E3"/>
    <w:rsid w:val="002445E9"/>
    <w:rsid w:val="00244639"/>
    <w:rsid w:val="0024475A"/>
    <w:rsid w:val="00244977"/>
    <w:rsid w:val="00244A90"/>
    <w:rsid w:val="00244DB3"/>
    <w:rsid w:val="00245242"/>
    <w:rsid w:val="00245394"/>
    <w:rsid w:val="002453ED"/>
    <w:rsid w:val="00245403"/>
    <w:rsid w:val="00245477"/>
    <w:rsid w:val="002457B6"/>
    <w:rsid w:val="00245885"/>
    <w:rsid w:val="00245908"/>
    <w:rsid w:val="00245985"/>
    <w:rsid w:val="00245A05"/>
    <w:rsid w:val="00245B94"/>
    <w:rsid w:val="00245BB7"/>
    <w:rsid w:val="00245FFC"/>
    <w:rsid w:val="00246022"/>
    <w:rsid w:val="002460D5"/>
    <w:rsid w:val="00246178"/>
    <w:rsid w:val="002462C6"/>
    <w:rsid w:val="002462D1"/>
    <w:rsid w:val="002462FA"/>
    <w:rsid w:val="00246381"/>
    <w:rsid w:val="002463AC"/>
    <w:rsid w:val="0024642D"/>
    <w:rsid w:val="002465B1"/>
    <w:rsid w:val="002467CA"/>
    <w:rsid w:val="0024682B"/>
    <w:rsid w:val="002468CD"/>
    <w:rsid w:val="00246951"/>
    <w:rsid w:val="002469A5"/>
    <w:rsid w:val="00246AEB"/>
    <w:rsid w:val="00246B7E"/>
    <w:rsid w:val="00246D1D"/>
    <w:rsid w:val="00246E03"/>
    <w:rsid w:val="00246F0C"/>
    <w:rsid w:val="00246F64"/>
    <w:rsid w:val="00246FEC"/>
    <w:rsid w:val="00247057"/>
    <w:rsid w:val="00247675"/>
    <w:rsid w:val="002477BE"/>
    <w:rsid w:val="002478AF"/>
    <w:rsid w:val="002479E0"/>
    <w:rsid w:val="00247AD2"/>
    <w:rsid w:val="00247B7F"/>
    <w:rsid w:val="00247C5D"/>
    <w:rsid w:val="00247DDC"/>
    <w:rsid w:val="00247FA0"/>
    <w:rsid w:val="00250088"/>
    <w:rsid w:val="0025026B"/>
    <w:rsid w:val="002502A2"/>
    <w:rsid w:val="00250404"/>
    <w:rsid w:val="00250575"/>
    <w:rsid w:val="00250644"/>
    <w:rsid w:val="002507B5"/>
    <w:rsid w:val="0025088C"/>
    <w:rsid w:val="00250A98"/>
    <w:rsid w:val="00250D93"/>
    <w:rsid w:val="00250DAD"/>
    <w:rsid w:val="00250EB2"/>
    <w:rsid w:val="0025108D"/>
    <w:rsid w:val="002513F9"/>
    <w:rsid w:val="00251461"/>
    <w:rsid w:val="002514A2"/>
    <w:rsid w:val="0025155C"/>
    <w:rsid w:val="0025157F"/>
    <w:rsid w:val="00251606"/>
    <w:rsid w:val="0025174F"/>
    <w:rsid w:val="002517F8"/>
    <w:rsid w:val="00251B46"/>
    <w:rsid w:val="00251C9C"/>
    <w:rsid w:val="00251D2D"/>
    <w:rsid w:val="00251DCC"/>
    <w:rsid w:val="00251E90"/>
    <w:rsid w:val="00251EAC"/>
    <w:rsid w:val="002522B0"/>
    <w:rsid w:val="002522B2"/>
    <w:rsid w:val="002523DB"/>
    <w:rsid w:val="00252720"/>
    <w:rsid w:val="00252853"/>
    <w:rsid w:val="00252983"/>
    <w:rsid w:val="002529C3"/>
    <w:rsid w:val="00252A17"/>
    <w:rsid w:val="00252C50"/>
    <w:rsid w:val="00252D64"/>
    <w:rsid w:val="00252EE9"/>
    <w:rsid w:val="00252F1A"/>
    <w:rsid w:val="00253081"/>
    <w:rsid w:val="002531DE"/>
    <w:rsid w:val="0025321A"/>
    <w:rsid w:val="002536B3"/>
    <w:rsid w:val="00253831"/>
    <w:rsid w:val="00253A1E"/>
    <w:rsid w:val="00253BB9"/>
    <w:rsid w:val="00253C9F"/>
    <w:rsid w:val="00253CDD"/>
    <w:rsid w:val="00253D5F"/>
    <w:rsid w:val="00253F5C"/>
    <w:rsid w:val="0025409F"/>
    <w:rsid w:val="002541B0"/>
    <w:rsid w:val="00254280"/>
    <w:rsid w:val="00254285"/>
    <w:rsid w:val="002543C0"/>
    <w:rsid w:val="002543EC"/>
    <w:rsid w:val="00254439"/>
    <w:rsid w:val="002544C5"/>
    <w:rsid w:val="00254599"/>
    <w:rsid w:val="002546DC"/>
    <w:rsid w:val="002548EF"/>
    <w:rsid w:val="00254997"/>
    <w:rsid w:val="00254BE9"/>
    <w:rsid w:val="00254F23"/>
    <w:rsid w:val="00254F89"/>
    <w:rsid w:val="00255143"/>
    <w:rsid w:val="002551A7"/>
    <w:rsid w:val="00255329"/>
    <w:rsid w:val="002553D6"/>
    <w:rsid w:val="00255476"/>
    <w:rsid w:val="002554D2"/>
    <w:rsid w:val="002556CA"/>
    <w:rsid w:val="002558EF"/>
    <w:rsid w:val="002558F0"/>
    <w:rsid w:val="0025595D"/>
    <w:rsid w:val="00255B18"/>
    <w:rsid w:val="00255C72"/>
    <w:rsid w:val="00255CD7"/>
    <w:rsid w:val="00255CE4"/>
    <w:rsid w:val="00256030"/>
    <w:rsid w:val="00256114"/>
    <w:rsid w:val="0025641F"/>
    <w:rsid w:val="0025647F"/>
    <w:rsid w:val="002564DE"/>
    <w:rsid w:val="00256657"/>
    <w:rsid w:val="002566E8"/>
    <w:rsid w:val="0025672D"/>
    <w:rsid w:val="00256857"/>
    <w:rsid w:val="0025690B"/>
    <w:rsid w:val="00256936"/>
    <w:rsid w:val="002569EC"/>
    <w:rsid w:val="00256CAF"/>
    <w:rsid w:val="0025703B"/>
    <w:rsid w:val="00257096"/>
    <w:rsid w:val="002572E1"/>
    <w:rsid w:val="00257308"/>
    <w:rsid w:val="0025733D"/>
    <w:rsid w:val="00257537"/>
    <w:rsid w:val="0025767C"/>
    <w:rsid w:val="0025769D"/>
    <w:rsid w:val="00257A06"/>
    <w:rsid w:val="00257BCD"/>
    <w:rsid w:val="00257CC6"/>
    <w:rsid w:val="00257F34"/>
    <w:rsid w:val="00257F4B"/>
    <w:rsid w:val="00260108"/>
    <w:rsid w:val="002602AF"/>
    <w:rsid w:val="00260529"/>
    <w:rsid w:val="00260546"/>
    <w:rsid w:val="002606E3"/>
    <w:rsid w:val="00260921"/>
    <w:rsid w:val="00260A96"/>
    <w:rsid w:val="00260E50"/>
    <w:rsid w:val="00260F44"/>
    <w:rsid w:val="002611FC"/>
    <w:rsid w:val="002612A4"/>
    <w:rsid w:val="00261358"/>
    <w:rsid w:val="0026149D"/>
    <w:rsid w:val="00261502"/>
    <w:rsid w:val="002615E8"/>
    <w:rsid w:val="0026178C"/>
    <w:rsid w:val="00261849"/>
    <w:rsid w:val="0026188C"/>
    <w:rsid w:val="002618E9"/>
    <w:rsid w:val="00261902"/>
    <w:rsid w:val="00261947"/>
    <w:rsid w:val="00261CED"/>
    <w:rsid w:val="00261E62"/>
    <w:rsid w:val="00261FE4"/>
    <w:rsid w:val="00262207"/>
    <w:rsid w:val="002622E0"/>
    <w:rsid w:val="00262385"/>
    <w:rsid w:val="002624B7"/>
    <w:rsid w:val="002624C4"/>
    <w:rsid w:val="0026251D"/>
    <w:rsid w:val="0026252B"/>
    <w:rsid w:val="002626C8"/>
    <w:rsid w:val="0026298E"/>
    <w:rsid w:val="00262BEE"/>
    <w:rsid w:val="00262C7E"/>
    <w:rsid w:val="00262F7A"/>
    <w:rsid w:val="00263378"/>
    <w:rsid w:val="00263595"/>
    <w:rsid w:val="002635BD"/>
    <w:rsid w:val="00263686"/>
    <w:rsid w:val="002636C4"/>
    <w:rsid w:val="002637E3"/>
    <w:rsid w:val="00263844"/>
    <w:rsid w:val="002638FA"/>
    <w:rsid w:val="00263A12"/>
    <w:rsid w:val="00263AE1"/>
    <w:rsid w:val="00263C90"/>
    <w:rsid w:val="00263D09"/>
    <w:rsid w:val="00263F3E"/>
    <w:rsid w:val="00263F72"/>
    <w:rsid w:val="00264398"/>
    <w:rsid w:val="002643EA"/>
    <w:rsid w:val="00264430"/>
    <w:rsid w:val="00264441"/>
    <w:rsid w:val="00264834"/>
    <w:rsid w:val="00264B72"/>
    <w:rsid w:val="00264D3C"/>
    <w:rsid w:val="00264D6C"/>
    <w:rsid w:val="00264DF1"/>
    <w:rsid w:val="00264E4A"/>
    <w:rsid w:val="002650D0"/>
    <w:rsid w:val="002652EE"/>
    <w:rsid w:val="002653A7"/>
    <w:rsid w:val="0026544E"/>
    <w:rsid w:val="002656C2"/>
    <w:rsid w:val="002658BA"/>
    <w:rsid w:val="00265A58"/>
    <w:rsid w:val="00265DB7"/>
    <w:rsid w:val="00265E02"/>
    <w:rsid w:val="00265F6D"/>
    <w:rsid w:val="00266039"/>
    <w:rsid w:val="002663B5"/>
    <w:rsid w:val="00266579"/>
    <w:rsid w:val="00266838"/>
    <w:rsid w:val="0026694A"/>
    <w:rsid w:val="00266999"/>
    <w:rsid w:val="00266AB8"/>
    <w:rsid w:val="00266DBD"/>
    <w:rsid w:val="00266E1B"/>
    <w:rsid w:val="00266E27"/>
    <w:rsid w:val="00266E6E"/>
    <w:rsid w:val="002670C9"/>
    <w:rsid w:val="002671B4"/>
    <w:rsid w:val="0026777E"/>
    <w:rsid w:val="00267801"/>
    <w:rsid w:val="00267A2A"/>
    <w:rsid w:val="00267A42"/>
    <w:rsid w:val="00267E5D"/>
    <w:rsid w:val="00267E86"/>
    <w:rsid w:val="0027032C"/>
    <w:rsid w:val="00270779"/>
    <w:rsid w:val="00270991"/>
    <w:rsid w:val="00270C87"/>
    <w:rsid w:val="00270D09"/>
    <w:rsid w:val="00270D0B"/>
    <w:rsid w:val="00270D1A"/>
    <w:rsid w:val="00270D93"/>
    <w:rsid w:val="00271158"/>
    <w:rsid w:val="002713E3"/>
    <w:rsid w:val="002714A1"/>
    <w:rsid w:val="002715E0"/>
    <w:rsid w:val="0027167D"/>
    <w:rsid w:val="002716D1"/>
    <w:rsid w:val="0027171A"/>
    <w:rsid w:val="002717F5"/>
    <w:rsid w:val="00271840"/>
    <w:rsid w:val="0027187C"/>
    <w:rsid w:val="002718DD"/>
    <w:rsid w:val="00271B23"/>
    <w:rsid w:val="00272343"/>
    <w:rsid w:val="0027263D"/>
    <w:rsid w:val="002727A7"/>
    <w:rsid w:val="00272903"/>
    <w:rsid w:val="00272F5D"/>
    <w:rsid w:val="00272F9F"/>
    <w:rsid w:val="0027308D"/>
    <w:rsid w:val="002730BF"/>
    <w:rsid w:val="002733FE"/>
    <w:rsid w:val="00273461"/>
    <w:rsid w:val="002734C1"/>
    <w:rsid w:val="0027353D"/>
    <w:rsid w:val="0027367C"/>
    <w:rsid w:val="002736AB"/>
    <w:rsid w:val="002738BB"/>
    <w:rsid w:val="00273F1C"/>
    <w:rsid w:val="00273FE8"/>
    <w:rsid w:val="00274229"/>
    <w:rsid w:val="00274318"/>
    <w:rsid w:val="00274497"/>
    <w:rsid w:val="0027450E"/>
    <w:rsid w:val="0027476B"/>
    <w:rsid w:val="002747BF"/>
    <w:rsid w:val="00274887"/>
    <w:rsid w:val="00274B74"/>
    <w:rsid w:val="00274BF3"/>
    <w:rsid w:val="00274C5F"/>
    <w:rsid w:val="00274D5B"/>
    <w:rsid w:val="00274F2E"/>
    <w:rsid w:val="00275024"/>
    <w:rsid w:val="002750E0"/>
    <w:rsid w:val="0027510D"/>
    <w:rsid w:val="0027531B"/>
    <w:rsid w:val="002753B4"/>
    <w:rsid w:val="00275670"/>
    <w:rsid w:val="00275789"/>
    <w:rsid w:val="0027579F"/>
    <w:rsid w:val="00276151"/>
    <w:rsid w:val="0027625C"/>
    <w:rsid w:val="0027638D"/>
    <w:rsid w:val="00276423"/>
    <w:rsid w:val="002765E3"/>
    <w:rsid w:val="002766BF"/>
    <w:rsid w:val="00276715"/>
    <w:rsid w:val="00276913"/>
    <w:rsid w:val="00276AF6"/>
    <w:rsid w:val="00276D5F"/>
    <w:rsid w:val="00276DBD"/>
    <w:rsid w:val="00276E6F"/>
    <w:rsid w:val="00276EBF"/>
    <w:rsid w:val="00277139"/>
    <w:rsid w:val="002771B4"/>
    <w:rsid w:val="002771E7"/>
    <w:rsid w:val="00277309"/>
    <w:rsid w:val="0027753B"/>
    <w:rsid w:val="00277611"/>
    <w:rsid w:val="002776B4"/>
    <w:rsid w:val="0027775F"/>
    <w:rsid w:val="00277874"/>
    <w:rsid w:val="002779D5"/>
    <w:rsid w:val="00277AB0"/>
    <w:rsid w:val="00277E52"/>
    <w:rsid w:val="00277ED8"/>
    <w:rsid w:val="002806B8"/>
    <w:rsid w:val="00280869"/>
    <w:rsid w:val="00280A74"/>
    <w:rsid w:val="00280AF9"/>
    <w:rsid w:val="00280C37"/>
    <w:rsid w:val="00280CBF"/>
    <w:rsid w:val="00280CF4"/>
    <w:rsid w:val="00280D52"/>
    <w:rsid w:val="00280E5D"/>
    <w:rsid w:val="00280FE6"/>
    <w:rsid w:val="0028119F"/>
    <w:rsid w:val="002811B9"/>
    <w:rsid w:val="002811DD"/>
    <w:rsid w:val="00281542"/>
    <w:rsid w:val="0028173C"/>
    <w:rsid w:val="002819E9"/>
    <w:rsid w:val="00281A50"/>
    <w:rsid w:val="00281BBB"/>
    <w:rsid w:val="00281BCE"/>
    <w:rsid w:val="00281CE8"/>
    <w:rsid w:val="00281F39"/>
    <w:rsid w:val="00281F68"/>
    <w:rsid w:val="00281F7D"/>
    <w:rsid w:val="00282240"/>
    <w:rsid w:val="00282506"/>
    <w:rsid w:val="002825F7"/>
    <w:rsid w:val="002827B5"/>
    <w:rsid w:val="002827E1"/>
    <w:rsid w:val="0028282D"/>
    <w:rsid w:val="00282AAD"/>
    <w:rsid w:val="00282BA3"/>
    <w:rsid w:val="00282C81"/>
    <w:rsid w:val="00282CA4"/>
    <w:rsid w:val="00282D9D"/>
    <w:rsid w:val="00282FBD"/>
    <w:rsid w:val="00283131"/>
    <w:rsid w:val="002833D5"/>
    <w:rsid w:val="00283481"/>
    <w:rsid w:val="002835DD"/>
    <w:rsid w:val="002836AA"/>
    <w:rsid w:val="00283DCA"/>
    <w:rsid w:val="00283E71"/>
    <w:rsid w:val="00284017"/>
    <w:rsid w:val="00284142"/>
    <w:rsid w:val="002841A5"/>
    <w:rsid w:val="00284384"/>
    <w:rsid w:val="00284696"/>
    <w:rsid w:val="002846CE"/>
    <w:rsid w:val="002847A2"/>
    <w:rsid w:val="00284934"/>
    <w:rsid w:val="00284AAE"/>
    <w:rsid w:val="00284B94"/>
    <w:rsid w:val="00284CBA"/>
    <w:rsid w:val="00284D79"/>
    <w:rsid w:val="00284D8F"/>
    <w:rsid w:val="00284E92"/>
    <w:rsid w:val="002851D6"/>
    <w:rsid w:val="00285435"/>
    <w:rsid w:val="00285481"/>
    <w:rsid w:val="0028555D"/>
    <w:rsid w:val="00285561"/>
    <w:rsid w:val="00285600"/>
    <w:rsid w:val="00285655"/>
    <w:rsid w:val="002856A4"/>
    <w:rsid w:val="002856E6"/>
    <w:rsid w:val="00285717"/>
    <w:rsid w:val="002857FC"/>
    <w:rsid w:val="00285A8F"/>
    <w:rsid w:val="00285B52"/>
    <w:rsid w:val="00285CBC"/>
    <w:rsid w:val="00285CF9"/>
    <w:rsid w:val="00285D66"/>
    <w:rsid w:val="00285F45"/>
    <w:rsid w:val="0028608F"/>
    <w:rsid w:val="00286152"/>
    <w:rsid w:val="00286158"/>
    <w:rsid w:val="0028622F"/>
    <w:rsid w:val="002863D8"/>
    <w:rsid w:val="002863F4"/>
    <w:rsid w:val="002864DE"/>
    <w:rsid w:val="00286645"/>
    <w:rsid w:val="002866B4"/>
    <w:rsid w:val="00286718"/>
    <w:rsid w:val="00286734"/>
    <w:rsid w:val="00286965"/>
    <w:rsid w:val="00286A73"/>
    <w:rsid w:val="00286B99"/>
    <w:rsid w:val="00286C97"/>
    <w:rsid w:val="00286CBE"/>
    <w:rsid w:val="00286E62"/>
    <w:rsid w:val="00286E97"/>
    <w:rsid w:val="00287157"/>
    <w:rsid w:val="00287223"/>
    <w:rsid w:val="002872EB"/>
    <w:rsid w:val="002872F1"/>
    <w:rsid w:val="00287368"/>
    <w:rsid w:val="002873BA"/>
    <w:rsid w:val="002874AA"/>
    <w:rsid w:val="002874B4"/>
    <w:rsid w:val="002874C0"/>
    <w:rsid w:val="002875F5"/>
    <w:rsid w:val="002876CE"/>
    <w:rsid w:val="002876EC"/>
    <w:rsid w:val="0028771B"/>
    <w:rsid w:val="00287A67"/>
    <w:rsid w:val="00287AC0"/>
    <w:rsid w:val="00287CE4"/>
    <w:rsid w:val="002901D6"/>
    <w:rsid w:val="002901FE"/>
    <w:rsid w:val="0029020C"/>
    <w:rsid w:val="002902F9"/>
    <w:rsid w:val="0029054E"/>
    <w:rsid w:val="0029076C"/>
    <w:rsid w:val="002907D9"/>
    <w:rsid w:val="00290AB8"/>
    <w:rsid w:val="00290AB9"/>
    <w:rsid w:val="00290D4D"/>
    <w:rsid w:val="00291030"/>
    <w:rsid w:val="002911DF"/>
    <w:rsid w:val="002913D4"/>
    <w:rsid w:val="00291577"/>
    <w:rsid w:val="0029180E"/>
    <w:rsid w:val="00291810"/>
    <w:rsid w:val="00291899"/>
    <w:rsid w:val="0029196A"/>
    <w:rsid w:val="002919B8"/>
    <w:rsid w:val="00291D08"/>
    <w:rsid w:val="00291E07"/>
    <w:rsid w:val="00291EDD"/>
    <w:rsid w:val="0029201C"/>
    <w:rsid w:val="00292095"/>
    <w:rsid w:val="002921C7"/>
    <w:rsid w:val="002923F0"/>
    <w:rsid w:val="0029246C"/>
    <w:rsid w:val="002924A4"/>
    <w:rsid w:val="0029281F"/>
    <w:rsid w:val="00292863"/>
    <w:rsid w:val="00292950"/>
    <w:rsid w:val="00292BEE"/>
    <w:rsid w:val="00292C34"/>
    <w:rsid w:val="00292CB6"/>
    <w:rsid w:val="00292E61"/>
    <w:rsid w:val="00292FE5"/>
    <w:rsid w:val="00293142"/>
    <w:rsid w:val="002931C4"/>
    <w:rsid w:val="002933B6"/>
    <w:rsid w:val="002933C7"/>
    <w:rsid w:val="00293786"/>
    <w:rsid w:val="0029388D"/>
    <w:rsid w:val="002939B9"/>
    <w:rsid w:val="00293BB3"/>
    <w:rsid w:val="00293D3B"/>
    <w:rsid w:val="00293DFC"/>
    <w:rsid w:val="00293E67"/>
    <w:rsid w:val="00293F6B"/>
    <w:rsid w:val="00293FC5"/>
    <w:rsid w:val="00293FF5"/>
    <w:rsid w:val="00294017"/>
    <w:rsid w:val="00294088"/>
    <w:rsid w:val="0029421B"/>
    <w:rsid w:val="00294288"/>
    <w:rsid w:val="002942F8"/>
    <w:rsid w:val="00294414"/>
    <w:rsid w:val="00294503"/>
    <w:rsid w:val="00294589"/>
    <w:rsid w:val="0029476C"/>
    <w:rsid w:val="002947AA"/>
    <w:rsid w:val="00294823"/>
    <w:rsid w:val="0029490C"/>
    <w:rsid w:val="0029493A"/>
    <w:rsid w:val="00294A2C"/>
    <w:rsid w:val="00294B4C"/>
    <w:rsid w:val="00294D28"/>
    <w:rsid w:val="00294D8E"/>
    <w:rsid w:val="002950C7"/>
    <w:rsid w:val="002950CA"/>
    <w:rsid w:val="002950FA"/>
    <w:rsid w:val="0029513C"/>
    <w:rsid w:val="0029517E"/>
    <w:rsid w:val="00295198"/>
    <w:rsid w:val="002951DE"/>
    <w:rsid w:val="0029545E"/>
    <w:rsid w:val="0029547B"/>
    <w:rsid w:val="002954B6"/>
    <w:rsid w:val="002954BE"/>
    <w:rsid w:val="00295848"/>
    <w:rsid w:val="00295897"/>
    <w:rsid w:val="00295B62"/>
    <w:rsid w:val="00295C72"/>
    <w:rsid w:val="00295CAF"/>
    <w:rsid w:val="00295D0F"/>
    <w:rsid w:val="00295F1A"/>
    <w:rsid w:val="0029617A"/>
    <w:rsid w:val="002961F2"/>
    <w:rsid w:val="002961F3"/>
    <w:rsid w:val="00296239"/>
    <w:rsid w:val="00296241"/>
    <w:rsid w:val="00296325"/>
    <w:rsid w:val="00296381"/>
    <w:rsid w:val="0029652F"/>
    <w:rsid w:val="00296C10"/>
    <w:rsid w:val="00296D83"/>
    <w:rsid w:val="00296E01"/>
    <w:rsid w:val="00296E30"/>
    <w:rsid w:val="00296E5D"/>
    <w:rsid w:val="00296F70"/>
    <w:rsid w:val="00297056"/>
    <w:rsid w:val="002971B4"/>
    <w:rsid w:val="0029724F"/>
    <w:rsid w:val="002972A7"/>
    <w:rsid w:val="002973AF"/>
    <w:rsid w:val="002975C0"/>
    <w:rsid w:val="002978DB"/>
    <w:rsid w:val="002978F1"/>
    <w:rsid w:val="0029793F"/>
    <w:rsid w:val="002979D2"/>
    <w:rsid w:val="00297C5F"/>
    <w:rsid w:val="00297EEC"/>
    <w:rsid w:val="00297F9E"/>
    <w:rsid w:val="002A003D"/>
    <w:rsid w:val="002A01BD"/>
    <w:rsid w:val="002A0691"/>
    <w:rsid w:val="002A0743"/>
    <w:rsid w:val="002A07E6"/>
    <w:rsid w:val="002A0810"/>
    <w:rsid w:val="002A081A"/>
    <w:rsid w:val="002A08EF"/>
    <w:rsid w:val="002A09D7"/>
    <w:rsid w:val="002A0A6A"/>
    <w:rsid w:val="002A0BFD"/>
    <w:rsid w:val="002A0C76"/>
    <w:rsid w:val="002A0DD0"/>
    <w:rsid w:val="002A0E04"/>
    <w:rsid w:val="002A0E36"/>
    <w:rsid w:val="002A0F48"/>
    <w:rsid w:val="002A106B"/>
    <w:rsid w:val="002A125C"/>
    <w:rsid w:val="002A17B6"/>
    <w:rsid w:val="002A1826"/>
    <w:rsid w:val="002A1C0F"/>
    <w:rsid w:val="002A1CDD"/>
    <w:rsid w:val="002A1DF0"/>
    <w:rsid w:val="002A2450"/>
    <w:rsid w:val="002A24AE"/>
    <w:rsid w:val="002A266A"/>
    <w:rsid w:val="002A28BA"/>
    <w:rsid w:val="002A2A55"/>
    <w:rsid w:val="002A2AB6"/>
    <w:rsid w:val="002A2D52"/>
    <w:rsid w:val="002A2D9C"/>
    <w:rsid w:val="002A302C"/>
    <w:rsid w:val="002A327B"/>
    <w:rsid w:val="002A33B4"/>
    <w:rsid w:val="002A34B5"/>
    <w:rsid w:val="002A36D2"/>
    <w:rsid w:val="002A36F5"/>
    <w:rsid w:val="002A3767"/>
    <w:rsid w:val="002A3785"/>
    <w:rsid w:val="002A39A3"/>
    <w:rsid w:val="002A3C63"/>
    <w:rsid w:val="002A3D5B"/>
    <w:rsid w:val="002A3E69"/>
    <w:rsid w:val="002A3EAE"/>
    <w:rsid w:val="002A478B"/>
    <w:rsid w:val="002A47EF"/>
    <w:rsid w:val="002A4939"/>
    <w:rsid w:val="002A4947"/>
    <w:rsid w:val="002A4CDF"/>
    <w:rsid w:val="002A4D13"/>
    <w:rsid w:val="002A50C5"/>
    <w:rsid w:val="002A5128"/>
    <w:rsid w:val="002A51BB"/>
    <w:rsid w:val="002A574A"/>
    <w:rsid w:val="002A57B0"/>
    <w:rsid w:val="002A58C6"/>
    <w:rsid w:val="002A590E"/>
    <w:rsid w:val="002A596E"/>
    <w:rsid w:val="002A59F6"/>
    <w:rsid w:val="002A5AC5"/>
    <w:rsid w:val="002A5AF1"/>
    <w:rsid w:val="002A5C88"/>
    <w:rsid w:val="002A5D4B"/>
    <w:rsid w:val="002A5D76"/>
    <w:rsid w:val="002A5D8C"/>
    <w:rsid w:val="002A5EBC"/>
    <w:rsid w:val="002A5F79"/>
    <w:rsid w:val="002A60F9"/>
    <w:rsid w:val="002A6257"/>
    <w:rsid w:val="002A62AD"/>
    <w:rsid w:val="002A6825"/>
    <w:rsid w:val="002A683F"/>
    <w:rsid w:val="002A6903"/>
    <w:rsid w:val="002A6BD3"/>
    <w:rsid w:val="002A6D73"/>
    <w:rsid w:val="002A6D9C"/>
    <w:rsid w:val="002A6EB5"/>
    <w:rsid w:val="002A7067"/>
    <w:rsid w:val="002A737D"/>
    <w:rsid w:val="002A73DA"/>
    <w:rsid w:val="002A73E2"/>
    <w:rsid w:val="002A7430"/>
    <w:rsid w:val="002A7433"/>
    <w:rsid w:val="002A74AE"/>
    <w:rsid w:val="002A7EEF"/>
    <w:rsid w:val="002B00A6"/>
    <w:rsid w:val="002B0170"/>
    <w:rsid w:val="002B02A2"/>
    <w:rsid w:val="002B0305"/>
    <w:rsid w:val="002B0385"/>
    <w:rsid w:val="002B0407"/>
    <w:rsid w:val="002B0441"/>
    <w:rsid w:val="002B0517"/>
    <w:rsid w:val="002B051B"/>
    <w:rsid w:val="002B0545"/>
    <w:rsid w:val="002B0661"/>
    <w:rsid w:val="002B0992"/>
    <w:rsid w:val="002B0B65"/>
    <w:rsid w:val="002B0BBB"/>
    <w:rsid w:val="002B0BD5"/>
    <w:rsid w:val="002B0BE5"/>
    <w:rsid w:val="002B0D17"/>
    <w:rsid w:val="002B0D34"/>
    <w:rsid w:val="002B0D9D"/>
    <w:rsid w:val="002B10C4"/>
    <w:rsid w:val="002B11D1"/>
    <w:rsid w:val="002B12AD"/>
    <w:rsid w:val="002B12DB"/>
    <w:rsid w:val="002B1342"/>
    <w:rsid w:val="002B13FC"/>
    <w:rsid w:val="002B15B3"/>
    <w:rsid w:val="002B15C7"/>
    <w:rsid w:val="002B1710"/>
    <w:rsid w:val="002B1865"/>
    <w:rsid w:val="002B1917"/>
    <w:rsid w:val="002B19D8"/>
    <w:rsid w:val="002B19F2"/>
    <w:rsid w:val="002B1A60"/>
    <w:rsid w:val="002B1B58"/>
    <w:rsid w:val="002B1D56"/>
    <w:rsid w:val="002B1E41"/>
    <w:rsid w:val="002B1EAB"/>
    <w:rsid w:val="002B1F2A"/>
    <w:rsid w:val="002B20CF"/>
    <w:rsid w:val="002B20F9"/>
    <w:rsid w:val="002B2244"/>
    <w:rsid w:val="002B2467"/>
    <w:rsid w:val="002B27D1"/>
    <w:rsid w:val="002B28B5"/>
    <w:rsid w:val="002B28C7"/>
    <w:rsid w:val="002B29B6"/>
    <w:rsid w:val="002B2DD8"/>
    <w:rsid w:val="002B2E0E"/>
    <w:rsid w:val="002B2EB4"/>
    <w:rsid w:val="002B2F90"/>
    <w:rsid w:val="002B30F9"/>
    <w:rsid w:val="002B32E9"/>
    <w:rsid w:val="002B3314"/>
    <w:rsid w:val="002B34B7"/>
    <w:rsid w:val="002B3553"/>
    <w:rsid w:val="002B35D5"/>
    <w:rsid w:val="002B36AC"/>
    <w:rsid w:val="002B39FA"/>
    <w:rsid w:val="002B3DF3"/>
    <w:rsid w:val="002B3EE5"/>
    <w:rsid w:val="002B3F3A"/>
    <w:rsid w:val="002B3F8A"/>
    <w:rsid w:val="002B417E"/>
    <w:rsid w:val="002B417F"/>
    <w:rsid w:val="002B41F2"/>
    <w:rsid w:val="002B4404"/>
    <w:rsid w:val="002B4663"/>
    <w:rsid w:val="002B4A8C"/>
    <w:rsid w:val="002B4C6B"/>
    <w:rsid w:val="002B4D4F"/>
    <w:rsid w:val="002B4E53"/>
    <w:rsid w:val="002B4E5C"/>
    <w:rsid w:val="002B4FE1"/>
    <w:rsid w:val="002B50DD"/>
    <w:rsid w:val="002B5563"/>
    <w:rsid w:val="002B578E"/>
    <w:rsid w:val="002B580D"/>
    <w:rsid w:val="002B59E5"/>
    <w:rsid w:val="002B5A88"/>
    <w:rsid w:val="002B5A8E"/>
    <w:rsid w:val="002B5BBA"/>
    <w:rsid w:val="002B5C54"/>
    <w:rsid w:val="002B5D43"/>
    <w:rsid w:val="002B5E25"/>
    <w:rsid w:val="002B5E67"/>
    <w:rsid w:val="002B5F82"/>
    <w:rsid w:val="002B61D4"/>
    <w:rsid w:val="002B62E3"/>
    <w:rsid w:val="002B631F"/>
    <w:rsid w:val="002B653B"/>
    <w:rsid w:val="002B654C"/>
    <w:rsid w:val="002B65C4"/>
    <w:rsid w:val="002B65DA"/>
    <w:rsid w:val="002B6643"/>
    <w:rsid w:val="002B6928"/>
    <w:rsid w:val="002B6A7E"/>
    <w:rsid w:val="002B6AA5"/>
    <w:rsid w:val="002B6DA4"/>
    <w:rsid w:val="002B6EC2"/>
    <w:rsid w:val="002B6FDD"/>
    <w:rsid w:val="002B7180"/>
    <w:rsid w:val="002B7223"/>
    <w:rsid w:val="002B723D"/>
    <w:rsid w:val="002B726E"/>
    <w:rsid w:val="002B739C"/>
    <w:rsid w:val="002B7414"/>
    <w:rsid w:val="002B76E2"/>
    <w:rsid w:val="002B775E"/>
    <w:rsid w:val="002B7836"/>
    <w:rsid w:val="002B78FA"/>
    <w:rsid w:val="002B7A1C"/>
    <w:rsid w:val="002B7B21"/>
    <w:rsid w:val="002B7B66"/>
    <w:rsid w:val="002B7C9A"/>
    <w:rsid w:val="002B7F11"/>
    <w:rsid w:val="002B7FF8"/>
    <w:rsid w:val="002C01C3"/>
    <w:rsid w:val="002C01F4"/>
    <w:rsid w:val="002C0472"/>
    <w:rsid w:val="002C04B3"/>
    <w:rsid w:val="002C078A"/>
    <w:rsid w:val="002C07FA"/>
    <w:rsid w:val="002C084A"/>
    <w:rsid w:val="002C08E1"/>
    <w:rsid w:val="002C09F0"/>
    <w:rsid w:val="002C0A7F"/>
    <w:rsid w:val="002C0AAF"/>
    <w:rsid w:val="002C0ACB"/>
    <w:rsid w:val="002C0AEA"/>
    <w:rsid w:val="002C0D27"/>
    <w:rsid w:val="002C0DE3"/>
    <w:rsid w:val="002C0E5F"/>
    <w:rsid w:val="002C10BE"/>
    <w:rsid w:val="002C1148"/>
    <w:rsid w:val="002C1423"/>
    <w:rsid w:val="002C14BC"/>
    <w:rsid w:val="002C1685"/>
    <w:rsid w:val="002C1AE2"/>
    <w:rsid w:val="002C1B08"/>
    <w:rsid w:val="002C1B46"/>
    <w:rsid w:val="002C1C27"/>
    <w:rsid w:val="002C1D8E"/>
    <w:rsid w:val="002C1F1A"/>
    <w:rsid w:val="002C2010"/>
    <w:rsid w:val="002C20F4"/>
    <w:rsid w:val="002C2287"/>
    <w:rsid w:val="002C2302"/>
    <w:rsid w:val="002C2312"/>
    <w:rsid w:val="002C2520"/>
    <w:rsid w:val="002C2A83"/>
    <w:rsid w:val="002C2C3C"/>
    <w:rsid w:val="002C2CB9"/>
    <w:rsid w:val="002C2E7A"/>
    <w:rsid w:val="002C2F31"/>
    <w:rsid w:val="002C3616"/>
    <w:rsid w:val="002C38C5"/>
    <w:rsid w:val="002C38CF"/>
    <w:rsid w:val="002C3BBB"/>
    <w:rsid w:val="002C3D31"/>
    <w:rsid w:val="002C3EDB"/>
    <w:rsid w:val="002C3F35"/>
    <w:rsid w:val="002C3F8A"/>
    <w:rsid w:val="002C4175"/>
    <w:rsid w:val="002C41F6"/>
    <w:rsid w:val="002C4457"/>
    <w:rsid w:val="002C4812"/>
    <w:rsid w:val="002C4DE1"/>
    <w:rsid w:val="002C4E6B"/>
    <w:rsid w:val="002C4FE0"/>
    <w:rsid w:val="002C5487"/>
    <w:rsid w:val="002C54ED"/>
    <w:rsid w:val="002C5868"/>
    <w:rsid w:val="002C5974"/>
    <w:rsid w:val="002C59FC"/>
    <w:rsid w:val="002C5A7D"/>
    <w:rsid w:val="002C5C62"/>
    <w:rsid w:val="002C5EF5"/>
    <w:rsid w:val="002C6034"/>
    <w:rsid w:val="002C62C3"/>
    <w:rsid w:val="002C62F8"/>
    <w:rsid w:val="002C637E"/>
    <w:rsid w:val="002C64F5"/>
    <w:rsid w:val="002C6500"/>
    <w:rsid w:val="002C6682"/>
    <w:rsid w:val="002C697C"/>
    <w:rsid w:val="002C6BD1"/>
    <w:rsid w:val="002C6D22"/>
    <w:rsid w:val="002C6D59"/>
    <w:rsid w:val="002C6D60"/>
    <w:rsid w:val="002C6FB8"/>
    <w:rsid w:val="002C6FD2"/>
    <w:rsid w:val="002C715A"/>
    <w:rsid w:val="002C7323"/>
    <w:rsid w:val="002C738D"/>
    <w:rsid w:val="002C73D0"/>
    <w:rsid w:val="002C7448"/>
    <w:rsid w:val="002C74EF"/>
    <w:rsid w:val="002C751C"/>
    <w:rsid w:val="002C76D8"/>
    <w:rsid w:val="002C779D"/>
    <w:rsid w:val="002C7884"/>
    <w:rsid w:val="002C78B9"/>
    <w:rsid w:val="002C7A71"/>
    <w:rsid w:val="002C7AF5"/>
    <w:rsid w:val="002C7B6F"/>
    <w:rsid w:val="002C7B95"/>
    <w:rsid w:val="002C7BE3"/>
    <w:rsid w:val="002C7C09"/>
    <w:rsid w:val="002C7C7C"/>
    <w:rsid w:val="002C7C8C"/>
    <w:rsid w:val="002C7D11"/>
    <w:rsid w:val="002C7E44"/>
    <w:rsid w:val="002D0007"/>
    <w:rsid w:val="002D018A"/>
    <w:rsid w:val="002D0212"/>
    <w:rsid w:val="002D021D"/>
    <w:rsid w:val="002D0C44"/>
    <w:rsid w:val="002D0E2C"/>
    <w:rsid w:val="002D0EC1"/>
    <w:rsid w:val="002D1629"/>
    <w:rsid w:val="002D1864"/>
    <w:rsid w:val="002D1920"/>
    <w:rsid w:val="002D1924"/>
    <w:rsid w:val="002D1AF6"/>
    <w:rsid w:val="002D1BE5"/>
    <w:rsid w:val="002D202C"/>
    <w:rsid w:val="002D2157"/>
    <w:rsid w:val="002D2159"/>
    <w:rsid w:val="002D225D"/>
    <w:rsid w:val="002D24FD"/>
    <w:rsid w:val="002D268D"/>
    <w:rsid w:val="002D2828"/>
    <w:rsid w:val="002D2904"/>
    <w:rsid w:val="002D2CE0"/>
    <w:rsid w:val="002D2E9E"/>
    <w:rsid w:val="002D3029"/>
    <w:rsid w:val="002D30DA"/>
    <w:rsid w:val="002D30F9"/>
    <w:rsid w:val="002D3544"/>
    <w:rsid w:val="002D3839"/>
    <w:rsid w:val="002D38D2"/>
    <w:rsid w:val="002D3A6F"/>
    <w:rsid w:val="002D3AF6"/>
    <w:rsid w:val="002D3C54"/>
    <w:rsid w:val="002D417A"/>
    <w:rsid w:val="002D43F0"/>
    <w:rsid w:val="002D4446"/>
    <w:rsid w:val="002D450E"/>
    <w:rsid w:val="002D46FC"/>
    <w:rsid w:val="002D490E"/>
    <w:rsid w:val="002D498C"/>
    <w:rsid w:val="002D4AAF"/>
    <w:rsid w:val="002D4B45"/>
    <w:rsid w:val="002D4B4E"/>
    <w:rsid w:val="002D4BF0"/>
    <w:rsid w:val="002D4C41"/>
    <w:rsid w:val="002D4FE9"/>
    <w:rsid w:val="002D4FEF"/>
    <w:rsid w:val="002D5187"/>
    <w:rsid w:val="002D52AA"/>
    <w:rsid w:val="002D5607"/>
    <w:rsid w:val="002D56C7"/>
    <w:rsid w:val="002D58E1"/>
    <w:rsid w:val="002D5AC8"/>
    <w:rsid w:val="002D5ACE"/>
    <w:rsid w:val="002D5CBD"/>
    <w:rsid w:val="002D5CDF"/>
    <w:rsid w:val="002D5CE8"/>
    <w:rsid w:val="002D5F3E"/>
    <w:rsid w:val="002D5F62"/>
    <w:rsid w:val="002D6384"/>
    <w:rsid w:val="002D6515"/>
    <w:rsid w:val="002D6651"/>
    <w:rsid w:val="002D6696"/>
    <w:rsid w:val="002D6747"/>
    <w:rsid w:val="002D68C0"/>
    <w:rsid w:val="002D6955"/>
    <w:rsid w:val="002D6A2E"/>
    <w:rsid w:val="002D6BA4"/>
    <w:rsid w:val="002D709E"/>
    <w:rsid w:val="002D70C7"/>
    <w:rsid w:val="002D7478"/>
    <w:rsid w:val="002D754F"/>
    <w:rsid w:val="002D77C3"/>
    <w:rsid w:val="002D78BF"/>
    <w:rsid w:val="002D78FF"/>
    <w:rsid w:val="002D7A0D"/>
    <w:rsid w:val="002D7AF9"/>
    <w:rsid w:val="002D7CF7"/>
    <w:rsid w:val="002D7D71"/>
    <w:rsid w:val="002D7DE9"/>
    <w:rsid w:val="002D7EAF"/>
    <w:rsid w:val="002D7F24"/>
    <w:rsid w:val="002E002B"/>
    <w:rsid w:val="002E014A"/>
    <w:rsid w:val="002E028E"/>
    <w:rsid w:val="002E02C3"/>
    <w:rsid w:val="002E052B"/>
    <w:rsid w:val="002E07EF"/>
    <w:rsid w:val="002E0A2B"/>
    <w:rsid w:val="002E0B50"/>
    <w:rsid w:val="002E0B7F"/>
    <w:rsid w:val="002E0B8D"/>
    <w:rsid w:val="002E0CF9"/>
    <w:rsid w:val="002E0D70"/>
    <w:rsid w:val="002E0EB3"/>
    <w:rsid w:val="002E0FE8"/>
    <w:rsid w:val="002E107F"/>
    <w:rsid w:val="002E12F8"/>
    <w:rsid w:val="002E135A"/>
    <w:rsid w:val="002E140C"/>
    <w:rsid w:val="002E15A5"/>
    <w:rsid w:val="002E171C"/>
    <w:rsid w:val="002E1904"/>
    <w:rsid w:val="002E196C"/>
    <w:rsid w:val="002E1B01"/>
    <w:rsid w:val="002E1B72"/>
    <w:rsid w:val="002E1BE1"/>
    <w:rsid w:val="002E1C50"/>
    <w:rsid w:val="002E1CFC"/>
    <w:rsid w:val="002E1D5E"/>
    <w:rsid w:val="002E1EDF"/>
    <w:rsid w:val="002E2103"/>
    <w:rsid w:val="002E2170"/>
    <w:rsid w:val="002E23AD"/>
    <w:rsid w:val="002E246B"/>
    <w:rsid w:val="002E268E"/>
    <w:rsid w:val="002E2D28"/>
    <w:rsid w:val="002E2DC1"/>
    <w:rsid w:val="002E2E6B"/>
    <w:rsid w:val="002E3099"/>
    <w:rsid w:val="002E34DF"/>
    <w:rsid w:val="002E3590"/>
    <w:rsid w:val="002E3863"/>
    <w:rsid w:val="002E391E"/>
    <w:rsid w:val="002E3A6B"/>
    <w:rsid w:val="002E3BCC"/>
    <w:rsid w:val="002E3BED"/>
    <w:rsid w:val="002E3C8B"/>
    <w:rsid w:val="002E3CF2"/>
    <w:rsid w:val="002E3D3D"/>
    <w:rsid w:val="002E40C3"/>
    <w:rsid w:val="002E416E"/>
    <w:rsid w:val="002E41E6"/>
    <w:rsid w:val="002E42CE"/>
    <w:rsid w:val="002E458E"/>
    <w:rsid w:val="002E459C"/>
    <w:rsid w:val="002E45E2"/>
    <w:rsid w:val="002E4726"/>
    <w:rsid w:val="002E483F"/>
    <w:rsid w:val="002E4887"/>
    <w:rsid w:val="002E4B59"/>
    <w:rsid w:val="002E4D24"/>
    <w:rsid w:val="002E4F5E"/>
    <w:rsid w:val="002E5259"/>
    <w:rsid w:val="002E545A"/>
    <w:rsid w:val="002E5684"/>
    <w:rsid w:val="002E5903"/>
    <w:rsid w:val="002E5B8A"/>
    <w:rsid w:val="002E5C27"/>
    <w:rsid w:val="002E5EEC"/>
    <w:rsid w:val="002E5FFC"/>
    <w:rsid w:val="002E6076"/>
    <w:rsid w:val="002E6342"/>
    <w:rsid w:val="002E639C"/>
    <w:rsid w:val="002E66DD"/>
    <w:rsid w:val="002E6C37"/>
    <w:rsid w:val="002E6CD4"/>
    <w:rsid w:val="002E6D9B"/>
    <w:rsid w:val="002E6E25"/>
    <w:rsid w:val="002E6E58"/>
    <w:rsid w:val="002E6F84"/>
    <w:rsid w:val="002E703B"/>
    <w:rsid w:val="002E708A"/>
    <w:rsid w:val="002E70D8"/>
    <w:rsid w:val="002E72DD"/>
    <w:rsid w:val="002E7599"/>
    <w:rsid w:val="002E77D5"/>
    <w:rsid w:val="002E77EC"/>
    <w:rsid w:val="002E7807"/>
    <w:rsid w:val="002E7991"/>
    <w:rsid w:val="002E7A4D"/>
    <w:rsid w:val="002E7A7F"/>
    <w:rsid w:val="002E7AB7"/>
    <w:rsid w:val="002E7AE7"/>
    <w:rsid w:val="002E7CFF"/>
    <w:rsid w:val="002E7E9C"/>
    <w:rsid w:val="002F013E"/>
    <w:rsid w:val="002F0161"/>
    <w:rsid w:val="002F0266"/>
    <w:rsid w:val="002F02CF"/>
    <w:rsid w:val="002F039B"/>
    <w:rsid w:val="002F0487"/>
    <w:rsid w:val="002F0793"/>
    <w:rsid w:val="002F084B"/>
    <w:rsid w:val="002F0870"/>
    <w:rsid w:val="002F08B8"/>
    <w:rsid w:val="002F08EF"/>
    <w:rsid w:val="002F099A"/>
    <w:rsid w:val="002F0A9E"/>
    <w:rsid w:val="002F0B9C"/>
    <w:rsid w:val="002F0BE6"/>
    <w:rsid w:val="002F0C4A"/>
    <w:rsid w:val="002F0CB8"/>
    <w:rsid w:val="002F0CDB"/>
    <w:rsid w:val="002F0F7A"/>
    <w:rsid w:val="002F0F94"/>
    <w:rsid w:val="002F0FB4"/>
    <w:rsid w:val="002F10B8"/>
    <w:rsid w:val="002F124D"/>
    <w:rsid w:val="002F12FE"/>
    <w:rsid w:val="002F135C"/>
    <w:rsid w:val="002F1370"/>
    <w:rsid w:val="002F13E5"/>
    <w:rsid w:val="002F15A3"/>
    <w:rsid w:val="002F15BA"/>
    <w:rsid w:val="002F1655"/>
    <w:rsid w:val="002F1778"/>
    <w:rsid w:val="002F1845"/>
    <w:rsid w:val="002F1887"/>
    <w:rsid w:val="002F192F"/>
    <w:rsid w:val="002F1B09"/>
    <w:rsid w:val="002F1B89"/>
    <w:rsid w:val="002F1C51"/>
    <w:rsid w:val="002F2041"/>
    <w:rsid w:val="002F20C1"/>
    <w:rsid w:val="002F22FD"/>
    <w:rsid w:val="002F23AF"/>
    <w:rsid w:val="002F25F2"/>
    <w:rsid w:val="002F2608"/>
    <w:rsid w:val="002F268C"/>
    <w:rsid w:val="002F270B"/>
    <w:rsid w:val="002F2884"/>
    <w:rsid w:val="002F2A07"/>
    <w:rsid w:val="002F2BAF"/>
    <w:rsid w:val="002F2C92"/>
    <w:rsid w:val="002F2F4E"/>
    <w:rsid w:val="002F3019"/>
    <w:rsid w:val="002F310A"/>
    <w:rsid w:val="002F3276"/>
    <w:rsid w:val="002F34D1"/>
    <w:rsid w:val="002F3623"/>
    <w:rsid w:val="002F3626"/>
    <w:rsid w:val="002F3933"/>
    <w:rsid w:val="002F3A0D"/>
    <w:rsid w:val="002F3F89"/>
    <w:rsid w:val="002F4051"/>
    <w:rsid w:val="002F40EC"/>
    <w:rsid w:val="002F4242"/>
    <w:rsid w:val="002F42C7"/>
    <w:rsid w:val="002F4312"/>
    <w:rsid w:val="002F4394"/>
    <w:rsid w:val="002F4474"/>
    <w:rsid w:val="002F4621"/>
    <w:rsid w:val="002F483D"/>
    <w:rsid w:val="002F4929"/>
    <w:rsid w:val="002F4BCB"/>
    <w:rsid w:val="002F4C00"/>
    <w:rsid w:val="002F4D09"/>
    <w:rsid w:val="002F50BF"/>
    <w:rsid w:val="002F527A"/>
    <w:rsid w:val="002F52B9"/>
    <w:rsid w:val="002F551D"/>
    <w:rsid w:val="002F55C3"/>
    <w:rsid w:val="002F5727"/>
    <w:rsid w:val="002F58ED"/>
    <w:rsid w:val="002F58FC"/>
    <w:rsid w:val="002F5B7F"/>
    <w:rsid w:val="002F5D25"/>
    <w:rsid w:val="002F5DA8"/>
    <w:rsid w:val="002F5FEE"/>
    <w:rsid w:val="002F6172"/>
    <w:rsid w:val="002F61C6"/>
    <w:rsid w:val="002F61F6"/>
    <w:rsid w:val="002F6238"/>
    <w:rsid w:val="002F6454"/>
    <w:rsid w:val="002F6683"/>
    <w:rsid w:val="002F6687"/>
    <w:rsid w:val="002F6B5B"/>
    <w:rsid w:val="002F6D6C"/>
    <w:rsid w:val="002F6F6E"/>
    <w:rsid w:val="002F7061"/>
    <w:rsid w:val="002F7275"/>
    <w:rsid w:val="002F7637"/>
    <w:rsid w:val="002F7876"/>
    <w:rsid w:val="002F7AF3"/>
    <w:rsid w:val="002F7C04"/>
    <w:rsid w:val="002F7D15"/>
    <w:rsid w:val="002F7D31"/>
    <w:rsid w:val="002F7D73"/>
    <w:rsid w:val="002F7DCB"/>
    <w:rsid w:val="002F7F89"/>
    <w:rsid w:val="0030008D"/>
    <w:rsid w:val="003000AE"/>
    <w:rsid w:val="00300175"/>
    <w:rsid w:val="003007C5"/>
    <w:rsid w:val="00300845"/>
    <w:rsid w:val="003008CB"/>
    <w:rsid w:val="00300D13"/>
    <w:rsid w:val="00300DDF"/>
    <w:rsid w:val="00300EE6"/>
    <w:rsid w:val="00300F6E"/>
    <w:rsid w:val="00301031"/>
    <w:rsid w:val="00301329"/>
    <w:rsid w:val="00301481"/>
    <w:rsid w:val="0030168A"/>
    <w:rsid w:val="003018B1"/>
    <w:rsid w:val="00301973"/>
    <w:rsid w:val="003019CE"/>
    <w:rsid w:val="00301BE4"/>
    <w:rsid w:val="00301EBC"/>
    <w:rsid w:val="00301ECD"/>
    <w:rsid w:val="00301F74"/>
    <w:rsid w:val="00301FE9"/>
    <w:rsid w:val="003021AC"/>
    <w:rsid w:val="0030236B"/>
    <w:rsid w:val="00302389"/>
    <w:rsid w:val="00302415"/>
    <w:rsid w:val="003025FE"/>
    <w:rsid w:val="00302801"/>
    <w:rsid w:val="0030280D"/>
    <w:rsid w:val="003028A6"/>
    <w:rsid w:val="003028CB"/>
    <w:rsid w:val="00302C7E"/>
    <w:rsid w:val="00302E4B"/>
    <w:rsid w:val="00302E77"/>
    <w:rsid w:val="00302F17"/>
    <w:rsid w:val="003030C3"/>
    <w:rsid w:val="00303295"/>
    <w:rsid w:val="0030356D"/>
    <w:rsid w:val="00303611"/>
    <w:rsid w:val="0030363E"/>
    <w:rsid w:val="00303688"/>
    <w:rsid w:val="003038A8"/>
    <w:rsid w:val="003038B2"/>
    <w:rsid w:val="00303AF6"/>
    <w:rsid w:val="00303B08"/>
    <w:rsid w:val="00303CDC"/>
    <w:rsid w:val="00303D79"/>
    <w:rsid w:val="00304099"/>
    <w:rsid w:val="003041C8"/>
    <w:rsid w:val="00304347"/>
    <w:rsid w:val="003043AB"/>
    <w:rsid w:val="00304555"/>
    <w:rsid w:val="00304791"/>
    <w:rsid w:val="003047C4"/>
    <w:rsid w:val="0030495C"/>
    <w:rsid w:val="00304AED"/>
    <w:rsid w:val="00304B97"/>
    <w:rsid w:val="00304D09"/>
    <w:rsid w:val="00304D4E"/>
    <w:rsid w:val="00304DB8"/>
    <w:rsid w:val="00304F42"/>
    <w:rsid w:val="00305080"/>
    <w:rsid w:val="00305129"/>
    <w:rsid w:val="003051CB"/>
    <w:rsid w:val="0030522E"/>
    <w:rsid w:val="003052C9"/>
    <w:rsid w:val="00305315"/>
    <w:rsid w:val="003053C0"/>
    <w:rsid w:val="00305488"/>
    <w:rsid w:val="003055EA"/>
    <w:rsid w:val="0030577F"/>
    <w:rsid w:val="00305B35"/>
    <w:rsid w:val="00305DB7"/>
    <w:rsid w:val="00305DC3"/>
    <w:rsid w:val="00305E73"/>
    <w:rsid w:val="0030653F"/>
    <w:rsid w:val="0030688A"/>
    <w:rsid w:val="00306B73"/>
    <w:rsid w:val="00306C52"/>
    <w:rsid w:val="00306CE6"/>
    <w:rsid w:val="00306FB2"/>
    <w:rsid w:val="00306FBE"/>
    <w:rsid w:val="00306FC7"/>
    <w:rsid w:val="00307283"/>
    <w:rsid w:val="0030734B"/>
    <w:rsid w:val="0030734E"/>
    <w:rsid w:val="00307373"/>
    <w:rsid w:val="003073FC"/>
    <w:rsid w:val="00307507"/>
    <w:rsid w:val="003075B3"/>
    <w:rsid w:val="003076F6"/>
    <w:rsid w:val="003077B9"/>
    <w:rsid w:val="0030787E"/>
    <w:rsid w:val="003078C0"/>
    <w:rsid w:val="00307A81"/>
    <w:rsid w:val="00307AF1"/>
    <w:rsid w:val="00307B54"/>
    <w:rsid w:val="00307BF1"/>
    <w:rsid w:val="00307DDC"/>
    <w:rsid w:val="00307E53"/>
    <w:rsid w:val="00307FF2"/>
    <w:rsid w:val="0031004C"/>
    <w:rsid w:val="00310185"/>
    <w:rsid w:val="00310363"/>
    <w:rsid w:val="003103F7"/>
    <w:rsid w:val="00310572"/>
    <w:rsid w:val="00310696"/>
    <w:rsid w:val="003106DD"/>
    <w:rsid w:val="0031099D"/>
    <w:rsid w:val="00310A85"/>
    <w:rsid w:val="00310AE3"/>
    <w:rsid w:val="00310B10"/>
    <w:rsid w:val="00310C89"/>
    <w:rsid w:val="00310D6F"/>
    <w:rsid w:val="00310D9A"/>
    <w:rsid w:val="00310DE8"/>
    <w:rsid w:val="00310F58"/>
    <w:rsid w:val="00311111"/>
    <w:rsid w:val="0031124F"/>
    <w:rsid w:val="0031131F"/>
    <w:rsid w:val="00311594"/>
    <w:rsid w:val="0031160D"/>
    <w:rsid w:val="00311635"/>
    <w:rsid w:val="003116FA"/>
    <w:rsid w:val="00311790"/>
    <w:rsid w:val="0031192F"/>
    <w:rsid w:val="00311990"/>
    <w:rsid w:val="00311B09"/>
    <w:rsid w:val="00311E59"/>
    <w:rsid w:val="00311EE7"/>
    <w:rsid w:val="00311F68"/>
    <w:rsid w:val="00312213"/>
    <w:rsid w:val="00312863"/>
    <w:rsid w:val="003128C0"/>
    <w:rsid w:val="00312939"/>
    <w:rsid w:val="0031297A"/>
    <w:rsid w:val="00312A8E"/>
    <w:rsid w:val="00312C6D"/>
    <w:rsid w:val="00312D0E"/>
    <w:rsid w:val="00312DB5"/>
    <w:rsid w:val="00312F93"/>
    <w:rsid w:val="0031302E"/>
    <w:rsid w:val="003131E1"/>
    <w:rsid w:val="00313312"/>
    <w:rsid w:val="00313488"/>
    <w:rsid w:val="00313498"/>
    <w:rsid w:val="00313527"/>
    <w:rsid w:val="003135DF"/>
    <w:rsid w:val="0031366C"/>
    <w:rsid w:val="003136CA"/>
    <w:rsid w:val="003138DC"/>
    <w:rsid w:val="00313DA6"/>
    <w:rsid w:val="00313E8E"/>
    <w:rsid w:val="00313E9D"/>
    <w:rsid w:val="00313F01"/>
    <w:rsid w:val="00313F9B"/>
    <w:rsid w:val="0031414C"/>
    <w:rsid w:val="003141FA"/>
    <w:rsid w:val="00314361"/>
    <w:rsid w:val="003144A7"/>
    <w:rsid w:val="0031450C"/>
    <w:rsid w:val="003145F4"/>
    <w:rsid w:val="0031462C"/>
    <w:rsid w:val="00314741"/>
    <w:rsid w:val="00314857"/>
    <w:rsid w:val="00314BE1"/>
    <w:rsid w:val="00314DA5"/>
    <w:rsid w:val="00314FE1"/>
    <w:rsid w:val="00315023"/>
    <w:rsid w:val="00315087"/>
    <w:rsid w:val="00315132"/>
    <w:rsid w:val="003151F6"/>
    <w:rsid w:val="003154B3"/>
    <w:rsid w:val="0031550D"/>
    <w:rsid w:val="0031583D"/>
    <w:rsid w:val="00315A29"/>
    <w:rsid w:val="00315B1F"/>
    <w:rsid w:val="00315B4B"/>
    <w:rsid w:val="00315B88"/>
    <w:rsid w:val="00315CE5"/>
    <w:rsid w:val="0031614D"/>
    <w:rsid w:val="00316157"/>
    <w:rsid w:val="003162A5"/>
    <w:rsid w:val="003162E9"/>
    <w:rsid w:val="00316406"/>
    <w:rsid w:val="003167D1"/>
    <w:rsid w:val="003168BB"/>
    <w:rsid w:val="00316A3E"/>
    <w:rsid w:val="00316CAE"/>
    <w:rsid w:val="00316CBE"/>
    <w:rsid w:val="00316F0E"/>
    <w:rsid w:val="00316F20"/>
    <w:rsid w:val="003172E9"/>
    <w:rsid w:val="00317450"/>
    <w:rsid w:val="00317891"/>
    <w:rsid w:val="00317924"/>
    <w:rsid w:val="00317A9E"/>
    <w:rsid w:val="00317C17"/>
    <w:rsid w:val="00317C1D"/>
    <w:rsid w:val="00317F4E"/>
    <w:rsid w:val="00320037"/>
    <w:rsid w:val="003201C9"/>
    <w:rsid w:val="00320498"/>
    <w:rsid w:val="0032049E"/>
    <w:rsid w:val="003204FF"/>
    <w:rsid w:val="0032062D"/>
    <w:rsid w:val="00320673"/>
    <w:rsid w:val="00320896"/>
    <w:rsid w:val="00320A2B"/>
    <w:rsid w:val="00320A82"/>
    <w:rsid w:val="00320D83"/>
    <w:rsid w:val="00320D94"/>
    <w:rsid w:val="0032120B"/>
    <w:rsid w:val="003212A9"/>
    <w:rsid w:val="00321307"/>
    <w:rsid w:val="00321334"/>
    <w:rsid w:val="00321443"/>
    <w:rsid w:val="00321568"/>
    <w:rsid w:val="003215FF"/>
    <w:rsid w:val="00321638"/>
    <w:rsid w:val="00321659"/>
    <w:rsid w:val="0032178A"/>
    <w:rsid w:val="003217DB"/>
    <w:rsid w:val="00321D2B"/>
    <w:rsid w:val="00321D8F"/>
    <w:rsid w:val="003220DC"/>
    <w:rsid w:val="00322112"/>
    <w:rsid w:val="00322144"/>
    <w:rsid w:val="00322389"/>
    <w:rsid w:val="00322700"/>
    <w:rsid w:val="003228B8"/>
    <w:rsid w:val="00322DAD"/>
    <w:rsid w:val="00322E4E"/>
    <w:rsid w:val="00322EA3"/>
    <w:rsid w:val="00322F74"/>
    <w:rsid w:val="00322FA0"/>
    <w:rsid w:val="003230B3"/>
    <w:rsid w:val="00323137"/>
    <w:rsid w:val="003231D4"/>
    <w:rsid w:val="0032324A"/>
    <w:rsid w:val="00323278"/>
    <w:rsid w:val="00323376"/>
    <w:rsid w:val="00323581"/>
    <w:rsid w:val="003236D4"/>
    <w:rsid w:val="00323705"/>
    <w:rsid w:val="00323897"/>
    <w:rsid w:val="00323B23"/>
    <w:rsid w:val="00323EAF"/>
    <w:rsid w:val="00323EB6"/>
    <w:rsid w:val="00323FD0"/>
    <w:rsid w:val="003240B9"/>
    <w:rsid w:val="003240FB"/>
    <w:rsid w:val="003241D0"/>
    <w:rsid w:val="0032424D"/>
    <w:rsid w:val="0032426C"/>
    <w:rsid w:val="003244E7"/>
    <w:rsid w:val="003246D1"/>
    <w:rsid w:val="003247FF"/>
    <w:rsid w:val="00324B27"/>
    <w:rsid w:val="00324B4E"/>
    <w:rsid w:val="00324BC5"/>
    <w:rsid w:val="00324BE9"/>
    <w:rsid w:val="00324EAC"/>
    <w:rsid w:val="0032508B"/>
    <w:rsid w:val="003250CD"/>
    <w:rsid w:val="003250F4"/>
    <w:rsid w:val="00325275"/>
    <w:rsid w:val="003253E3"/>
    <w:rsid w:val="0032562B"/>
    <w:rsid w:val="00325792"/>
    <w:rsid w:val="00325806"/>
    <w:rsid w:val="00325851"/>
    <w:rsid w:val="00325B3A"/>
    <w:rsid w:val="00325B3B"/>
    <w:rsid w:val="00325C57"/>
    <w:rsid w:val="00325C79"/>
    <w:rsid w:val="00325DEF"/>
    <w:rsid w:val="00325E01"/>
    <w:rsid w:val="00325E8F"/>
    <w:rsid w:val="00325EFF"/>
    <w:rsid w:val="00325FC8"/>
    <w:rsid w:val="0032607F"/>
    <w:rsid w:val="003260F1"/>
    <w:rsid w:val="0032610F"/>
    <w:rsid w:val="0032622C"/>
    <w:rsid w:val="003262BA"/>
    <w:rsid w:val="00326481"/>
    <w:rsid w:val="0032651A"/>
    <w:rsid w:val="00326684"/>
    <w:rsid w:val="003266DA"/>
    <w:rsid w:val="00326875"/>
    <w:rsid w:val="003268BC"/>
    <w:rsid w:val="0032690E"/>
    <w:rsid w:val="00326BFA"/>
    <w:rsid w:val="00326CD2"/>
    <w:rsid w:val="00326D5A"/>
    <w:rsid w:val="00326E5B"/>
    <w:rsid w:val="00326F43"/>
    <w:rsid w:val="0032709A"/>
    <w:rsid w:val="003270E6"/>
    <w:rsid w:val="0032710C"/>
    <w:rsid w:val="00327148"/>
    <w:rsid w:val="0032741A"/>
    <w:rsid w:val="003274E4"/>
    <w:rsid w:val="003275E6"/>
    <w:rsid w:val="0032766F"/>
    <w:rsid w:val="003276E1"/>
    <w:rsid w:val="00327733"/>
    <w:rsid w:val="003278EC"/>
    <w:rsid w:val="0032790C"/>
    <w:rsid w:val="00327B12"/>
    <w:rsid w:val="00327B72"/>
    <w:rsid w:val="0033015A"/>
    <w:rsid w:val="0033015C"/>
    <w:rsid w:val="00330184"/>
    <w:rsid w:val="003301A2"/>
    <w:rsid w:val="003301E9"/>
    <w:rsid w:val="003302BF"/>
    <w:rsid w:val="003306EE"/>
    <w:rsid w:val="003307D8"/>
    <w:rsid w:val="0033092D"/>
    <w:rsid w:val="00330976"/>
    <w:rsid w:val="00330CA8"/>
    <w:rsid w:val="00331087"/>
    <w:rsid w:val="00331333"/>
    <w:rsid w:val="003313AD"/>
    <w:rsid w:val="00331434"/>
    <w:rsid w:val="0033144B"/>
    <w:rsid w:val="00331474"/>
    <w:rsid w:val="003315A4"/>
    <w:rsid w:val="003317EC"/>
    <w:rsid w:val="00331D28"/>
    <w:rsid w:val="00331DC5"/>
    <w:rsid w:val="00331FB7"/>
    <w:rsid w:val="00331FC4"/>
    <w:rsid w:val="0033200B"/>
    <w:rsid w:val="0033208D"/>
    <w:rsid w:val="0033217D"/>
    <w:rsid w:val="00332276"/>
    <w:rsid w:val="003322AE"/>
    <w:rsid w:val="003323C9"/>
    <w:rsid w:val="00332401"/>
    <w:rsid w:val="00332835"/>
    <w:rsid w:val="00332977"/>
    <w:rsid w:val="00332979"/>
    <w:rsid w:val="00332BD9"/>
    <w:rsid w:val="00332E6D"/>
    <w:rsid w:val="00332EDF"/>
    <w:rsid w:val="00332F9E"/>
    <w:rsid w:val="00332FF5"/>
    <w:rsid w:val="003330CB"/>
    <w:rsid w:val="00333497"/>
    <w:rsid w:val="00333500"/>
    <w:rsid w:val="003335F9"/>
    <w:rsid w:val="003337CB"/>
    <w:rsid w:val="003338F1"/>
    <w:rsid w:val="00333ABB"/>
    <w:rsid w:val="00333CD5"/>
    <w:rsid w:val="00333D65"/>
    <w:rsid w:val="00333D78"/>
    <w:rsid w:val="00333F7B"/>
    <w:rsid w:val="00333FB8"/>
    <w:rsid w:val="00333FFE"/>
    <w:rsid w:val="00334072"/>
    <w:rsid w:val="00334191"/>
    <w:rsid w:val="00334270"/>
    <w:rsid w:val="003342A8"/>
    <w:rsid w:val="00334404"/>
    <w:rsid w:val="0033449F"/>
    <w:rsid w:val="00334525"/>
    <w:rsid w:val="00334736"/>
    <w:rsid w:val="003347F7"/>
    <w:rsid w:val="00334936"/>
    <w:rsid w:val="0033497A"/>
    <w:rsid w:val="0033499C"/>
    <w:rsid w:val="003349E7"/>
    <w:rsid w:val="00334A79"/>
    <w:rsid w:val="00334CF7"/>
    <w:rsid w:val="00334D4A"/>
    <w:rsid w:val="003353C0"/>
    <w:rsid w:val="00335688"/>
    <w:rsid w:val="00335E66"/>
    <w:rsid w:val="00335FE5"/>
    <w:rsid w:val="0033620D"/>
    <w:rsid w:val="00336230"/>
    <w:rsid w:val="00336306"/>
    <w:rsid w:val="00336400"/>
    <w:rsid w:val="003364CB"/>
    <w:rsid w:val="00336612"/>
    <w:rsid w:val="003367BF"/>
    <w:rsid w:val="00336A6A"/>
    <w:rsid w:val="00336AF0"/>
    <w:rsid w:val="00336D37"/>
    <w:rsid w:val="00337026"/>
    <w:rsid w:val="003371AE"/>
    <w:rsid w:val="003372AC"/>
    <w:rsid w:val="0033747D"/>
    <w:rsid w:val="003374B4"/>
    <w:rsid w:val="003374F5"/>
    <w:rsid w:val="003375D0"/>
    <w:rsid w:val="0033766C"/>
    <w:rsid w:val="003376E8"/>
    <w:rsid w:val="00337C35"/>
    <w:rsid w:val="00337C56"/>
    <w:rsid w:val="00337E69"/>
    <w:rsid w:val="00340186"/>
    <w:rsid w:val="003401B9"/>
    <w:rsid w:val="00340285"/>
    <w:rsid w:val="003405F4"/>
    <w:rsid w:val="00340627"/>
    <w:rsid w:val="0034097C"/>
    <w:rsid w:val="00340A75"/>
    <w:rsid w:val="00340CD5"/>
    <w:rsid w:val="00340EC2"/>
    <w:rsid w:val="00340F68"/>
    <w:rsid w:val="00340F7D"/>
    <w:rsid w:val="00341088"/>
    <w:rsid w:val="00341099"/>
    <w:rsid w:val="003410C1"/>
    <w:rsid w:val="003410D4"/>
    <w:rsid w:val="0034115A"/>
    <w:rsid w:val="003411B3"/>
    <w:rsid w:val="00341330"/>
    <w:rsid w:val="00341365"/>
    <w:rsid w:val="0034156C"/>
    <w:rsid w:val="00341606"/>
    <w:rsid w:val="003418A5"/>
    <w:rsid w:val="00341A08"/>
    <w:rsid w:val="00341BB6"/>
    <w:rsid w:val="00341C0C"/>
    <w:rsid w:val="00341FE7"/>
    <w:rsid w:val="0034206E"/>
    <w:rsid w:val="003420EA"/>
    <w:rsid w:val="0034215E"/>
    <w:rsid w:val="00342347"/>
    <w:rsid w:val="003423AC"/>
    <w:rsid w:val="00342482"/>
    <w:rsid w:val="00342810"/>
    <w:rsid w:val="0034284F"/>
    <w:rsid w:val="003429E5"/>
    <w:rsid w:val="003429F4"/>
    <w:rsid w:val="00342C36"/>
    <w:rsid w:val="00342E50"/>
    <w:rsid w:val="00342EDE"/>
    <w:rsid w:val="00342F7E"/>
    <w:rsid w:val="00343021"/>
    <w:rsid w:val="003431F8"/>
    <w:rsid w:val="003432B3"/>
    <w:rsid w:val="00343429"/>
    <w:rsid w:val="003434CC"/>
    <w:rsid w:val="003434E8"/>
    <w:rsid w:val="003435CA"/>
    <w:rsid w:val="0034379F"/>
    <w:rsid w:val="00343806"/>
    <w:rsid w:val="00343887"/>
    <w:rsid w:val="0034396B"/>
    <w:rsid w:val="00343A2B"/>
    <w:rsid w:val="00343A8E"/>
    <w:rsid w:val="00343B05"/>
    <w:rsid w:val="00343C10"/>
    <w:rsid w:val="00343DBD"/>
    <w:rsid w:val="00343F0C"/>
    <w:rsid w:val="00343FDD"/>
    <w:rsid w:val="00343FEC"/>
    <w:rsid w:val="0034440B"/>
    <w:rsid w:val="0034455A"/>
    <w:rsid w:val="00344575"/>
    <w:rsid w:val="003445FF"/>
    <w:rsid w:val="00344837"/>
    <w:rsid w:val="003449B6"/>
    <w:rsid w:val="00344D77"/>
    <w:rsid w:val="00344DA9"/>
    <w:rsid w:val="003451D4"/>
    <w:rsid w:val="00345389"/>
    <w:rsid w:val="0034538E"/>
    <w:rsid w:val="00345A20"/>
    <w:rsid w:val="00345E6C"/>
    <w:rsid w:val="00345E76"/>
    <w:rsid w:val="00345EA3"/>
    <w:rsid w:val="00345FA1"/>
    <w:rsid w:val="00346107"/>
    <w:rsid w:val="003461F3"/>
    <w:rsid w:val="00346220"/>
    <w:rsid w:val="00346241"/>
    <w:rsid w:val="003462F6"/>
    <w:rsid w:val="003464C2"/>
    <w:rsid w:val="0034665A"/>
    <w:rsid w:val="003467BA"/>
    <w:rsid w:val="00346B7A"/>
    <w:rsid w:val="00346C6E"/>
    <w:rsid w:val="00347232"/>
    <w:rsid w:val="003472E1"/>
    <w:rsid w:val="003473FE"/>
    <w:rsid w:val="00347443"/>
    <w:rsid w:val="0034794C"/>
    <w:rsid w:val="00347980"/>
    <w:rsid w:val="00347998"/>
    <w:rsid w:val="00347A83"/>
    <w:rsid w:val="00347D71"/>
    <w:rsid w:val="00347E2F"/>
    <w:rsid w:val="00347E92"/>
    <w:rsid w:val="003500EF"/>
    <w:rsid w:val="003502FA"/>
    <w:rsid w:val="00350387"/>
    <w:rsid w:val="00350606"/>
    <w:rsid w:val="003506D8"/>
    <w:rsid w:val="003507CD"/>
    <w:rsid w:val="003509E0"/>
    <w:rsid w:val="00350C59"/>
    <w:rsid w:val="00350D7A"/>
    <w:rsid w:val="00350DA7"/>
    <w:rsid w:val="00350F61"/>
    <w:rsid w:val="00350F87"/>
    <w:rsid w:val="003511AD"/>
    <w:rsid w:val="0035121F"/>
    <w:rsid w:val="00351468"/>
    <w:rsid w:val="003516E2"/>
    <w:rsid w:val="003517A4"/>
    <w:rsid w:val="003517BE"/>
    <w:rsid w:val="003517C5"/>
    <w:rsid w:val="00351854"/>
    <w:rsid w:val="003519E9"/>
    <w:rsid w:val="003520C1"/>
    <w:rsid w:val="00352281"/>
    <w:rsid w:val="00352293"/>
    <w:rsid w:val="00352304"/>
    <w:rsid w:val="003527E5"/>
    <w:rsid w:val="00352819"/>
    <w:rsid w:val="003528DB"/>
    <w:rsid w:val="00352AAA"/>
    <w:rsid w:val="00352AB5"/>
    <w:rsid w:val="00352C9A"/>
    <w:rsid w:val="00352F37"/>
    <w:rsid w:val="003532C4"/>
    <w:rsid w:val="00353356"/>
    <w:rsid w:val="003533BE"/>
    <w:rsid w:val="003535A6"/>
    <w:rsid w:val="0035365E"/>
    <w:rsid w:val="0035387C"/>
    <w:rsid w:val="00353A00"/>
    <w:rsid w:val="00353B3B"/>
    <w:rsid w:val="00353D5B"/>
    <w:rsid w:val="00353DAE"/>
    <w:rsid w:val="00353E29"/>
    <w:rsid w:val="00353EEC"/>
    <w:rsid w:val="00353F67"/>
    <w:rsid w:val="003541BD"/>
    <w:rsid w:val="003541CD"/>
    <w:rsid w:val="0035449C"/>
    <w:rsid w:val="00354599"/>
    <w:rsid w:val="003546C6"/>
    <w:rsid w:val="003546F2"/>
    <w:rsid w:val="00354820"/>
    <w:rsid w:val="0035482D"/>
    <w:rsid w:val="003548A5"/>
    <w:rsid w:val="003548DB"/>
    <w:rsid w:val="00354C94"/>
    <w:rsid w:val="00354CCE"/>
    <w:rsid w:val="0035506E"/>
    <w:rsid w:val="003550F4"/>
    <w:rsid w:val="00355146"/>
    <w:rsid w:val="00355586"/>
    <w:rsid w:val="00355817"/>
    <w:rsid w:val="0035584D"/>
    <w:rsid w:val="0035590D"/>
    <w:rsid w:val="0035590F"/>
    <w:rsid w:val="00355C76"/>
    <w:rsid w:val="00355CAF"/>
    <w:rsid w:val="00355E2B"/>
    <w:rsid w:val="00355F75"/>
    <w:rsid w:val="00356440"/>
    <w:rsid w:val="0035646E"/>
    <w:rsid w:val="003566E8"/>
    <w:rsid w:val="0035683C"/>
    <w:rsid w:val="0035691F"/>
    <w:rsid w:val="00356943"/>
    <w:rsid w:val="00356975"/>
    <w:rsid w:val="00356A9E"/>
    <w:rsid w:val="00356E44"/>
    <w:rsid w:val="00356FC7"/>
    <w:rsid w:val="00357205"/>
    <w:rsid w:val="0035738C"/>
    <w:rsid w:val="00357574"/>
    <w:rsid w:val="00357654"/>
    <w:rsid w:val="0035767D"/>
    <w:rsid w:val="00357693"/>
    <w:rsid w:val="00357932"/>
    <w:rsid w:val="00357970"/>
    <w:rsid w:val="00357BD6"/>
    <w:rsid w:val="00357D28"/>
    <w:rsid w:val="00357EAB"/>
    <w:rsid w:val="00357FA9"/>
    <w:rsid w:val="003600C8"/>
    <w:rsid w:val="003601B7"/>
    <w:rsid w:val="00360524"/>
    <w:rsid w:val="00360552"/>
    <w:rsid w:val="00360730"/>
    <w:rsid w:val="0036076B"/>
    <w:rsid w:val="0036094F"/>
    <w:rsid w:val="00360CE4"/>
    <w:rsid w:val="00360DA3"/>
    <w:rsid w:val="00360ECB"/>
    <w:rsid w:val="00360F0F"/>
    <w:rsid w:val="00360F1B"/>
    <w:rsid w:val="00361182"/>
    <w:rsid w:val="003616BA"/>
    <w:rsid w:val="0036173F"/>
    <w:rsid w:val="003617A2"/>
    <w:rsid w:val="003617AB"/>
    <w:rsid w:val="00361865"/>
    <w:rsid w:val="0036199E"/>
    <w:rsid w:val="00361AA1"/>
    <w:rsid w:val="00361D4D"/>
    <w:rsid w:val="00361E1D"/>
    <w:rsid w:val="00361F75"/>
    <w:rsid w:val="00361FDD"/>
    <w:rsid w:val="0036211B"/>
    <w:rsid w:val="0036225A"/>
    <w:rsid w:val="0036250F"/>
    <w:rsid w:val="0036251E"/>
    <w:rsid w:val="0036256E"/>
    <w:rsid w:val="00362591"/>
    <w:rsid w:val="00362998"/>
    <w:rsid w:val="00362B1D"/>
    <w:rsid w:val="00362BC0"/>
    <w:rsid w:val="00362D89"/>
    <w:rsid w:val="00362EA3"/>
    <w:rsid w:val="00362F60"/>
    <w:rsid w:val="003631F4"/>
    <w:rsid w:val="0036322B"/>
    <w:rsid w:val="00363359"/>
    <w:rsid w:val="003633AC"/>
    <w:rsid w:val="00363524"/>
    <w:rsid w:val="00363558"/>
    <w:rsid w:val="0036355D"/>
    <w:rsid w:val="003636A3"/>
    <w:rsid w:val="003636BE"/>
    <w:rsid w:val="0036388D"/>
    <w:rsid w:val="00363E32"/>
    <w:rsid w:val="00363E3D"/>
    <w:rsid w:val="00363FF1"/>
    <w:rsid w:val="003640C9"/>
    <w:rsid w:val="0036412C"/>
    <w:rsid w:val="00364593"/>
    <w:rsid w:val="0036470E"/>
    <w:rsid w:val="003649F2"/>
    <w:rsid w:val="00364C11"/>
    <w:rsid w:val="00364DC0"/>
    <w:rsid w:val="00364F8D"/>
    <w:rsid w:val="003650FA"/>
    <w:rsid w:val="0036515D"/>
    <w:rsid w:val="00365385"/>
    <w:rsid w:val="003653B4"/>
    <w:rsid w:val="003654EE"/>
    <w:rsid w:val="0036553F"/>
    <w:rsid w:val="0036559C"/>
    <w:rsid w:val="003656D7"/>
    <w:rsid w:val="00365A1E"/>
    <w:rsid w:val="00365D0C"/>
    <w:rsid w:val="00365E13"/>
    <w:rsid w:val="003663A3"/>
    <w:rsid w:val="00366657"/>
    <w:rsid w:val="003668A8"/>
    <w:rsid w:val="00366980"/>
    <w:rsid w:val="00366BA4"/>
    <w:rsid w:val="00366BBA"/>
    <w:rsid w:val="00366C15"/>
    <w:rsid w:val="00366CEF"/>
    <w:rsid w:val="00366D7F"/>
    <w:rsid w:val="00366E38"/>
    <w:rsid w:val="00366FB3"/>
    <w:rsid w:val="00367032"/>
    <w:rsid w:val="00367056"/>
    <w:rsid w:val="0036719F"/>
    <w:rsid w:val="0036723F"/>
    <w:rsid w:val="003674DB"/>
    <w:rsid w:val="003676DF"/>
    <w:rsid w:val="00367764"/>
    <w:rsid w:val="003678DD"/>
    <w:rsid w:val="003678DE"/>
    <w:rsid w:val="003679AC"/>
    <w:rsid w:val="00367B49"/>
    <w:rsid w:val="00367C7A"/>
    <w:rsid w:val="00367F70"/>
    <w:rsid w:val="003700DB"/>
    <w:rsid w:val="003700EC"/>
    <w:rsid w:val="00370377"/>
    <w:rsid w:val="00370401"/>
    <w:rsid w:val="00370522"/>
    <w:rsid w:val="00370579"/>
    <w:rsid w:val="0037059A"/>
    <w:rsid w:val="00370711"/>
    <w:rsid w:val="00370752"/>
    <w:rsid w:val="00371134"/>
    <w:rsid w:val="0037146C"/>
    <w:rsid w:val="00371631"/>
    <w:rsid w:val="00371659"/>
    <w:rsid w:val="0037167C"/>
    <w:rsid w:val="00371781"/>
    <w:rsid w:val="003717C5"/>
    <w:rsid w:val="00371817"/>
    <w:rsid w:val="00371981"/>
    <w:rsid w:val="00371A16"/>
    <w:rsid w:val="00371A27"/>
    <w:rsid w:val="00371A7B"/>
    <w:rsid w:val="00371A9C"/>
    <w:rsid w:val="00371B74"/>
    <w:rsid w:val="00371D85"/>
    <w:rsid w:val="00371DDD"/>
    <w:rsid w:val="00371E19"/>
    <w:rsid w:val="00371E5D"/>
    <w:rsid w:val="0037206F"/>
    <w:rsid w:val="00372108"/>
    <w:rsid w:val="003721D1"/>
    <w:rsid w:val="003721ED"/>
    <w:rsid w:val="00372486"/>
    <w:rsid w:val="00372508"/>
    <w:rsid w:val="00372668"/>
    <w:rsid w:val="00372735"/>
    <w:rsid w:val="00372B3C"/>
    <w:rsid w:val="00372C0A"/>
    <w:rsid w:val="00372C50"/>
    <w:rsid w:val="00372C5F"/>
    <w:rsid w:val="00372CFD"/>
    <w:rsid w:val="00372E6E"/>
    <w:rsid w:val="00372E91"/>
    <w:rsid w:val="00373028"/>
    <w:rsid w:val="00373135"/>
    <w:rsid w:val="00373162"/>
    <w:rsid w:val="0037316E"/>
    <w:rsid w:val="003731C8"/>
    <w:rsid w:val="00373394"/>
    <w:rsid w:val="00373616"/>
    <w:rsid w:val="0037378B"/>
    <w:rsid w:val="00373AB8"/>
    <w:rsid w:val="00373B18"/>
    <w:rsid w:val="00373BB4"/>
    <w:rsid w:val="00373CED"/>
    <w:rsid w:val="00373E5B"/>
    <w:rsid w:val="00373F51"/>
    <w:rsid w:val="00374147"/>
    <w:rsid w:val="00374218"/>
    <w:rsid w:val="0037421A"/>
    <w:rsid w:val="00374273"/>
    <w:rsid w:val="003742C9"/>
    <w:rsid w:val="0037439F"/>
    <w:rsid w:val="0037440C"/>
    <w:rsid w:val="00374645"/>
    <w:rsid w:val="00374767"/>
    <w:rsid w:val="00374909"/>
    <w:rsid w:val="003749C5"/>
    <w:rsid w:val="00374A38"/>
    <w:rsid w:val="00374C29"/>
    <w:rsid w:val="00374C81"/>
    <w:rsid w:val="00374D26"/>
    <w:rsid w:val="00374D4A"/>
    <w:rsid w:val="00374D71"/>
    <w:rsid w:val="00374E61"/>
    <w:rsid w:val="00374E86"/>
    <w:rsid w:val="00375071"/>
    <w:rsid w:val="003750A7"/>
    <w:rsid w:val="003751CC"/>
    <w:rsid w:val="003752E8"/>
    <w:rsid w:val="00375441"/>
    <w:rsid w:val="003754CF"/>
    <w:rsid w:val="00375581"/>
    <w:rsid w:val="00375866"/>
    <w:rsid w:val="00375917"/>
    <w:rsid w:val="00375922"/>
    <w:rsid w:val="003759E8"/>
    <w:rsid w:val="00375C06"/>
    <w:rsid w:val="00375C0C"/>
    <w:rsid w:val="00375D32"/>
    <w:rsid w:val="00375DE5"/>
    <w:rsid w:val="00375F4F"/>
    <w:rsid w:val="00375F90"/>
    <w:rsid w:val="00376047"/>
    <w:rsid w:val="0037632F"/>
    <w:rsid w:val="00376612"/>
    <w:rsid w:val="00376706"/>
    <w:rsid w:val="0037677D"/>
    <w:rsid w:val="0037680C"/>
    <w:rsid w:val="0037692F"/>
    <w:rsid w:val="00376B62"/>
    <w:rsid w:val="00376D62"/>
    <w:rsid w:val="00376ECA"/>
    <w:rsid w:val="00376F46"/>
    <w:rsid w:val="00377013"/>
    <w:rsid w:val="0037702D"/>
    <w:rsid w:val="00377449"/>
    <w:rsid w:val="0037758C"/>
    <w:rsid w:val="00377681"/>
    <w:rsid w:val="00377780"/>
    <w:rsid w:val="00377A1B"/>
    <w:rsid w:val="00377B0A"/>
    <w:rsid w:val="00377C06"/>
    <w:rsid w:val="00377F5E"/>
    <w:rsid w:val="00380036"/>
    <w:rsid w:val="00380160"/>
    <w:rsid w:val="003803D1"/>
    <w:rsid w:val="00380434"/>
    <w:rsid w:val="0038048A"/>
    <w:rsid w:val="003805A4"/>
    <w:rsid w:val="00380700"/>
    <w:rsid w:val="00380976"/>
    <w:rsid w:val="00380991"/>
    <w:rsid w:val="003809E2"/>
    <w:rsid w:val="003812BA"/>
    <w:rsid w:val="0038143C"/>
    <w:rsid w:val="00381853"/>
    <w:rsid w:val="00381A0C"/>
    <w:rsid w:val="00381E4E"/>
    <w:rsid w:val="00381EB0"/>
    <w:rsid w:val="00381FE9"/>
    <w:rsid w:val="0038206E"/>
    <w:rsid w:val="00382089"/>
    <w:rsid w:val="003821A3"/>
    <w:rsid w:val="00382343"/>
    <w:rsid w:val="003823BA"/>
    <w:rsid w:val="003824C0"/>
    <w:rsid w:val="00382727"/>
    <w:rsid w:val="003827DE"/>
    <w:rsid w:val="00382958"/>
    <w:rsid w:val="003829E3"/>
    <w:rsid w:val="00382B69"/>
    <w:rsid w:val="00382CB0"/>
    <w:rsid w:val="00382DA0"/>
    <w:rsid w:val="00382EE2"/>
    <w:rsid w:val="003832D1"/>
    <w:rsid w:val="0038338A"/>
    <w:rsid w:val="003833A9"/>
    <w:rsid w:val="003833D3"/>
    <w:rsid w:val="0038368D"/>
    <w:rsid w:val="00383704"/>
    <w:rsid w:val="0038390D"/>
    <w:rsid w:val="0038394B"/>
    <w:rsid w:val="003839DD"/>
    <w:rsid w:val="00383D94"/>
    <w:rsid w:val="00383F9E"/>
    <w:rsid w:val="00384006"/>
    <w:rsid w:val="003840BA"/>
    <w:rsid w:val="00384358"/>
    <w:rsid w:val="0038446F"/>
    <w:rsid w:val="003847C4"/>
    <w:rsid w:val="0038482F"/>
    <w:rsid w:val="00384971"/>
    <w:rsid w:val="00384C9B"/>
    <w:rsid w:val="00384C9D"/>
    <w:rsid w:val="00384D6E"/>
    <w:rsid w:val="00385141"/>
    <w:rsid w:val="003851FB"/>
    <w:rsid w:val="003853D2"/>
    <w:rsid w:val="0038543D"/>
    <w:rsid w:val="003855E2"/>
    <w:rsid w:val="00385AA2"/>
    <w:rsid w:val="00385AF0"/>
    <w:rsid w:val="00385B00"/>
    <w:rsid w:val="00385D5D"/>
    <w:rsid w:val="00385D77"/>
    <w:rsid w:val="00385F82"/>
    <w:rsid w:val="00385FDA"/>
    <w:rsid w:val="00385FEF"/>
    <w:rsid w:val="00386005"/>
    <w:rsid w:val="0038611C"/>
    <w:rsid w:val="003861D7"/>
    <w:rsid w:val="00386202"/>
    <w:rsid w:val="003862DC"/>
    <w:rsid w:val="00386590"/>
    <w:rsid w:val="00386669"/>
    <w:rsid w:val="003866F0"/>
    <w:rsid w:val="00386944"/>
    <w:rsid w:val="00386C39"/>
    <w:rsid w:val="00386D1F"/>
    <w:rsid w:val="00386E8E"/>
    <w:rsid w:val="00386F08"/>
    <w:rsid w:val="00386FD1"/>
    <w:rsid w:val="00387016"/>
    <w:rsid w:val="00387496"/>
    <w:rsid w:val="003874F2"/>
    <w:rsid w:val="00387550"/>
    <w:rsid w:val="003877BC"/>
    <w:rsid w:val="0038784D"/>
    <w:rsid w:val="00387BB6"/>
    <w:rsid w:val="00387DD5"/>
    <w:rsid w:val="00387E33"/>
    <w:rsid w:val="00387F4B"/>
    <w:rsid w:val="00390344"/>
    <w:rsid w:val="003903C9"/>
    <w:rsid w:val="003904E8"/>
    <w:rsid w:val="003905BD"/>
    <w:rsid w:val="003906D8"/>
    <w:rsid w:val="003907EB"/>
    <w:rsid w:val="00390A16"/>
    <w:rsid w:val="00390D7B"/>
    <w:rsid w:val="00391097"/>
    <w:rsid w:val="003911D3"/>
    <w:rsid w:val="003911D6"/>
    <w:rsid w:val="00391255"/>
    <w:rsid w:val="0039135D"/>
    <w:rsid w:val="0039149C"/>
    <w:rsid w:val="003914A3"/>
    <w:rsid w:val="003915E4"/>
    <w:rsid w:val="00391691"/>
    <w:rsid w:val="003917EF"/>
    <w:rsid w:val="003917F6"/>
    <w:rsid w:val="003918A3"/>
    <w:rsid w:val="0039192F"/>
    <w:rsid w:val="003919D6"/>
    <w:rsid w:val="003919FF"/>
    <w:rsid w:val="00391B03"/>
    <w:rsid w:val="00391D67"/>
    <w:rsid w:val="00391E60"/>
    <w:rsid w:val="00391E68"/>
    <w:rsid w:val="00391EF0"/>
    <w:rsid w:val="003920D2"/>
    <w:rsid w:val="003920E4"/>
    <w:rsid w:val="0039247C"/>
    <w:rsid w:val="00392631"/>
    <w:rsid w:val="0039280D"/>
    <w:rsid w:val="00392BD9"/>
    <w:rsid w:val="00392EA8"/>
    <w:rsid w:val="00392FA7"/>
    <w:rsid w:val="00393064"/>
    <w:rsid w:val="00393227"/>
    <w:rsid w:val="0039330A"/>
    <w:rsid w:val="003938D8"/>
    <w:rsid w:val="00393977"/>
    <w:rsid w:val="00393A09"/>
    <w:rsid w:val="00393B85"/>
    <w:rsid w:val="00393D70"/>
    <w:rsid w:val="00393D98"/>
    <w:rsid w:val="00393ECD"/>
    <w:rsid w:val="00393EFD"/>
    <w:rsid w:val="00393F63"/>
    <w:rsid w:val="00394056"/>
    <w:rsid w:val="0039418C"/>
    <w:rsid w:val="003941E1"/>
    <w:rsid w:val="003941F0"/>
    <w:rsid w:val="0039430D"/>
    <w:rsid w:val="0039467A"/>
    <w:rsid w:val="00394687"/>
    <w:rsid w:val="00394763"/>
    <w:rsid w:val="00394948"/>
    <w:rsid w:val="00394968"/>
    <w:rsid w:val="003949F8"/>
    <w:rsid w:val="00394AF3"/>
    <w:rsid w:val="00394CA6"/>
    <w:rsid w:val="00394E5E"/>
    <w:rsid w:val="00394F88"/>
    <w:rsid w:val="00395091"/>
    <w:rsid w:val="003950A1"/>
    <w:rsid w:val="00395237"/>
    <w:rsid w:val="003953D0"/>
    <w:rsid w:val="00395513"/>
    <w:rsid w:val="003955BC"/>
    <w:rsid w:val="00395997"/>
    <w:rsid w:val="0039617A"/>
    <w:rsid w:val="0039624E"/>
    <w:rsid w:val="00396307"/>
    <w:rsid w:val="003964BC"/>
    <w:rsid w:val="00396633"/>
    <w:rsid w:val="003966A6"/>
    <w:rsid w:val="003967B3"/>
    <w:rsid w:val="003968CD"/>
    <w:rsid w:val="00396B5C"/>
    <w:rsid w:val="00396CBD"/>
    <w:rsid w:val="00396CCD"/>
    <w:rsid w:val="00396CFF"/>
    <w:rsid w:val="00396D6C"/>
    <w:rsid w:val="00396D81"/>
    <w:rsid w:val="00396E1C"/>
    <w:rsid w:val="00396E32"/>
    <w:rsid w:val="00396E61"/>
    <w:rsid w:val="00396ED7"/>
    <w:rsid w:val="00396FC7"/>
    <w:rsid w:val="00397595"/>
    <w:rsid w:val="00397695"/>
    <w:rsid w:val="003977F1"/>
    <w:rsid w:val="0039784F"/>
    <w:rsid w:val="00397966"/>
    <w:rsid w:val="003979DE"/>
    <w:rsid w:val="00397C09"/>
    <w:rsid w:val="00397DC8"/>
    <w:rsid w:val="003A0041"/>
    <w:rsid w:val="003A0483"/>
    <w:rsid w:val="003A078B"/>
    <w:rsid w:val="003A0868"/>
    <w:rsid w:val="003A0877"/>
    <w:rsid w:val="003A0A3D"/>
    <w:rsid w:val="003A0BDD"/>
    <w:rsid w:val="003A0DCD"/>
    <w:rsid w:val="003A0FD7"/>
    <w:rsid w:val="003A1229"/>
    <w:rsid w:val="003A12C3"/>
    <w:rsid w:val="003A15AC"/>
    <w:rsid w:val="003A1787"/>
    <w:rsid w:val="003A1808"/>
    <w:rsid w:val="003A19B8"/>
    <w:rsid w:val="003A1AEF"/>
    <w:rsid w:val="003A1B02"/>
    <w:rsid w:val="003A1B24"/>
    <w:rsid w:val="003A209D"/>
    <w:rsid w:val="003A20BC"/>
    <w:rsid w:val="003A21B6"/>
    <w:rsid w:val="003A2291"/>
    <w:rsid w:val="003A2292"/>
    <w:rsid w:val="003A2350"/>
    <w:rsid w:val="003A2396"/>
    <w:rsid w:val="003A23F3"/>
    <w:rsid w:val="003A2421"/>
    <w:rsid w:val="003A25DC"/>
    <w:rsid w:val="003A263E"/>
    <w:rsid w:val="003A2984"/>
    <w:rsid w:val="003A2A5B"/>
    <w:rsid w:val="003A2EF5"/>
    <w:rsid w:val="003A2FEE"/>
    <w:rsid w:val="003A3033"/>
    <w:rsid w:val="003A3150"/>
    <w:rsid w:val="003A3200"/>
    <w:rsid w:val="003A339F"/>
    <w:rsid w:val="003A33EF"/>
    <w:rsid w:val="003A3740"/>
    <w:rsid w:val="003A37BC"/>
    <w:rsid w:val="003A388B"/>
    <w:rsid w:val="003A3932"/>
    <w:rsid w:val="003A3941"/>
    <w:rsid w:val="003A3AAA"/>
    <w:rsid w:val="003A3B70"/>
    <w:rsid w:val="003A3B73"/>
    <w:rsid w:val="003A3C24"/>
    <w:rsid w:val="003A3D45"/>
    <w:rsid w:val="003A3DA3"/>
    <w:rsid w:val="003A3FB3"/>
    <w:rsid w:val="003A4131"/>
    <w:rsid w:val="003A4148"/>
    <w:rsid w:val="003A4157"/>
    <w:rsid w:val="003A4178"/>
    <w:rsid w:val="003A4209"/>
    <w:rsid w:val="003A43F5"/>
    <w:rsid w:val="003A4585"/>
    <w:rsid w:val="003A4831"/>
    <w:rsid w:val="003A4908"/>
    <w:rsid w:val="003A4911"/>
    <w:rsid w:val="003A4AC6"/>
    <w:rsid w:val="003A4C95"/>
    <w:rsid w:val="003A4E18"/>
    <w:rsid w:val="003A4F77"/>
    <w:rsid w:val="003A5151"/>
    <w:rsid w:val="003A5326"/>
    <w:rsid w:val="003A534C"/>
    <w:rsid w:val="003A5386"/>
    <w:rsid w:val="003A5394"/>
    <w:rsid w:val="003A5410"/>
    <w:rsid w:val="003A5496"/>
    <w:rsid w:val="003A55C8"/>
    <w:rsid w:val="003A594A"/>
    <w:rsid w:val="003A5A6F"/>
    <w:rsid w:val="003A5BCC"/>
    <w:rsid w:val="003A5C04"/>
    <w:rsid w:val="003A5C64"/>
    <w:rsid w:val="003A5D5E"/>
    <w:rsid w:val="003A5DDB"/>
    <w:rsid w:val="003A5F41"/>
    <w:rsid w:val="003A5F8D"/>
    <w:rsid w:val="003A5FBE"/>
    <w:rsid w:val="003A6268"/>
    <w:rsid w:val="003A63A2"/>
    <w:rsid w:val="003A66A6"/>
    <w:rsid w:val="003A66BF"/>
    <w:rsid w:val="003A6728"/>
    <w:rsid w:val="003A67BE"/>
    <w:rsid w:val="003A69A3"/>
    <w:rsid w:val="003A6B14"/>
    <w:rsid w:val="003A6EA7"/>
    <w:rsid w:val="003A7151"/>
    <w:rsid w:val="003A7323"/>
    <w:rsid w:val="003A7376"/>
    <w:rsid w:val="003A7758"/>
    <w:rsid w:val="003A7831"/>
    <w:rsid w:val="003A78CA"/>
    <w:rsid w:val="003A7A70"/>
    <w:rsid w:val="003A7B32"/>
    <w:rsid w:val="003A7CE6"/>
    <w:rsid w:val="003A7E0E"/>
    <w:rsid w:val="003A7E87"/>
    <w:rsid w:val="003A7F60"/>
    <w:rsid w:val="003B019B"/>
    <w:rsid w:val="003B01B9"/>
    <w:rsid w:val="003B01BB"/>
    <w:rsid w:val="003B01E8"/>
    <w:rsid w:val="003B0206"/>
    <w:rsid w:val="003B067C"/>
    <w:rsid w:val="003B0730"/>
    <w:rsid w:val="003B091F"/>
    <w:rsid w:val="003B098B"/>
    <w:rsid w:val="003B09E6"/>
    <w:rsid w:val="003B0AEA"/>
    <w:rsid w:val="003B0CA5"/>
    <w:rsid w:val="003B0F0A"/>
    <w:rsid w:val="003B11E1"/>
    <w:rsid w:val="003B13E6"/>
    <w:rsid w:val="003B1603"/>
    <w:rsid w:val="003B17BC"/>
    <w:rsid w:val="003B1B45"/>
    <w:rsid w:val="003B1F93"/>
    <w:rsid w:val="003B2051"/>
    <w:rsid w:val="003B216D"/>
    <w:rsid w:val="003B2339"/>
    <w:rsid w:val="003B248E"/>
    <w:rsid w:val="003B24D9"/>
    <w:rsid w:val="003B24EA"/>
    <w:rsid w:val="003B2CCB"/>
    <w:rsid w:val="003B2F94"/>
    <w:rsid w:val="003B3006"/>
    <w:rsid w:val="003B3036"/>
    <w:rsid w:val="003B3049"/>
    <w:rsid w:val="003B312D"/>
    <w:rsid w:val="003B3144"/>
    <w:rsid w:val="003B32EB"/>
    <w:rsid w:val="003B33FF"/>
    <w:rsid w:val="003B35B8"/>
    <w:rsid w:val="003B35C2"/>
    <w:rsid w:val="003B360D"/>
    <w:rsid w:val="003B3740"/>
    <w:rsid w:val="003B37F1"/>
    <w:rsid w:val="003B3917"/>
    <w:rsid w:val="003B39FF"/>
    <w:rsid w:val="003B3CC5"/>
    <w:rsid w:val="003B3CF8"/>
    <w:rsid w:val="003B3F46"/>
    <w:rsid w:val="003B3FC0"/>
    <w:rsid w:val="003B442C"/>
    <w:rsid w:val="003B4703"/>
    <w:rsid w:val="003B4730"/>
    <w:rsid w:val="003B4B22"/>
    <w:rsid w:val="003B4D49"/>
    <w:rsid w:val="003B4F17"/>
    <w:rsid w:val="003B4F8A"/>
    <w:rsid w:val="003B4F8E"/>
    <w:rsid w:val="003B5143"/>
    <w:rsid w:val="003B5267"/>
    <w:rsid w:val="003B57A1"/>
    <w:rsid w:val="003B5913"/>
    <w:rsid w:val="003B59C1"/>
    <w:rsid w:val="003B5A67"/>
    <w:rsid w:val="003B5A79"/>
    <w:rsid w:val="003B5C83"/>
    <w:rsid w:val="003B5D39"/>
    <w:rsid w:val="003B5E20"/>
    <w:rsid w:val="003B5EE3"/>
    <w:rsid w:val="003B5F0E"/>
    <w:rsid w:val="003B6233"/>
    <w:rsid w:val="003B6273"/>
    <w:rsid w:val="003B6576"/>
    <w:rsid w:val="003B65B6"/>
    <w:rsid w:val="003B65E4"/>
    <w:rsid w:val="003B6631"/>
    <w:rsid w:val="003B670B"/>
    <w:rsid w:val="003B68A0"/>
    <w:rsid w:val="003B6938"/>
    <w:rsid w:val="003B697D"/>
    <w:rsid w:val="003B6A0E"/>
    <w:rsid w:val="003B6A99"/>
    <w:rsid w:val="003B6BF4"/>
    <w:rsid w:val="003B6C0F"/>
    <w:rsid w:val="003B745B"/>
    <w:rsid w:val="003B78A5"/>
    <w:rsid w:val="003B7A43"/>
    <w:rsid w:val="003B7C4C"/>
    <w:rsid w:val="003B7ECA"/>
    <w:rsid w:val="003B7ED6"/>
    <w:rsid w:val="003C030E"/>
    <w:rsid w:val="003C03E1"/>
    <w:rsid w:val="003C0448"/>
    <w:rsid w:val="003C0458"/>
    <w:rsid w:val="003C0515"/>
    <w:rsid w:val="003C0548"/>
    <w:rsid w:val="003C065D"/>
    <w:rsid w:val="003C0839"/>
    <w:rsid w:val="003C0981"/>
    <w:rsid w:val="003C0AD7"/>
    <w:rsid w:val="003C0C2F"/>
    <w:rsid w:val="003C0D73"/>
    <w:rsid w:val="003C0E5E"/>
    <w:rsid w:val="003C12E5"/>
    <w:rsid w:val="003C1496"/>
    <w:rsid w:val="003C1517"/>
    <w:rsid w:val="003C1825"/>
    <w:rsid w:val="003C1991"/>
    <w:rsid w:val="003C205D"/>
    <w:rsid w:val="003C2259"/>
    <w:rsid w:val="003C22D3"/>
    <w:rsid w:val="003C22D4"/>
    <w:rsid w:val="003C238F"/>
    <w:rsid w:val="003C25DD"/>
    <w:rsid w:val="003C2675"/>
    <w:rsid w:val="003C288E"/>
    <w:rsid w:val="003C2A2C"/>
    <w:rsid w:val="003C2A51"/>
    <w:rsid w:val="003C2C31"/>
    <w:rsid w:val="003C2CA3"/>
    <w:rsid w:val="003C2D19"/>
    <w:rsid w:val="003C2D3E"/>
    <w:rsid w:val="003C2DD7"/>
    <w:rsid w:val="003C2E3B"/>
    <w:rsid w:val="003C2F78"/>
    <w:rsid w:val="003C3111"/>
    <w:rsid w:val="003C351D"/>
    <w:rsid w:val="003C35B0"/>
    <w:rsid w:val="003C36E5"/>
    <w:rsid w:val="003C374A"/>
    <w:rsid w:val="003C3935"/>
    <w:rsid w:val="003C3991"/>
    <w:rsid w:val="003C3A58"/>
    <w:rsid w:val="003C3C3E"/>
    <w:rsid w:val="003C3E72"/>
    <w:rsid w:val="003C402E"/>
    <w:rsid w:val="003C4078"/>
    <w:rsid w:val="003C41A0"/>
    <w:rsid w:val="003C41F7"/>
    <w:rsid w:val="003C4301"/>
    <w:rsid w:val="003C4346"/>
    <w:rsid w:val="003C435A"/>
    <w:rsid w:val="003C4416"/>
    <w:rsid w:val="003C44F5"/>
    <w:rsid w:val="003C46AC"/>
    <w:rsid w:val="003C4700"/>
    <w:rsid w:val="003C47D8"/>
    <w:rsid w:val="003C4913"/>
    <w:rsid w:val="003C49A8"/>
    <w:rsid w:val="003C4A74"/>
    <w:rsid w:val="003C4E36"/>
    <w:rsid w:val="003C4E9B"/>
    <w:rsid w:val="003C4EA0"/>
    <w:rsid w:val="003C5007"/>
    <w:rsid w:val="003C5052"/>
    <w:rsid w:val="003C510E"/>
    <w:rsid w:val="003C514A"/>
    <w:rsid w:val="003C5160"/>
    <w:rsid w:val="003C529E"/>
    <w:rsid w:val="003C5421"/>
    <w:rsid w:val="003C542D"/>
    <w:rsid w:val="003C5602"/>
    <w:rsid w:val="003C56F6"/>
    <w:rsid w:val="003C5B35"/>
    <w:rsid w:val="003C5B3E"/>
    <w:rsid w:val="003C5B60"/>
    <w:rsid w:val="003C5C5F"/>
    <w:rsid w:val="003C5D10"/>
    <w:rsid w:val="003C5E1E"/>
    <w:rsid w:val="003C5F3C"/>
    <w:rsid w:val="003C61A8"/>
    <w:rsid w:val="003C6285"/>
    <w:rsid w:val="003C635E"/>
    <w:rsid w:val="003C63C8"/>
    <w:rsid w:val="003C6479"/>
    <w:rsid w:val="003C667B"/>
    <w:rsid w:val="003C679A"/>
    <w:rsid w:val="003C67ED"/>
    <w:rsid w:val="003C68BC"/>
    <w:rsid w:val="003C6AB0"/>
    <w:rsid w:val="003C6AC5"/>
    <w:rsid w:val="003C6BD5"/>
    <w:rsid w:val="003C6E38"/>
    <w:rsid w:val="003C70F7"/>
    <w:rsid w:val="003C710B"/>
    <w:rsid w:val="003C727D"/>
    <w:rsid w:val="003C727F"/>
    <w:rsid w:val="003C72ED"/>
    <w:rsid w:val="003C74F9"/>
    <w:rsid w:val="003C7632"/>
    <w:rsid w:val="003C7715"/>
    <w:rsid w:val="003C7866"/>
    <w:rsid w:val="003C78CC"/>
    <w:rsid w:val="003C7D25"/>
    <w:rsid w:val="003C7E46"/>
    <w:rsid w:val="003C7F54"/>
    <w:rsid w:val="003D0002"/>
    <w:rsid w:val="003D00B2"/>
    <w:rsid w:val="003D0163"/>
    <w:rsid w:val="003D01AD"/>
    <w:rsid w:val="003D01BF"/>
    <w:rsid w:val="003D01D0"/>
    <w:rsid w:val="003D021C"/>
    <w:rsid w:val="003D04D8"/>
    <w:rsid w:val="003D05F7"/>
    <w:rsid w:val="003D0832"/>
    <w:rsid w:val="003D09E3"/>
    <w:rsid w:val="003D0A01"/>
    <w:rsid w:val="003D0A29"/>
    <w:rsid w:val="003D0D75"/>
    <w:rsid w:val="003D0DC4"/>
    <w:rsid w:val="003D0E34"/>
    <w:rsid w:val="003D0E68"/>
    <w:rsid w:val="003D0FFD"/>
    <w:rsid w:val="003D12D7"/>
    <w:rsid w:val="003D1309"/>
    <w:rsid w:val="003D1493"/>
    <w:rsid w:val="003D14F4"/>
    <w:rsid w:val="003D158F"/>
    <w:rsid w:val="003D16AB"/>
    <w:rsid w:val="003D1C14"/>
    <w:rsid w:val="003D1C21"/>
    <w:rsid w:val="003D1C75"/>
    <w:rsid w:val="003D1F05"/>
    <w:rsid w:val="003D1F84"/>
    <w:rsid w:val="003D2093"/>
    <w:rsid w:val="003D2378"/>
    <w:rsid w:val="003D2386"/>
    <w:rsid w:val="003D246A"/>
    <w:rsid w:val="003D2A68"/>
    <w:rsid w:val="003D2B44"/>
    <w:rsid w:val="003D2B6E"/>
    <w:rsid w:val="003D2CA7"/>
    <w:rsid w:val="003D2D4D"/>
    <w:rsid w:val="003D2DC8"/>
    <w:rsid w:val="003D2E5F"/>
    <w:rsid w:val="003D31B5"/>
    <w:rsid w:val="003D34EF"/>
    <w:rsid w:val="003D3677"/>
    <w:rsid w:val="003D39E5"/>
    <w:rsid w:val="003D3A8D"/>
    <w:rsid w:val="003D3AD2"/>
    <w:rsid w:val="003D3C20"/>
    <w:rsid w:val="003D3FB1"/>
    <w:rsid w:val="003D3FE7"/>
    <w:rsid w:val="003D4499"/>
    <w:rsid w:val="003D4538"/>
    <w:rsid w:val="003D463B"/>
    <w:rsid w:val="003D464E"/>
    <w:rsid w:val="003D4855"/>
    <w:rsid w:val="003D4CA3"/>
    <w:rsid w:val="003D4D81"/>
    <w:rsid w:val="003D4D82"/>
    <w:rsid w:val="003D4DE7"/>
    <w:rsid w:val="003D4DE8"/>
    <w:rsid w:val="003D50CF"/>
    <w:rsid w:val="003D5102"/>
    <w:rsid w:val="003D52B4"/>
    <w:rsid w:val="003D564F"/>
    <w:rsid w:val="003D574B"/>
    <w:rsid w:val="003D5A1A"/>
    <w:rsid w:val="003D5BF6"/>
    <w:rsid w:val="003D5C27"/>
    <w:rsid w:val="003D5CD4"/>
    <w:rsid w:val="003D5D24"/>
    <w:rsid w:val="003D5EBD"/>
    <w:rsid w:val="003D5EF5"/>
    <w:rsid w:val="003D5F64"/>
    <w:rsid w:val="003D5F95"/>
    <w:rsid w:val="003D603B"/>
    <w:rsid w:val="003D61C8"/>
    <w:rsid w:val="003D61EA"/>
    <w:rsid w:val="003D6223"/>
    <w:rsid w:val="003D63CA"/>
    <w:rsid w:val="003D6661"/>
    <w:rsid w:val="003D675B"/>
    <w:rsid w:val="003D676B"/>
    <w:rsid w:val="003D6A8A"/>
    <w:rsid w:val="003D6ABA"/>
    <w:rsid w:val="003D6BFB"/>
    <w:rsid w:val="003D6CA8"/>
    <w:rsid w:val="003D6E97"/>
    <w:rsid w:val="003D6EFC"/>
    <w:rsid w:val="003D6FB2"/>
    <w:rsid w:val="003D6FEB"/>
    <w:rsid w:val="003D7398"/>
    <w:rsid w:val="003D73B8"/>
    <w:rsid w:val="003D740F"/>
    <w:rsid w:val="003D763B"/>
    <w:rsid w:val="003D78AF"/>
    <w:rsid w:val="003D7B2A"/>
    <w:rsid w:val="003E0055"/>
    <w:rsid w:val="003E0395"/>
    <w:rsid w:val="003E04CB"/>
    <w:rsid w:val="003E0568"/>
    <w:rsid w:val="003E05CD"/>
    <w:rsid w:val="003E0611"/>
    <w:rsid w:val="003E078E"/>
    <w:rsid w:val="003E0AC0"/>
    <w:rsid w:val="003E0B0C"/>
    <w:rsid w:val="003E0C28"/>
    <w:rsid w:val="003E0C42"/>
    <w:rsid w:val="003E0D3F"/>
    <w:rsid w:val="003E1015"/>
    <w:rsid w:val="003E1020"/>
    <w:rsid w:val="003E1488"/>
    <w:rsid w:val="003E15CE"/>
    <w:rsid w:val="003E15D7"/>
    <w:rsid w:val="003E1698"/>
    <w:rsid w:val="003E16C7"/>
    <w:rsid w:val="003E175A"/>
    <w:rsid w:val="003E17D2"/>
    <w:rsid w:val="003E17D5"/>
    <w:rsid w:val="003E1CDD"/>
    <w:rsid w:val="003E1E3E"/>
    <w:rsid w:val="003E2090"/>
    <w:rsid w:val="003E216F"/>
    <w:rsid w:val="003E21FA"/>
    <w:rsid w:val="003E227B"/>
    <w:rsid w:val="003E2422"/>
    <w:rsid w:val="003E2519"/>
    <w:rsid w:val="003E26DB"/>
    <w:rsid w:val="003E291B"/>
    <w:rsid w:val="003E2BFF"/>
    <w:rsid w:val="003E2C77"/>
    <w:rsid w:val="003E2CAC"/>
    <w:rsid w:val="003E2DD6"/>
    <w:rsid w:val="003E2F83"/>
    <w:rsid w:val="003E2FB6"/>
    <w:rsid w:val="003E303F"/>
    <w:rsid w:val="003E3116"/>
    <w:rsid w:val="003E31C1"/>
    <w:rsid w:val="003E32D3"/>
    <w:rsid w:val="003E33AA"/>
    <w:rsid w:val="003E34E6"/>
    <w:rsid w:val="003E352A"/>
    <w:rsid w:val="003E38B1"/>
    <w:rsid w:val="003E3A92"/>
    <w:rsid w:val="003E3D6D"/>
    <w:rsid w:val="003E3E82"/>
    <w:rsid w:val="003E4091"/>
    <w:rsid w:val="003E40D5"/>
    <w:rsid w:val="003E4328"/>
    <w:rsid w:val="003E43EC"/>
    <w:rsid w:val="003E43FC"/>
    <w:rsid w:val="003E45F3"/>
    <w:rsid w:val="003E47AE"/>
    <w:rsid w:val="003E4AF0"/>
    <w:rsid w:val="003E4B30"/>
    <w:rsid w:val="003E4D6F"/>
    <w:rsid w:val="003E5051"/>
    <w:rsid w:val="003E506A"/>
    <w:rsid w:val="003E50E7"/>
    <w:rsid w:val="003E539E"/>
    <w:rsid w:val="003E5401"/>
    <w:rsid w:val="003E5651"/>
    <w:rsid w:val="003E56EB"/>
    <w:rsid w:val="003E5825"/>
    <w:rsid w:val="003E5B28"/>
    <w:rsid w:val="003E5C11"/>
    <w:rsid w:val="003E5C7B"/>
    <w:rsid w:val="003E5D14"/>
    <w:rsid w:val="003E5E1E"/>
    <w:rsid w:val="003E610B"/>
    <w:rsid w:val="003E6199"/>
    <w:rsid w:val="003E64B5"/>
    <w:rsid w:val="003E66BE"/>
    <w:rsid w:val="003E67DC"/>
    <w:rsid w:val="003E6850"/>
    <w:rsid w:val="003E689B"/>
    <w:rsid w:val="003E6C27"/>
    <w:rsid w:val="003E6D12"/>
    <w:rsid w:val="003E6D37"/>
    <w:rsid w:val="003E6E0C"/>
    <w:rsid w:val="003E6EB0"/>
    <w:rsid w:val="003E7194"/>
    <w:rsid w:val="003E71DF"/>
    <w:rsid w:val="003E7521"/>
    <w:rsid w:val="003E75E2"/>
    <w:rsid w:val="003E7744"/>
    <w:rsid w:val="003E786B"/>
    <w:rsid w:val="003E7BA2"/>
    <w:rsid w:val="003E7BC9"/>
    <w:rsid w:val="003E7C06"/>
    <w:rsid w:val="003E7C2E"/>
    <w:rsid w:val="003E7CB8"/>
    <w:rsid w:val="003F0168"/>
    <w:rsid w:val="003F01B9"/>
    <w:rsid w:val="003F0427"/>
    <w:rsid w:val="003F0561"/>
    <w:rsid w:val="003F075F"/>
    <w:rsid w:val="003F0817"/>
    <w:rsid w:val="003F0C10"/>
    <w:rsid w:val="003F0C11"/>
    <w:rsid w:val="003F0E85"/>
    <w:rsid w:val="003F0F76"/>
    <w:rsid w:val="003F141B"/>
    <w:rsid w:val="003F1554"/>
    <w:rsid w:val="003F163E"/>
    <w:rsid w:val="003F168E"/>
    <w:rsid w:val="003F1788"/>
    <w:rsid w:val="003F17EE"/>
    <w:rsid w:val="003F18D1"/>
    <w:rsid w:val="003F1923"/>
    <w:rsid w:val="003F1938"/>
    <w:rsid w:val="003F1DAE"/>
    <w:rsid w:val="003F1E94"/>
    <w:rsid w:val="003F1F33"/>
    <w:rsid w:val="003F2012"/>
    <w:rsid w:val="003F2076"/>
    <w:rsid w:val="003F21AB"/>
    <w:rsid w:val="003F2455"/>
    <w:rsid w:val="003F2476"/>
    <w:rsid w:val="003F253D"/>
    <w:rsid w:val="003F27F8"/>
    <w:rsid w:val="003F2ADF"/>
    <w:rsid w:val="003F2B70"/>
    <w:rsid w:val="003F2CF8"/>
    <w:rsid w:val="003F2E5B"/>
    <w:rsid w:val="003F2F33"/>
    <w:rsid w:val="003F301D"/>
    <w:rsid w:val="003F30A6"/>
    <w:rsid w:val="003F319E"/>
    <w:rsid w:val="003F3359"/>
    <w:rsid w:val="003F342D"/>
    <w:rsid w:val="003F36CE"/>
    <w:rsid w:val="003F3802"/>
    <w:rsid w:val="003F383E"/>
    <w:rsid w:val="003F38CD"/>
    <w:rsid w:val="003F39A7"/>
    <w:rsid w:val="003F3F17"/>
    <w:rsid w:val="003F40A2"/>
    <w:rsid w:val="003F43A1"/>
    <w:rsid w:val="003F44D3"/>
    <w:rsid w:val="003F4611"/>
    <w:rsid w:val="003F4683"/>
    <w:rsid w:val="003F47D0"/>
    <w:rsid w:val="003F4902"/>
    <w:rsid w:val="003F4A73"/>
    <w:rsid w:val="003F4ACB"/>
    <w:rsid w:val="003F4B0E"/>
    <w:rsid w:val="003F4C48"/>
    <w:rsid w:val="003F4E8F"/>
    <w:rsid w:val="003F5176"/>
    <w:rsid w:val="003F5251"/>
    <w:rsid w:val="003F5296"/>
    <w:rsid w:val="003F53EF"/>
    <w:rsid w:val="003F54F9"/>
    <w:rsid w:val="003F55AC"/>
    <w:rsid w:val="003F59DE"/>
    <w:rsid w:val="003F5C4C"/>
    <w:rsid w:val="003F5D6D"/>
    <w:rsid w:val="003F5E13"/>
    <w:rsid w:val="003F5E1B"/>
    <w:rsid w:val="003F5E28"/>
    <w:rsid w:val="003F5EE1"/>
    <w:rsid w:val="003F63F3"/>
    <w:rsid w:val="003F64C7"/>
    <w:rsid w:val="003F6523"/>
    <w:rsid w:val="003F6758"/>
    <w:rsid w:val="003F680C"/>
    <w:rsid w:val="003F6932"/>
    <w:rsid w:val="003F69F2"/>
    <w:rsid w:val="003F6AED"/>
    <w:rsid w:val="003F6CD7"/>
    <w:rsid w:val="003F6E43"/>
    <w:rsid w:val="003F6F4B"/>
    <w:rsid w:val="003F7537"/>
    <w:rsid w:val="003F75D8"/>
    <w:rsid w:val="003F75FB"/>
    <w:rsid w:val="003F77DF"/>
    <w:rsid w:val="003F7869"/>
    <w:rsid w:val="003F78B8"/>
    <w:rsid w:val="003F7CCC"/>
    <w:rsid w:val="003F7D8B"/>
    <w:rsid w:val="003F7E3C"/>
    <w:rsid w:val="003F7EA4"/>
    <w:rsid w:val="003F7F58"/>
    <w:rsid w:val="00400159"/>
    <w:rsid w:val="00400260"/>
    <w:rsid w:val="004003A3"/>
    <w:rsid w:val="004004F6"/>
    <w:rsid w:val="004005E0"/>
    <w:rsid w:val="004005FE"/>
    <w:rsid w:val="00400614"/>
    <w:rsid w:val="004007E7"/>
    <w:rsid w:val="00400A1D"/>
    <w:rsid w:val="00400BD5"/>
    <w:rsid w:val="00400C75"/>
    <w:rsid w:val="00400CB9"/>
    <w:rsid w:val="00400CD1"/>
    <w:rsid w:val="00400D04"/>
    <w:rsid w:val="00400D63"/>
    <w:rsid w:val="00400E3D"/>
    <w:rsid w:val="00400F01"/>
    <w:rsid w:val="00400F46"/>
    <w:rsid w:val="004011F7"/>
    <w:rsid w:val="00401241"/>
    <w:rsid w:val="004014E6"/>
    <w:rsid w:val="004018E1"/>
    <w:rsid w:val="004019F6"/>
    <w:rsid w:val="004019FD"/>
    <w:rsid w:val="00401A35"/>
    <w:rsid w:val="00401C6B"/>
    <w:rsid w:val="00401E8E"/>
    <w:rsid w:val="00401F8C"/>
    <w:rsid w:val="0040202D"/>
    <w:rsid w:val="00402033"/>
    <w:rsid w:val="004020AF"/>
    <w:rsid w:val="00402128"/>
    <w:rsid w:val="004024D3"/>
    <w:rsid w:val="00402C38"/>
    <w:rsid w:val="00402C55"/>
    <w:rsid w:val="00402D48"/>
    <w:rsid w:val="0040310B"/>
    <w:rsid w:val="004033ED"/>
    <w:rsid w:val="0040347D"/>
    <w:rsid w:val="004034B0"/>
    <w:rsid w:val="004038BE"/>
    <w:rsid w:val="004038D4"/>
    <w:rsid w:val="0040414A"/>
    <w:rsid w:val="0040419F"/>
    <w:rsid w:val="004041C5"/>
    <w:rsid w:val="004043E6"/>
    <w:rsid w:val="00404485"/>
    <w:rsid w:val="0040453B"/>
    <w:rsid w:val="0040474C"/>
    <w:rsid w:val="0040475B"/>
    <w:rsid w:val="00404851"/>
    <w:rsid w:val="0040485A"/>
    <w:rsid w:val="00404A65"/>
    <w:rsid w:val="00404AD3"/>
    <w:rsid w:val="00404CF5"/>
    <w:rsid w:val="00404E73"/>
    <w:rsid w:val="00404E8A"/>
    <w:rsid w:val="0040508B"/>
    <w:rsid w:val="004050FB"/>
    <w:rsid w:val="004052B9"/>
    <w:rsid w:val="0040530F"/>
    <w:rsid w:val="0040534E"/>
    <w:rsid w:val="00405391"/>
    <w:rsid w:val="0040549A"/>
    <w:rsid w:val="00405662"/>
    <w:rsid w:val="00405702"/>
    <w:rsid w:val="00405736"/>
    <w:rsid w:val="004058EF"/>
    <w:rsid w:val="0040597E"/>
    <w:rsid w:val="004059DF"/>
    <w:rsid w:val="00405F25"/>
    <w:rsid w:val="00406046"/>
    <w:rsid w:val="004060E6"/>
    <w:rsid w:val="00406155"/>
    <w:rsid w:val="004062CE"/>
    <w:rsid w:val="0040634F"/>
    <w:rsid w:val="0040637C"/>
    <w:rsid w:val="004066AC"/>
    <w:rsid w:val="004068A0"/>
    <w:rsid w:val="00406933"/>
    <w:rsid w:val="004069A1"/>
    <w:rsid w:val="00406A54"/>
    <w:rsid w:val="00406AEE"/>
    <w:rsid w:val="00406B04"/>
    <w:rsid w:val="00406C8A"/>
    <w:rsid w:val="00406DF8"/>
    <w:rsid w:val="00406E0A"/>
    <w:rsid w:val="00406E96"/>
    <w:rsid w:val="00406F9A"/>
    <w:rsid w:val="00406FF6"/>
    <w:rsid w:val="004071F9"/>
    <w:rsid w:val="004072B3"/>
    <w:rsid w:val="0040733F"/>
    <w:rsid w:val="00407385"/>
    <w:rsid w:val="00407399"/>
    <w:rsid w:val="0040740A"/>
    <w:rsid w:val="0040746D"/>
    <w:rsid w:val="004075D0"/>
    <w:rsid w:val="0040797E"/>
    <w:rsid w:val="00407AFE"/>
    <w:rsid w:val="00407BC2"/>
    <w:rsid w:val="00407DE9"/>
    <w:rsid w:val="004100B0"/>
    <w:rsid w:val="004101FE"/>
    <w:rsid w:val="0041032A"/>
    <w:rsid w:val="0041041D"/>
    <w:rsid w:val="004105C6"/>
    <w:rsid w:val="00410642"/>
    <w:rsid w:val="00410653"/>
    <w:rsid w:val="00410687"/>
    <w:rsid w:val="0041069D"/>
    <w:rsid w:val="004106D3"/>
    <w:rsid w:val="00410810"/>
    <w:rsid w:val="00410941"/>
    <w:rsid w:val="00410971"/>
    <w:rsid w:val="00410B33"/>
    <w:rsid w:val="00410C17"/>
    <w:rsid w:val="00410C3B"/>
    <w:rsid w:val="00410DEE"/>
    <w:rsid w:val="00410DF2"/>
    <w:rsid w:val="00410E09"/>
    <w:rsid w:val="00410EA0"/>
    <w:rsid w:val="004110DE"/>
    <w:rsid w:val="004110F2"/>
    <w:rsid w:val="00411246"/>
    <w:rsid w:val="0041124A"/>
    <w:rsid w:val="0041128E"/>
    <w:rsid w:val="004112D4"/>
    <w:rsid w:val="00411381"/>
    <w:rsid w:val="004113C3"/>
    <w:rsid w:val="004113DA"/>
    <w:rsid w:val="00411458"/>
    <w:rsid w:val="004115C9"/>
    <w:rsid w:val="0041178D"/>
    <w:rsid w:val="00411839"/>
    <w:rsid w:val="00411A20"/>
    <w:rsid w:val="00411A26"/>
    <w:rsid w:val="00411B59"/>
    <w:rsid w:val="00411C35"/>
    <w:rsid w:val="00411E40"/>
    <w:rsid w:val="00411F06"/>
    <w:rsid w:val="00412002"/>
    <w:rsid w:val="00412035"/>
    <w:rsid w:val="004122C3"/>
    <w:rsid w:val="004122FC"/>
    <w:rsid w:val="004123A4"/>
    <w:rsid w:val="004126F8"/>
    <w:rsid w:val="004128EF"/>
    <w:rsid w:val="0041299B"/>
    <w:rsid w:val="00412A0B"/>
    <w:rsid w:val="00412A3E"/>
    <w:rsid w:val="00412A47"/>
    <w:rsid w:val="00412B45"/>
    <w:rsid w:val="00412BA8"/>
    <w:rsid w:val="00412CCE"/>
    <w:rsid w:val="00412DA4"/>
    <w:rsid w:val="00412F58"/>
    <w:rsid w:val="0041301A"/>
    <w:rsid w:val="00413031"/>
    <w:rsid w:val="0041305C"/>
    <w:rsid w:val="00413097"/>
    <w:rsid w:val="00413188"/>
    <w:rsid w:val="00413296"/>
    <w:rsid w:val="00413317"/>
    <w:rsid w:val="004133BA"/>
    <w:rsid w:val="0041348A"/>
    <w:rsid w:val="004136DB"/>
    <w:rsid w:val="004136DE"/>
    <w:rsid w:val="00413A71"/>
    <w:rsid w:val="00413CDD"/>
    <w:rsid w:val="00413D07"/>
    <w:rsid w:val="00413E6A"/>
    <w:rsid w:val="00413FBF"/>
    <w:rsid w:val="0041400A"/>
    <w:rsid w:val="004141A9"/>
    <w:rsid w:val="00414387"/>
    <w:rsid w:val="004143AC"/>
    <w:rsid w:val="004144A9"/>
    <w:rsid w:val="00414774"/>
    <w:rsid w:val="00414836"/>
    <w:rsid w:val="00414B97"/>
    <w:rsid w:val="00414C2E"/>
    <w:rsid w:val="00414CAB"/>
    <w:rsid w:val="00414D96"/>
    <w:rsid w:val="00414E6D"/>
    <w:rsid w:val="004151C5"/>
    <w:rsid w:val="00415230"/>
    <w:rsid w:val="004152F4"/>
    <w:rsid w:val="0041535F"/>
    <w:rsid w:val="004153DC"/>
    <w:rsid w:val="004155CB"/>
    <w:rsid w:val="004157E4"/>
    <w:rsid w:val="00415C92"/>
    <w:rsid w:val="00415C9C"/>
    <w:rsid w:val="00415D15"/>
    <w:rsid w:val="00415DCF"/>
    <w:rsid w:val="00415F6B"/>
    <w:rsid w:val="00415FBA"/>
    <w:rsid w:val="00416129"/>
    <w:rsid w:val="004163F0"/>
    <w:rsid w:val="0041652C"/>
    <w:rsid w:val="004167BD"/>
    <w:rsid w:val="00416AD4"/>
    <w:rsid w:val="00416BE3"/>
    <w:rsid w:val="00416D81"/>
    <w:rsid w:val="0041711F"/>
    <w:rsid w:val="00417646"/>
    <w:rsid w:val="0041784B"/>
    <w:rsid w:val="0041794D"/>
    <w:rsid w:val="00417BC8"/>
    <w:rsid w:val="00420211"/>
    <w:rsid w:val="00420399"/>
    <w:rsid w:val="00420493"/>
    <w:rsid w:val="004204A6"/>
    <w:rsid w:val="004206C6"/>
    <w:rsid w:val="00420917"/>
    <w:rsid w:val="00420B1E"/>
    <w:rsid w:val="00420C8E"/>
    <w:rsid w:val="00420D45"/>
    <w:rsid w:val="00420EC6"/>
    <w:rsid w:val="00420F47"/>
    <w:rsid w:val="00420FB9"/>
    <w:rsid w:val="00420FFC"/>
    <w:rsid w:val="00421050"/>
    <w:rsid w:val="00421437"/>
    <w:rsid w:val="00421600"/>
    <w:rsid w:val="00421649"/>
    <w:rsid w:val="00421652"/>
    <w:rsid w:val="004216D9"/>
    <w:rsid w:val="004218E3"/>
    <w:rsid w:val="00421900"/>
    <w:rsid w:val="00421946"/>
    <w:rsid w:val="00421ADC"/>
    <w:rsid w:val="00421CE4"/>
    <w:rsid w:val="00421D27"/>
    <w:rsid w:val="00421ED1"/>
    <w:rsid w:val="00421F47"/>
    <w:rsid w:val="0042221D"/>
    <w:rsid w:val="004224C1"/>
    <w:rsid w:val="0042260A"/>
    <w:rsid w:val="004226E3"/>
    <w:rsid w:val="0042270B"/>
    <w:rsid w:val="00422841"/>
    <w:rsid w:val="00422AE0"/>
    <w:rsid w:val="00422C10"/>
    <w:rsid w:val="00422CBA"/>
    <w:rsid w:val="00422CFA"/>
    <w:rsid w:val="00422E93"/>
    <w:rsid w:val="00422ED5"/>
    <w:rsid w:val="00422F30"/>
    <w:rsid w:val="004230FA"/>
    <w:rsid w:val="0042310E"/>
    <w:rsid w:val="00423368"/>
    <w:rsid w:val="00423383"/>
    <w:rsid w:val="0042348E"/>
    <w:rsid w:val="00423581"/>
    <w:rsid w:val="004237BB"/>
    <w:rsid w:val="00423A03"/>
    <w:rsid w:val="00423CA0"/>
    <w:rsid w:val="00423D66"/>
    <w:rsid w:val="00423DCE"/>
    <w:rsid w:val="00423E0F"/>
    <w:rsid w:val="00423FC6"/>
    <w:rsid w:val="00424738"/>
    <w:rsid w:val="00424811"/>
    <w:rsid w:val="00424906"/>
    <w:rsid w:val="004249AF"/>
    <w:rsid w:val="004249BA"/>
    <w:rsid w:val="00424A50"/>
    <w:rsid w:val="00424AAA"/>
    <w:rsid w:val="00424AFA"/>
    <w:rsid w:val="00424D2E"/>
    <w:rsid w:val="00424D6A"/>
    <w:rsid w:val="00424E31"/>
    <w:rsid w:val="00424EC6"/>
    <w:rsid w:val="004250B7"/>
    <w:rsid w:val="004250CB"/>
    <w:rsid w:val="004250ED"/>
    <w:rsid w:val="004250F2"/>
    <w:rsid w:val="00425216"/>
    <w:rsid w:val="0042542A"/>
    <w:rsid w:val="004254E0"/>
    <w:rsid w:val="0042551D"/>
    <w:rsid w:val="0042569F"/>
    <w:rsid w:val="004258E4"/>
    <w:rsid w:val="00425944"/>
    <w:rsid w:val="00425E18"/>
    <w:rsid w:val="00425F2B"/>
    <w:rsid w:val="00426221"/>
    <w:rsid w:val="00426289"/>
    <w:rsid w:val="00426332"/>
    <w:rsid w:val="00426467"/>
    <w:rsid w:val="0042648E"/>
    <w:rsid w:val="00426763"/>
    <w:rsid w:val="00426919"/>
    <w:rsid w:val="0042699E"/>
    <w:rsid w:val="00426A31"/>
    <w:rsid w:val="00426B7F"/>
    <w:rsid w:val="00426BAB"/>
    <w:rsid w:val="00426C3D"/>
    <w:rsid w:val="00426E29"/>
    <w:rsid w:val="00426EB7"/>
    <w:rsid w:val="0042720C"/>
    <w:rsid w:val="00427421"/>
    <w:rsid w:val="004274A5"/>
    <w:rsid w:val="004274AD"/>
    <w:rsid w:val="004274ED"/>
    <w:rsid w:val="00427524"/>
    <w:rsid w:val="00427644"/>
    <w:rsid w:val="004276B2"/>
    <w:rsid w:val="00427775"/>
    <w:rsid w:val="00427ABA"/>
    <w:rsid w:val="00427C83"/>
    <w:rsid w:val="00427DF9"/>
    <w:rsid w:val="00427E24"/>
    <w:rsid w:val="00427E6D"/>
    <w:rsid w:val="00427E78"/>
    <w:rsid w:val="00427E9D"/>
    <w:rsid w:val="00427FE7"/>
    <w:rsid w:val="0043012B"/>
    <w:rsid w:val="00430341"/>
    <w:rsid w:val="00430396"/>
    <w:rsid w:val="004306B2"/>
    <w:rsid w:val="004306E2"/>
    <w:rsid w:val="0043079B"/>
    <w:rsid w:val="0043089B"/>
    <w:rsid w:val="00430999"/>
    <w:rsid w:val="00430D44"/>
    <w:rsid w:val="00430EA0"/>
    <w:rsid w:val="00431118"/>
    <w:rsid w:val="004315EF"/>
    <w:rsid w:val="004316C9"/>
    <w:rsid w:val="004317E8"/>
    <w:rsid w:val="00431A4B"/>
    <w:rsid w:val="00431B1C"/>
    <w:rsid w:val="00431CA2"/>
    <w:rsid w:val="00431D3D"/>
    <w:rsid w:val="00432216"/>
    <w:rsid w:val="00432228"/>
    <w:rsid w:val="00432248"/>
    <w:rsid w:val="004327B7"/>
    <w:rsid w:val="004327C9"/>
    <w:rsid w:val="004327E0"/>
    <w:rsid w:val="004327FD"/>
    <w:rsid w:val="00432A8C"/>
    <w:rsid w:val="00432B9A"/>
    <w:rsid w:val="00432BD6"/>
    <w:rsid w:val="00432CAA"/>
    <w:rsid w:val="00432E3B"/>
    <w:rsid w:val="00432EF8"/>
    <w:rsid w:val="00433013"/>
    <w:rsid w:val="0043307F"/>
    <w:rsid w:val="0043328C"/>
    <w:rsid w:val="0043354A"/>
    <w:rsid w:val="004335BA"/>
    <w:rsid w:val="0043361C"/>
    <w:rsid w:val="00433671"/>
    <w:rsid w:val="004336B8"/>
    <w:rsid w:val="004336E5"/>
    <w:rsid w:val="00433993"/>
    <w:rsid w:val="00433B13"/>
    <w:rsid w:val="00433BF7"/>
    <w:rsid w:val="00434099"/>
    <w:rsid w:val="00434125"/>
    <w:rsid w:val="004342A9"/>
    <w:rsid w:val="00434330"/>
    <w:rsid w:val="00434582"/>
    <w:rsid w:val="0043460A"/>
    <w:rsid w:val="00434B0B"/>
    <w:rsid w:val="00434B66"/>
    <w:rsid w:val="00434C78"/>
    <w:rsid w:val="00434CBD"/>
    <w:rsid w:val="00434D37"/>
    <w:rsid w:val="00434D9B"/>
    <w:rsid w:val="00434F52"/>
    <w:rsid w:val="00434F96"/>
    <w:rsid w:val="0043500D"/>
    <w:rsid w:val="004350D0"/>
    <w:rsid w:val="00435125"/>
    <w:rsid w:val="0043514B"/>
    <w:rsid w:val="004351AF"/>
    <w:rsid w:val="004353B4"/>
    <w:rsid w:val="004357A6"/>
    <w:rsid w:val="004357E9"/>
    <w:rsid w:val="004358DF"/>
    <w:rsid w:val="00435A4D"/>
    <w:rsid w:val="00435ACE"/>
    <w:rsid w:val="00435CF5"/>
    <w:rsid w:val="00435D3F"/>
    <w:rsid w:val="00435D7A"/>
    <w:rsid w:val="00435DD4"/>
    <w:rsid w:val="004360C3"/>
    <w:rsid w:val="004360C5"/>
    <w:rsid w:val="00436241"/>
    <w:rsid w:val="004362FD"/>
    <w:rsid w:val="00436651"/>
    <w:rsid w:val="00436773"/>
    <w:rsid w:val="0043685A"/>
    <w:rsid w:val="00436876"/>
    <w:rsid w:val="004368DA"/>
    <w:rsid w:val="004369CA"/>
    <w:rsid w:val="00436D49"/>
    <w:rsid w:val="00436DD0"/>
    <w:rsid w:val="00436E6F"/>
    <w:rsid w:val="00436EC9"/>
    <w:rsid w:val="0043705F"/>
    <w:rsid w:val="00437129"/>
    <w:rsid w:val="00437190"/>
    <w:rsid w:val="004373B2"/>
    <w:rsid w:val="00437822"/>
    <w:rsid w:val="00437BB3"/>
    <w:rsid w:val="00437C6E"/>
    <w:rsid w:val="00437CB0"/>
    <w:rsid w:val="004400A1"/>
    <w:rsid w:val="0044039C"/>
    <w:rsid w:val="00440540"/>
    <w:rsid w:val="0044067E"/>
    <w:rsid w:val="00440920"/>
    <w:rsid w:val="00440958"/>
    <w:rsid w:val="004409AA"/>
    <w:rsid w:val="00440A1B"/>
    <w:rsid w:val="00440AE3"/>
    <w:rsid w:val="00440B56"/>
    <w:rsid w:val="00440B80"/>
    <w:rsid w:val="00440BD6"/>
    <w:rsid w:val="00440ECD"/>
    <w:rsid w:val="00440F11"/>
    <w:rsid w:val="00440F58"/>
    <w:rsid w:val="0044109D"/>
    <w:rsid w:val="004410C1"/>
    <w:rsid w:val="004410F5"/>
    <w:rsid w:val="004412B6"/>
    <w:rsid w:val="00441334"/>
    <w:rsid w:val="00441438"/>
    <w:rsid w:val="004415BB"/>
    <w:rsid w:val="004416F8"/>
    <w:rsid w:val="00441857"/>
    <w:rsid w:val="0044188A"/>
    <w:rsid w:val="0044199C"/>
    <w:rsid w:val="00441A35"/>
    <w:rsid w:val="00441A80"/>
    <w:rsid w:val="00441C79"/>
    <w:rsid w:val="00441DD0"/>
    <w:rsid w:val="00441FAF"/>
    <w:rsid w:val="00441FE1"/>
    <w:rsid w:val="0044222F"/>
    <w:rsid w:val="004426EF"/>
    <w:rsid w:val="004429FE"/>
    <w:rsid w:val="00442C6C"/>
    <w:rsid w:val="00442D58"/>
    <w:rsid w:val="00442DAA"/>
    <w:rsid w:val="00442DD3"/>
    <w:rsid w:val="00442ECD"/>
    <w:rsid w:val="00442F29"/>
    <w:rsid w:val="00442FF6"/>
    <w:rsid w:val="0044301E"/>
    <w:rsid w:val="00443114"/>
    <w:rsid w:val="00443486"/>
    <w:rsid w:val="0044371F"/>
    <w:rsid w:val="00443867"/>
    <w:rsid w:val="0044396B"/>
    <w:rsid w:val="00443AD0"/>
    <w:rsid w:val="00443D33"/>
    <w:rsid w:val="00444079"/>
    <w:rsid w:val="004440BC"/>
    <w:rsid w:val="00444121"/>
    <w:rsid w:val="00444193"/>
    <w:rsid w:val="004442A5"/>
    <w:rsid w:val="004442C3"/>
    <w:rsid w:val="00444372"/>
    <w:rsid w:val="00444403"/>
    <w:rsid w:val="00444417"/>
    <w:rsid w:val="00444769"/>
    <w:rsid w:val="004448C4"/>
    <w:rsid w:val="00444978"/>
    <w:rsid w:val="00444B3C"/>
    <w:rsid w:val="00444C8A"/>
    <w:rsid w:val="00444D7A"/>
    <w:rsid w:val="004454FD"/>
    <w:rsid w:val="0044565D"/>
    <w:rsid w:val="00445661"/>
    <w:rsid w:val="004456CA"/>
    <w:rsid w:val="00445782"/>
    <w:rsid w:val="00445BA9"/>
    <w:rsid w:val="00445C4F"/>
    <w:rsid w:val="0044634C"/>
    <w:rsid w:val="004463CD"/>
    <w:rsid w:val="00446593"/>
    <w:rsid w:val="004465AE"/>
    <w:rsid w:val="004466C7"/>
    <w:rsid w:val="00446890"/>
    <w:rsid w:val="004468B6"/>
    <w:rsid w:val="00446939"/>
    <w:rsid w:val="0044699A"/>
    <w:rsid w:val="00446BA9"/>
    <w:rsid w:val="00446C5A"/>
    <w:rsid w:val="0044728F"/>
    <w:rsid w:val="00447769"/>
    <w:rsid w:val="00447861"/>
    <w:rsid w:val="004478C8"/>
    <w:rsid w:val="00447A48"/>
    <w:rsid w:val="00447A61"/>
    <w:rsid w:val="00447A9C"/>
    <w:rsid w:val="00447B40"/>
    <w:rsid w:val="00447B6A"/>
    <w:rsid w:val="00447C90"/>
    <w:rsid w:val="00450010"/>
    <w:rsid w:val="00450051"/>
    <w:rsid w:val="0045028B"/>
    <w:rsid w:val="0045060E"/>
    <w:rsid w:val="004506A5"/>
    <w:rsid w:val="0045089A"/>
    <w:rsid w:val="004508B8"/>
    <w:rsid w:val="00450A35"/>
    <w:rsid w:val="00450CA7"/>
    <w:rsid w:val="00450D32"/>
    <w:rsid w:val="00450DB8"/>
    <w:rsid w:val="00451178"/>
    <w:rsid w:val="0045120E"/>
    <w:rsid w:val="00451383"/>
    <w:rsid w:val="0045159D"/>
    <w:rsid w:val="0045169C"/>
    <w:rsid w:val="00451969"/>
    <w:rsid w:val="00451C67"/>
    <w:rsid w:val="00451EEF"/>
    <w:rsid w:val="00452245"/>
    <w:rsid w:val="00452273"/>
    <w:rsid w:val="00452508"/>
    <w:rsid w:val="00452548"/>
    <w:rsid w:val="00452579"/>
    <w:rsid w:val="004525F9"/>
    <w:rsid w:val="00452665"/>
    <w:rsid w:val="00452695"/>
    <w:rsid w:val="00452929"/>
    <w:rsid w:val="00452AE5"/>
    <w:rsid w:val="00452BF8"/>
    <w:rsid w:val="00452C62"/>
    <w:rsid w:val="00452CD4"/>
    <w:rsid w:val="00452CFA"/>
    <w:rsid w:val="00452EF5"/>
    <w:rsid w:val="004533AB"/>
    <w:rsid w:val="004535C6"/>
    <w:rsid w:val="00453B3D"/>
    <w:rsid w:val="00453E70"/>
    <w:rsid w:val="00454059"/>
    <w:rsid w:val="004540E9"/>
    <w:rsid w:val="004540EB"/>
    <w:rsid w:val="004543E8"/>
    <w:rsid w:val="004544DE"/>
    <w:rsid w:val="00454596"/>
    <w:rsid w:val="00454806"/>
    <w:rsid w:val="00454960"/>
    <w:rsid w:val="004549BB"/>
    <w:rsid w:val="00454B1F"/>
    <w:rsid w:val="00454C56"/>
    <w:rsid w:val="00454D4E"/>
    <w:rsid w:val="00454E11"/>
    <w:rsid w:val="00454EE4"/>
    <w:rsid w:val="0045509F"/>
    <w:rsid w:val="0045537C"/>
    <w:rsid w:val="0045542B"/>
    <w:rsid w:val="004557FE"/>
    <w:rsid w:val="004558A7"/>
    <w:rsid w:val="004559A8"/>
    <w:rsid w:val="004559E9"/>
    <w:rsid w:val="00455A32"/>
    <w:rsid w:val="00455A9C"/>
    <w:rsid w:val="00455BAD"/>
    <w:rsid w:val="00455CA5"/>
    <w:rsid w:val="00455E4A"/>
    <w:rsid w:val="00455F1F"/>
    <w:rsid w:val="00455F20"/>
    <w:rsid w:val="004561A7"/>
    <w:rsid w:val="00456289"/>
    <w:rsid w:val="0045656D"/>
    <w:rsid w:val="004565EE"/>
    <w:rsid w:val="00456696"/>
    <w:rsid w:val="004567A2"/>
    <w:rsid w:val="004568C2"/>
    <w:rsid w:val="00456BB5"/>
    <w:rsid w:val="00456D05"/>
    <w:rsid w:val="00456F4D"/>
    <w:rsid w:val="0045723E"/>
    <w:rsid w:val="00457307"/>
    <w:rsid w:val="004573AF"/>
    <w:rsid w:val="0045744E"/>
    <w:rsid w:val="004576B7"/>
    <w:rsid w:val="00457797"/>
    <w:rsid w:val="004577A2"/>
    <w:rsid w:val="00457878"/>
    <w:rsid w:val="00457D3F"/>
    <w:rsid w:val="00457DAA"/>
    <w:rsid w:val="00457F0C"/>
    <w:rsid w:val="00460056"/>
    <w:rsid w:val="004600BE"/>
    <w:rsid w:val="0046017D"/>
    <w:rsid w:val="004601C3"/>
    <w:rsid w:val="004605BC"/>
    <w:rsid w:val="00460706"/>
    <w:rsid w:val="0046072F"/>
    <w:rsid w:val="00460907"/>
    <w:rsid w:val="0046093E"/>
    <w:rsid w:val="004609B3"/>
    <w:rsid w:val="00460FBF"/>
    <w:rsid w:val="004610CD"/>
    <w:rsid w:val="0046110B"/>
    <w:rsid w:val="00461166"/>
    <w:rsid w:val="00461254"/>
    <w:rsid w:val="0046131E"/>
    <w:rsid w:val="00461359"/>
    <w:rsid w:val="0046142D"/>
    <w:rsid w:val="004615A7"/>
    <w:rsid w:val="004616B7"/>
    <w:rsid w:val="004616BF"/>
    <w:rsid w:val="00461862"/>
    <w:rsid w:val="004618B2"/>
    <w:rsid w:val="00461BCE"/>
    <w:rsid w:val="0046213D"/>
    <w:rsid w:val="00462199"/>
    <w:rsid w:val="004621F7"/>
    <w:rsid w:val="00462212"/>
    <w:rsid w:val="00462237"/>
    <w:rsid w:val="00462499"/>
    <w:rsid w:val="00462502"/>
    <w:rsid w:val="004625C4"/>
    <w:rsid w:val="00462788"/>
    <w:rsid w:val="0046284A"/>
    <w:rsid w:val="00462960"/>
    <w:rsid w:val="004629C5"/>
    <w:rsid w:val="004629E2"/>
    <w:rsid w:val="004629FB"/>
    <w:rsid w:val="00462AD0"/>
    <w:rsid w:val="00462C7A"/>
    <w:rsid w:val="00462F6F"/>
    <w:rsid w:val="004631AC"/>
    <w:rsid w:val="004632C2"/>
    <w:rsid w:val="0046344C"/>
    <w:rsid w:val="00463636"/>
    <w:rsid w:val="00463642"/>
    <w:rsid w:val="00463675"/>
    <w:rsid w:val="00463722"/>
    <w:rsid w:val="004638C0"/>
    <w:rsid w:val="00463921"/>
    <w:rsid w:val="00463C8B"/>
    <w:rsid w:val="00463CF0"/>
    <w:rsid w:val="00463D03"/>
    <w:rsid w:val="00463E72"/>
    <w:rsid w:val="00463FD6"/>
    <w:rsid w:val="00464043"/>
    <w:rsid w:val="00464114"/>
    <w:rsid w:val="004642D3"/>
    <w:rsid w:val="004642E8"/>
    <w:rsid w:val="0046432F"/>
    <w:rsid w:val="00464473"/>
    <w:rsid w:val="004646D0"/>
    <w:rsid w:val="00464987"/>
    <w:rsid w:val="00464A2F"/>
    <w:rsid w:val="00464B20"/>
    <w:rsid w:val="00464BB9"/>
    <w:rsid w:val="00464CAE"/>
    <w:rsid w:val="00464EBC"/>
    <w:rsid w:val="00464FE0"/>
    <w:rsid w:val="004650B7"/>
    <w:rsid w:val="0046526D"/>
    <w:rsid w:val="00465335"/>
    <w:rsid w:val="00465569"/>
    <w:rsid w:val="00465893"/>
    <w:rsid w:val="00465958"/>
    <w:rsid w:val="00465985"/>
    <w:rsid w:val="00465A3D"/>
    <w:rsid w:val="00465ACB"/>
    <w:rsid w:val="00465C4C"/>
    <w:rsid w:val="00465C8D"/>
    <w:rsid w:val="00465E59"/>
    <w:rsid w:val="00465FB5"/>
    <w:rsid w:val="0046609B"/>
    <w:rsid w:val="00466169"/>
    <w:rsid w:val="00466450"/>
    <w:rsid w:val="004664F0"/>
    <w:rsid w:val="00466862"/>
    <w:rsid w:val="00466BB6"/>
    <w:rsid w:val="00466DD5"/>
    <w:rsid w:val="00466FF5"/>
    <w:rsid w:val="004672D6"/>
    <w:rsid w:val="004674F6"/>
    <w:rsid w:val="00467538"/>
    <w:rsid w:val="00467A23"/>
    <w:rsid w:val="00467E96"/>
    <w:rsid w:val="004702EA"/>
    <w:rsid w:val="0047034E"/>
    <w:rsid w:val="00470408"/>
    <w:rsid w:val="00470625"/>
    <w:rsid w:val="00470715"/>
    <w:rsid w:val="004707FC"/>
    <w:rsid w:val="0047087C"/>
    <w:rsid w:val="004708A3"/>
    <w:rsid w:val="00470A07"/>
    <w:rsid w:val="00470A91"/>
    <w:rsid w:val="00470A9C"/>
    <w:rsid w:val="00470D23"/>
    <w:rsid w:val="00470DD5"/>
    <w:rsid w:val="00470E95"/>
    <w:rsid w:val="00470EEA"/>
    <w:rsid w:val="00470FA3"/>
    <w:rsid w:val="00470FC6"/>
    <w:rsid w:val="004710E4"/>
    <w:rsid w:val="004711CA"/>
    <w:rsid w:val="004712D0"/>
    <w:rsid w:val="00471597"/>
    <w:rsid w:val="0047176C"/>
    <w:rsid w:val="00471856"/>
    <w:rsid w:val="0047192F"/>
    <w:rsid w:val="004719E3"/>
    <w:rsid w:val="00471A23"/>
    <w:rsid w:val="00471A6A"/>
    <w:rsid w:val="00471BC4"/>
    <w:rsid w:val="00471C21"/>
    <w:rsid w:val="00471E3C"/>
    <w:rsid w:val="0047257D"/>
    <w:rsid w:val="004725D7"/>
    <w:rsid w:val="004727DD"/>
    <w:rsid w:val="00472AE6"/>
    <w:rsid w:val="00472B1A"/>
    <w:rsid w:val="00472F76"/>
    <w:rsid w:val="00472F8D"/>
    <w:rsid w:val="00473207"/>
    <w:rsid w:val="00473256"/>
    <w:rsid w:val="004732C4"/>
    <w:rsid w:val="00473522"/>
    <w:rsid w:val="0047361E"/>
    <w:rsid w:val="004737EB"/>
    <w:rsid w:val="004738ED"/>
    <w:rsid w:val="004738F6"/>
    <w:rsid w:val="004739A8"/>
    <w:rsid w:val="004739CA"/>
    <w:rsid w:val="00473A3C"/>
    <w:rsid w:val="00473B56"/>
    <w:rsid w:val="00473C77"/>
    <w:rsid w:val="00474344"/>
    <w:rsid w:val="00474458"/>
    <w:rsid w:val="00474469"/>
    <w:rsid w:val="004744B6"/>
    <w:rsid w:val="004745CE"/>
    <w:rsid w:val="004748BB"/>
    <w:rsid w:val="00474AEC"/>
    <w:rsid w:val="00474B25"/>
    <w:rsid w:val="00474B52"/>
    <w:rsid w:val="00474BB3"/>
    <w:rsid w:val="0047503D"/>
    <w:rsid w:val="0047515A"/>
    <w:rsid w:val="004754B6"/>
    <w:rsid w:val="00475577"/>
    <w:rsid w:val="0047565E"/>
    <w:rsid w:val="00475670"/>
    <w:rsid w:val="004756B9"/>
    <w:rsid w:val="00475926"/>
    <w:rsid w:val="00475972"/>
    <w:rsid w:val="00475D11"/>
    <w:rsid w:val="00475DE4"/>
    <w:rsid w:val="00476044"/>
    <w:rsid w:val="004762A2"/>
    <w:rsid w:val="004762B7"/>
    <w:rsid w:val="004763BB"/>
    <w:rsid w:val="00476675"/>
    <w:rsid w:val="0047682D"/>
    <w:rsid w:val="00476853"/>
    <w:rsid w:val="004768AF"/>
    <w:rsid w:val="00476958"/>
    <w:rsid w:val="004769A1"/>
    <w:rsid w:val="00476B1F"/>
    <w:rsid w:val="00476B84"/>
    <w:rsid w:val="00476CE2"/>
    <w:rsid w:val="00476D57"/>
    <w:rsid w:val="00476DE0"/>
    <w:rsid w:val="00476E02"/>
    <w:rsid w:val="00476E8B"/>
    <w:rsid w:val="0047708C"/>
    <w:rsid w:val="004774CA"/>
    <w:rsid w:val="00477A8D"/>
    <w:rsid w:val="00477B8D"/>
    <w:rsid w:val="00477BEB"/>
    <w:rsid w:val="00477BFD"/>
    <w:rsid w:val="00480046"/>
    <w:rsid w:val="00480062"/>
    <w:rsid w:val="00480242"/>
    <w:rsid w:val="0048028A"/>
    <w:rsid w:val="0048029C"/>
    <w:rsid w:val="004802E2"/>
    <w:rsid w:val="0048039C"/>
    <w:rsid w:val="00480812"/>
    <w:rsid w:val="00480844"/>
    <w:rsid w:val="004808C7"/>
    <w:rsid w:val="00480C06"/>
    <w:rsid w:val="00480C39"/>
    <w:rsid w:val="00480C8F"/>
    <w:rsid w:val="00480E7D"/>
    <w:rsid w:val="00480EF0"/>
    <w:rsid w:val="00480FEA"/>
    <w:rsid w:val="00481017"/>
    <w:rsid w:val="00481210"/>
    <w:rsid w:val="004813E2"/>
    <w:rsid w:val="00481608"/>
    <w:rsid w:val="00481750"/>
    <w:rsid w:val="00481A01"/>
    <w:rsid w:val="00481C1E"/>
    <w:rsid w:val="00481CB2"/>
    <w:rsid w:val="00481CBD"/>
    <w:rsid w:val="00481F28"/>
    <w:rsid w:val="004820E6"/>
    <w:rsid w:val="004823E2"/>
    <w:rsid w:val="00482430"/>
    <w:rsid w:val="0048249B"/>
    <w:rsid w:val="004825EA"/>
    <w:rsid w:val="00482649"/>
    <w:rsid w:val="00482868"/>
    <w:rsid w:val="00482A62"/>
    <w:rsid w:val="00482A66"/>
    <w:rsid w:val="00482A8A"/>
    <w:rsid w:val="00482B03"/>
    <w:rsid w:val="00482C21"/>
    <w:rsid w:val="00482CAA"/>
    <w:rsid w:val="00482D69"/>
    <w:rsid w:val="00482E1E"/>
    <w:rsid w:val="00482E45"/>
    <w:rsid w:val="0048307A"/>
    <w:rsid w:val="00483161"/>
    <w:rsid w:val="004831DF"/>
    <w:rsid w:val="0048324D"/>
    <w:rsid w:val="0048330B"/>
    <w:rsid w:val="00483447"/>
    <w:rsid w:val="00483620"/>
    <w:rsid w:val="00483C2A"/>
    <w:rsid w:val="00483FB4"/>
    <w:rsid w:val="00483FC4"/>
    <w:rsid w:val="00483FEA"/>
    <w:rsid w:val="004840D5"/>
    <w:rsid w:val="00484265"/>
    <w:rsid w:val="00484387"/>
    <w:rsid w:val="00484453"/>
    <w:rsid w:val="004844CF"/>
    <w:rsid w:val="004846C0"/>
    <w:rsid w:val="0048474F"/>
    <w:rsid w:val="004849E6"/>
    <w:rsid w:val="00484B7C"/>
    <w:rsid w:val="00484CA6"/>
    <w:rsid w:val="00484D7B"/>
    <w:rsid w:val="00484FDB"/>
    <w:rsid w:val="00485120"/>
    <w:rsid w:val="00485126"/>
    <w:rsid w:val="004856F0"/>
    <w:rsid w:val="0048578A"/>
    <w:rsid w:val="0048579A"/>
    <w:rsid w:val="00485924"/>
    <w:rsid w:val="004859D9"/>
    <w:rsid w:val="00485E66"/>
    <w:rsid w:val="004860C3"/>
    <w:rsid w:val="004862D2"/>
    <w:rsid w:val="004862D7"/>
    <w:rsid w:val="004865BF"/>
    <w:rsid w:val="00486658"/>
    <w:rsid w:val="00486718"/>
    <w:rsid w:val="0048697E"/>
    <w:rsid w:val="004870DA"/>
    <w:rsid w:val="004871D1"/>
    <w:rsid w:val="0048731D"/>
    <w:rsid w:val="004874AF"/>
    <w:rsid w:val="00487587"/>
    <w:rsid w:val="0048782A"/>
    <w:rsid w:val="004879CA"/>
    <w:rsid w:val="00487A30"/>
    <w:rsid w:val="00487A8E"/>
    <w:rsid w:val="00487AD3"/>
    <w:rsid w:val="00487BA7"/>
    <w:rsid w:val="00487D6E"/>
    <w:rsid w:val="00487EEF"/>
    <w:rsid w:val="00487EFA"/>
    <w:rsid w:val="00490008"/>
    <w:rsid w:val="00490139"/>
    <w:rsid w:val="004901B9"/>
    <w:rsid w:val="00490379"/>
    <w:rsid w:val="0049038F"/>
    <w:rsid w:val="0049040D"/>
    <w:rsid w:val="00490650"/>
    <w:rsid w:val="004906B7"/>
    <w:rsid w:val="00490710"/>
    <w:rsid w:val="004907F4"/>
    <w:rsid w:val="004908C8"/>
    <w:rsid w:val="00490A51"/>
    <w:rsid w:val="00490BEC"/>
    <w:rsid w:val="00490C9E"/>
    <w:rsid w:val="00490D0A"/>
    <w:rsid w:val="00490FCE"/>
    <w:rsid w:val="00491089"/>
    <w:rsid w:val="004910B8"/>
    <w:rsid w:val="004910D2"/>
    <w:rsid w:val="004913B6"/>
    <w:rsid w:val="004914D4"/>
    <w:rsid w:val="00491563"/>
    <w:rsid w:val="0049166D"/>
    <w:rsid w:val="004918E4"/>
    <w:rsid w:val="00491B38"/>
    <w:rsid w:val="00491BD0"/>
    <w:rsid w:val="00491CD8"/>
    <w:rsid w:val="00491D93"/>
    <w:rsid w:val="00491DC4"/>
    <w:rsid w:val="00491E4C"/>
    <w:rsid w:val="00491EF8"/>
    <w:rsid w:val="00491F2E"/>
    <w:rsid w:val="00491FC3"/>
    <w:rsid w:val="00492026"/>
    <w:rsid w:val="0049273A"/>
    <w:rsid w:val="00492873"/>
    <w:rsid w:val="00492889"/>
    <w:rsid w:val="0049289A"/>
    <w:rsid w:val="0049290B"/>
    <w:rsid w:val="00492C6F"/>
    <w:rsid w:val="00492CDD"/>
    <w:rsid w:val="00492EE7"/>
    <w:rsid w:val="00492FCA"/>
    <w:rsid w:val="004931BC"/>
    <w:rsid w:val="004932FE"/>
    <w:rsid w:val="00493480"/>
    <w:rsid w:val="004936AA"/>
    <w:rsid w:val="00493974"/>
    <w:rsid w:val="00493C37"/>
    <w:rsid w:val="00493CFD"/>
    <w:rsid w:val="00493D46"/>
    <w:rsid w:val="00493DB3"/>
    <w:rsid w:val="00493E39"/>
    <w:rsid w:val="00493FF3"/>
    <w:rsid w:val="0049400D"/>
    <w:rsid w:val="00494045"/>
    <w:rsid w:val="004942D5"/>
    <w:rsid w:val="0049435B"/>
    <w:rsid w:val="00494388"/>
    <w:rsid w:val="004945D3"/>
    <w:rsid w:val="004946E6"/>
    <w:rsid w:val="004946EE"/>
    <w:rsid w:val="00494818"/>
    <w:rsid w:val="00494942"/>
    <w:rsid w:val="00494947"/>
    <w:rsid w:val="004949AD"/>
    <w:rsid w:val="00494B31"/>
    <w:rsid w:val="00494B37"/>
    <w:rsid w:val="00494B5D"/>
    <w:rsid w:val="00494BB5"/>
    <w:rsid w:val="00494C15"/>
    <w:rsid w:val="004951AB"/>
    <w:rsid w:val="0049529C"/>
    <w:rsid w:val="0049555B"/>
    <w:rsid w:val="00495781"/>
    <w:rsid w:val="004959D3"/>
    <w:rsid w:val="004959DA"/>
    <w:rsid w:val="00495BE9"/>
    <w:rsid w:val="00495CA3"/>
    <w:rsid w:val="00495CA9"/>
    <w:rsid w:val="00495DEA"/>
    <w:rsid w:val="00495E11"/>
    <w:rsid w:val="00495FBF"/>
    <w:rsid w:val="00495FF8"/>
    <w:rsid w:val="00496046"/>
    <w:rsid w:val="00496054"/>
    <w:rsid w:val="0049618D"/>
    <w:rsid w:val="004961A9"/>
    <w:rsid w:val="004963BA"/>
    <w:rsid w:val="00496613"/>
    <w:rsid w:val="00496848"/>
    <w:rsid w:val="004968F1"/>
    <w:rsid w:val="00496A70"/>
    <w:rsid w:val="00496AB7"/>
    <w:rsid w:val="00496AD3"/>
    <w:rsid w:val="00496B6B"/>
    <w:rsid w:val="00496BDE"/>
    <w:rsid w:val="00496C19"/>
    <w:rsid w:val="00496C56"/>
    <w:rsid w:val="00496DE7"/>
    <w:rsid w:val="00496E3F"/>
    <w:rsid w:val="00496F66"/>
    <w:rsid w:val="00497006"/>
    <w:rsid w:val="0049726A"/>
    <w:rsid w:val="0049728F"/>
    <w:rsid w:val="004973BC"/>
    <w:rsid w:val="004973C1"/>
    <w:rsid w:val="00497550"/>
    <w:rsid w:val="00497560"/>
    <w:rsid w:val="00497581"/>
    <w:rsid w:val="00497787"/>
    <w:rsid w:val="004979B0"/>
    <w:rsid w:val="00497C09"/>
    <w:rsid w:val="00497E57"/>
    <w:rsid w:val="00497E79"/>
    <w:rsid w:val="004A00B0"/>
    <w:rsid w:val="004A0155"/>
    <w:rsid w:val="004A01BA"/>
    <w:rsid w:val="004A0205"/>
    <w:rsid w:val="004A0213"/>
    <w:rsid w:val="004A0216"/>
    <w:rsid w:val="004A02CB"/>
    <w:rsid w:val="004A0356"/>
    <w:rsid w:val="004A0569"/>
    <w:rsid w:val="004A05D5"/>
    <w:rsid w:val="004A06F6"/>
    <w:rsid w:val="004A085A"/>
    <w:rsid w:val="004A0B6E"/>
    <w:rsid w:val="004A0BC4"/>
    <w:rsid w:val="004A0C89"/>
    <w:rsid w:val="004A0DC7"/>
    <w:rsid w:val="004A0E02"/>
    <w:rsid w:val="004A0EAE"/>
    <w:rsid w:val="004A0EE3"/>
    <w:rsid w:val="004A0F88"/>
    <w:rsid w:val="004A11B9"/>
    <w:rsid w:val="004A1264"/>
    <w:rsid w:val="004A12E1"/>
    <w:rsid w:val="004A15A1"/>
    <w:rsid w:val="004A1828"/>
    <w:rsid w:val="004A1897"/>
    <w:rsid w:val="004A198E"/>
    <w:rsid w:val="004A19DA"/>
    <w:rsid w:val="004A19DD"/>
    <w:rsid w:val="004A1EBC"/>
    <w:rsid w:val="004A220F"/>
    <w:rsid w:val="004A24A7"/>
    <w:rsid w:val="004A270E"/>
    <w:rsid w:val="004A2A45"/>
    <w:rsid w:val="004A2A63"/>
    <w:rsid w:val="004A2B56"/>
    <w:rsid w:val="004A2C14"/>
    <w:rsid w:val="004A2CF2"/>
    <w:rsid w:val="004A2E4C"/>
    <w:rsid w:val="004A2EB2"/>
    <w:rsid w:val="004A3091"/>
    <w:rsid w:val="004A3149"/>
    <w:rsid w:val="004A3198"/>
    <w:rsid w:val="004A3206"/>
    <w:rsid w:val="004A3469"/>
    <w:rsid w:val="004A3540"/>
    <w:rsid w:val="004A36F3"/>
    <w:rsid w:val="004A3A65"/>
    <w:rsid w:val="004A3AAA"/>
    <w:rsid w:val="004A3ACF"/>
    <w:rsid w:val="004A3D0F"/>
    <w:rsid w:val="004A3DBC"/>
    <w:rsid w:val="004A3EED"/>
    <w:rsid w:val="004A3EF2"/>
    <w:rsid w:val="004A41D1"/>
    <w:rsid w:val="004A41D5"/>
    <w:rsid w:val="004A435A"/>
    <w:rsid w:val="004A43BE"/>
    <w:rsid w:val="004A4735"/>
    <w:rsid w:val="004A4B61"/>
    <w:rsid w:val="004A4BDE"/>
    <w:rsid w:val="004A4D1C"/>
    <w:rsid w:val="004A4D31"/>
    <w:rsid w:val="004A4E60"/>
    <w:rsid w:val="004A4FD9"/>
    <w:rsid w:val="004A527D"/>
    <w:rsid w:val="004A5455"/>
    <w:rsid w:val="004A576B"/>
    <w:rsid w:val="004A5A58"/>
    <w:rsid w:val="004A5B16"/>
    <w:rsid w:val="004A5CA4"/>
    <w:rsid w:val="004A5CB6"/>
    <w:rsid w:val="004A5FE3"/>
    <w:rsid w:val="004A60A8"/>
    <w:rsid w:val="004A616F"/>
    <w:rsid w:val="004A622F"/>
    <w:rsid w:val="004A651E"/>
    <w:rsid w:val="004A6662"/>
    <w:rsid w:val="004A6724"/>
    <w:rsid w:val="004A677D"/>
    <w:rsid w:val="004A6784"/>
    <w:rsid w:val="004A6C5A"/>
    <w:rsid w:val="004A6C5E"/>
    <w:rsid w:val="004A7040"/>
    <w:rsid w:val="004A70FC"/>
    <w:rsid w:val="004A7281"/>
    <w:rsid w:val="004A7335"/>
    <w:rsid w:val="004A737B"/>
    <w:rsid w:val="004A7537"/>
    <w:rsid w:val="004A7601"/>
    <w:rsid w:val="004A77EE"/>
    <w:rsid w:val="004A7A9D"/>
    <w:rsid w:val="004A7B71"/>
    <w:rsid w:val="004A7C2F"/>
    <w:rsid w:val="004A7F27"/>
    <w:rsid w:val="004A7F82"/>
    <w:rsid w:val="004B0007"/>
    <w:rsid w:val="004B0078"/>
    <w:rsid w:val="004B014D"/>
    <w:rsid w:val="004B018D"/>
    <w:rsid w:val="004B03E3"/>
    <w:rsid w:val="004B0433"/>
    <w:rsid w:val="004B0AB6"/>
    <w:rsid w:val="004B0F36"/>
    <w:rsid w:val="004B105C"/>
    <w:rsid w:val="004B1087"/>
    <w:rsid w:val="004B13A1"/>
    <w:rsid w:val="004B15B9"/>
    <w:rsid w:val="004B162F"/>
    <w:rsid w:val="004B16E0"/>
    <w:rsid w:val="004B17A6"/>
    <w:rsid w:val="004B1836"/>
    <w:rsid w:val="004B195F"/>
    <w:rsid w:val="004B1BFD"/>
    <w:rsid w:val="004B1CC1"/>
    <w:rsid w:val="004B1E1E"/>
    <w:rsid w:val="004B1E46"/>
    <w:rsid w:val="004B1E96"/>
    <w:rsid w:val="004B2011"/>
    <w:rsid w:val="004B21FC"/>
    <w:rsid w:val="004B2212"/>
    <w:rsid w:val="004B233E"/>
    <w:rsid w:val="004B23B4"/>
    <w:rsid w:val="004B24E0"/>
    <w:rsid w:val="004B261B"/>
    <w:rsid w:val="004B26CB"/>
    <w:rsid w:val="004B2742"/>
    <w:rsid w:val="004B27FB"/>
    <w:rsid w:val="004B2934"/>
    <w:rsid w:val="004B2A54"/>
    <w:rsid w:val="004B2B54"/>
    <w:rsid w:val="004B2BF9"/>
    <w:rsid w:val="004B2C25"/>
    <w:rsid w:val="004B2D1C"/>
    <w:rsid w:val="004B2D73"/>
    <w:rsid w:val="004B2E4C"/>
    <w:rsid w:val="004B2EBB"/>
    <w:rsid w:val="004B31D5"/>
    <w:rsid w:val="004B3398"/>
    <w:rsid w:val="004B33C2"/>
    <w:rsid w:val="004B34A9"/>
    <w:rsid w:val="004B34EB"/>
    <w:rsid w:val="004B35E9"/>
    <w:rsid w:val="004B36C2"/>
    <w:rsid w:val="004B36C4"/>
    <w:rsid w:val="004B36CA"/>
    <w:rsid w:val="004B3914"/>
    <w:rsid w:val="004B3972"/>
    <w:rsid w:val="004B3A89"/>
    <w:rsid w:val="004B3CDF"/>
    <w:rsid w:val="004B3E2E"/>
    <w:rsid w:val="004B3F20"/>
    <w:rsid w:val="004B3FE2"/>
    <w:rsid w:val="004B41C1"/>
    <w:rsid w:val="004B4494"/>
    <w:rsid w:val="004B44B6"/>
    <w:rsid w:val="004B465A"/>
    <w:rsid w:val="004B4662"/>
    <w:rsid w:val="004B4703"/>
    <w:rsid w:val="004B4881"/>
    <w:rsid w:val="004B4A69"/>
    <w:rsid w:val="004B4B33"/>
    <w:rsid w:val="004B4B66"/>
    <w:rsid w:val="004B4BCF"/>
    <w:rsid w:val="004B4CBC"/>
    <w:rsid w:val="004B4F2D"/>
    <w:rsid w:val="004B4FD0"/>
    <w:rsid w:val="004B508B"/>
    <w:rsid w:val="004B5136"/>
    <w:rsid w:val="004B549A"/>
    <w:rsid w:val="004B564F"/>
    <w:rsid w:val="004B586B"/>
    <w:rsid w:val="004B5887"/>
    <w:rsid w:val="004B592D"/>
    <w:rsid w:val="004B5C5A"/>
    <w:rsid w:val="004B5F85"/>
    <w:rsid w:val="004B5FA1"/>
    <w:rsid w:val="004B5FC8"/>
    <w:rsid w:val="004B5FE2"/>
    <w:rsid w:val="004B6002"/>
    <w:rsid w:val="004B604C"/>
    <w:rsid w:val="004B605A"/>
    <w:rsid w:val="004B60CF"/>
    <w:rsid w:val="004B6167"/>
    <w:rsid w:val="004B62D2"/>
    <w:rsid w:val="004B69E8"/>
    <w:rsid w:val="004B6A43"/>
    <w:rsid w:val="004B6ADC"/>
    <w:rsid w:val="004B6C1C"/>
    <w:rsid w:val="004B6C49"/>
    <w:rsid w:val="004B6F6B"/>
    <w:rsid w:val="004B6F8D"/>
    <w:rsid w:val="004B702F"/>
    <w:rsid w:val="004B7048"/>
    <w:rsid w:val="004B71C3"/>
    <w:rsid w:val="004B727A"/>
    <w:rsid w:val="004B733B"/>
    <w:rsid w:val="004B73C0"/>
    <w:rsid w:val="004B763A"/>
    <w:rsid w:val="004B7643"/>
    <w:rsid w:val="004B76B7"/>
    <w:rsid w:val="004B771A"/>
    <w:rsid w:val="004B7814"/>
    <w:rsid w:val="004B794E"/>
    <w:rsid w:val="004B7A21"/>
    <w:rsid w:val="004B7B12"/>
    <w:rsid w:val="004B7D4F"/>
    <w:rsid w:val="004B7E27"/>
    <w:rsid w:val="004B7EB2"/>
    <w:rsid w:val="004C0227"/>
    <w:rsid w:val="004C0352"/>
    <w:rsid w:val="004C038D"/>
    <w:rsid w:val="004C0533"/>
    <w:rsid w:val="004C05A8"/>
    <w:rsid w:val="004C05BD"/>
    <w:rsid w:val="004C0828"/>
    <w:rsid w:val="004C08B8"/>
    <w:rsid w:val="004C08DE"/>
    <w:rsid w:val="004C09B2"/>
    <w:rsid w:val="004C0A93"/>
    <w:rsid w:val="004C0D1F"/>
    <w:rsid w:val="004C0DB8"/>
    <w:rsid w:val="004C0F49"/>
    <w:rsid w:val="004C1133"/>
    <w:rsid w:val="004C121E"/>
    <w:rsid w:val="004C12B0"/>
    <w:rsid w:val="004C12B8"/>
    <w:rsid w:val="004C141D"/>
    <w:rsid w:val="004C1587"/>
    <w:rsid w:val="004C1712"/>
    <w:rsid w:val="004C1A83"/>
    <w:rsid w:val="004C1C68"/>
    <w:rsid w:val="004C1EBE"/>
    <w:rsid w:val="004C1F7E"/>
    <w:rsid w:val="004C24BC"/>
    <w:rsid w:val="004C25DC"/>
    <w:rsid w:val="004C2647"/>
    <w:rsid w:val="004C2741"/>
    <w:rsid w:val="004C27AD"/>
    <w:rsid w:val="004C2A9D"/>
    <w:rsid w:val="004C2B14"/>
    <w:rsid w:val="004C3216"/>
    <w:rsid w:val="004C33F9"/>
    <w:rsid w:val="004C3405"/>
    <w:rsid w:val="004C3475"/>
    <w:rsid w:val="004C3544"/>
    <w:rsid w:val="004C356B"/>
    <w:rsid w:val="004C35A4"/>
    <w:rsid w:val="004C35AE"/>
    <w:rsid w:val="004C375E"/>
    <w:rsid w:val="004C39B7"/>
    <w:rsid w:val="004C3A8C"/>
    <w:rsid w:val="004C3AC3"/>
    <w:rsid w:val="004C3C6D"/>
    <w:rsid w:val="004C3D1F"/>
    <w:rsid w:val="004C401D"/>
    <w:rsid w:val="004C402F"/>
    <w:rsid w:val="004C4114"/>
    <w:rsid w:val="004C4141"/>
    <w:rsid w:val="004C435F"/>
    <w:rsid w:val="004C4501"/>
    <w:rsid w:val="004C46D2"/>
    <w:rsid w:val="004C46FE"/>
    <w:rsid w:val="004C4826"/>
    <w:rsid w:val="004C4990"/>
    <w:rsid w:val="004C4ABA"/>
    <w:rsid w:val="004C4C80"/>
    <w:rsid w:val="004C4EE1"/>
    <w:rsid w:val="004C5068"/>
    <w:rsid w:val="004C50E4"/>
    <w:rsid w:val="004C5126"/>
    <w:rsid w:val="004C524A"/>
    <w:rsid w:val="004C52B9"/>
    <w:rsid w:val="004C5321"/>
    <w:rsid w:val="004C53A9"/>
    <w:rsid w:val="004C543B"/>
    <w:rsid w:val="004C5472"/>
    <w:rsid w:val="004C55E8"/>
    <w:rsid w:val="004C56DD"/>
    <w:rsid w:val="004C5941"/>
    <w:rsid w:val="004C5DC8"/>
    <w:rsid w:val="004C5DF2"/>
    <w:rsid w:val="004C5F33"/>
    <w:rsid w:val="004C5FDD"/>
    <w:rsid w:val="004C6161"/>
    <w:rsid w:val="004C6544"/>
    <w:rsid w:val="004C6557"/>
    <w:rsid w:val="004C655D"/>
    <w:rsid w:val="004C66DB"/>
    <w:rsid w:val="004C683F"/>
    <w:rsid w:val="004C6D08"/>
    <w:rsid w:val="004C7111"/>
    <w:rsid w:val="004C711A"/>
    <w:rsid w:val="004C7274"/>
    <w:rsid w:val="004C738C"/>
    <w:rsid w:val="004C740D"/>
    <w:rsid w:val="004C75F0"/>
    <w:rsid w:val="004C7849"/>
    <w:rsid w:val="004C79D1"/>
    <w:rsid w:val="004C7A30"/>
    <w:rsid w:val="004C7A59"/>
    <w:rsid w:val="004C7C06"/>
    <w:rsid w:val="004C7D4F"/>
    <w:rsid w:val="004C7E03"/>
    <w:rsid w:val="004D003C"/>
    <w:rsid w:val="004D0060"/>
    <w:rsid w:val="004D0081"/>
    <w:rsid w:val="004D01B2"/>
    <w:rsid w:val="004D0282"/>
    <w:rsid w:val="004D0755"/>
    <w:rsid w:val="004D0AC1"/>
    <w:rsid w:val="004D0AC8"/>
    <w:rsid w:val="004D0BFF"/>
    <w:rsid w:val="004D0D7C"/>
    <w:rsid w:val="004D0DD1"/>
    <w:rsid w:val="004D0DE4"/>
    <w:rsid w:val="004D0E28"/>
    <w:rsid w:val="004D0EB8"/>
    <w:rsid w:val="004D1060"/>
    <w:rsid w:val="004D129D"/>
    <w:rsid w:val="004D12A3"/>
    <w:rsid w:val="004D12FC"/>
    <w:rsid w:val="004D1310"/>
    <w:rsid w:val="004D160A"/>
    <w:rsid w:val="004D17B9"/>
    <w:rsid w:val="004D1809"/>
    <w:rsid w:val="004D186A"/>
    <w:rsid w:val="004D193E"/>
    <w:rsid w:val="004D1B56"/>
    <w:rsid w:val="004D1F31"/>
    <w:rsid w:val="004D227C"/>
    <w:rsid w:val="004D2383"/>
    <w:rsid w:val="004D23A5"/>
    <w:rsid w:val="004D26BD"/>
    <w:rsid w:val="004D2A45"/>
    <w:rsid w:val="004D2A68"/>
    <w:rsid w:val="004D2B5C"/>
    <w:rsid w:val="004D2D96"/>
    <w:rsid w:val="004D2F5C"/>
    <w:rsid w:val="004D30C8"/>
    <w:rsid w:val="004D30DB"/>
    <w:rsid w:val="004D310D"/>
    <w:rsid w:val="004D3114"/>
    <w:rsid w:val="004D31EC"/>
    <w:rsid w:val="004D3300"/>
    <w:rsid w:val="004D33BE"/>
    <w:rsid w:val="004D3402"/>
    <w:rsid w:val="004D349D"/>
    <w:rsid w:val="004D35C1"/>
    <w:rsid w:val="004D360C"/>
    <w:rsid w:val="004D3928"/>
    <w:rsid w:val="004D39E9"/>
    <w:rsid w:val="004D429B"/>
    <w:rsid w:val="004D4347"/>
    <w:rsid w:val="004D44C9"/>
    <w:rsid w:val="004D4519"/>
    <w:rsid w:val="004D451A"/>
    <w:rsid w:val="004D46CD"/>
    <w:rsid w:val="004D47F8"/>
    <w:rsid w:val="004D4B7E"/>
    <w:rsid w:val="004D4EEB"/>
    <w:rsid w:val="004D5381"/>
    <w:rsid w:val="004D53FE"/>
    <w:rsid w:val="004D5546"/>
    <w:rsid w:val="004D566D"/>
    <w:rsid w:val="004D5789"/>
    <w:rsid w:val="004D5AA9"/>
    <w:rsid w:val="004D5ABA"/>
    <w:rsid w:val="004D5BDC"/>
    <w:rsid w:val="004D5FD1"/>
    <w:rsid w:val="004D61A3"/>
    <w:rsid w:val="004D6230"/>
    <w:rsid w:val="004D6263"/>
    <w:rsid w:val="004D64C9"/>
    <w:rsid w:val="004D6729"/>
    <w:rsid w:val="004D67F3"/>
    <w:rsid w:val="004D682E"/>
    <w:rsid w:val="004D6927"/>
    <w:rsid w:val="004D6A3E"/>
    <w:rsid w:val="004D6AC1"/>
    <w:rsid w:val="004D6ACA"/>
    <w:rsid w:val="004D6AD0"/>
    <w:rsid w:val="004D6AD6"/>
    <w:rsid w:val="004D6BE8"/>
    <w:rsid w:val="004D6CB5"/>
    <w:rsid w:val="004D6E89"/>
    <w:rsid w:val="004D6F37"/>
    <w:rsid w:val="004D70DE"/>
    <w:rsid w:val="004D73F4"/>
    <w:rsid w:val="004D7446"/>
    <w:rsid w:val="004D7580"/>
    <w:rsid w:val="004D76F2"/>
    <w:rsid w:val="004D77A9"/>
    <w:rsid w:val="004D77E2"/>
    <w:rsid w:val="004D77F1"/>
    <w:rsid w:val="004D784D"/>
    <w:rsid w:val="004D7959"/>
    <w:rsid w:val="004D7992"/>
    <w:rsid w:val="004D7B9C"/>
    <w:rsid w:val="004E0259"/>
    <w:rsid w:val="004E0264"/>
    <w:rsid w:val="004E04C5"/>
    <w:rsid w:val="004E065E"/>
    <w:rsid w:val="004E06A6"/>
    <w:rsid w:val="004E0805"/>
    <w:rsid w:val="004E09A3"/>
    <w:rsid w:val="004E09DC"/>
    <w:rsid w:val="004E0CC3"/>
    <w:rsid w:val="004E1069"/>
    <w:rsid w:val="004E10A5"/>
    <w:rsid w:val="004E10BA"/>
    <w:rsid w:val="004E10C2"/>
    <w:rsid w:val="004E128C"/>
    <w:rsid w:val="004E137A"/>
    <w:rsid w:val="004E1595"/>
    <w:rsid w:val="004E15E7"/>
    <w:rsid w:val="004E16BB"/>
    <w:rsid w:val="004E16D6"/>
    <w:rsid w:val="004E178C"/>
    <w:rsid w:val="004E17EE"/>
    <w:rsid w:val="004E1C27"/>
    <w:rsid w:val="004E1D5B"/>
    <w:rsid w:val="004E1DC8"/>
    <w:rsid w:val="004E2145"/>
    <w:rsid w:val="004E2206"/>
    <w:rsid w:val="004E23D2"/>
    <w:rsid w:val="004E2532"/>
    <w:rsid w:val="004E25C5"/>
    <w:rsid w:val="004E25D2"/>
    <w:rsid w:val="004E2676"/>
    <w:rsid w:val="004E2686"/>
    <w:rsid w:val="004E2698"/>
    <w:rsid w:val="004E2857"/>
    <w:rsid w:val="004E2C39"/>
    <w:rsid w:val="004E2F2B"/>
    <w:rsid w:val="004E2F83"/>
    <w:rsid w:val="004E3003"/>
    <w:rsid w:val="004E3402"/>
    <w:rsid w:val="004E3584"/>
    <w:rsid w:val="004E39B1"/>
    <w:rsid w:val="004E3B63"/>
    <w:rsid w:val="004E3BC3"/>
    <w:rsid w:val="004E3D55"/>
    <w:rsid w:val="004E3E0C"/>
    <w:rsid w:val="004E3E6F"/>
    <w:rsid w:val="004E4186"/>
    <w:rsid w:val="004E4353"/>
    <w:rsid w:val="004E45FE"/>
    <w:rsid w:val="004E47C1"/>
    <w:rsid w:val="004E47D0"/>
    <w:rsid w:val="004E47FF"/>
    <w:rsid w:val="004E4A1B"/>
    <w:rsid w:val="004E4C1D"/>
    <w:rsid w:val="004E4D35"/>
    <w:rsid w:val="004E4F0D"/>
    <w:rsid w:val="004E4FD8"/>
    <w:rsid w:val="004E5190"/>
    <w:rsid w:val="004E52FA"/>
    <w:rsid w:val="004E54CD"/>
    <w:rsid w:val="004E557C"/>
    <w:rsid w:val="004E56C4"/>
    <w:rsid w:val="004E593B"/>
    <w:rsid w:val="004E5A5F"/>
    <w:rsid w:val="004E5B45"/>
    <w:rsid w:val="004E5C52"/>
    <w:rsid w:val="004E5D81"/>
    <w:rsid w:val="004E5DBC"/>
    <w:rsid w:val="004E5DE9"/>
    <w:rsid w:val="004E5ED5"/>
    <w:rsid w:val="004E608E"/>
    <w:rsid w:val="004E6275"/>
    <w:rsid w:val="004E6288"/>
    <w:rsid w:val="004E6363"/>
    <w:rsid w:val="004E650E"/>
    <w:rsid w:val="004E66B4"/>
    <w:rsid w:val="004E6A4E"/>
    <w:rsid w:val="004E6A7C"/>
    <w:rsid w:val="004E6ADC"/>
    <w:rsid w:val="004E6BB1"/>
    <w:rsid w:val="004E6C0B"/>
    <w:rsid w:val="004E6FB0"/>
    <w:rsid w:val="004E7263"/>
    <w:rsid w:val="004E74DA"/>
    <w:rsid w:val="004E7559"/>
    <w:rsid w:val="004E7860"/>
    <w:rsid w:val="004E78BB"/>
    <w:rsid w:val="004E7B00"/>
    <w:rsid w:val="004E7C71"/>
    <w:rsid w:val="004E7F2F"/>
    <w:rsid w:val="004E7F3B"/>
    <w:rsid w:val="004E7FC6"/>
    <w:rsid w:val="004E7FDB"/>
    <w:rsid w:val="004F004B"/>
    <w:rsid w:val="004F0125"/>
    <w:rsid w:val="004F04EA"/>
    <w:rsid w:val="004F0533"/>
    <w:rsid w:val="004F05A4"/>
    <w:rsid w:val="004F05ED"/>
    <w:rsid w:val="004F0742"/>
    <w:rsid w:val="004F07A8"/>
    <w:rsid w:val="004F0B6D"/>
    <w:rsid w:val="004F0BA0"/>
    <w:rsid w:val="004F0C49"/>
    <w:rsid w:val="004F10C3"/>
    <w:rsid w:val="004F11D1"/>
    <w:rsid w:val="004F164C"/>
    <w:rsid w:val="004F17A1"/>
    <w:rsid w:val="004F1888"/>
    <w:rsid w:val="004F18BC"/>
    <w:rsid w:val="004F18FD"/>
    <w:rsid w:val="004F1A2E"/>
    <w:rsid w:val="004F1A82"/>
    <w:rsid w:val="004F1BEE"/>
    <w:rsid w:val="004F1F43"/>
    <w:rsid w:val="004F28F0"/>
    <w:rsid w:val="004F2B1B"/>
    <w:rsid w:val="004F2C86"/>
    <w:rsid w:val="004F2D47"/>
    <w:rsid w:val="004F2E55"/>
    <w:rsid w:val="004F3011"/>
    <w:rsid w:val="004F3196"/>
    <w:rsid w:val="004F31E0"/>
    <w:rsid w:val="004F31ED"/>
    <w:rsid w:val="004F3399"/>
    <w:rsid w:val="004F3447"/>
    <w:rsid w:val="004F3583"/>
    <w:rsid w:val="004F35D7"/>
    <w:rsid w:val="004F39F4"/>
    <w:rsid w:val="004F3A69"/>
    <w:rsid w:val="004F3D73"/>
    <w:rsid w:val="004F3EDB"/>
    <w:rsid w:val="004F427E"/>
    <w:rsid w:val="004F429E"/>
    <w:rsid w:val="004F4624"/>
    <w:rsid w:val="004F4627"/>
    <w:rsid w:val="004F47B0"/>
    <w:rsid w:val="004F49C3"/>
    <w:rsid w:val="004F4B5C"/>
    <w:rsid w:val="004F4F2D"/>
    <w:rsid w:val="004F52C4"/>
    <w:rsid w:val="004F52CC"/>
    <w:rsid w:val="004F53DA"/>
    <w:rsid w:val="004F562D"/>
    <w:rsid w:val="004F5656"/>
    <w:rsid w:val="004F56D5"/>
    <w:rsid w:val="004F5793"/>
    <w:rsid w:val="004F5E1B"/>
    <w:rsid w:val="004F5FAB"/>
    <w:rsid w:val="004F609E"/>
    <w:rsid w:val="004F60A6"/>
    <w:rsid w:val="004F61B6"/>
    <w:rsid w:val="004F639C"/>
    <w:rsid w:val="004F64A1"/>
    <w:rsid w:val="004F680A"/>
    <w:rsid w:val="004F6942"/>
    <w:rsid w:val="004F6ABE"/>
    <w:rsid w:val="004F6DC2"/>
    <w:rsid w:val="004F6FBC"/>
    <w:rsid w:val="004F70B7"/>
    <w:rsid w:val="004F7165"/>
    <w:rsid w:val="004F71E4"/>
    <w:rsid w:val="004F71EF"/>
    <w:rsid w:val="004F731C"/>
    <w:rsid w:val="004F7330"/>
    <w:rsid w:val="004F7771"/>
    <w:rsid w:val="004F7862"/>
    <w:rsid w:val="004F7A24"/>
    <w:rsid w:val="004F7B07"/>
    <w:rsid w:val="004F7CE9"/>
    <w:rsid w:val="004F7E88"/>
    <w:rsid w:val="00500010"/>
    <w:rsid w:val="00500022"/>
    <w:rsid w:val="00500056"/>
    <w:rsid w:val="005000BF"/>
    <w:rsid w:val="00500143"/>
    <w:rsid w:val="0050039D"/>
    <w:rsid w:val="00500420"/>
    <w:rsid w:val="00500477"/>
    <w:rsid w:val="0050050F"/>
    <w:rsid w:val="0050056B"/>
    <w:rsid w:val="005008DC"/>
    <w:rsid w:val="00500A30"/>
    <w:rsid w:val="00500A44"/>
    <w:rsid w:val="00500E37"/>
    <w:rsid w:val="00500F36"/>
    <w:rsid w:val="005010B4"/>
    <w:rsid w:val="005011B5"/>
    <w:rsid w:val="00501FB4"/>
    <w:rsid w:val="0050222C"/>
    <w:rsid w:val="005024BE"/>
    <w:rsid w:val="00502577"/>
    <w:rsid w:val="005026C3"/>
    <w:rsid w:val="005026D9"/>
    <w:rsid w:val="00502750"/>
    <w:rsid w:val="0050287C"/>
    <w:rsid w:val="005029E9"/>
    <w:rsid w:val="00502A42"/>
    <w:rsid w:val="00502B16"/>
    <w:rsid w:val="00502C47"/>
    <w:rsid w:val="00502DF4"/>
    <w:rsid w:val="00502E43"/>
    <w:rsid w:val="00502EFC"/>
    <w:rsid w:val="0050309C"/>
    <w:rsid w:val="0050314E"/>
    <w:rsid w:val="0050319E"/>
    <w:rsid w:val="005032D4"/>
    <w:rsid w:val="00503361"/>
    <w:rsid w:val="00503452"/>
    <w:rsid w:val="0050368D"/>
    <w:rsid w:val="00503866"/>
    <w:rsid w:val="005039F2"/>
    <w:rsid w:val="00503E9C"/>
    <w:rsid w:val="0050401D"/>
    <w:rsid w:val="005040ED"/>
    <w:rsid w:val="00504460"/>
    <w:rsid w:val="0050448E"/>
    <w:rsid w:val="00504998"/>
    <w:rsid w:val="00504B54"/>
    <w:rsid w:val="00504C85"/>
    <w:rsid w:val="00504E2D"/>
    <w:rsid w:val="00504E7D"/>
    <w:rsid w:val="00504EA8"/>
    <w:rsid w:val="0050590B"/>
    <w:rsid w:val="00505959"/>
    <w:rsid w:val="00505AE5"/>
    <w:rsid w:val="00505B45"/>
    <w:rsid w:val="00505CDA"/>
    <w:rsid w:val="00505D3A"/>
    <w:rsid w:val="0050616E"/>
    <w:rsid w:val="0050620D"/>
    <w:rsid w:val="0050620F"/>
    <w:rsid w:val="00506306"/>
    <w:rsid w:val="00506452"/>
    <w:rsid w:val="005065C1"/>
    <w:rsid w:val="00506676"/>
    <w:rsid w:val="005066D5"/>
    <w:rsid w:val="005066E3"/>
    <w:rsid w:val="00506784"/>
    <w:rsid w:val="00506AB4"/>
    <w:rsid w:val="00506C11"/>
    <w:rsid w:val="00506CD2"/>
    <w:rsid w:val="00506CF9"/>
    <w:rsid w:val="00506D5C"/>
    <w:rsid w:val="005070FE"/>
    <w:rsid w:val="0050711B"/>
    <w:rsid w:val="00507170"/>
    <w:rsid w:val="0050717D"/>
    <w:rsid w:val="005075C7"/>
    <w:rsid w:val="00507902"/>
    <w:rsid w:val="0050798A"/>
    <w:rsid w:val="00507B1B"/>
    <w:rsid w:val="00507DD0"/>
    <w:rsid w:val="00507E69"/>
    <w:rsid w:val="00507E89"/>
    <w:rsid w:val="00510417"/>
    <w:rsid w:val="005104A1"/>
    <w:rsid w:val="005104B5"/>
    <w:rsid w:val="005105D4"/>
    <w:rsid w:val="005108EF"/>
    <w:rsid w:val="005109CE"/>
    <w:rsid w:val="00510B91"/>
    <w:rsid w:val="00510ECB"/>
    <w:rsid w:val="00510F10"/>
    <w:rsid w:val="00511013"/>
    <w:rsid w:val="0051104B"/>
    <w:rsid w:val="00511223"/>
    <w:rsid w:val="0051161D"/>
    <w:rsid w:val="0051192B"/>
    <w:rsid w:val="00511AD9"/>
    <w:rsid w:val="00511AF7"/>
    <w:rsid w:val="00511CCE"/>
    <w:rsid w:val="00511E99"/>
    <w:rsid w:val="00512036"/>
    <w:rsid w:val="005120B4"/>
    <w:rsid w:val="00512365"/>
    <w:rsid w:val="005123BB"/>
    <w:rsid w:val="005125B4"/>
    <w:rsid w:val="005127AD"/>
    <w:rsid w:val="0051285F"/>
    <w:rsid w:val="005129A5"/>
    <w:rsid w:val="005129C2"/>
    <w:rsid w:val="00512A73"/>
    <w:rsid w:val="00512B37"/>
    <w:rsid w:val="00512D4A"/>
    <w:rsid w:val="00512D75"/>
    <w:rsid w:val="00512DC7"/>
    <w:rsid w:val="00512F12"/>
    <w:rsid w:val="00512F8C"/>
    <w:rsid w:val="0051300C"/>
    <w:rsid w:val="0051303A"/>
    <w:rsid w:val="005130C0"/>
    <w:rsid w:val="005130D6"/>
    <w:rsid w:val="00513137"/>
    <w:rsid w:val="005133C8"/>
    <w:rsid w:val="005134BF"/>
    <w:rsid w:val="005135F4"/>
    <w:rsid w:val="005136EF"/>
    <w:rsid w:val="0051377A"/>
    <w:rsid w:val="00513856"/>
    <w:rsid w:val="005139F0"/>
    <w:rsid w:val="00513AEB"/>
    <w:rsid w:val="00513B60"/>
    <w:rsid w:val="00513BD9"/>
    <w:rsid w:val="00513C36"/>
    <w:rsid w:val="00513DFD"/>
    <w:rsid w:val="00513E13"/>
    <w:rsid w:val="00513E28"/>
    <w:rsid w:val="00513F91"/>
    <w:rsid w:val="00514156"/>
    <w:rsid w:val="005141DA"/>
    <w:rsid w:val="00514384"/>
    <w:rsid w:val="00514669"/>
    <w:rsid w:val="005148FB"/>
    <w:rsid w:val="00514956"/>
    <w:rsid w:val="00514A59"/>
    <w:rsid w:val="00514CF7"/>
    <w:rsid w:val="00515055"/>
    <w:rsid w:val="005150AA"/>
    <w:rsid w:val="005150EB"/>
    <w:rsid w:val="00515162"/>
    <w:rsid w:val="005151A5"/>
    <w:rsid w:val="005151AF"/>
    <w:rsid w:val="00515552"/>
    <w:rsid w:val="00515685"/>
    <w:rsid w:val="00515733"/>
    <w:rsid w:val="00515C90"/>
    <w:rsid w:val="00515CBA"/>
    <w:rsid w:val="00515EEA"/>
    <w:rsid w:val="0051621A"/>
    <w:rsid w:val="005163D8"/>
    <w:rsid w:val="005164F0"/>
    <w:rsid w:val="00516642"/>
    <w:rsid w:val="0051668E"/>
    <w:rsid w:val="00516721"/>
    <w:rsid w:val="005167FF"/>
    <w:rsid w:val="00516A17"/>
    <w:rsid w:val="00516ADB"/>
    <w:rsid w:val="00516CD5"/>
    <w:rsid w:val="00516D9E"/>
    <w:rsid w:val="00516F21"/>
    <w:rsid w:val="00517003"/>
    <w:rsid w:val="00517013"/>
    <w:rsid w:val="00517073"/>
    <w:rsid w:val="0051728C"/>
    <w:rsid w:val="00517794"/>
    <w:rsid w:val="005177D6"/>
    <w:rsid w:val="005179BF"/>
    <w:rsid w:val="00517C8B"/>
    <w:rsid w:val="00517CC8"/>
    <w:rsid w:val="00517DDB"/>
    <w:rsid w:val="00517E7D"/>
    <w:rsid w:val="00517F5C"/>
    <w:rsid w:val="00520007"/>
    <w:rsid w:val="0052016A"/>
    <w:rsid w:val="00520275"/>
    <w:rsid w:val="0052062B"/>
    <w:rsid w:val="00520681"/>
    <w:rsid w:val="005207C8"/>
    <w:rsid w:val="005209B9"/>
    <w:rsid w:val="00520B5E"/>
    <w:rsid w:val="00520D6A"/>
    <w:rsid w:val="00520FCB"/>
    <w:rsid w:val="00521416"/>
    <w:rsid w:val="0052185D"/>
    <w:rsid w:val="005218AE"/>
    <w:rsid w:val="00521BAA"/>
    <w:rsid w:val="00521D95"/>
    <w:rsid w:val="00522210"/>
    <w:rsid w:val="00522278"/>
    <w:rsid w:val="00522634"/>
    <w:rsid w:val="00522768"/>
    <w:rsid w:val="005227C5"/>
    <w:rsid w:val="00522900"/>
    <w:rsid w:val="00522A35"/>
    <w:rsid w:val="00522AC1"/>
    <w:rsid w:val="00522B33"/>
    <w:rsid w:val="00522CC0"/>
    <w:rsid w:val="00522DF2"/>
    <w:rsid w:val="0052302C"/>
    <w:rsid w:val="005231F5"/>
    <w:rsid w:val="00523300"/>
    <w:rsid w:val="005236A1"/>
    <w:rsid w:val="00523953"/>
    <w:rsid w:val="00523965"/>
    <w:rsid w:val="005239EA"/>
    <w:rsid w:val="005239ED"/>
    <w:rsid w:val="00523BD7"/>
    <w:rsid w:val="00523C0C"/>
    <w:rsid w:val="00523CE1"/>
    <w:rsid w:val="00523D4E"/>
    <w:rsid w:val="00523E30"/>
    <w:rsid w:val="00523E35"/>
    <w:rsid w:val="0052418B"/>
    <w:rsid w:val="005248EF"/>
    <w:rsid w:val="00524949"/>
    <w:rsid w:val="00524AA2"/>
    <w:rsid w:val="00524AE5"/>
    <w:rsid w:val="00524B5A"/>
    <w:rsid w:val="00524D5B"/>
    <w:rsid w:val="00524E19"/>
    <w:rsid w:val="00524F8B"/>
    <w:rsid w:val="005257F6"/>
    <w:rsid w:val="00525857"/>
    <w:rsid w:val="00525D3F"/>
    <w:rsid w:val="00525E68"/>
    <w:rsid w:val="00525EB9"/>
    <w:rsid w:val="00525F7E"/>
    <w:rsid w:val="0052617D"/>
    <w:rsid w:val="00526327"/>
    <w:rsid w:val="005264FC"/>
    <w:rsid w:val="00526530"/>
    <w:rsid w:val="00526A20"/>
    <w:rsid w:val="00526D70"/>
    <w:rsid w:val="00526E5C"/>
    <w:rsid w:val="0052717D"/>
    <w:rsid w:val="00527210"/>
    <w:rsid w:val="0052723B"/>
    <w:rsid w:val="005272B4"/>
    <w:rsid w:val="005273D8"/>
    <w:rsid w:val="0052746A"/>
    <w:rsid w:val="005274AE"/>
    <w:rsid w:val="005274C5"/>
    <w:rsid w:val="005276EA"/>
    <w:rsid w:val="005277D5"/>
    <w:rsid w:val="00527839"/>
    <w:rsid w:val="00527867"/>
    <w:rsid w:val="005278C1"/>
    <w:rsid w:val="00527A3C"/>
    <w:rsid w:val="00527B04"/>
    <w:rsid w:val="00527C35"/>
    <w:rsid w:val="00527D92"/>
    <w:rsid w:val="00527DEA"/>
    <w:rsid w:val="0053001B"/>
    <w:rsid w:val="005301E5"/>
    <w:rsid w:val="00530227"/>
    <w:rsid w:val="0053022F"/>
    <w:rsid w:val="00530273"/>
    <w:rsid w:val="005303C6"/>
    <w:rsid w:val="005304F3"/>
    <w:rsid w:val="005305D0"/>
    <w:rsid w:val="00530675"/>
    <w:rsid w:val="005307FF"/>
    <w:rsid w:val="005308EF"/>
    <w:rsid w:val="00530A57"/>
    <w:rsid w:val="00530AF4"/>
    <w:rsid w:val="00530B04"/>
    <w:rsid w:val="00530C0E"/>
    <w:rsid w:val="00530F3F"/>
    <w:rsid w:val="005310E3"/>
    <w:rsid w:val="005311C3"/>
    <w:rsid w:val="005311E0"/>
    <w:rsid w:val="005311F1"/>
    <w:rsid w:val="005317B5"/>
    <w:rsid w:val="005317C8"/>
    <w:rsid w:val="0053192C"/>
    <w:rsid w:val="00531A81"/>
    <w:rsid w:val="00531CF3"/>
    <w:rsid w:val="00532195"/>
    <w:rsid w:val="00532370"/>
    <w:rsid w:val="005324B5"/>
    <w:rsid w:val="005324E8"/>
    <w:rsid w:val="0053257F"/>
    <w:rsid w:val="005325DC"/>
    <w:rsid w:val="0053293E"/>
    <w:rsid w:val="00532A66"/>
    <w:rsid w:val="00532EE0"/>
    <w:rsid w:val="0053317B"/>
    <w:rsid w:val="005331D9"/>
    <w:rsid w:val="00533302"/>
    <w:rsid w:val="00533462"/>
    <w:rsid w:val="00533688"/>
    <w:rsid w:val="0053388E"/>
    <w:rsid w:val="00533936"/>
    <w:rsid w:val="0053397F"/>
    <w:rsid w:val="005339B4"/>
    <w:rsid w:val="00533A04"/>
    <w:rsid w:val="00533AB4"/>
    <w:rsid w:val="00533F8F"/>
    <w:rsid w:val="00533FE1"/>
    <w:rsid w:val="00534103"/>
    <w:rsid w:val="0053418D"/>
    <w:rsid w:val="005342E2"/>
    <w:rsid w:val="005343C7"/>
    <w:rsid w:val="00534676"/>
    <w:rsid w:val="005347E4"/>
    <w:rsid w:val="00534926"/>
    <w:rsid w:val="00534953"/>
    <w:rsid w:val="00534A0B"/>
    <w:rsid w:val="00534BDD"/>
    <w:rsid w:val="00534C27"/>
    <w:rsid w:val="00534D93"/>
    <w:rsid w:val="00534E25"/>
    <w:rsid w:val="00534E70"/>
    <w:rsid w:val="00534EBF"/>
    <w:rsid w:val="00534FB2"/>
    <w:rsid w:val="005350F0"/>
    <w:rsid w:val="0053512B"/>
    <w:rsid w:val="005354C7"/>
    <w:rsid w:val="005354ED"/>
    <w:rsid w:val="0053550C"/>
    <w:rsid w:val="005357E1"/>
    <w:rsid w:val="0053586E"/>
    <w:rsid w:val="00535956"/>
    <w:rsid w:val="00535A50"/>
    <w:rsid w:val="00535CEB"/>
    <w:rsid w:val="00536141"/>
    <w:rsid w:val="00536395"/>
    <w:rsid w:val="005366F9"/>
    <w:rsid w:val="0053698A"/>
    <w:rsid w:val="00536BD5"/>
    <w:rsid w:val="00536C6D"/>
    <w:rsid w:val="00536D57"/>
    <w:rsid w:val="00536E6D"/>
    <w:rsid w:val="00536EAB"/>
    <w:rsid w:val="00536F50"/>
    <w:rsid w:val="005370A0"/>
    <w:rsid w:val="005371E2"/>
    <w:rsid w:val="00537224"/>
    <w:rsid w:val="00537328"/>
    <w:rsid w:val="005373B2"/>
    <w:rsid w:val="00537503"/>
    <w:rsid w:val="00537518"/>
    <w:rsid w:val="00537578"/>
    <w:rsid w:val="00537691"/>
    <w:rsid w:val="00537889"/>
    <w:rsid w:val="0053789E"/>
    <w:rsid w:val="00537DAC"/>
    <w:rsid w:val="00537DC4"/>
    <w:rsid w:val="00537F7B"/>
    <w:rsid w:val="005400E6"/>
    <w:rsid w:val="005402A4"/>
    <w:rsid w:val="00540394"/>
    <w:rsid w:val="0054050C"/>
    <w:rsid w:val="00540581"/>
    <w:rsid w:val="005405DA"/>
    <w:rsid w:val="005407D1"/>
    <w:rsid w:val="00540BD9"/>
    <w:rsid w:val="00540C14"/>
    <w:rsid w:val="00540C57"/>
    <w:rsid w:val="00540CCC"/>
    <w:rsid w:val="00540CD9"/>
    <w:rsid w:val="00540E31"/>
    <w:rsid w:val="005410AF"/>
    <w:rsid w:val="00541243"/>
    <w:rsid w:val="00541376"/>
    <w:rsid w:val="00541582"/>
    <w:rsid w:val="00541768"/>
    <w:rsid w:val="00541A62"/>
    <w:rsid w:val="00541AB0"/>
    <w:rsid w:val="00541B33"/>
    <w:rsid w:val="00541B44"/>
    <w:rsid w:val="00541E9C"/>
    <w:rsid w:val="00541EF4"/>
    <w:rsid w:val="00542354"/>
    <w:rsid w:val="005423F9"/>
    <w:rsid w:val="00542964"/>
    <w:rsid w:val="00542A5B"/>
    <w:rsid w:val="00542A91"/>
    <w:rsid w:val="00542B49"/>
    <w:rsid w:val="00542BA9"/>
    <w:rsid w:val="00542C04"/>
    <w:rsid w:val="00542C62"/>
    <w:rsid w:val="00542D99"/>
    <w:rsid w:val="00542DF7"/>
    <w:rsid w:val="00542DFC"/>
    <w:rsid w:val="00542E3F"/>
    <w:rsid w:val="00542F27"/>
    <w:rsid w:val="0054305A"/>
    <w:rsid w:val="005431BB"/>
    <w:rsid w:val="005431F5"/>
    <w:rsid w:val="00543216"/>
    <w:rsid w:val="00543393"/>
    <w:rsid w:val="0054339D"/>
    <w:rsid w:val="0054369B"/>
    <w:rsid w:val="00543760"/>
    <w:rsid w:val="0054386A"/>
    <w:rsid w:val="0054398D"/>
    <w:rsid w:val="005439EE"/>
    <w:rsid w:val="00543DFC"/>
    <w:rsid w:val="00543EBF"/>
    <w:rsid w:val="00543EC2"/>
    <w:rsid w:val="00543ECD"/>
    <w:rsid w:val="00543F46"/>
    <w:rsid w:val="0054410C"/>
    <w:rsid w:val="00544243"/>
    <w:rsid w:val="005442E0"/>
    <w:rsid w:val="005444B3"/>
    <w:rsid w:val="00544544"/>
    <w:rsid w:val="00544725"/>
    <w:rsid w:val="005449F5"/>
    <w:rsid w:val="00544CFB"/>
    <w:rsid w:val="00544D09"/>
    <w:rsid w:val="00544D1E"/>
    <w:rsid w:val="00544F8D"/>
    <w:rsid w:val="0054501F"/>
    <w:rsid w:val="00545227"/>
    <w:rsid w:val="0054532F"/>
    <w:rsid w:val="00545418"/>
    <w:rsid w:val="005455B6"/>
    <w:rsid w:val="005457C1"/>
    <w:rsid w:val="00545985"/>
    <w:rsid w:val="00545C6E"/>
    <w:rsid w:val="00545C82"/>
    <w:rsid w:val="00545ED7"/>
    <w:rsid w:val="00545F42"/>
    <w:rsid w:val="00545F78"/>
    <w:rsid w:val="005460BC"/>
    <w:rsid w:val="0054617B"/>
    <w:rsid w:val="0054630C"/>
    <w:rsid w:val="00546603"/>
    <w:rsid w:val="00546925"/>
    <w:rsid w:val="00546AEB"/>
    <w:rsid w:val="00546C7F"/>
    <w:rsid w:val="00546CE8"/>
    <w:rsid w:val="00546E80"/>
    <w:rsid w:val="00547002"/>
    <w:rsid w:val="00547061"/>
    <w:rsid w:val="005470A3"/>
    <w:rsid w:val="005470DD"/>
    <w:rsid w:val="00547232"/>
    <w:rsid w:val="00547624"/>
    <w:rsid w:val="00547672"/>
    <w:rsid w:val="005477CB"/>
    <w:rsid w:val="00547962"/>
    <w:rsid w:val="00547B1D"/>
    <w:rsid w:val="00547D09"/>
    <w:rsid w:val="00547D17"/>
    <w:rsid w:val="00547EC6"/>
    <w:rsid w:val="00550070"/>
    <w:rsid w:val="005501CE"/>
    <w:rsid w:val="00550239"/>
    <w:rsid w:val="0055027F"/>
    <w:rsid w:val="00550413"/>
    <w:rsid w:val="00550557"/>
    <w:rsid w:val="00550598"/>
    <w:rsid w:val="005507D9"/>
    <w:rsid w:val="005507F3"/>
    <w:rsid w:val="00550891"/>
    <w:rsid w:val="0055092C"/>
    <w:rsid w:val="00550A13"/>
    <w:rsid w:val="00550CAE"/>
    <w:rsid w:val="005511E9"/>
    <w:rsid w:val="005514F0"/>
    <w:rsid w:val="00551511"/>
    <w:rsid w:val="005515BD"/>
    <w:rsid w:val="00551653"/>
    <w:rsid w:val="005516BB"/>
    <w:rsid w:val="00551796"/>
    <w:rsid w:val="005517A8"/>
    <w:rsid w:val="00551821"/>
    <w:rsid w:val="0055194F"/>
    <w:rsid w:val="00551A54"/>
    <w:rsid w:val="00551B2F"/>
    <w:rsid w:val="00551BE6"/>
    <w:rsid w:val="00551BFC"/>
    <w:rsid w:val="00551D2C"/>
    <w:rsid w:val="00551EF2"/>
    <w:rsid w:val="00551FBC"/>
    <w:rsid w:val="00551FF9"/>
    <w:rsid w:val="00552029"/>
    <w:rsid w:val="005521B8"/>
    <w:rsid w:val="00552221"/>
    <w:rsid w:val="00552288"/>
    <w:rsid w:val="00552617"/>
    <w:rsid w:val="005528E9"/>
    <w:rsid w:val="0055298F"/>
    <w:rsid w:val="005529B1"/>
    <w:rsid w:val="00552A94"/>
    <w:rsid w:val="00552DA8"/>
    <w:rsid w:val="00552E15"/>
    <w:rsid w:val="005531F0"/>
    <w:rsid w:val="005532B2"/>
    <w:rsid w:val="0055341F"/>
    <w:rsid w:val="005534A2"/>
    <w:rsid w:val="005536DB"/>
    <w:rsid w:val="0055378D"/>
    <w:rsid w:val="00553884"/>
    <w:rsid w:val="00553C4D"/>
    <w:rsid w:val="00553D34"/>
    <w:rsid w:val="00553D3E"/>
    <w:rsid w:val="00554149"/>
    <w:rsid w:val="0055416A"/>
    <w:rsid w:val="00554275"/>
    <w:rsid w:val="00554315"/>
    <w:rsid w:val="00554370"/>
    <w:rsid w:val="00554723"/>
    <w:rsid w:val="00554729"/>
    <w:rsid w:val="00554833"/>
    <w:rsid w:val="00554A83"/>
    <w:rsid w:val="00554A9E"/>
    <w:rsid w:val="00554B63"/>
    <w:rsid w:val="00554FCF"/>
    <w:rsid w:val="005551B3"/>
    <w:rsid w:val="00555230"/>
    <w:rsid w:val="0055534F"/>
    <w:rsid w:val="005554AE"/>
    <w:rsid w:val="005554F6"/>
    <w:rsid w:val="005555D1"/>
    <w:rsid w:val="0055577C"/>
    <w:rsid w:val="005557CD"/>
    <w:rsid w:val="00555983"/>
    <w:rsid w:val="00555A2B"/>
    <w:rsid w:val="00555C29"/>
    <w:rsid w:val="00555D33"/>
    <w:rsid w:val="00555D40"/>
    <w:rsid w:val="00555D5E"/>
    <w:rsid w:val="005561D2"/>
    <w:rsid w:val="00556393"/>
    <w:rsid w:val="00556755"/>
    <w:rsid w:val="00556780"/>
    <w:rsid w:val="005567AB"/>
    <w:rsid w:val="00556903"/>
    <w:rsid w:val="00556939"/>
    <w:rsid w:val="005569FA"/>
    <w:rsid w:val="00556A29"/>
    <w:rsid w:val="00556C6C"/>
    <w:rsid w:val="00556C9E"/>
    <w:rsid w:val="00556CD1"/>
    <w:rsid w:val="00556CD5"/>
    <w:rsid w:val="00556E18"/>
    <w:rsid w:val="00556F87"/>
    <w:rsid w:val="00557125"/>
    <w:rsid w:val="005572EE"/>
    <w:rsid w:val="00557370"/>
    <w:rsid w:val="005574BA"/>
    <w:rsid w:val="005577FB"/>
    <w:rsid w:val="0055789B"/>
    <w:rsid w:val="00557AE6"/>
    <w:rsid w:val="00557C03"/>
    <w:rsid w:val="00557C24"/>
    <w:rsid w:val="00557D11"/>
    <w:rsid w:val="00557D8B"/>
    <w:rsid w:val="00557E70"/>
    <w:rsid w:val="00557E83"/>
    <w:rsid w:val="00557F35"/>
    <w:rsid w:val="00557F89"/>
    <w:rsid w:val="00560397"/>
    <w:rsid w:val="0056040C"/>
    <w:rsid w:val="00560446"/>
    <w:rsid w:val="005604E2"/>
    <w:rsid w:val="005606C2"/>
    <w:rsid w:val="00560710"/>
    <w:rsid w:val="00560960"/>
    <w:rsid w:val="0056099B"/>
    <w:rsid w:val="00560A7F"/>
    <w:rsid w:val="00560B2D"/>
    <w:rsid w:val="00560B30"/>
    <w:rsid w:val="00560B74"/>
    <w:rsid w:val="00560E02"/>
    <w:rsid w:val="00560F05"/>
    <w:rsid w:val="0056121C"/>
    <w:rsid w:val="00561521"/>
    <w:rsid w:val="0056196A"/>
    <w:rsid w:val="00561C9A"/>
    <w:rsid w:val="00561D1C"/>
    <w:rsid w:val="00561E19"/>
    <w:rsid w:val="00561FF2"/>
    <w:rsid w:val="005620CE"/>
    <w:rsid w:val="005622B0"/>
    <w:rsid w:val="0056231A"/>
    <w:rsid w:val="005624A3"/>
    <w:rsid w:val="0056250E"/>
    <w:rsid w:val="005625D7"/>
    <w:rsid w:val="005626F3"/>
    <w:rsid w:val="005628B2"/>
    <w:rsid w:val="00562ADC"/>
    <w:rsid w:val="00562CAF"/>
    <w:rsid w:val="00562F04"/>
    <w:rsid w:val="0056352D"/>
    <w:rsid w:val="0056378E"/>
    <w:rsid w:val="00563856"/>
    <w:rsid w:val="00563922"/>
    <w:rsid w:val="00563DAF"/>
    <w:rsid w:val="00563EA3"/>
    <w:rsid w:val="00564088"/>
    <w:rsid w:val="005640CB"/>
    <w:rsid w:val="005641F2"/>
    <w:rsid w:val="00564245"/>
    <w:rsid w:val="00564424"/>
    <w:rsid w:val="00564732"/>
    <w:rsid w:val="005647BB"/>
    <w:rsid w:val="00564834"/>
    <w:rsid w:val="00564958"/>
    <w:rsid w:val="005649A6"/>
    <w:rsid w:val="00564D79"/>
    <w:rsid w:val="00564DA0"/>
    <w:rsid w:val="00564DF6"/>
    <w:rsid w:val="00564F0C"/>
    <w:rsid w:val="00564F51"/>
    <w:rsid w:val="00565088"/>
    <w:rsid w:val="00565239"/>
    <w:rsid w:val="005658DB"/>
    <w:rsid w:val="00565DE0"/>
    <w:rsid w:val="00565E7A"/>
    <w:rsid w:val="00565F9A"/>
    <w:rsid w:val="00565FD3"/>
    <w:rsid w:val="0056601F"/>
    <w:rsid w:val="00566042"/>
    <w:rsid w:val="005661EF"/>
    <w:rsid w:val="005661FF"/>
    <w:rsid w:val="0056628F"/>
    <w:rsid w:val="005662B4"/>
    <w:rsid w:val="00566390"/>
    <w:rsid w:val="00566503"/>
    <w:rsid w:val="0056682A"/>
    <w:rsid w:val="005668BC"/>
    <w:rsid w:val="005668F9"/>
    <w:rsid w:val="00566DB8"/>
    <w:rsid w:val="00566E2A"/>
    <w:rsid w:val="00566F40"/>
    <w:rsid w:val="0056709B"/>
    <w:rsid w:val="005670C3"/>
    <w:rsid w:val="005671BA"/>
    <w:rsid w:val="005671E8"/>
    <w:rsid w:val="005672F7"/>
    <w:rsid w:val="0056741F"/>
    <w:rsid w:val="00567433"/>
    <w:rsid w:val="0056748B"/>
    <w:rsid w:val="005674A5"/>
    <w:rsid w:val="0056757E"/>
    <w:rsid w:val="0056774B"/>
    <w:rsid w:val="005679EA"/>
    <w:rsid w:val="00567A0C"/>
    <w:rsid w:val="00567B26"/>
    <w:rsid w:val="00567ED9"/>
    <w:rsid w:val="00570583"/>
    <w:rsid w:val="005705A2"/>
    <w:rsid w:val="005705D4"/>
    <w:rsid w:val="005707FA"/>
    <w:rsid w:val="00570950"/>
    <w:rsid w:val="00570A24"/>
    <w:rsid w:val="00570CE3"/>
    <w:rsid w:val="00570D68"/>
    <w:rsid w:val="00570F64"/>
    <w:rsid w:val="00570FD5"/>
    <w:rsid w:val="00571031"/>
    <w:rsid w:val="00571060"/>
    <w:rsid w:val="00571113"/>
    <w:rsid w:val="005712D0"/>
    <w:rsid w:val="00571398"/>
    <w:rsid w:val="005714FF"/>
    <w:rsid w:val="00571625"/>
    <w:rsid w:val="005717B3"/>
    <w:rsid w:val="00571941"/>
    <w:rsid w:val="00571A3D"/>
    <w:rsid w:val="00571AD2"/>
    <w:rsid w:val="00571B06"/>
    <w:rsid w:val="00571B60"/>
    <w:rsid w:val="00571BA8"/>
    <w:rsid w:val="00571E1F"/>
    <w:rsid w:val="00572309"/>
    <w:rsid w:val="00572393"/>
    <w:rsid w:val="005724ED"/>
    <w:rsid w:val="0057253D"/>
    <w:rsid w:val="005726BB"/>
    <w:rsid w:val="005726C6"/>
    <w:rsid w:val="00572BD7"/>
    <w:rsid w:val="00572BF1"/>
    <w:rsid w:val="00572D0F"/>
    <w:rsid w:val="00572E76"/>
    <w:rsid w:val="00572F40"/>
    <w:rsid w:val="00573267"/>
    <w:rsid w:val="005732A0"/>
    <w:rsid w:val="00573304"/>
    <w:rsid w:val="00573364"/>
    <w:rsid w:val="00573367"/>
    <w:rsid w:val="0057352D"/>
    <w:rsid w:val="0057366F"/>
    <w:rsid w:val="005737F9"/>
    <w:rsid w:val="0057381B"/>
    <w:rsid w:val="00573AA2"/>
    <w:rsid w:val="00573D00"/>
    <w:rsid w:val="00573E5E"/>
    <w:rsid w:val="0057427D"/>
    <w:rsid w:val="0057430F"/>
    <w:rsid w:val="005745E4"/>
    <w:rsid w:val="005745FA"/>
    <w:rsid w:val="00574735"/>
    <w:rsid w:val="005747EA"/>
    <w:rsid w:val="00574A96"/>
    <w:rsid w:val="00574C1D"/>
    <w:rsid w:val="00574D25"/>
    <w:rsid w:val="00574DD4"/>
    <w:rsid w:val="00574FFA"/>
    <w:rsid w:val="00575076"/>
    <w:rsid w:val="005751A1"/>
    <w:rsid w:val="00575234"/>
    <w:rsid w:val="0057529C"/>
    <w:rsid w:val="0057537D"/>
    <w:rsid w:val="005753D1"/>
    <w:rsid w:val="0057551D"/>
    <w:rsid w:val="00575707"/>
    <w:rsid w:val="00575979"/>
    <w:rsid w:val="005759A0"/>
    <w:rsid w:val="00575B28"/>
    <w:rsid w:val="00575BC3"/>
    <w:rsid w:val="00575D82"/>
    <w:rsid w:val="00575F9C"/>
    <w:rsid w:val="005760D0"/>
    <w:rsid w:val="0057610F"/>
    <w:rsid w:val="00576410"/>
    <w:rsid w:val="00576755"/>
    <w:rsid w:val="00576820"/>
    <w:rsid w:val="005768DE"/>
    <w:rsid w:val="00576A65"/>
    <w:rsid w:val="00576A75"/>
    <w:rsid w:val="00576C03"/>
    <w:rsid w:val="00576DCD"/>
    <w:rsid w:val="00576E1D"/>
    <w:rsid w:val="00577041"/>
    <w:rsid w:val="0057706F"/>
    <w:rsid w:val="00577494"/>
    <w:rsid w:val="005775E5"/>
    <w:rsid w:val="005776ED"/>
    <w:rsid w:val="00577821"/>
    <w:rsid w:val="00577A64"/>
    <w:rsid w:val="00577CED"/>
    <w:rsid w:val="00577EB7"/>
    <w:rsid w:val="00577F16"/>
    <w:rsid w:val="0058002B"/>
    <w:rsid w:val="00580095"/>
    <w:rsid w:val="0058015E"/>
    <w:rsid w:val="0058038E"/>
    <w:rsid w:val="00580587"/>
    <w:rsid w:val="005805B0"/>
    <w:rsid w:val="005805D3"/>
    <w:rsid w:val="005805E1"/>
    <w:rsid w:val="005805E3"/>
    <w:rsid w:val="005805EC"/>
    <w:rsid w:val="005806CC"/>
    <w:rsid w:val="005809A5"/>
    <w:rsid w:val="00580AA6"/>
    <w:rsid w:val="00580C52"/>
    <w:rsid w:val="00580DF3"/>
    <w:rsid w:val="00580E81"/>
    <w:rsid w:val="00581243"/>
    <w:rsid w:val="0058126F"/>
    <w:rsid w:val="005812A7"/>
    <w:rsid w:val="005812F5"/>
    <w:rsid w:val="00581336"/>
    <w:rsid w:val="00581403"/>
    <w:rsid w:val="0058144F"/>
    <w:rsid w:val="0058179E"/>
    <w:rsid w:val="00581842"/>
    <w:rsid w:val="005818D7"/>
    <w:rsid w:val="00581965"/>
    <w:rsid w:val="005819F6"/>
    <w:rsid w:val="00581AD2"/>
    <w:rsid w:val="00581BCC"/>
    <w:rsid w:val="00581D2B"/>
    <w:rsid w:val="00581EA4"/>
    <w:rsid w:val="00581F75"/>
    <w:rsid w:val="00581FC5"/>
    <w:rsid w:val="00582287"/>
    <w:rsid w:val="0058243B"/>
    <w:rsid w:val="00582453"/>
    <w:rsid w:val="005825D8"/>
    <w:rsid w:val="005825EC"/>
    <w:rsid w:val="005827BC"/>
    <w:rsid w:val="00582801"/>
    <w:rsid w:val="0058294B"/>
    <w:rsid w:val="00582A5D"/>
    <w:rsid w:val="00582BDE"/>
    <w:rsid w:val="00582C4B"/>
    <w:rsid w:val="00582EF5"/>
    <w:rsid w:val="00582F5B"/>
    <w:rsid w:val="005830F0"/>
    <w:rsid w:val="00583453"/>
    <w:rsid w:val="0058388D"/>
    <w:rsid w:val="005838BE"/>
    <w:rsid w:val="00583A49"/>
    <w:rsid w:val="00583D06"/>
    <w:rsid w:val="00583F04"/>
    <w:rsid w:val="00583FB2"/>
    <w:rsid w:val="0058400B"/>
    <w:rsid w:val="00584150"/>
    <w:rsid w:val="00584326"/>
    <w:rsid w:val="005843D9"/>
    <w:rsid w:val="0058449E"/>
    <w:rsid w:val="005844D8"/>
    <w:rsid w:val="005845D5"/>
    <w:rsid w:val="00584969"/>
    <w:rsid w:val="00584C79"/>
    <w:rsid w:val="00584C80"/>
    <w:rsid w:val="00584EE4"/>
    <w:rsid w:val="00585300"/>
    <w:rsid w:val="00585421"/>
    <w:rsid w:val="00585594"/>
    <w:rsid w:val="00585617"/>
    <w:rsid w:val="005858C2"/>
    <w:rsid w:val="0058593B"/>
    <w:rsid w:val="00585C73"/>
    <w:rsid w:val="00585CB2"/>
    <w:rsid w:val="00585D17"/>
    <w:rsid w:val="00585D39"/>
    <w:rsid w:val="00585DD8"/>
    <w:rsid w:val="00585E91"/>
    <w:rsid w:val="00585F16"/>
    <w:rsid w:val="00585F7F"/>
    <w:rsid w:val="0058602F"/>
    <w:rsid w:val="005861B0"/>
    <w:rsid w:val="005862B0"/>
    <w:rsid w:val="00586314"/>
    <w:rsid w:val="00586426"/>
    <w:rsid w:val="00586568"/>
    <w:rsid w:val="005867DC"/>
    <w:rsid w:val="005867F6"/>
    <w:rsid w:val="00586A5C"/>
    <w:rsid w:val="00586BEA"/>
    <w:rsid w:val="00586CE8"/>
    <w:rsid w:val="00586FF5"/>
    <w:rsid w:val="00587178"/>
    <w:rsid w:val="005871AD"/>
    <w:rsid w:val="0058721C"/>
    <w:rsid w:val="005872F2"/>
    <w:rsid w:val="0058730D"/>
    <w:rsid w:val="005874A2"/>
    <w:rsid w:val="005874FF"/>
    <w:rsid w:val="00587A95"/>
    <w:rsid w:val="00587C7A"/>
    <w:rsid w:val="00587D04"/>
    <w:rsid w:val="00590040"/>
    <w:rsid w:val="00590070"/>
    <w:rsid w:val="0059013B"/>
    <w:rsid w:val="00590773"/>
    <w:rsid w:val="00590838"/>
    <w:rsid w:val="005908D1"/>
    <w:rsid w:val="00590927"/>
    <w:rsid w:val="00590A97"/>
    <w:rsid w:val="00590D25"/>
    <w:rsid w:val="00591035"/>
    <w:rsid w:val="005910BA"/>
    <w:rsid w:val="005910ED"/>
    <w:rsid w:val="00591116"/>
    <w:rsid w:val="00591341"/>
    <w:rsid w:val="005913FD"/>
    <w:rsid w:val="005915CC"/>
    <w:rsid w:val="00591666"/>
    <w:rsid w:val="00591C05"/>
    <w:rsid w:val="00591C28"/>
    <w:rsid w:val="00591DBA"/>
    <w:rsid w:val="00591E33"/>
    <w:rsid w:val="00591E37"/>
    <w:rsid w:val="00591FBA"/>
    <w:rsid w:val="00592072"/>
    <w:rsid w:val="00592123"/>
    <w:rsid w:val="00592179"/>
    <w:rsid w:val="0059239B"/>
    <w:rsid w:val="00592543"/>
    <w:rsid w:val="00592894"/>
    <w:rsid w:val="005928C3"/>
    <w:rsid w:val="00592A41"/>
    <w:rsid w:val="00592F86"/>
    <w:rsid w:val="00592FA6"/>
    <w:rsid w:val="00593173"/>
    <w:rsid w:val="00593283"/>
    <w:rsid w:val="0059329D"/>
    <w:rsid w:val="005933AB"/>
    <w:rsid w:val="00593572"/>
    <w:rsid w:val="00593780"/>
    <w:rsid w:val="005937D4"/>
    <w:rsid w:val="005938A9"/>
    <w:rsid w:val="00593A1F"/>
    <w:rsid w:val="00593CE2"/>
    <w:rsid w:val="00593D5A"/>
    <w:rsid w:val="00593E03"/>
    <w:rsid w:val="00593EDA"/>
    <w:rsid w:val="00593EF0"/>
    <w:rsid w:val="005940E8"/>
    <w:rsid w:val="0059423F"/>
    <w:rsid w:val="005943B3"/>
    <w:rsid w:val="00594740"/>
    <w:rsid w:val="005947BB"/>
    <w:rsid w:val="00594845"/>
    <w:rsid w:val="005949AD"/>
    <w:rsid w:val="00594B5D"/>
    <w:rsid w:val="00594B90"/>
    <w:rsid w:val="00594D1D"/>
    <w:rsid w:val="00594E12"/>
    <w:rsid w:val="00594E19"/>
    <w:rsid w:val="00595000"/>
    <w:rsid w:val="0059503F"/>
    <w:rsid w:val="0059505C"/>
    <w:rsid w:val="00595256"/>
    <w:rsid w:val="005952AB"/>
    <w:rsid w:val="00595603"/>
    <w:rsid w:val="0059564D"/>
    <w:rsid w:val="005956A4"/>
    <w:rsid w:val="00595822"/>
    <w:rsid w:val="00595B6C"/>
    <w:rsid w:val="00595DEF"/>
    <w:rsid w:val="00595E73"/>
    <w:rsid w:val="00595EB5"/>
    <w:rsid w:val="00596251"/>
    <w:rsid w:val="0059628C"/>
    <w:rsid w:val="00596912"/>
    <w:rsid w:val="005969DD"/>
    <w:rsid w:val="00596BE8"/>
    <w:rsid w:val="00596C9F"/>
    <w:rsid w:val="00596D0F"/>
    <w:rsid w:val="00596D9A"/>
    <w:rsid w:val="00596DB0"/>
    <w:rsid w:val="00596E1C"/>
    <w:rsid w:val="005973E3"/>
    <w:rsid w:val="005974A1"/>
    <w:rsid w:val="0059773D"/>
    <w:rsid w:val="00597AB1"/>
    <w:rsid w:val="00597D99"/>
    <w:rsid w:val="00597DE6"/>
    <w:rsid w:val="005A02DF"/>
    <w:rsid w:val="005A037B"/>
    <w:rsid w:val="005A0438"/>
    <w:rsid w:val="005A060B"/>
    <w:rsid w:val="005A0620"/>
    <w:rsid w:val="005A06C2"/>
    <w:rsid w:val="005A0A6D"/>
    <w:rsid w:val="005A0B2B"/>
    <w:rsid w:val="005A1119"/>
    <w:rsid w:val="005A1334"/>
    <w:rsid w:val="005A138E"/>
    <w:rsid w:val="005A15C5"/>
    <w:rsid w:val="005A1807"/>
    <w:rsid w:val="005A180F"/>
    <w:rsid w:val="005A183A"/>
    <w:rsid w:val="005A1B6E"/>
    <w:rsid w:val="005A1BC7"/>
    <w:rsid w:val="005A1CA2"/>
    <w:rsid w:val="005A1DA5"/>
    <w:rsid w:val="005A1F5A"/>
    <w:rsid w:val="005A2044"/>
    <w:rsid w:val="005A20D5"/>
    <w:rsid w:val="005A240A"/>
    <w:rsid w:val="005A2490"/>
    <w:rsid w:val="005A255D"/>
    <w:rsid w:val="005A25A2"/>
    <w:rsid w:val="005A260A"/>
    <w:rsid w:val="005A26AE"/>
    <w:rsid w:val="005A26D6"/>
    <w:rsid w:val="005A28BB"/>
    <w:rsid w:val="005A2916"/>
    <w:rsid w:val="005A2AAD"/>
    <w:rsid w:val="005A2DB4"/>
    <w:rsid w:val="005A2F79"/>
    <w:rsid w:val="005A3216"/>
    <w:rsid w:val="005A366C"/>
    <w:rsid w:val="005A3709"/>
    <w:rsid w:val="005A37F7"/>
    <w:rsid w:val="005A389C"/>
    <w:rsid w:val="005A3DC2"/>
    <w:rsid w:val="005A3E46"/>
    <w:rsid w:val="005A3EE5"/>
    <w:rsid w:val="005A4032"/>
    <w:rsid w:val="005A4292"/>
    <w:rsid w:val="005A4378"/>
    <w:rsid w:val="005A4380"/>
    <w:rsid w:val="005A4756"/>
    <w:rsid w:val="005A487E"/>
    <w:rsid w:val="005A4972"/>
    <w:rsid w:val="005A4B7C"/>
    <w:rsid w:val="005A4C6A"/>
    <w:rsid w:val="005A4CE1"/>
    <w:rsid w:val="005A4D9E"/>
    <w:rsid w:val="005A5007"/>
    <w:rsid w:val="005A5011"/>
    <w:rsid w:val="005A50B3"/>
    <w:rsid w:val="005A515E"/>
    <w:rsid w:val="005A55CA"/>
    <w:rsid w:val="005A5C65"/>
    <w:rsid w:val="005A5C99"/>
    <w:rsid w:val="005A5CAF"/>
    <w:rsid w:val="005A5F46"/>
    <w:rsid w:val="005A6031"/>
    <w:rsid w:val="005A61CE"/>
    <w:rsid w:val="005A6457"/>
    <w:rsid w:val="005A648E"/>
    <w:rsid w:val="005A64A2"/>
    <w:rsid w:val="005A6705"/>
    <w:rsid w:val="005A6795"/>
    <w:rsid w:val="005A6C01"/>
    <w:rsid w:val="005A6C24"/>
    <w:rsid w:val="005A6C95"/>
    <w:rsid w:val="005A6FCB"/>
    <w:rsid w:val="005A70DA"/>
    <w:rsid w:val="005A7179"/>
    <w:rsid w:val="005A71C0"/>
    <w:rsid w:val="005A749C"/>
    <w:rsid w:val="005A7505"/>
    <w:rsid w:val="005A755A"/>
    <w:rsid w:val="005A79D2"/>
    <w:rsid w:val="005A7A8B"/>
    <w:rsid w:val="005A7B35"/>
    <w:rsid w:val="005A7D41"/>
    <w:rsid w:val="005A7DB5"/>
    <w:rsid w:val="005A7E10"/>
    <w:rsid w:val="005A7F19"/>
    <w:rsid w:val="005B0011"/>
    <w:rsid w:val="005B005F"/>
    <w:rsid w:val="005B0288"/>
    <w:rsid w:val="005B02F2"/>
    <w:rsid w:val="005B030D"/>
    <w:rsid w:val="005B045D"/>
    <w:rsid w:val="005B04C0"/>
    <w:rsid w:val="005B0587"/>
    <w:rsid w:val="005B0CAD"/>
    <w:rsid w:val="005B0D7C"/>
    <w:rsid w:val="005B0E4E"/>
    <w:rsid w:val="005B0EA3"/>
    <w:rsid w:val="005B1002"/>
    <w:rsid w:val="005B10AE"/>
    <w:rsid w:val="005B10D2"/>
    <w:rsid w:val="005B1135"/>
    <w:rsid w:val="005B1218"/>
    <w:rsid w:val="005B1246"/>
    <w:rsid w:val="005B1423"/>
    <w:rsid w:val="005B15EB"/>
    <w:rsid w:val="005B190F"/>
    <w:rsid w:val="005B1B88"/>
    <w:rsid w:val="005B1C7A"/>
    <w:rsid w:val="005B1DFD"/>
    <w:rsid w:val="005B2091"/>
    <w:rsid w:val="005B2130"/>
    <w:rsid w:val="005B22C9"/>
    <w:rsid w:val="005B274E"/>
    <w:rsid w:val="005B2784"/>
    <w:rsid w:val="005B27EC"/>
    <w:rsid w:val="005B287C"/>
    <w:rsid w:val="005B29C6"/>
    <w:rsid w:val="005B2AAB"/>
    <w:rsid w:val="005B2B31"/>
    <w:rsid w:val="005B2C29"/>
    <w:rsid w:val="005B2C2A"/>
    <w:rsid w:val="005B2C2D"/>
    <w:rsid w:val="005B2DE4"/>
    <w:rsid w:val="005B2F4E"/>
    <w:rsid w:val="005B2FE2"/>
    <w:rsid w:val="005B30E5"/>
    <w:rsid w:val="005B32F0"/>
    <w:rsid w:val="005B33CD"/>
    <w:rsid w:val="005B33E4"/>
    <w:rsid w:val="005B34F2"/>
    <w:rsid w:val="005B35C7"/>
    <w:rsid w:val="005B377C"/>
    <w:rsid w:val="005B38C4"/>
    <w:rsid w:val="005B3BB3"/>
    <w:rsid w:val="005B4031"/>
    <w:rsid w:val="005B41FE"/>
    <w:rsid w:val="005B43B3"/>
    <w:rsid w:val="005B451A"/>
    <w:rsid w:val="005B4683"/>
    <w:rsid w:val="005B46F4"/>
    <w:rsid w:val="005B4852"/>
    <w:rsid w:val="005B486D"/>
    <w:rsid w:val="005B4955"/>
    <w:rsid w:val="005B4BB2"/>
    <w:rsid w:val="005B4C94"/>
    <w:rsid w:val="005B4D30"/>
    <w:rsid w:val="005B4DAC"/>
    <w:rsid w:val="005B4F6E"/>
    <w:rsid w:val="005B4F7B"/>
    <w:rsid w:val="005B50A1"/>
    <w:rsid w:val="005B5828"/>
    <w:rsid w:val="005B582E"/>
    <w:rsid w:val="005B58C1"/>
    <w:rsid w:val="005B5A4E"/>
    <w:rsid w:val="005B5ACF"/>
    <w:rsid w:val="005B5B6D"/>
    <w:rsid w:val="005B5BA7"/>
    <w:rsid w:val="005B5E37"/>
    <w:rsid w:val="005B5F7C"/>
    <w:rsid w:val="005B60C8"/>
    <w:rsid w:val="005B6256"/>
    <w:rsid w:val="005B62C0"/>
    <w:rsid w:val="005B6678"/>
    <w:rsid w:val="005B6CB8"/>
    <w:rsid w:val="005B72E2"/>
    <w:rsid w:val="005B7330"/>
    <w:rsid w:val="005B7519"/>
    <w:rsid w:val="005B75EA"/>
    <w:rsid w:val="005B7742"/>
    <w:rsid w:val="005B7800"/>
    <w:rsid w:val="005B782B"/>
    <w:rsid w:val="005B7AA5"/>
    <w:rsid w:val="005B7B0C"/>
    <w:rsid w:val="005B7B16"/>
    <w:rsid w:val="005B7B29"/>
    <w:rsid w:val="005B7BC0"/>
    <w:rsid w:val="005B7F4E"/>
    <w:rsid w:val="005B7FF1"/>
    <w:rsid w:val="005C0098"/>
    <w:rsid w:val="005C023B"/>
    <w:rsid w:val="005C04BA"/>
    <w:rsid w:val="005C04D0"/>
    <w:rsid w:val="005C0655"/>
    <w:rsid w:val="005C06DB"/>
    <w:rsid w:val="005C0738"/>
    <w:rsid w:val="005C079F"/>
    <w:rsid w:val="005C0A14"/>
    <w:rsid w:val="005C0B4B"/>
    <w:rsid w:val="005C0B81"/>
    <w:rsid w:val="005C0BC9"/>
    <w:rsid w:val="005C0D53"/>
    <w:rsid w:val="005C0D8D"/>
    <w:rsid w:val="005C0F1F"/>
    <w:rsid w:val="005C1058"/>
    <w:rsid w:val="005C11DB"/>
    <w:rsid w:val="005C11F6"/>
    <w:rsid w:val="005C139B"/>
    <w:rsid w:val="005C14F5"/>
    <w:rsid w:val="005C1504"/>
    <w:rsid w:val="005C1688"/>
    <w:rsid w:val="005C17D3"/>
    <w:rsid w:val="005C17FD"/>
    <w:rsid w:val="005C1849"/>
    <w:rsid w:val="005C1981"/>
    <w:rsid w:val="005C19BA"/>
    <w:rsid w:val="005C19E4"/>
    <w:rsid w:val="005C1AED"/>
    <w:rsid w:val="005C1BC7"/>
    <w:rsid w:val="005C1F51"/>
    <w:rsid w:val="005C2076"/>
    <w:rsid w:val="005C20B2"/>
    <w:rsid w:val="005C2109"/>
    <w:rsid w:val="005C22A5"/>
    <w:rsid w:val="005C2357"/>
    <w:rsid w:val="005C23DC"/>
    <w:rsid w:val="005C26A7"/>
    <w:rsid w:val="005C26EA"/>
    <w:rsid w:val="005C28D6"/>
    <w:rsid w:val="005C29F3"/>
    <w:rsid w:val="005C2A2D"/>
    <w:rsid w:val="005C2B0E"/>
    <w:rsid w:val="005C2BD6"/>
    <w:rsid w:val="005C2FB3"/>
    <w:rsid w:val="005C2FF4"/>
    <w:rsid w:val="005C31AF"/>
    <w:rsid w:val="005C3682"/>
    <w:rsid w:val="005C368D"/>
    <w:rsid w:val="005C37D5"/>
    <w:rsid w:val="005C38A1"/>
    <w:rsid w:val="005C3905"/>
    <w:rsid w:val="005C396D"/>
    <w:rsid w:val="005C3B73"/>
    <w:rsid w:val="005C3C36"/>
    <w:rsid w:val="005C3CD7"/>
    <w:rsid w:val="005C418D"/>
    <w:rsid w:val="005C4501"/>
    <w:rsid w:val="005C45A7"/>
    <w:rsid w:val="005C45B5"/>
    <w:rsid w:val="005C464A"/>
    <w:rsid w:val="005C4937"/>
    <w:rsid w:val="005C4DC3"/>
    <w:rsid w:val="005C4DCC"/>
    <w:rsid w:val="005C4FE1"/>
    <w:rsid w:val="005C5140"/>
    <w:rsid w:val="005C51B6"/>
    <w:rsid w:val="005C51B9"/>
    <w:rsid w:val="005C52F5"/>
    <w:rsid w:val="005C53B1"/>
    <w:rsid w:val="005C53D3"/>
    <w:rsid w:val="005C5463"/>
    <w:rsid w:val="005C5506"/>
    <w:rsid w:val="005C58C2"/>
    <w:rsid w:val="005C5ACC"/>
    <w:rsid w:val="005C5BC5"/>
    <w:rsid w:val="005C5D98"/>
    <w:rsid w:val="005C5F32"/>
    <w:rsid w:val="005C6007"/>
    <w:rsid w:val="005C60D8"/>
    <w:rsid w:val="005C6106"/>
    <w:rsid w:val="005C6120"/>
    <w:rsid w:val="005C62FA"/>
    <w:rsid w:val="005C64E2"/>
    <w:rsid w:val="005C682D"/>
    <w:rsid w:val="005C6C3D"/>
    <w:rsid w:val="005C6C5F"/>
    <w:rsid w:val="005C6C7F"/>
    <w:rsid w:val="005C6C8A"/>
    <w:rsid w:val="005C6DAF"/>
    <w:rsid w:val="005C7049"/>
    <w:rsid w:val="005C72AE"/>
    <w:rsid w:val="005C7406"/>
    <w:rsid w:val="005C746E"/>
    <w:rsid w:val="005C75CB"/>
    <w:rsid w:val="005C763C"/>
    <w:rsid w:val="005C79C4"/>
    <w:rsid w:val="005C7AF8"/>
    <w:rsid w:val="005C7BFC"/>
    <w:rsid w:val="005C7F25"/>
    <w:rsid w:val="005C7F68"/>
    <w:rsid w:val="005D00AE"/>
    <w:rsid w:val="005D01A7"/>
    <w:rsid w:val="005D01CD"/>
    <w:rsid w:val="005D0288"/>
    <w:rsid w:val="005D0455"/>
    <w:rsid w:val="005D0970"/>
    <w:rsid w:val="005D09A3"/>
    <w:rsid w:val="005D0AA0"/>
    <w:rsid w:val="005D0C71"/>
    <w:rsid w:val="005D0D2D"/>
    <w:rsid w:val="005D0E68"/>
    <w:rsid w:val="005D0E96"/>
    <w:rsid w:val="005D0FC3"/>
    <w:rsid w:val="005D10FC"/>
    <w:rsid w:val="005D117A"/>
    <w:rsid w:val="005D129A"/>
    <w:rsid w:val="005D14C1"/>
    <w:rsid w:val="005D15C6"/>
    <w:rsid w:val="005D15EF"/>
    <w:rsid w:val="005D168B"/>
    <w:rsid w:val="005D1A51"/>
    <w:rsid w:val="005D1DE4"/>
    <w:rsid w:val="005D2017"/>
    <w:rsid w:val="005D20F4"/>
    <w:rsid w:val="005D2303"/>
    <w:rsid w:val="005D2417"/>
    <w:rsid w:val="005D24A1"/>
    <w:rsid w:val="005D2685"/>
    <w:rsid w:val="005D2903"/>
    <w:rsid w:val="005D294A"/>
    <w:rsid w:val="005D2954"/>
    <w:rsid w:val="005D2A32"/>
    <w:rsid w:val="005D2B0C"/>
    <w:rsid w:val="005D2BB6"/>
    <w:rsid w:val="005D2D62"/>
    <w:rsid w:val="005D2E95"/>
    <w:rsid w:val="005D2F7D"/>
    <w:rsid w:val="005D2F92"/>
    <w:rsid w:val="005D300F"/>
    <w:rsid w:val="005D30F8"/>
    <w:rsid w:val="005D325F"/>
    <w:rsid w:val="005D3458"/>
    <w:rsid w:val="005D34EC"/>
    <w:rsid w:val="005D377D"/>
    <w:rsid w:val="005D3A49"/>
    <w:rsid w:val="005D3B9A"/>
    <w:rsid w:val="005D3D9A"/>
    <w:rsid w:val="005D3DCF"/>
    <w:rsid w:val="005D3EE8"/>
    <w:rsid w:val="005D3F40"/>
    <w:rsid w:val="005D42C2"/>
    <w:rsid w:val="005D450A"/>
    <w:rsid w:val="005D457E"/>
    <w:rsid w:val="005D4604"/>
    <w:rsid w:val="005D4673"/>
    <w:rsid w:val="005D469B"/>
    <w:rsid w:val="005D48CF"/>
    <w:rsid w:val="005D4B95"/>
    <w:rsid w:val="005D4E16"/>
    <w:rsid w:val="005D4F5D"/>
    <w:rsid w:val="005D4FDF"/>
    <w:rsid w:val="005D4FEC"/>
    <w:rsid w:val="005D5015"/>
    <w:rsid w:val="005D5573"/>
    <w:rsid w:val="005D5779"/>
    <w:rsid w:val="005D5A9C"/>
    <w:rsid w:val="005D5B8C"/>
    <w:rsid w:val="005D5C17"/>
    <w:rsid w:val="005D5C47"/>
    <w:rsid w:val="005D5D61"/>
    <w:rsid w:val="005D5E13"/>
    <w:rsid w:val="005D5F22"/>
    <w:rsid w:val="005D60AE"/>
    <w:rsid w:val="005D6346"/>
    <w:rsid w:val="005D64D6"/>
    <w:rsid w:val="005D6506"/>
    <w:rsid w:val="005D661E"/>
    <w:rsid w:val="005D6927"/>
    <w:rsid w:val="005D6951"/>
    <w:rsid w:val="005D6967"/>
    <w:rsid w:val="005D6AEF"/>
    <w:rsid w:val="005D6B53"/>
    <w:rsid w:val="005D6E23"/>
    <w:rsid w:val="005D6EE7"/>
    <w:rsid w:val="005D6F51"/>
    <w:rsid w:val="005D7174"/>
    <w:rsid w:val="005D736C"/>
    <w:rsid w:val="005D7391"/>
    <w:rsid w:val="005D74F7"/>
    <w:rsid w:val="005D7633"/>
    <w:rsid w:val="005D7719"/>
    <w:rsid w:val="005D7DE3"/>
    <w:rsid w:val="005D7E0E"/>
    <w:rsid w:val="005D7F10"/>
    <w:rsid w:val="005D7F5B"/>
    <w:rsid w:val="005E00E6"/>
    <w:rsid w:val="005E0448"/>
    <w:rsid w:val="005E06EF"/>
    <w:rsid w:val="005E070B"/>
    <w:rsid w:val="005E0774"/>
    <w:rsid w:val="005E0970"/>
    <w:rsid w:val="005E0984"/>
    <w:rsid w:val="005E0992"/>
    <w:rsid w:val="005E0993"/>
    <w:rsid w:val="005E0AC5"/>
    <w:rsid w:val="005E0ACE"/>
    <w:rsid w:val="005E0BA4"/>
    <w:rsid w:val="005E0D7F"/>
    <w:rsid w:val="005E0E6C"/>
    <w:rsid w:val="005E0F6D"/>
    <w:rsid w:val="005E1091"/>
    <w:rsid w:val="005E10AD"/>
    <w:rsid w:val="005E110F"/>
    <w:rsid w:val="005E12CA"/>
    <w:rsid w:val="005E1335"/>
    <w:rsid w:val="005E1707"/>
    <w:rsid w:val="005E176A"/>
    <w:rsid w:val="005E17BB"/>
    <w:rsid w:val="005E181F"/>
    <w:rsid w:val="005E1820"/>
    <w:rsid w:val="005E1885"/>
    <w:rsid w:val="005E19A9"/>
    <w:rsid w:val="005E1A4C"/>
    <w:rsid w:val="005E1ABE"/>
    <w:rsid w:val="005E1CD4"/>
    <w:rsid w:val="005E1D59"/>
    <w:rsid w:val="005E1E6C"/>
    <w:rsid w:val="005E1EBF"/>
    <w:rsid w:val="005E1F1E"/>
    <w:rsid w:val="005E2147"/>
    <w:rsid w:val="005E21E5"/>
    <w:rsid w:val="005E244E"/>
    <w:rsid w:val="005E2585"/>
    <w:rsid w:val="005E278B"/>
    <w:rsid w:val="005E29CB"/>
    <w:rsid w:val="005E2BEC"/>
    <w:rsid w:val="005E2CD7"/>
    <w:rsid w:val="005E2DB1"/>
    <w:rsid w:val="005E2F7C"/>
    <w:rsid w:val="005E30C9"/>
    <w:rsid w:val="005E30FA"/>
    <w:rsid w:val="005E34B7"/>
    <w:rsid w:val="005E3615"/>
    <w:rsid w:val="005E36F1"/>
    <w:rsid w:val="005E373A"/>
    <w:rsid w:val="005E3788"/>
    <w:rsid w:val="005E399A"/>
    <w:rsid w:val="005E39AD"/>
    <w:rsid w:val="005E3B0C"/>
    <w:rsid w:val="005E3B4D"/>
    <w:rsid w:val="005E3B7A"/>
    <w:rsid w:val="005E3DB3"/>
    <w:rsid w:val="005E447F"/>
    <w:rsid w:val="005E4716"/>
    <w:rsid w:val="005E4763"/>
    <w:rsid w:val="005E4BA6"/>
    <w:rsid w:val="005E4D1D"/>
    <w:rsid w:val="005E4E0F"/>
    <w:rsid w:val="005E4EF5"/>
    <w:rsid w:val="005E52E5"/>
    <w:rsid w:val="005E5408"/>
    <w:rsid w:val="005E5425"/>
    <w:rsid w:val="005E54B0"/>
    <w:rsid w:val="005E558A"/>
    <w:rsid w:val="005E5796"/>
    <w:rsid w:val="005E5865"/>
    <w:rsid w:val="005E58D2"/>
    <w:rsid w:val="005E5942"/>
    <w:rsid w:val="005E59A7"/>
    <w:rsid w:val="005E5D0E"/>
    <w:rsid w:val="005E5DDF"/>
    <w:rsid w:val="005E5F31"/>
    <w:rsid w:val="005E5FEE"/>
    <w:rsid w:val="005E6149"/>
    <w:rsid w:val="005E61F9"/>
    <w:rsid w:val="005E6360"/>
    <w:rsid w:val="005E63A7"/>
    <w:rsid w:val="005E64AD"/>
    <w:rsid w:val="005E65D2"/>
    <w:rsid w:val="005E67A7"/>
    <w:rsid w:val="005E6D64"/>
    <w:rsid w:val="005E6D7B"/>
    <w:rsid w:val="005E7153"/>
    <w:rsid w:val="005E74CF"/>
    <w:rsid w:val="005E7725"/>
    <w:rsid w:val="005E7994"/>
    <w:rsid w:val="005E7B09"/>
    <w:rsid w:val="005E7C20"/>
    <w:rsid w:val="005E7C78"/>
    <w:rsid w:val="005E7CDD"/>
    <w:rsid w:val="005E7D9B"/>
    <w:rsid w:val="005E7E80"/>
    <w:rsid w:val="005F09C9"/>
    <w:rsid w:val="005F0CB2"/>
    <w:rsid w:val="005F0D99"/>
    <w:rsid w:val="005F0E3D"/>
    <w:rsid w:val="005F103F"/>
    <w:rsid w:val="005F1095"/>
    <w:rsid w:val="005F110E"/>
    <w:rsid w:val="005F147C"/>
    <w:rsid w:val="005F193F"/>
    <w:rsid w:val="005F1CD9"/>
    <w:rsid w:val="005F1D88"/>
    <w:rsid w:val="005F1DFC"/>
    <w:rsid w:val="005F1F9D"/>
    <w:rsid w:val="005F20EE"/>
    <w:rsid w:val="005F2187"/>
    <w:rsid w:val="005F22A9"/>
    <w:rsid w:val="005F2656"/>
    <w:rsid w:val="005F2885"/>
    <w:rsid w:val="005F2890"/>
    <w:rsid w:val="005F2BC8"/>
    <w:rsid w:val="005F2CD3"/>
    <w:rsid w:val="005F2DC6"/>
    <w:rsid w:val="005F2E1C"/>
    <w:rsid w:val="005F2E75"/>
    <w:rsid w:val="005F2F17"/>
    <w:rsid w:val="005F300E"/>
    <w:rsid w:val="005F307B"/>
    <w:rsid w:val="005F321C"/>
    <w:rsid w:val="005F326B"/>
    <w:rsid w:val="005F3270"/>
    <w:rsid w:val="005F33EE"/>
    <w:rsid w:val="005F349C"/>
    <w:rsid w:val="005F34A2"/>
    <w:rsid w:val="005F35EE"/>
    <w:rsid w:val="005F3663"/>
    <w:rsid w:val="005F3691"/>
    <w:rsid w:val="005F37A9"/>
    <w:rsid w:val="005F37D0"/>
    <w:rsid w:val="005F38B9"/>
    <w:rsid w:val="005F3BA5"/>
    <w:rsid w:val="005F3CCE"/>
    <w:rsid w:val="005F3D6A"/>
    <w:rsid w:val="005F420C"/>
    <w:rsid w:val="005F424E"/>
    <w:rsid w:val="005F43F2"/>
    <w:rsid w:val="005F4438"/>
    <w:rsid w:val="005F460A"/>
    <w:rsid w:val="005F498F"/>
    <w:rsid w:val="005F4A49"/>
    <w:rsid w:val="005F4AE3"/>
    <w:rsid w:val="005F4B43"/>
    <w:rsid w:val="005F4C22"/>
    <w:rsid w:val="005F4DE5"/>
    <w:rsid w:val="005F4F93"/>
    <w:rsid w:val="005F50C0"/>
    <w:rsid w:val="005F521A"/>
    <w:rsid w:val="005F5425"/>
    <w:rsid w:val="005F5817"/>
    <w:rsid w:val="005F5A58"/>
    <w:rsid w:val="005F5AAC"/>
    <w:rsid w:val="005F5B03"/>
    <w:rsid w:val="005F5F4B"/>
    <w:rsid w:val="005F617C"/>
    <w:rsid w:val="005F6315"/>
    <w:rsid w:val="005F633A"/>
    <w:rsid w:val="005F64CF"/>
    <w:rsid w:val="005F657E"/>
    <w:rsid w:val="005F6638"/>
    <w:rsid w:val="005F68E6"/>
    <w:rsid w:val="005F69F0"/>
    <w:rsid w:val="005F6B69"/>
    <w:rsid w:val="005F6D66"/>
    <w:rsid w:val="005F6D9B"/>
    <w:rsid w:val="005F6DD0"/>
    <w:rsid w:val="005F6F56"/>
    <w:rsid w:val="005F6FD2"/>
    <w:rsid w:val="005F7231"/>
    <w:rsid w:val="005F7681"/>
    <w:rsid w:val="005F791A"/>
    <w:rsid w:val="005F7996"/>
    <w:rsid w:val="005F7B2C"/>
    <w:rsid w:val="005F7C39"/>
    <w:rsid w:val="005F7C5B"/>
    <w:rsid w:val="005F7DDA"/>
    <w:rsid w:val="005F7DEC"/>
    <w:rsid w:val="005F7EDD"/>
    <w:rsid w:val="005F7EE3"/>
    <w:rsid w:val="005F7F17"/>
    <w:rsid w:val="00600025"/>
    <w:rsid w:val="0060012D"/>
    <w:rsid w:val="0060018F"/>
    <w:rsid w:val="006001C3"/>
    <w:rsid w:val="00600207"/>
    <w:rsid w:val="0060031F"/>
    <w:rsid w:val="006003BB"/>
    <w:rsid w:val="00600763"/>
    <w:rsid w:val="006007D9"/>
    <w:rsid w:val="00600D9F"/>
    <w:rsid w:val="006010AA"/>
    <w:rsid w:val="00601290"/>
    <w:rsid w:val="00601468"/>
    <w:rsid w:val="006016CF"/>
    <w:rsid w:val="006019CE"/>
    <w:rsid w:val="00601AC3"/>
    <w:rsid w:val="00601C28"/>
    <w:rsid w:val="00601CFC"/>
    <w:rsid w:val="00601DF9"/>
    <w:rsid w:val="006022FF"/>
    <w:rsid w:val="00602508"/>
    <w:rsid w:val="00602685"/>
    <w:rsid w:val="0060287F"/>
    <w:rsid w:val="006028C2"/>
    <w:rsid w:val="00602903"/>
    <w:rsid w:val="00602944"/>
    <w:rsid w:val="00602957"/>
    <w:rsid w:val="00602971"/>
    <w:rsid w:val="00602B93"/>
    <w:rsid w:val="00602C5F"/>
    <w:rsid w:val="00602EC6"/>
    <w:rsid w:val="006033F0"/>
    <w:rsid w:val="00603541"/>
    <w:rsid w:val="00603548"/>
    <w:rsid w:val="00603A16"/>
    <w:rsid w:val="00603CDF"/>
    <w:rsid w:val="00603CE3"/>
    <w:rsid w:val="00603F9D"/>
    <w:rsid w:val="0060401F"/>
    <w:rsid w:val="0060403B"/>
    <w:rsid w:val="0060407B"/>
    <w:rsid w:val="0060424A"/>
    <w:rsid w:val="0060425F"/>
    <w:rsid w:val="00604351"/>
    <w:rsid w:val="0060436D"/>
    <w:rsid w:val="00604413"/>
    <w:rsid w:val="00604584"/>
    <w:rsid w:val="006047E4"/>
    <w:rsid w:val="00604DD5"/>
    <w:rsid w:val="00604E70"/>
    <w:rsid w:val="006050A7"/>
    <w:rsid w:val="00605236"/>
    <w:rsid w:val="00605265"/>
    <w:rsid w:val="006056FA"/>
    <w:rsid w:val="006057FF"/>
    <w:rsid w:val="00605A0F"/>
    <w:rsid w:val="00605A26"/>
    <w:rsid w:val="00605B29"/>
    <w:rsid w:val="00605BD5"/>
    <w:rsid w:val="00605D5C"/>
    <w:rsid w:val="00605E53"/>
    <w:rsid w:val="00605EEC"/>
    <w:rsid w:val="006062E8"/>
    <w:rsid w:val="0060633A"/>
    <w:rsid w:val="006063E3"/>
    <w:rsid w:val="006064F0"/>
    <w:rsid w:val="006064FD"/>
    <w:rsid w:val="0060674D"/>
    <w:rsid w:val="006068B0"/>
    <w:rsid w:val="00606955"/>
    <w:rsid w:val="00606A0F"/>
    <w:rsid w:val="00606B39"/>
    <w:rsid w:val="00606CC9"/>
    <w:rsid w:val="00606DAA"/>
    <w:rsid w:val="00606E9D"/>
    <w:rsid w:val="00606F88"/>
    <w:rsid w:val="00607047"/>
    <w:rsid w:val="00607177"/>
    <w:rsid w:val="00607421"/>
    <w:rsid w:val="006074CB"/>
    <w:rsid w:val="0060756B"/>
    <w:rsid w:val="006075FB"/>
    <w:rsid w:val="00607711"/>
    <w:rsid w:val="00607A8E"/>
    <w:rsid w:val="00607B1D"/>
    <w:rsid w:val="00607CB7"/>
    <w:rsid w:val="00607CB8"/>
    <w:rsid w:val="00607FC7"/>
    <w:rsid w:val="0061012E"/>
    <w:rsid w:val="0061025A"/>
    <w:rsid w:val="00610312"/>
    <w:rsid w:val="0061043C"/>
    <w:rsid w:val="00610638"/>
    <w:rsid w:val="00610A1E"/>
    <w:rsid w:val="00610AAF"/>
    <w:rsid w:val="00610B06"/>
    <w:rsid w:val="00611090"/>
    <w:rsid w:val="006111E3"/>
    <w:rsid w:val="00611374"/>
    <w:rsid w:val="00611497"/>
    <w:rsid w:val="006114D0"/>
    <w:rsid w:val="006118AD"/>
    <w:rsid w:val="00611D5C"/>
    <w:rsid w:val="00611DCB"/>
    <w:rsid w:val="00611E6A"/>
    <w:rsid w:val="0061202C"/>
    <w:rsid w:val="0061205C"/>
    <w:rsid w:val="00612165"/>
    <w:rsid w:val="00612338"/>
    <w:rsid w:val="006123CC"/>
    <w:rsid w:val="006124D0"/>
    <w:rsid w:val="006124E1"/>
    <w:rsid w:val="00612910"/>
    <w:rsid w:val="0061294C"/>
    <w:rsid w:val="00612D3E"/>
    <w:rsid w:val="00612E28"/>
    <w:rsid w:val="00612E4E"/>
    <w:rsid w:val="00613043"/>
    <w:rsid w:val="00613154"/>
    <w:rsid w:val="0061316F"/>
    <w:rsid w:val="006132B0"/>
    <w:rsid w:val="006132F2"/>
    <w:rsid w:val="00613390"/>
    <w:rsid w:val="0061351B"/>
    <w:rsid w:val="00613937"/>
    <w:rsid w:val="006139F9"/>
    <w:rsid w:val="00613AAB"/>
    <w:rsid w:val="00613E11"/>
    <w:rsid w:val="00613E1F"/>
    <w:rsid w:val="00613EE9"/>
    <w:rsid w:val="00613FEE"/>
    <w:rsid w:val="0061404F"/>
    <w:rsid w:val="0061411E"/>
    <w:rsid w:val="00614158"/>
    <w:rsid w:val="00614396"/>
    <w:rsid w:val="006146AC"/>
    <w:rsid w:val="006146D4"/>
    <w:rsid w:val="006148DE"/>
    <w:rsid w:val="00614DE3"/>
    <w:rsid w:val="00614E91"/>
    <w:rsid w:val="006150F1"/>
    <w:rsid w:val="00615195"/>
    <w:rsid w:val="0061528F"/>
    <w:rsid w:val="006153E3"/>
    <w:rsid w:val="00615909"/>
    <w:rsid w:val="00615A4C"/>
    <w:rsid w:val="00615B4D"/>
    <w:rsid w:val="00615C9B"/>
    <w:rsid w:val="00615DB8"/>
    <w:rsid w:val="00616096"/>
    <w:rsid w:val="006161AD"/>
    <w:rsid w:val="0061628E"/>
    <w:rsid w:val="0061633D"/>
    <w:rsid w:val="006164CA"/>
    <w:rsid w:val="00616816"/>
    <w:rsid w:val="006168E1"/>
    <w:rsid w:val="00616A13"/>
    <w:rsid w:val="00616B7F"/>
    <w:rsid w:val="00616CDA"/>
    <w:rsid w:val="00617029"/>
    <w:rsid w:val="006173C8"/>
    <w:rsid w:val="0061741E"/>
    <w:rsid w:val="00617534"/>
    <w:rsid w:val="006175CC"/>
    <w:rsid w:val="00617628"/>
    <w:rsid w:val="00617649"/>
    <w:rsid w:val="00617B3C"/>
    <w:rsid w:val="00617CEC"/>
    <w:rsid w:val="00617FE9"/>
    <w:rsid w:val="00620104"/>
    <w:rsid w:val="006201C3"/>
    <w:rsid w:val="0062028E"/>
    <w:rsid w:val="00620306"/>
    <w:rsid w:val="0062030D"/>
    <w:rsid w:val="006205F9"/>
    <w:rsid w:val="00620775"/>
    <w:rsid w:val="00620883"/>
    <w:rsid w:val="00620894"/>
    <w:rsid w:val="00620A25"/>
    <w:rsid w:val="00620AED"/>
    <w:rsid w:val="00620ED8"/>
    <w:rsid w:val="00620F7E"/>
    <w:rsid w:val="00620F92"/>
    <w:rsid w:val="006211A2"/>
    <w:rsid w:val="006211EF"/>
    <w:rsid w:val="0062129D"/>
    <w:rsid w:val="00621500"/>
    <w:rsid w:val="00621652"/>
    <w:rsid w:val="0062175E"/>
    <w:rsid w:val="0062181A"/>
    <w:rsid w:val="00621B0D"/>
    <w:rsid w:val="00621B3D"/>
    <w:rsid w:val="00621BDB"/>
    <w:rsid w:val="00621BE4"/>
    <w:rsid w:val="00621C01"/>
    <w:rsid w:val="00621D22"/>
    <w:rsid w:val="00621F9A"/>
    <w:rsid w:val="00622038"/>
    <w:rsid w:val="00622146"/>
    <w:rsid w:val="00622170"/>
    <w:rsid w:val="00622382"/>
    <w:rsid w:val="00622413"/>
    <w:rsid w:val="00622461"/>
    <w:rsid w:val="00622465"/>
    <w:rsid w:val="00622552"/>
    <w:rsid w:val="006227C4"/>
    <w:rsid w:val="006227DD"/>
    <w:rsid w:val="006228DE"/>
    <w:rsid w:val="00622961"/>
    <w:rsid w:val="00622B50"/>
    <w:rsid w:val="00622B72"/>
    <w:rsid w:val="00622C38"/>
    <w:rsid w:val="00622C92"/>
    <w:rsid w:val="00622DE1"/>
    <w:rsid w:val="00622EDA"/>
    <w:rsid w:val="00622EEF"/>
    <w:rsid w:val="0062319B"/>
    <w:rsid w:val="00623457"/>
    <w:rsid w:val="0062349D"/>
    <w:rsid w:val="0062357C"/>
    <w:rsid w:val="00623618"/>
    <w:rsid w:val="006236AF"/>
    <w:rsid w:val="006237AA"/>
    <w:rsid w:val="00623802"/>
    <w:rsid w:val="00623892"/>
    <w:rsid w:val="00623AC1"/>
    <w:rsid w:val="00623AFA"/>
    <w:rsid w:val="00624044"/>
    <w:rsid w:val="00624433"/>
    <w:rsid w:val="0062456A"/>
    <w:rsid w:val="0062479C"/>
    <w:rsid w:val="0062480E"/>
    <w:rsid w:val="00624955"/>
    <w:rsid w:val="00624B8E"/>
    <w:rsid w:val="00624BC0"/>
    <w:rsid w:val="00624C34"/>
    <w:rsid w:val="00624CB8"/>
    <w:rsid w:val="00624EB4"/>
    <w:rsid w:val="00625103"/>
    <w:rsid w:val="00625193"/>
    <w:rsid w:val="0062538C"/>
    <w:rsid w:val="0062564B"/>
    <w:rsid w:val="006258C0"/>
    <w:rsid w:val="006258F1"/>
    <w:rsid w:val="00625981"/>
    <w:rsid w:val="006259AC"/>
    <w:rsid w:val="00625A39"/>
    <w:rsid w:val="00625AB6"/>
    <w:rsid w:val="00625C4B"/>
    <w:rsid w:val="00625DA5"/>
    <w:rsid w:val="00625DA6"/>
    <w:rsid w:val="00625EE5"/>
    <w:rsid w:val="00626226"/>
    <w:rsid w:val="00626255"/>
    <w:rsid w:val="0062660E"/>
    <w:rsid w:val="006268C5"/>
    <w:rsid w:val="00626AAD"/>
    <w:rsid w:val="00626AF1"/>
    <w:rsid w:val="00626E91"/>
    <w:rsid w:val="0062704C"/>
    <w:rsid w:val="006270A2"/>
    <w:rsid w:val="006270FE"/>
    <w:rsid w:val="006271CB"/>
    <w:rsid w:val="00627336"/>
    <w:rsid w:val="0062744B"/>
    <w:rsid w:val="00627460"/>
    <w:rsid w:val="006274D9"/>
    <w:rsid w:val="00627529"/>
    <w:rsid w:val="00627578"/>
    <w:rsid w:val="00627713"/>
    <w:rsid w:val="00627745"/>
    <w:rsid w:val="0062774E"/>
    <w:rsid w:val="006279C1"/>
    <w:rsid w:val="00627CD1"/>
    <w:rsid w:val="00627FEF"/>
    <w:rsid w:val="00630082"/>
    <w:rsid w:val="006300E2"/>
    <w:rsid w:val="00630322"/>
    <w:rsid w:val="0063034C"/>
    <w:rsid w:val="00630371"/>
    <w:rsid w:val="006304B0"/>
    <w:rsid w:val="00630707"/>
    <w:rsid w:val="00630839"/>
    <w:rsid w:val="006308A4"/>
    <w:rsid w:val="00630906"/>
    <w:rsid w:val="00630980"/>
    <w:rsid w:val="00630B3A"/>
    <w:rsid w:val="00630DFA"/>
    <w:rsid w:val="00630E64"/>
    <w:rsid w:val="00630E75"/>
    <w:rsid w:val="00630F0B"/>
    <w:rsid w:val="0063153E"/>
    <w:rsid w:val="006316D9"/>
    <w:rsid w:val="00631916"/>
    <w:rsid w:val="00631A9E"/>
    <w:rsid w:val="00631AF9"/>
    <w:rsid w:val="00631B71"/>
    <w:rsid w:val="00631BFA"/>
    <w:rsid w:val="00631BFB"/>
    <w:rsid w:val="00631C79"/>
    <w:rsid w:val="00631E39"/>
    <w:rsid w:val="00631FDC"/>
    <w:rsid w:val="00631FFC"/>
    <w:rsid w:val="006323AB"/>
    <w:rsid w:val="006325EF"/>
    <w:rsid w:val="00632689"/>
    <w:rsid w:val="006327F9"/>
    <w:rsid w:val="00632ADA"/>
    <w:rsid w:val="00632BCB"/>
    <w:rsid w:val="00632D6F"/>
    <w:rsid w:val="00632DB6"/>
    <w:rsid w:val="00632FDE"/>
    <w:rsid w:val="0063304E"/>
    <w:rsid w:val="006331D2"/>
    <w:rsid w:val="006331F4"/>
    <w:rsid w:val="006331F6"/>
    <w:rsid w:val="00633424"/>
    <w:rsid w:val="0063345E"/>
    <w:rsid w:val="00633656"/>
    <w:rsid w:val="006336C8"/>
    <w:rsid w:val="00633981"/>
    <w:rsid w:val="00633B71"/>
    <w:rsid w:val="00633CA9"/>
    <w:rsid w:val="00633EBF"/>
    <w:rsid w:val="006342CC"/>
    <w:rsid w:val="006343AA"/>
    <w:rsid w:val="006343F5"/>
    <w:rsid w:val="006344F5"/>
    <w:rsid w:val="006346D2"/>
    <w:rsid w:val="00634832"/>
    <w:rsid w:val="006348B5"/>
    <w:rsid w:val="00634C59"/>
    <w:rsid w:val="00634D72"/>
    <w:rsid w:val="006350A9"/>
    <w:rsid w:val="00635285"/>
    <w:rsid w:val="006352F5"/>
    <w:rsid w:val="006353A3"/>
    <w:rsid w:val="0063571B"/>
    <w:rsid w:val="00635A25"/>
    <w:rsid w:val="00635B45"/>
    <w:rsid w:val="00635D2E"/>
    <w:rsid w:val="00635DEC"/>
    <w:rsid w:val="00635F3A"/>
    <w:rsid w:val="0063607E"/>
    <w:rsid w:val="00636240"/>
    <w:rsid w:val="006362AB"/>
    <w:rsid w:val="00636622"/>
    <w:rsid w:val="00636674"/>
    <w:rsid w:val="006366D1"/>
    <w:rsid w:val="006367C5"/>
    <w:rsid w:val="0063695D"/>
    <w:rsid w:val="0063699A"/>
    <w:rsid w:val="00636B0C"/>
    <w:rsid w:val="00636B10"/>
    <w:rsid w:val="00636B4B"/>
    <w:rsid w:val="00636CB5"/>
    <w:rsid w:val="006370E9"/>
    <w:rsid w:val="0063727E"/>
    <w:rsid w:val="006377B7"/>
    <w:rsid w:val="006378F6"/>
    <w:rsid w:val="00637BF6"/>
    <w:rsid w:val="00637D19"/>
    <w:rsid w:val="006401B5"/>
    <w:rsid w:val="006401ED"/>
    <w:rsid w:val="0064020D"/>
    <w:rsid w:val="00640250"/>
    <w:rsid w:val="00640445"/>
    <w:rsid w:val="006404AC"/>
    <w:rsid w:val="006404D8"/>
    <w:rsid w:val="00640608"/>
    <w:rsid w:val="0064083E"/>
    <w:rsid w:val="006409C2"/>
    <w:rsid w:val="006409D8"/>
    <w:rsid w:val="00640A95"/>
    <w:rsid w:val="00640CED"/>
    <w:rsid w:val="00640EC5"/>
    <w:rsid w:val="0064113E"/>
    <w:rsid w:val="006413AC"/>
    <w:rsid w:val="006413FB"/>
    <w:rsid w:val="00641599"/>
    <w:rsid w:val="00641689"/>
    <w:rsid w:val="0064169A"/>
    <w:rsid w:val="00641704"/>
    <w:rsid w:val="00641797"/>
    <w:rsid w:val="00642040"/>
    <w:rsid w:val="00642268"/>
    <w:rsid w:val="006423B8"/>
    <w:rsid w:val="00642443"/>
    <w:rsid w:val="00642478"/>
    <w:rsid w:val="00642614"/>
    <w:rsid w:val="006428A2"/>
    <w:rsid w:val="00642A21"/>
    <w:rsid w:val="00642A9B"/>
    <w:rsid w:val="00642BE7"/>
    <w:rsid w:val="00642BE9"/>
    <w:rsid w:val="00642D04"/>
    <w:rsid w:val="006431ED"/>
    <w:rsid w:val="006433DF"/>
    <w:rsid w:val="00643452"/>
    <w:rsid w:val="00643493"/>
    <w:rsid w:val="0064369B"/>
    <w:rsid w:val="006437D3"/>
    <w:rsid w:val="00643844"/>
    <w:rsid w:val="00643893"/>
    <w:rsid w:val="00643A75"/>
    <w:rsid w:val="00643B05"/>
    <w:rsid w:val="00643B63"/>
    <w:rsid w:val="00643C89"/>
    <w:rsid w:val="00643E81"/>
    <w:rsid w:val="0064403C"/>
    <w:rsid w:val="0064434C"/>
    <w:rsid w:val="0064455C"/>
    <w:rsid w:val="0064461C"/>
    <w:rsid w:val="0064483C"/>
    <w:rsid w:val="006448C4"/>
    <w:rsid w:val="006448C7"/>
    <w:rsid w:val="00644CFC"/>
    <w:rsid w:val="00644D30"/>
    <w:rsid w:val="00644DC8"/>
    <w:rsid w:val="00645009"/>
    <w:rsid w:val="0064532C"/>
    <w:rsid w:val="006456EB"/>
    <w:rsid w:val="00645D9A"/>
    <w:rsid w:val="00645EB8"/>
    <w:rsid w:val="00645F84"/>
    <w:rsid w:val="00646087"/>
    <w:rsid w:val="00646345"/>
    <w:rsid w:val="006463B3"/>
    <w:rsid w:val="00646453"/>
    <w:rsid w:val="00646480"/>
    <w:rsid w:val="00646578"/>
    <w:rsid w:val="00646713"/>
    <w:rsid w:val="00646A2F"/>
    <w:rsid w:val="00646A58"/>
    <w:rsid w:val="00646A72"/>
    <w:rsid w:val="00646DA7"/>
    <w:rsid w:val="006470A9"/>
    <w:rsid w:val="0064721D"/>
    <w:rsid w:val="006472AF"/>
    <w:rsid w:val="006473B1"/>
    <w:rsid w:val="00647462"/>
    <w:rsid w:val="006474CB"/>
    <w:rsid w:val="0064750A"/>
    <w:rsid w:val="006475A2"/>
    <w:rsid w:val="006475A9"/>
    <w:rsid w:val="00647879"/>
    <w:rsid w:val="0064798A"/>
    <w:rsid w:val="00647B29"/>
    <w:rsid w:val="00647E9A"/>
    <w:rsid w:val="00647FE7"/>
    <w:rsid w:val="00650212"/>
    <w:rsid w:val="006504E3"/>
    <w:rsid w:val="006506A8"/>
    <w:rsid w:val="006506EA"/>
    <w:rsid w:val="00650D08"/>
    <w:rsid w:val="00650E45"/>
    <w:rsid w:val="0065118F"/>
    <w:rsid w:val="006512AD"/>
    <w:rsid w:val="006513B2"/>
    <w:rsid w:val="006513D9"/>
    <w:rsid w:val="006513E3"/>
    <w:rsid w:val="00651585"/>
    <w:rsid w:val="006515D7"/>
    <w:rsid w:val="00651689"/>
    <w:rsid w:val="00651829"/>
    <w:rsid w:val="0065182C"/>
    <w:rsid w:val="00651933"/>
    <w:rsid w:val="00651B5E"/>
    <w:rsid w:val="00651DDA"/>
    <w:rsid w:val="00651F14"/>
    <w:rsid w:val="006520C1"/>
    <w:rsid w:val="0065213C"/>
    <w:rsid w:val="00652167"/>
    <w:rsid w:val="006523ED"/>
    <w:rsid w:val="00652422"/>
    <w:rsid w:val="00652596"/>
    <w:rsid w:val="006525C6"/>
    <w:rsid w:val="006526B2"/>
    <w:rsid w:val="006526BB"/>
    <w:rsid w:val="00652C58"/>
    <w:rsid w:val="00652D41"/>
    <w:rsid w:val="006531E1"/>
    <w:rsid w:val="00653243"/>
    <w:rsid w:val="006532E2"/>
    <w:rsid w:val="0065335D"/>
    <w:rsid w:val="006533B9"/>
    <w:rsid w:val="0065354C"/>
    <w:rsid w:val="006535E1"/>
    <w:rsid w:val="00653729"/>
    <w:rsid w:val="0065377D"/>
    <w:rsid w:val="0065379D"/>
    <w:rsid w:val="0065391C"/>
    <w:rsid w:val="00653B80"/>
    <w:rsid w:val="00653BC7"/>
    <w:rsid w:val="00653C45"/>
    <w:rsid w:val="00653CF2"/>
    <w:rsid w:val="00653F89"/>
    <w:rsid w:val="006543E2"/>
    <w:rsid w:val="0065453D"/>
    <w:rsid w:val="0065461E"/>
    <w:rsid w:val="0065464E"/>
    <w:rsid w:val="00654723"/>
    <w:rsid w:val="006548CD"/>
    <w:rsid w:val="00654C09"/>
    <w:rsid w:val="00654CDD"/>
    <w:rsid w:val="00654D5E"/>
    <w:rsid w:val="00654E6A"/>
    <w:rsid w:val="00655159"/>
    <w:rsid w:val="00655397"/>
    <w:rsid w:val="00655452"/>
    <w:rsid w:val="00655548"/>
    <w:rsid w:val="00655578"/>
    <w:rsid w:val="0065557A"/>
    <w:rsid w:val="006555FB"/>
    <w:rsid w:val="006557E7"/>
    <w:rsid w:val="006558C1"/>
    <w:rsid w:val="00655919"/>
    <w:rsid w:val="00655DDF"/>
    <w:rsid w:val="00655F9C"/>
    <w:rsid w:val="00656078"/>
    <w:rsid w:val="006563B9"/>
    <w:rsid w:val="0065642D"/>
    <w:rsid w:val="0065645E"/>
    <w:rsid w:val="006566CB"/>
    <w:rsid w:val="00656BE9"/>
    <w:rsid w:val="00656DE0"/>
    <w:rsid w:val="00656E37"/>
    <w:rsid w:val="00656F8D"/>
    <w:rsid w:val="00657357"/>
    <w:rsid w:val="00657486"/>
    <w:rsid w:val="00657632"/>
    <w:rsid w:val="00657768"/>
    <w:rsid w:val="006577C5"/>
    <w:rsid w:val="006578D8"/>
    <w:rsid w:val="006578EB"/>
    <w:rsid w:val="0065792B"/>
    <w:rsid w:val="00657A10"/>
    <w:rsid w:val="00657ACD"/>
    <w:rsid w:val="00657C5D"/>
    <w:rsid w:val="00657DCB"/>
    <w:rsid w:val="00657F49"/>
    <w:rsid w:val="0066005F"/>
    <w:rsid w:val="00660186"/>
    <w:rsid w:val="006602F6"/>
    <w:rsid w:val="00660319"/>
    <w:rsid w:val="00660428"/>
    <w:rsid w:val="00660515"/>
    <w:rsid w:val="006608FE"/>
    <w:rsid w:val="00660A54"/>
    <w:rsid w:val="00660A5F"/>
    <w:rsid w:val="00660CBF"/>
    <w:rsid w:val="00660CEF"/>
    <w:rsid w:val="00660DE3"/>
    <w:rsid w:val="00660EE6"/>
    <w:rsid w:val="00661053"/>
    <w:rsid w:val="00661178"/>
    <w:rsid w:val="00661187"/>
    <w:rsid w:val="006612BF"/>
    <w:rsid w:val="00661622"/>
    <w:rsid w:val="0066189E"/>
    <w:rsid w:val="00661948"/>
    <w:rsid w:val="00661C00"/>
    <w:rsid w:val="00661C34"/>
    <w:rsid w:val="00661C3B"/>
    <w:rsid w:val="00661DB1"/>
    <w:rsid w:val="0066240F"/>
    <w:rsid w:val="0066265E"/>
    <w:rsid w:val="0066286C"/>
    <w:rsid w:val="006628AC"/>
    <w:rsid w:val="006629E1"/>
    <w:rsid w:val="006629F7"/>
    <w:rsid w:val="00662C5C"/>
    <w:rsid w:val="00662DBE"/>
    <w:rsid w:val="00662F17"/>
    <w:rsid w:val="00663170"/>
    <w:rsid w:val="006632AC"/>
    <w:rsid w:val="006632F8"/>
    <w:rsid w:val="00663512"/>
    <w:rsid w:val="006639E2"/>
    <w:rsid w:val="00663C74"/>
    <w:rsid w:val="00664263"/>
    <w:rsid w:val="0066451E"/>
    <w:rsid w:val="00664685"/>
    <w:rsid w:val="006646DA"/>
    <w:rsid w:val="006647EC"/>
    <w:rsid w:val="0066485C"/>
    <w:rsid w:val="00664A66"/>
    <w:rsid w:val="00664C05"/>
    <w:rsid w:val="00664C33"/>
    <w:rsid w:val="00664CB8"/>
    <w:rsid w:val="00664E21"/>
    <w:rsid w:val="00664EF7"/>
    <w:rsid w:val="006651FF"/>
    <w:rsid w:val="00665275"/>
    <w:rsid w:val="0066548D"/>
    <w:rsid w:val="00665692"/>
    <w:rsid w:val="0066581B"/>
    <w:rsid w:val="00665A13"/>
    <w:rsid w:val="00665AEB"/>
    <w:rsid w:val="00665BE6"/>
    <w:rsid w:val="00665E06"/>
    <w:rsid w:val="006663F9"/>
    <w:rsid w:val="006668B1"/>
    <w:rsid w:val="006668FD"/>
    <w:rsid w:val="00666BBE"/>
    <w:rsid w:val="00666C5F"/>
    <w:rsid w:val="00666D61"/>
    <w:rsid w:val="00666F6E"/>
    <w:rsid w:val="00666FC2"/>
    <w:rsid w:val="00666FD2"/>
    <w:rsid w:val="006670D7"/>
    <w:rsid w:val="0066710B"/>
    <w:rsid w:val="00667113"/>
    <w:rsid w:val="0066746F"/>
    <w:rsid w:val="006675D4"/>
    <w:rsid w:val="006676E4"/>
    <w:rsid w:val="00667705"/>
    <w:rsid w:val="006677B2"/>
    <w:rsid w:val="006677EB"/>
    <w:rsid w:val="0066787A"/>
    <w:rsid w:val="00667A93"/>
    <w:rsid w:val="00667BAD"/>
    <w:rsid w:val="0067005F"/>
    <w:rsid w:val="00670184"/>
    <w:rsid w:val="006701EF"/>
    <w:rsid w:val="0067023B"/>
    <w:rsid w:val="00670366"/>
    <w:rsid w:val="0067042C"/>
    <w:rsid w:val="0067082F"/>
    <w:rsid w:val="006708A8"/>
    <w:rsid w:val="0067094A"/>
    <w:rsid w:val="00670B74"/>
    <w:rsid w:val="00670C7A"/>
    <w:rsid w:val="00670D19"/>
    <w:rsid w:val="00670D50"/>
    <w:rsid w:val="00670D70"/>
    <w:rsid w:val="00670E49"/>
    <w:rsid w:val="0067127E"/>
    <w:rsid w:val="006714B0"/>
    <w:rsid w:val="006714FF"/>
    <w:rsid w:val="0067161C"/>
    <w:rsid w:val="006718B9"/>
    <w:rsid w:val="006718D9"/>
    <w:rsid w:val="00671B6F"/>
    <w:rsid w:val="0067216D"/>
    <w:rsid w:val="00672561"/>
    <w:rsid w:val="0067278C"/>
    <w:rsid w:val="0067286D"/>
    <w:rsid w:val="0067293F"/>
    <w:rsid w:val="00672965"/>
    <w:rsid w:val="00672AAC"/>
    <w:rsid w:val="00672B75"/>
    <w:rsid w:val="00673047"/>
    <w:rsid w:val="0067352F"/>
    <w:rsid w:val="006735E7"/>
    <w:rsid w:val="006738CD"/>
    <w:rsid w:val="00673993"/>
    <w:rsid w:val="006739B2"/>
    <w:rsid w:val="00673B13"/>
    <w:rsid w:val="00673BA1"/>
    <w:rsid w:val="00673C13"/>
    <w:rsid w:val="00673D2D"/>
    <w:rsid w:val="00673D30"/>
    <w:rsid w:val="00673DED"/>
    <w:rsid w:val="00673DEF"/>
    <w:rsid w:val="00673E41"/>
    <w:rsid w:val="00673F2C"/>
    <w:rsid w:val="00673F7F"/>
    <w:rsid w:val="00674044"/>
    <w:rsid w:val="006742FB"/>
    <w:rsid w:val="006742FD"/>
    <w:rsid w:val="006746DF"/>
    <w:rsid w:val="00674881"/>
    <w:rsid w:val="00674AC5"/>
    <w:rsid w:val="00674AF2"/>
    <w:rsid w:val="00674C27"/>
    <w:rsid w:val="00674CC4"/>
    <w:rsid w:val="00674D79"/>
    <w:rsid w:val="00675105"/>
    <w:rsid w:val="00675121"/>
    <w:rsid w:val="0067517F"/>
    <w:rsid w:val="0067530D"/>
    <w:rsid w:val="0067533C"/>
    <w:rsid w:val="00675506"/>
    <w:rsid w:val="006758BB"/>
    <w:rsid w:val="00675ACF"/>
    <w:rsid w:val="00675B07"/>
    <w:rsid w:val="00675B88"/>
    <w:rsid w:val="00675BE3"/>
    <w:rsid w:val="00675BFB"/>
    <w:rsid w:val="00675C46"/>
    <w:rsid w:val="00675D43"/>
    <w:rsid w:val="0067609E"/>
    <w:rsid w:val="00676222"/>
    <w:rsid w:val="0067635A"/>
    <w:rsid w:val="006763FE"/>
    <w:rsid w:val="0067645C"/>
    <w:rsid w:val="0067684C"/>
    <w:rsid w:val="00676943"/>
    <w:rsid w:val="00676C55"/>
    <w:rsid w:val="00676E5B"/>
    <w:rsid w:val="00677015"/>
    <w:rsid w:val="00677139"/>
    <w:rsid w:val="006771C0"/>
    <w:rsid w:val="006771E7"/>
    <w:rsid w:val="00677201"/>
    <w:rsid w:val="00677231"/>
    <w:rsid w:val="00677425"/>
    <w:rsid w:val="0067745E"/>
    <w:rsid w:val="00677497"/>
    <w:rsid w:val="006775A8"/>
    <w:rsid w:val="0067771E"/>
    <w:rsid w:val="0067775A"/>
    <w:rsid w:val="0067795E"/>
    <w:rsid w:val="00677B75"/>
    <w:rsid w:val="00677C41"/>
    <w:rsid w:val="006800B3"/>
    <w:rsid w:val="00680287"/>
    <w:rsid w:val="0068028D"/>
    <w:rsid w:val="00680294"/>
    <w:rsid w:val="00680395"/>
    <w:rsid w:val="006805DA"/>
    <w:rsid w:val="006805F8"/>
    <w:rsid w:val="0068080B"/>
    <w:rsid w:val="006809FF"/>
    <w:rsid w:val="00680A6D"/>
    <w:rsid w:val="00680AEB"/>
    <w:rsid w:val="00680E7D"/>
    <w:rsid w:val="00681025"/>
    <w:rsid w:val="00681061"/>
    <w:rsid w:val="00681166"/>
    <w:rsid w:val="0068125E"/>
    <w:rsid w:val="006812B8"/>
    <w:rsid w:val="006813FB"/>
    <w:rsid w:val="006818F2"/>
    <w:rsid w:val="00681935"/>
    <w:rsid w:val="00681A93"/>
    <w:rsid w:val="00681AB3"/>
    <w:rsid w:val="00681B40"/>
    <w:rsid w:val="00681D60"/>
    <w:rsid w:val="006820F8"/>
    <w:rsid w:val="0068220B"/>
    <w:rsid w:val="00682325"/>
    <w:rsid w:val="006825D5"/>
    <w:rsid w:val="00682678"/>
    <w:rsid w:val="00682C0C"/>
    <w:rsid w:val="00682FA2"/>
    <w:rsid w:val="00683038"/>
    <w:rsid w:val="0068315D"/>
    <w:rsid w:val="006831F1"/>
    <w:rsid w:val="006833D2"/>
    <w:rsid w:val="00683477"/>
    <w:rsid w:val="006835AA"/>
    <w:rsid w:val="0068372A"/>
    <w:rsid w:val="0068376D"/>
    <w:rsid w:val="00683790"/>
    <w:rsid w:val="006839F7"/>
    <w:rsid w:val="00683CC9"/>
    <w:rsid w:val="00683D7A"/>
    <w:rsid w:val="00683DE8"/>
    <w:rsid w:val="00683E28"/>
    <w:rsid w:val="00684226"/>
    <w:rsid w:val="0068435B"/>
    <w:rsid w:val="006843B4"/>
    <w:rsid w:val="006845A0"/>
    <w:rsid w:val="006848EF"/>
    <w:rsid w:val="00684AD8"/>
    <w:rsid w:val="00684D05"/>
    <w:rsid w:val="00684E0C"/>
    <w:rsid w:val="00684E41"/>
    <w:rsid w:val="00684F4F"/>
    <w:rsid w:val="00685213"/>
    <w:rsid w:val="0068528A"/>
    <w:rsid w:val="00685298"/>
    <w:rsid w:val="006852EE"/>
    <w:rsid w:val="006854C6"/>
    <w:rsid w:val="006854EE"/>
    <w:rsid w:val="006859A7"/>
    <w:rsid w:val="006859E1"/>
    <w:rsid w:val="00685AA3"/>
    <w:rsid w:val="00685AAE"/>
    <w:rsid w:val="00685D65"/>
    <w:rsid w:val="00685DCE"/>
    <w:rsid w:val="00685DE4"/>
    <w:rsid w:val="00685F51"/>
    <w:rsid w:val="00686050"/>
    <w:rsid w:val="0068608C"/>
    <w:rsid w:val="00686240"/>
    <w:rsid w:val="00686298"/>
    <w:rsid w:val="0068668F"/>
    <w:rsid w:val="00686741"/>
    <w:rsid w:val="00686773"/>
    <w:rsid w:val="006867CE"/>
    <w:rsid w:val="0068695D"/>
    <w:rsid w:val="00686B3F"/>
    <w:rsid w:val="00686B55"/>
    <w:rsid w:val="00687034"/>
    <w:rsid w:val="0068726A"/>
    <w:rsid w:val="006872B2"/>
    <w:rsid w:val="0068740C"/>
    <w:rsid w:val="006875E5"/>
    <w:rsid w:val="00687A8A"/>
    <w:rsid w:val="00687B4A"/>
    <w:rsid w:val="00687B5D"/>
    <w:rsid w:val="00687CFD"/>
    <w:rsid w:val="00687D46"/>
    <w:rsid w:val="00687ED4"/>
    <w:rsid w:val="00687FB3"/>
    <w:rsid w:val="0069001A"/>
    <w:rsid w:val="00690051"/>
    <w:rsid w:val="006903D9"/>
    <w:rsid w:val="006904CC"/>
    <w:rsid w:val="006904DA"/>
    <w:rsid w:val="006905C1"/>
    <w:rsid w:val="006905C7"/>
    <w:rsid w:val="006905E2"/>
    <w:rsid w:val="006906C6"/>
    <w:rsid w:val="0069082E"/>
    <w:rsid w:val="0069088C"/>
    <w:rsid w:val="006908AF"/>
    <w:rsid w:val="00690CCD"/>
    <w:rsid w:val="00690E4A"/>
    <w:rsid w:val="00690ED9"/>
    <w:rsid w:val="006910D8"/>
    <w:rsid w:val="006914E7"/>
    <w:rsid w:val="006914F1"/>
    <w:rsid w:val="006914FC"/>
    <w:rsid w:val="00691511"/>
    <w:rsid w:val="00691663"/>
    <w:rsid w:val="006917D0"/>
    <w:rsid w:val="00691D21"/>
    <w:rsid w:val="00691E21"/>
    <w:rsid w:val="006920C9"/>
    <w:rsid w:val="006920EB"/>
    <w:rsid w:val="00692234"/>
    <w:rsid w:val="006922E3"/>
    <w:rsid w:val="00692376"/>
    <w:rsid w:val="00692432"/>
    <w:rsid w:val="006924E0"/>
    <w:rsid w:val="0069273F"/>
    <w:rsid w:val="0069284B"/>
    <w:rsid w:val="00692D35"/>
    <w:rsid w:val="00692DC6"/>
    <w:rsid w:val="0069303B"/>
    <w:rsid w:val="0069312C"/>
    <w:rsid w:val="0069317C"/>
    <w:rsid w:val="00693184"/>
    <w:rsid w:val="006931D3"/>
    <w:rsid w:val="00693327"/>
    <w:rsid w:val="0069352E"/>
    <w:rsid w:val="00693640"/>
    <w:rsid w:val="00693924"/>
    <w:rsid w:val="00693927"/>
    <w:rsid w:val="00693A5E"/>
    <w:rsid w:val="00693CB5"/>
    <w:rsid w:val="00693D87"/>
    <w:rsid w:val="00693D95"/>
    <w:rsid w:val="00693F68"/>
    <w:rsid w:val="006940B0"/>
    <w:rsid w:val="00694281"/>
    <w:rsid w:val="006942C7"/>
    <w:rsid w:val="00694389"/>
    <w:rsid w:val="0069448F"/>
    <w:rsid w:val="0069454C"/>
    <w:rsid w:val="00694555"/>
    <w:rsid w:val="00694651"/>
    <w:rsid w:val="00694915"/>
    <w:rsid w:val="00694C72"/>
    <w:rsid w:val="00694CB7"/>
    <w:rsid w:val="00694E1D"/>
    <w:rsid w:val="006951D3"/>
    <w:rsid w:val="006953D8"/>
    <w:rsid w:val="00695757"/>
    <w:rsid w:val="00695821"/>
    <w:rsid w:val="00695902"/>
    <w:rsid w:val="00695B32"/>
    <w:rsid w:val="00695C5C"/>
    <w:rsid w:val="0069628E"/>
    <w:rsid w:val="006962BA"/>
    <w:rsid w:val="0069647F"/>
    <w:rsid w:val="0069653A"/>
    <w:rsid w:val="006965FE"/>
    <w:rsid w:val="00696607"/>
    <w:rsid w:val="0069660B"/>
    <w:rsid w:val="006967B4"/>
    <w:rsid w:val="006967C6"/>
    <w:rsid w:val="00696963"/>
    <w:rsid w:val="00696A26"/>
    <w:rsid w:val="00696AC9"/>
    <w:rsid w:val="00696AF2"/>
    <w:rsid w:val="00696B5F"/>
    <w:rsid w:val="00696C09"/>
    <w:rsid w:val="00696C72"/>
    <w:rsid w:val="00696E6B"/>
    <w:rsid w:val="00697011"/>
    <w:rsid w:val="00697062"/>
    <w:rsid w:val="00697105"/>
    <w:rsid w:val="00697366"/>
    <w:rsid w:val="00697423"/>
    <w:rsid w:val="006974FB"/>
    <w:rsid w:val="006975BA"/>
    <w:rsid w:val="00697601"/>
    <w:rsid w:val="00697627"/>
    <w:rsid w:val="006976A8"/>
    <w:rsid w:val="006976DE"/>
    <w:rsid w:val="006977EB"/>
    <w:rsid w:val="006977FE"/>
    <w:rsid w:val="00697C35"/>
    <w:rsid w:val="00697C3E"/>
    <w:rsid w:val="00697D5E"/>
    <w:rsid w:val="00697DC6"/>
    <w:rsid w:val="00697E27"/>
    <w:rsid w:val="00697EB5"/>
    <w:rsid w:val="00697EEB"/>
    <w:rsid w:val="00697F50"/>
    <w:rsid w:val="00697F5A"/>
    <w:rsid w:val="006A032B"/>
    <w:rsid w:val="006A0963"/>
    <w:rsid w:val="006A0FFD"/>
    <w:rsid w:val="006A1023"/>
    <w:rsid w:val="006A12CB"/>
    <w:rsid w:val="006A1325"/>
    <w:rsid w:val="006A1504"/>
    <w:rsid w:val="006A154D"/>
    <w:rsid w:val="006A15C0"/>
    <w:rsid w:val="006A168C"/>
    <w:rsid w:val="006A1893"/>
    <w:rsid w:val="006A19C3"/>
    <w:rsid w:val="006A19EA"/>
    <w:rsid w:val="006A1C66"/>
    <w:rsid w:val="006A2058"/>
    <w:rsid w:val="006A21C8"/>
    <w:rsid w:val="006A2483"/>
    <w:rsid w:val="006A2984"/>
    <w:rsid w:val="006A2B2B"/>
    <w:rsid w:val="006A2BE8"/>
    <w:rsid w:val="006A2C4A"/>
    <w:rsid w:val="006A2CF3"/>
    <w:rsid w:val="006A2D42"/>
    <w:rsid w:val="006A2D8C"/>
    <w:rsid w:val="006A2EA8"/>
    <w:rsid w:val="006A2F31"/>
    <w:rsid w:val="006A31BF"/>
    <w:rsid w:val="006A32BF"/>
    <w:rsid w:val="006A341A"/>
    <w:rsid w:val="006A35B2"/>
    <w:rsid w:val="006A3690"/>
    <w:rsid w:val="006A3725"/>
    <w:rsid w:val="006A3798"/>
    <w:rsid w:val="006A37AE"/>
    <w:rsid w:val="006A3B52"/>
    <w:rsid w:val="006A3BEC"/>
    <w:rsid w:val="006A3C0B"/>
    <w:rsid w:val="006A3E69"/>
    <w:rsid w:val="006A3F9C"/>
    <w:rsid w:val="006A3FBF"/>
    <w:rsid w:val="006A4065"/>
    <w:rsid w:val="006A40A2"/>
    <w:rsid w:val="006A4228"/>
    <w:rsid w:val="006A429E"/>
    <w:rsid w:val="006A42EC"/>
    <w:rsid w:val="006A44EE"/>
    <w:rsid w:val="006A45E8"/>
    <w:rsid w:val="006A4620"/>
    <w:rsid w:val="006A46DF"/>
    <w:rsid w:val="006A46EC"/>
    <w:rsid w:val="006A47E4"/>
    <w:rsid w:val="006A4955"/>
    <w:rsid w:val="006A4ADC"/>
    <w:rsid w:val="006A4C3E"/>
    <w:rsid w:val="006A4CFB"/>
    <w:rsid w:val="006A4D14"/>
    <w:rsid w:val="006A4D44"/>
    <w:rsid w:val="006A4D49"/>
    <w:rsid w:val="006A4DC1"/>
    <w:rsid w:val="006A4E17"/>
    <w:rsid w:val="006A4ED0"/>
    <w:rsid w:val="006A508A"/>
    <w:rsid w:val="006A52B5"/>
    <w:rsid w:val="006A5323"/>
    <w:rsid w:val="006A5361"/>
    <w:rsid w:val="006A536C"/>
    <w:rsid w:val="006A53BD"/>
    <w:rsid w:val="006A57FA"/>
    <w:rsid w:val="006A5810"/>
    <w:rsid w:val="006A58E6"/>
    <w:rsid w:val="006A5945"/>
    <w:rsid w:val="006A5B05"/>
    <w:rsid w:val="006A5BEF"/>
    <w:rsid w:val="006A60C8"/>
    <w:rsid w:val="006A63C4"/>
    <w:rsid w:val="006A6557"/>
    <w:rsid w:val="006A679E"/>
    <w:rsid w:val="006A67DE"/>
    <w:rsid w:val="006A67F1"/>
    <w:rsid w:val="006A68C3"/>
    <w:rsid w:val="006A6A39"/>
    <w:rsid w:val="006A6D4B"/>
    <w:rsid w:val="006A6EBC"/>
    <w:rsid w:val="006A6FDC"/>
    <w:rsid w:val="006A7140"/>
    <w:rsid w:val="006A7186"/>
    <w:rsid w:val="006A74BB"/>
    <w:rsid w:val="006A74D4"/>
    <w:rsid w:val="006A77D5"/>
    <w:rsid w:val="006A7C2D"/>
    <w:rsid w:val="006A7CE2"/>
    <w:rsid w:val="006A7E1A"/>
    <w:rsid w:val="006B01A1"/>
    <w:rsid w:val="006B0561"/>
    <w:rsid w:val="006B08D2"/>
    <w:rsid w:val="006B0A07"/>
    <w:rsid w:val="006B0D8A"/>
    <w:rsid w:val="006B0EF5"/>
    <w:rsid w:val="006B0F99"/>
    <w:rsid w:val="006B10B6"/>
    <w:rsid w:val="006B11DA"/>
    <w:rsid w:val="006B1212"/>
    <w:rsid w:val="006B1344"/>
    <w:rsid w:val="006B157D"/>
    <w:rsid w:val="006B1639"/>
    <w:rsid w:val="006B1686"/>
    <w:rsid w:val="006B18EF"/>
    <w:rsid w:val="006B19EC"/>
    <w:rsid w:val="006B1A22"/>
    <w:rsid w:val="006B1AD7"/>
    <w:rsid w:val="006B1B57"/>
    <w:rsid w:val="006B1BBC"/>
    <w:rsid w:val="006B1CC9"/>
    <w:rsid w:val="006B20A1"/>
    <w:rsid w:val="006B217D"/>
    <w:rsid w:val="006B22C8"/>
    <w:rsid w:val="006B230F"/>
    <w:rsid w:val="006B248C"/>
    <w:rsid w:val="006B24B7"/>
    <w:rsid w:val="006B2670"/>
    <w:rsid w:val="006B2920"/>
    <w:rsid w:val="006B2C0B"/>
    <w:rsid w:val="006B2F3A"/>
    <w:rsid w:val="006B2F8F"/>
    <w:rsid w:val="006B2FEB"/>
    <w:rsid w:val="006B3005"/>
    <w:rsid w:val="006B3139"/>
    <w:rsid w:val="006B34B1"/>
    <w:rsid w:val="006B3528"/>
    <w:rsid w:val="006B380D"/>
    <w:rsid w:val="006B388B"/>
    <w:rsid w:val="006B3A72"/>
    <w:rsid w:val="006B3D06"/>
    <w:rsid w:val="006B3E27"/>
    <w:rsid w:val="006B3FE6"/>
    <w:rsid w:val="006B4156"/>
    <w:rsid w:val="006B4252"/>
    <w:rsid w:val="006B4262"/>
    <w:rsid w:val="006B432A"/>
    <w:rsid w:val="006B43BC"/>
    <w:rsid w:val="006B4471"/>
    <w:rsid w:val="006B4631"/>
    <w:rsid w:val="006B4681"/>
    <w:rsid w:val="006B4697"/>
    <w:rsid w:val="006B4799"/>
    <w:rsid w:val="006B47B3"/>
    <w:rsid w:val="006B4873"/>
    <w:rsid w:val="006B4B60"/>
    <w:rsid w:val="006B4B86"/>
    <w:rsid w:val="006B4DF3"/>
    <w:rsid w:val="006B4E02"/>
    <w:rsid w:val="006B4F22"/>
    <w:rsid w:val="006B4F5C"/>
    <w:rsid w:val="006B4F5F"/>
    <w:rsid w:val="006B524D"/>
    <w:rsid w:val="006B5373"/>
    <w:rsid w:val="006B53AE"/>
    <w:rsid w:val="006B55A8"/>
    <w:rsid w:val="006B5674"/>
    <w:rsid w:val="006B56F6"/>
    <w:rsid w:val="006B5BB3"/>
    <w:rsid w:val="006B5C3D"/>
    <w:rsid w:val="006B5C6B"/>
    <w:rsid w:val="006B6196"/>
    <w:rsid w:val="006B6317"/>
    <w:rsid w:val="006B6390"/>
    <w:rsid w:val="006B63D9"/>
    <w:rsid w:val="006B6487"/>
    <w:rsid w:val="006B65F8"/>
    <w:rsid w:val="006B6939"/>
    <w:rsid w:val="006B6950"/>
    <w:rsid w:val="006B696F"/>
    <w:rsid w:val="006B6B43"/>
    <w:rsid w:val="006B6D3D"/>
    <w:rsid w:val="006B6E69"/>
    <w:rsid w:val="006B6EE8"/>
    <w:rsid w:val="006B6F62"/>
    <w:rsid w:val="006B7003"/>
    <w:rsid w:val="006B70A0"/>
    <w:rsid w:val="006B713C"/>
    <w:rsid w:val="006B72C1"/>
    <w:rsid w:val="006B7303"/>
    <w:rsid w:val="006B7380"/>
    <w:rsid w:val="006B7507"/>
    <w:rsid w:val="006B7922"/>
    <w:rsid w:val="006B79AA"/>
    <w:rsid w:val="006B7A47"/>
    <w:rsid w:val="006B7BEF"/>
    <w:rsid w:val="006B7FE8"/>
    <w:rsid w:val="006C0111"/>
    <w:rsid w:val="006C0147"/>
    <w:rsid w:val="006C01AA"/>
    <w:rsid w:val="006C01DC"/>
    <w:rsid w:val="006C027A"/>
    <w:rsid w:val="006C03A7"/>
    <w:rsid w:val="006C04C9"/>
    <w:rsid w:val="006C04FA"/>
    <w:rsid w:val="006C0509"/>
    <w:rsid w:val="006C0529"/>
    <w:rsid w:val="006C0710"/>
    <w:rsid w:val="006C072D"/>
    <w:rsid w:val="006C0881"/>
    <w:rsid w:val="006C089D"/>
    <w:rsid w:val="006C0AA0"/>
    <w:rsid w:val="006C0B0D"/>
    <w:rsid w:val="006C11B3"/>
    <w:rsid w:val="006C16AC"/>
    <w:rsid w:val="006C1767"/>
    <w:rsid w:val="006C1C99"/>
    <w:rsid w:val="006C1E77"/>
    <w:rsid w:val="006C1E98"/>
    <w:rsid w:val="006C1EE5"/>
    <w:rsid w:val="006C210B"/>
    <w:rsid w:val="006C260B"/>
    <w:rsid w:val="006C279C"/>
    <w:rsid w:val="006C2880"/>
    <w:rsid w:val="006C2883"/>
    <w:rsid w:val="006C2905"/>
    <w:rsid w:val="006C2925"/>
    <w:rsid w:val="006C2A95"/>
    <w:rsid w:val="006C2B9B"/>
    <w:rsid w:val="006C2BDF"/>
    <w:rsid w:val="006C2C86"/>
    <w:rsid w:val="006C2E40"/>
    <w:rsid w:val="006C2E7C"/>
    <w:rsid w:val="006C2F92"/>
    <w:rsid w:val="006C32C7"/>
    <w:rsid w:val="006C34AA"/>
    <w:rsid w:val="006C3611"/>
    <w:rsid w:val="006C36CB"/>
    <w:rsid w:val="006C36DA"/>
    <w:rsid w:val="006C3766"/>
    <w:rsid w:val="006C37E4"/>
    <w:rsid w:val="006C3D72"/>
    <w:rsid w:val="006C40BF"/>
    <w:rsid w:val="006C41AE"/>
    <w:rsid w:val="006C41EE"/>
    <w:rsid w:val="006C452B"/>
    <w:rsid w:val="006C45BE"/>
    <w:rsid w:val="006C45F9"/>
    <w:rsid w:val="006C47DA"/>
    <w:rsid w:val="006C482F"/>
    <w:rsid w:val="006C48B8"/>
    <w:rsid w:val="006C4DAA"/>
    <w:rsid w:val="006C4DAD"/>
    <w:rsid w:val="006C4ECE"/>
    <w:rsid w:val="006C4F0F"/>
    <w:rsid w:val="006C4FB2"/>
    <w:rsid w:val="006C561A"/>
    <w:rsid w:val="006C5864"/>
    <w:rsid w:val="006C596A"/>
    <w:rsid w:val="006C59C7"/>
    <w:rsid w:val="006C5BA2"/>
    <w:rsid w:val="006C5C80"/>
    <w:rsid w:val="006C5D76"/>
    <w:rsid w:val="006C5DD9"/>
    <w:rsid w:val="006C626B"/>
    <w:rsid w:val="006C62D6"/>
    <w:rsid w:val="006C6490"/>
    <w:rsid w:val="006C655A"/>
    <w:rsid w:val="006C671D"/>
    <w:rsid w:val="006C67D4"/>
    <w:rsid w:val="006C682A"/>
    <w:rsid w:val="006C6ACD"/>
    <w:rsid w:val="006C6BDE"/>
    <w:rsid w:val="006C6C21"/>
    <w:rsid w:val="006C6F57"/>
    <w:rsid w:val="006C713A"/>
    <w:rsid w:val="006C716D"/>
    <w:rsid w:val="006C7195"/>
    <w:rsid w:val="006C727D"/>
    <w:rsid w:val="006C73BD"/>
    <w:rsid w:val="006C74C7"/>
    <w:rsid w:val="006C7731"/>
    <w:rsid w:val="006C7846"/>
    <w:rsid w:val="006C7A7F"/>
    <w:rsid w:val="006C7B2D"/>
    <w:rsid w:val="006C7DE0"/>
    <w:rsid w:val="006C7E60"/>
    <w:rsid w:val="006D00E4"/>
    <w:rsid w:val="006D026D"/>
    <w:rsid w:val="006D02A9"/>
    <w:rsid w:val="006D0334"/>
    <w:rsid w:val="006D0363"/>
    <w:rsid w:val="006D03B6"/>
    <w:rsid w:val="006D0479"/>
    <w:rsid w:val="006D04ED"/>
    <w:rsid w:val="006D0510"/>
    <w:rsid w:val="006D06D1"/>
    <w:rsid w:val="006D0938"/>
    <w:rsid w:val="006D0B0E"/>
    <w:rsid w:val="006D0D1C"/>
    <w:rsid w:val="006D0FA1"/>
    <w:rsid w:val="006D12AA"/>
    <w:rsid w:val="006D132D"/>
    <w:rsid w:val="006D1633"/>
    <w:rsid w:val="006D16C3"/>
    <w:rsid w:val="006D180E"/>
    <w:rsid w:val="006D1A40"/>
    <w:rsid w:val="006D1A9D"/>
    <w:rsid w:val="006D1B49"/>
    <w:rsid w:val="006D1F26"/>
    <w:rsid w:val="006D1FB0"/>
    <w:rsid w:val="006D2133"/>
    <w:rsid w:val="006D21A9"/>
    <w:rsid w:val="006D2299"/>
    <w:rsid w:val="006D233E"/>
    <w:rsid w:val="006D25C0"/>
    <w:rsid w:val="006D25E8"/>
    <w:rsid w:val="006D2840"/>
    <w:rsid w:val="006D28E8"/>
    <w:rsid w:val="006D2C48"/>
    <w:rsid w:val="006D2D69"/>
    <w:rsid w:val="006D2E31"/>
    <w:rsid w:val="006D2E37"/>
    <w:rsid w:val="006D301A"/>
    <w:rsid w:val="006D305B"/>
    <w:rsid w:val="006D307C"/>
    <w:rsid w:val="006D3187"/>
    <w:rsid w:val="006D319F"/>
    <w:rsid w:val="006D31A9"/>
    <w:rsid w:val="006D326D"/>
    <w:rsid w:val="006D3435"/>
    <w:rsid w:val="006D35B0"/>
    <w:rsid w:val="006D36BB"/>
    <w:rsid w:val="006D36E6"/>
    <w:rsid w:val="006D3781"/>
    <w:rsid w:val="006D379F"/>
    <w:rsid w:val="006D37F1"/>
    <w:rsid w:val="006D3AC6"/>
    <w:rsid w:val="006D3B64"/>
    <w:rsid w:val="006D3CB7"/>
    <w:rsid w:val="006D3D7E"/>
    <w:rsid w:val="006D40D8"/>
    <w:rsid w:val="006D42D3"/>
    <w:rsid w:val="006D43EC"/>
    <w:rsid w:val="006D4502"/>
    <w:rsid w:val="006D4729"/>
    <w:rsid w:val="006D47FA"/>
    <w:rsid w:val="006D4A73"/>
    <w:rsid w:val="006D4ADA"/>
    <w:rsid w:val="006D4CE9"/>
    <w:rsid w:val="006D4DD8"/>
    <w:rsid w:val="006D4E8C"/>
    <w:rsid w:val="006D4F4E"/>
    <w:rsid w:val="006D5256"/>
    <w:rsid w:val="006D5425"/>
    <w:rsid w:val="006D552E"/>
    <w:rsid w:val="006D5B3A"/>
    <w:rsid w:val="006D5DB2"/>
    <w:rsid w:val="006D5E3D"/>
    <w:rsid w:val="006D5F05"/>
    <w:rsid w:val="006D6376"/>
    <w:rsid w:val="006D63C4"/>
    <w:rsid w:val="006D64C2"/>
    <w:rsid w:val="006D64D5"/>
    <w:rsid w:val="006D67D2"/>
    <w:rsid w:val="006D6813"/>
    <w:rsid w:val="006D6823"/>
    <w:rsid w:val="006D6828"/>
    <w:rsid w:val="006D6A90"/>
    <w:rsid w:val="006D6C55"/>
    <w:rsid w:val="006D6C5F"/>
    <w:rsid w:val="006D6DFA"/>
    <w:rsid w:val="006D6DFD"/>
    <w:rsid w:val="006D6E34"/>
    <w:rsid w:val="006D6ED2"/>
    <w:rsid w:val="006D702D"/>
    <w:rsid w:val="006D72DC"/>
    <w:rsid w:val="006D730E"/>
    <w:rsid w:val="006D7367"/>
    <w:rsid w:val="006D74C2"/>
    <w:rsid w:val="006D77AB"/>
    <w:rsid w:val="006D79FF"/>
    <w:rsid w:val="006D7B2C"/>
    <w:rsid w:val="006D7B5F"/>
    <w:rsid w:val="006D7CC9"/>
    <w:rsid w:val="006D7DC7"/>
    <w:rsid w:val="006D7F10"/>
    <w:rsid w:val="006E01E3"/>
    <w:rsid w:val="006E0246"/>
    <w:rsid w:val="006E0344"/>
    <w:rsid w:val="006E03DE"/>
    <w:rsid w:val="006E0820"/>
    <w:rsid w:val="006E090E"/>
    <w:rsid w:val="006E0919"/>
    <w:rsid w:val="006E0C9D"/>
    <w:rsid w:val="006E0D7B"/>
    <w:rsid w:val="006E106D"/>
    <w:rsid w:val="006E1122"/>
    <w:rsid w:val="006E11A0"/>
    <w:rsid w:val="006E1420"/>
    <w:rsid w:val="006E1487"/>
    <w:rsid w:val="006E14A6"/>
    <w:rsid w:val="006E1516"/>
    <w:rsid w:val="006E1587"/>
    <w:rsid w:val="006E15A0"/>
    <w:rsid w:val="006E1659"/>
    <w:rsid w:val="006E1B41"/>
    <w:rsid w:val="006E1B7C"/>
    <w:rsid w:val="006E1B9E"/>
    <w:rsid w:val="006E1E77"/>
    <w:rsid w:val="006E1F16"/>
    <w:rsid w:val="006E1F55"/>
    <w:rsid w:val="006E2304"/>
    <w:rsid w:val="006E2416"/>
    <w:rsid w:val="006E241A"/>
    <w:rsid w:val="006E2632"/>
    <w:rsid w:val="006E269A"/>
    <w:rsid w:val="006E2889"/>
    <w:rsid w:val="006E2A17"/>
    <w:rsid w:val="006E2BE3"/>
    <w:rsid w:val="006E2D05"/>
    <w:rsid w:val="006E2D3F"/>
    <w:rsid w:val="006E2E00"/>
    <w:rsid w:val="006E2EC2"/>
    <w:rsid w:val="006E2FBB"/>
    <w:rsid w:val="006E3041"/>
    <w:rsid w:val="006E3249"/>
    <w:rsid w:val="006E32E7"/>
    <w:rsid w:val="006E33A6"/>
    <w:rsid w:val="006E33AB"/>
    <w:rsid w:val="006E3538"/>
    <w:rsid w:val="006E35AA"/>
    <w:rsid w:val="006E3638"/>
    <w:rsid w:val="006E3645"/>
    <w:rsid w:val="006E3701"/>
    <w:rsid w:val="006E3755"/>
    <w:rsid w:val="006E38BE"/>
    <w:rsid w:val="006E3BAC"/>
    <w:rsid w:val="006E3DD3"/>
    <w:rsid w:val="006E3E4A"/>
    <w:rsid w:val="006E3F35"/>
    <w:rsid w:val="006E3F87"/>
    <w:rsid w:val="006E3FDB"/>
    <w:rsid w:val="006E4080"/>
    <w:rsid w:val="006E40C8"/>
    <w:rsid w:val="006E411D"/>
    <w:rsid w:val="006E4188"/>
    <w:rsid w:val="006E419A"/>
    <w:rsid w:val="006E4329"/>
    <w:rsid w:val="006E451E"/>
    <w:rsid w:val="006E4521"/>
    <w:rsid w:val="006E4600"/>
    <w:rsid w:val="006E471D"/>
    <w:rsid w:val="006E4749"/>
    <w:rsid w:val="006E47B2"/>
    <w:rsid w:val="006E4AEB"/>
    <w:rsid w:val="006E4B31"/>
    <w:rsid w:val="006E4B84"/>
    <w:rsid w:val="006E4C77"/>
    <w:rsid w:val="006E4E5A"/>
    <w:rsid w:val="006E53A3"/>
    <w:rsid w:val="006E53F3"/>
    <w:rsid w:val="006E5639"/>
    <w:rsid w:val="006E566A"/>
    <w:rsid w:val="006E572A"/>
    <w:rsid w:val="006E57A5"/>
    <w:rsid w:val="006E57D5"/>
    <w:rsid w:val="006E5E21"/>
    <w:rsid w:val="006E5F18"/>
    <w:rsid w:val="006E6194"/>
    <w:rsid w:val="006E6241"/>
    <w:rsid w:val="006E6279"/>
    <w:rsid w:val="006E6432"/>
    <w:rsid w:val="006E643A"/>
    <w:rsid w:val="006E65A5"/>
    <w:rsid w:val="006E6DE9"/>
    <w:rsid w:val="006E707D"/>
    <w:rsid w:val="006E71B5"/>
    <w:rsid w:val="006E7280"/>
    <w:rsid w:val="006E7584"/>
    <w:rsid w:val="006E758D"/>
    <w:rsid w:val="006E765B"/>
    <w:rsid w:val="006E77E1"/>
    <w:rsid w:val="006E7824"/>
    <w:rsid w:val="006E79AE"/>
    <w:rsid w:val="006E7AD3"/>
    <w:rsid w:val="006E7B6E"/>
    <w:rsid w:val="006E7E05"/>
    <w:rsid w:val="006E7F4D"/>
    <w:rsid w:val="006F002A"/>
    <w:rsid w:val="006F02D4"/>
    <w:rsid w:val="006F02E9"/>
    <w:rsid w:val="006F0565"/>
    <w:rsid w:val="006F06C4"/>
    <w:rsid w:val="006F0836"/>
    <w:rsid w:val="006F0905"/>
    <w:rsid w:val="006F092A"/>
    <w:rsid w:val="006F0A34"/>
    <w:rsid w:val="006F0DAC"/>
    <w:rsid w:val="006F109D"/>
    <w:rsid w:val="006F1173"/>
    <w:rsid w:val="006F1197"/>
    <w:rsid w:val="006F12AE"/>
    <w:rsid w:val="006F13A5"/>
    <w:rsid w:val="006F1421"/>
    <w:rsid w:val="006F1484"/>
    <w:rsid w:val="006F14BB"/>
    <w:rsid w:val="006F14DB"/>
    <w:rsid w:val="006F1568"/>
    <w:rsid w:val="006F1756"/>
    <w:rsid w:val="006F18B8"/>
    <w:rsid w:val="006F18D0"/>
    <w:rsid w:val="006F192A"/>
    <w:rsid w:val="006F1960"/>
    <w:rsid w:val="006F22A7"/>
    <w:rsid w:val="006F240F"/>
    <w:rsid w:val="006F250A"/>
    <w:rsid w:val="006F26B5"/>
    <w:rsid w:val="006F2716"/>
    <w:rsid w:val="006F28E4"/>
    <w:rsid w:val="006F2A94"/>
    <w:rsid w:val="006F2B84"/>
    <w:rsid w:val="006F2E3A"/>
    <w:rsid w:val="006F2F4C"/>
    <w:rsid w:val="006F3697"/>
    <w:rsid w:val="006F37E9"/>
    <w:rsid w:val="006F3A3D"/>
    <w:rsid w:val="006F3A4D"/>
    <w:rsid w:val="006F3CEC"/>
    <w:rsid w:val="006F3DEB"/>
    <w:rsid w:val="006F3F4C"/>
    <w:rsid w:val="006F4030"/>
    <w:rsid w:val="006F40BA"/>
    <w:rsid w:val="006F4175"/>
    <w:rsid w:val="006F41D3"/>
    <w:rsid w:val="006F430D"/>
    <w:rsid w:val="006F43C7"/>
    <w:rsid w:val="006F443C"/>
    <w:rsid w:val="006F4484"/>
    <w:rsid w:val="006F4762"/>
    <w:rsid w:val="006F4923"/>
    <w:rsid w:val="006F4A1A"/>
    <w:rsid w:val="006F4A42"/>
    <w:rsid w:val="006F4A7D"/>
    <w:rsid w:val="006F4ABF"/>
    <w:rsid w:val="006F4BE6"/>
    <w:rsid w:val="006F4CA7"/>
    <w:rsid w:val="006F4CE0"/>
    <w:rsid w:val="006F4ED0"/>
    <w:rsid w:val="006F4F8F"/>
    <w:rsid w:val="006F503B"/>
    <w:rsid w:val="006F55C1"/>
    <w:rsid w:val="006F577F"/>
    <w:rsid w:val="006F5A4F"/>
    <w:rsid w:val="006F5CAA"/>
    <w:rsid w:val="006F5DB4"/>
    <w:rsid w:val="006F5F23"/>
    <w:rsid w:val="006F5F41"/>
    <w:rsid w:val="006F5F47"/>
    <w:rsid w:val="006F6114"/>
    <w:rsid w:val="006F62AB"/>
    <w:rsid w:val="006F639B"/>
    <w:rsid w:val="006F643D"/>
    <w:rsid w:val="006F64D7"/>
    <w:rsid w:val="006F65AC"/>
    <w:rsid w:val="006F661C"/>
    <w:rsid w:val="006F66A4"/>
    <w:rsid w:val="006F6826"/>
    <w:rsid w:val="006F69CE"/>
    <w:rsid w:val="006F6A9A"/>
    <w:rsid w:val="006F6C09"/>
    <w:rsid w:val="006F6C66"/>
    <w:rsid w:val="006F6DEE"/>
    <w:rsid w:val="006F6FF0"/>
    <w:rsid w:val="006F7192"/>
    <w:rsid w:val="006F7215"/>
    <w:rsid w:val="006F7313"/>
    <w:rsid w:val="006F73BE"/>
    <w:rsid w:val="006F749E"/>
    <w:rsid w:val="006F7584"/>
    <w:rsid w:val="006F78C8"/>
    <w:rsid w:val="006F795A"/>
    <w:rsid w:val="006F79E6"/>
    <w:rsid w:val="006F7B15"/>
    <w:rsid w:val="006F7B60"/>
    <w:rsid w:val="006F7E35"/>
    <w:rsid w:val="006F7F1A"/>
    <w:rsid w:val="006F7FAF"/>
    <w:rsid w:val="00700570"/>
    <w:rsid w:val="00700615"/>
    <w:rsid w:val="007008B3"/>
    <w:rsid w:val="0070092B"/>
    <w:rsid w:val="00700A7F"/>
    <w:rsid w:val="00700C22"/>
    <w:rsid w:val="00700D02"/>
    <w:rsid w:val="00700F7F"/>
    <w:rsid w:val="00701155"/>
    <w:rsid w:val="00701184"/>
    <w:rsid w:val="00701236"/>
    <w:rsid w:val="0070123E"/>
    <w:rsid w:val="0070143E"/>
    <w:rsid w:val="00701560"/>
    <w:rsid w:val="007015B6"/>
    <w:rsid w:val="00701895"/>
    <w:rsid w:val="007018B4"/>
    <w:rsid w:val="007018F3"/>
    <w:rsid w:val="00701AA7"/>
    <w:rsid w:val="00701B6D"/>
    <w:rsid w:val="00701C71"/>
    <w:rsid w:val="00701E0F"/>
    <w:rsid w:val="00701F0D"/>
    <w:rsid w:val="007021AB"/>
    <w:rsid w:val="007022F2"/>
    <w:rsid w:val="007027C2"/>
    <w:rsid w:val="0070281E"/>
    <w:rsid w:val="00702835"/>
    <w:rsid w:val="00702849"/>
    <w:rsid w:val="00702894"/>
    <w:rsid w:val="007028AD"/>
    <w:rsid w:val="00702908"/>
    <w:rsid w:val="00702940"/>
    <w:rsid w:val="00702B6B"/>
    <w:rsid w:val="00702BE2"/>
    <w:rsid w:val="00702BFE"/>
    <w:rsid w:val="00702C5E"/>
    <w:rsid w:val="00702D35"/>
    <w:rsid w:val="00702E45"/>
    <w:rsid w:val="00702E56"/>
    <w:rsid w:val="00702F59"/>
    <w:rsid w:val="00702F7D"/>
    <w:rsid w:val="00702FEE"/>
    <w:rsid w:val="00703182"/>
    <w:rsid w:val="007034FC"/>
    <w:rsid w:val="0070370C"/>
    <w:rsid w:val="007038DA"/>
    <w:rsid w:val="00703C3C"/>
    <w:rsid w:val="00703CB9"/>
    <w:rsid w:val="00703D30"/>
    <w:rsid w:val="00703D65"/>
    <w:rsid w:val="00703F09"/>
    <w:rsid w:val="00704004"/>
    <w:rsid w:val="007041E7"/>
    <w:rsid w:val="00704241"/>
    <w:rsid w:val="0070441A"/>
    <w:rsid w:val="00704453"/>
    <w:rsid w:val="007044A6"/>
    <w:rsid w:val="00704516"/>
    <w:rsid w:val="00704733"/>
    <w:rsid w:val="007047DE"/>
    <w:rsid w:val="00704929"/>
    <w:rsid w:val="00704A94"/>
    <w:rsid w:val="00704AFA"/>
    <w:rsid w:val="00704C5F"/>
    <w:rsid w:val="00704CDB"/>
    <w:rsid w:val="00704D89"/>
    <w:rsid w:val="00704E38"/>
    <w:rsid w:val="00704FCF"/>
    <w:rsid w:val="007051FA"/>
    <w:rsid w:val="00705247"/>
    <w:rsid w:val="007052E0"/>
    <w:rsid w:val="0070536D"/>
    <w:rsid w:val="00705592"/>
    <w:rsid w:val="007056E9"/>
    <w:rsid w:val="007058EC"/>
    <w:rsid w:val="00705924"/>
    <w:rsid w:val="007059B2"/>
    <w:rsid w:val="00705B4C"/>
    <w:rsid w:val="00706002"/>
    <w:rsid w:val="007062CD"/>
    <w:rsid w:val="00706336"/>
    <w:rsid w:val="007064AC"/>
    <w:rsid w:val="00706567"/>
    <w:rsid w:val="00706688"/>
    <w:rsid w:val="007066AF"/>
    <w:rsid w:val="007066B8"/>
    <w:rsid w:val="00706702"/>
    <w:rsid w:val="007067D0"/>
    <w:rsid w:val="007068E8"/>
    <w:rsid w:val="0070692A"/>
    <w:rsid w:val="00706A4B"/>
    <w:rsid w:val="00706AD9"/>
    <w:rsid w:val="00706BB2"/>
    <w:rsid w:val="00706DD2"/>
    <w:rsid w:val="00706E03"/>
    <w:rsid w:val="00707000"/>
    <w:rsid w:val="007070FC"/>
    <w:rsid w:val="00707256"/>
    <w:rsid w:val="00707363"/>
    <w:rsid w:val="00707393"/>
    <w:rsid w:val="007073B8"/>
    <w:rsid w:val="0070760A"/>
    <w:rsid w:val="007076F9"/>
    <w:rsid w:val="0070789C"/>
    <w:rsid w:val="00707905"/>
    <w:rsid w:val="00707CBF"/>
    <w:rsid w:val="00707FC3"/>
    <w:rsid w:val="00707FCB"/>
    <w:rsid w:val="00710331"/>
    <w:rsid w:val="0071038F"/>
    <w:rsid w:val="0071041C"/>
    <w:rsid w:val="00710586"/>
    <w:rsid w:val="007107BA"/>
    <w:rsid w:val="007108B5"/>
    <w:rsid w:val="007109AD"/>
    <w:rsid w:val="00710CC5"/>
    <w:rsid w:val="007110ED"/>
    <w:rsid w:val="007111F8"/>
    <w:rsid w:val="007113D3"/>
    <w:rsid w:val="00711568"/>
    <w:rsid w:val="007118E7"/>
    <w:rsid w:val="00711933"/>
    <w:rsid w:val="00711983"/>
    <w:rsid w:val="00711E0D"/>
    <w:rsid w:val="00711EBB"/>
    <w:rsid w:val="00711F42"/>
    <w:rsid w:val="0071204F"/>
    <w:rsid w:val="0071205D"/>
    <w:rsid w:val="0071217A"/>
    <w:rsid w:val="007124D3"/>
    <w:rsid w:val="0071257A"/>
    <w:rsid w:val="0071282D"/>
    <w:rsid w:val="007129E8"/>
    <w:rsid w:val="00712A4A"/>
    <w:rsid w:val="00712B75"/>
    <w:rsid w:val="00712C5F"/>
    <w:rsid w:val="00712CFD"/>
    <w:rsid w:val="007130AD"/>
    <w:rsid w:val="00713261"/>
    <w:rsid w:val="007132DC"/>
    <w:rsid w:val="007133EB"/>
    <w:rsid w:val="00713707"/>
    <w:rsid w:val="00713955"/>
    <w:rsid w:val="007139B7"/>
    <w:rsid w:val="00713A26"/>
    <w:rsid w:val="00713A31"/>
    <w:rsid w:val="00714092"/>
    <w:rsid w:val="007142A3"/>
    <w:rsid w:val="007142CF"/>
    <w:rsid w:val="007143C4"/>
    <w:rsid w:val="007144DE"/>
    <w:rsid w:val="0071453A"/>
    <w:rsid w:val="007146CA"/>
    <w:rsid w:val="007148BB"/>
    <w:rsid w:val="00714960"/>
    <w:rsid w:val="00714A28"/>
    <w:rsid w:val="00714AA5"/>
    <w:rsid w:val="00714AA9"/>
    <w:rsid w:val="00714AE1"/>
    <w:rsid w:val="00714C01"/>
    <w:rsid w:val="00714D83"/>
    <w:rsid w:val="00714FB8"/>
    <w:rsid w:val="00715074"/>
    <w:rsid w:val="007152B6"/>
    <w:rsid w:val="0071540D"/>
    <w:rsid w:val="007154B8"/>
    <w:rsid w:val="00715747"/>
    <w:rsid w:val="00715976"/>
    <w:rsid w:val="00715B5A"/>
    <w:rsid w:val="00715C69"/>
    <w:rsid w:val="00715C76"/>
    <w:rsid w:val="00715EB5"/>
    <w:rsid w:val="00716166"/>
    <w:rsid w:val="007161C2"/>
    <w:rsid w:val="0071626C"/>
    <w:rsid w:val="00716360"/>
    <w:rsid w:val="007164A5"/>
    <w:rsid w:val="007164F4"/>
    <w:rsid w:val="0071654A"/>
    <w:rsid w:val="0071666F"/>
    <w:rsid w:val="00716851"/>
    <w:rsid w:val="00716BEA"/>
    <w:rsid w:val="00716C9E"/>
    <w:rsid w:val="00716F48"/>
    <w:rsid w:val="00716F69"/>
    <w:rsid w:val="00717049"/>
    <w:rsid w:val="007173A0"/>
    <w:rsid w:val="0071749F"/>
    <w:rsid w:val="007174F8"/>
    <w:rsid w:val="00717566"/>
    <w:rsid w:val="0071759E"/>
    <w:rsid w:val="00717780"/>
    <w:rsid w:val="0071781E"/>
    <w:rsid w:val="0071794B"/>
    <w:rsid w:val="00717AB6"/>
    <w:rsid w:val="00717AEB"/>
    <w:rsid w:val="00717AF8"/>
    <w:rsid w:val="00717AFA"/>
    <w:rsid w:val="00717DD9"/>
    <w:rsid w:val="00720055"/>
    <w:rsid w:val="00720418"/>
    <w:rsid w:val="00720529"/>
    <w:rsid w:val="007205F3"/>
    <w:rsid w:val="007205FA"/>
    <w:rsid w:val="00720628"/>
    <w:rsid w:val="00720907"/>
    <w:rsid w:val="007209D0"/>
    <w:rsid w:val="00720A02"/>
    <w:rsid w:val="00720BE2"/>
    <w:rsid w:val="00720CD7"/>
    <w:rsid w:val="00720D9C"/>
    <w:rsid w:val="00720DBC"/>
    <w:rsid w:val="00720F16"/>
    <w:rsid w:val="00720FFB"/>
    <w:rsid w:val="00721015"/>
    <w:rsid w:val="00721244"/>
    <w:rsid w:val="007212FC"/>
    <w:rsid w:val="00721506"/>
    <w:rsid w:val="007215E6"/>
    <w:rsid w:val="00721827"/>
    <w:rsid w:val="0072186A"/>
    <w:rsid w:val="00721880"/>
    <w:rsid w:val="00721E4F"/>
    <w:rsid w:val="007221A0"/>
    <w:rsid w:val="007222C8"/>
    <w:rsid w:val="00722324"/>
    <w:rsid w:val="00722770"/>
    <w:rsid w:val="007227EB"/>
    <w:rsid w:val="0072281F"/>
    <w:rsid w:val="0072285E"/>
    <w:rsid w:val="0072286B"/>
    <w:rsid w:val="0072293A"/>
    <w:rsid w:val="00722944"/>
    <w:rsid w:val="00722B56"/>
    <w:rsid w:val="00722BA2"/>
    <w:rsid w:val="00722C17"/>
    <w:rsid w:val="00722D83"/>
    <w:rsid w:val="00722D99"/>
    <w:rsid w:val="00722DA3"/>
    <w:rsid w:val="00722E68"/>
    <w:rsid w:val="0072325C"/>
    <w:rsid w:val="007232DF"/>
    <w:rsid w:val="007232E5"/>
    <w:rsid w:val="007233A0"/>
    <w:rsid w:val="007234AE"/>
    <w:rsid w:val="0072353C"/>
    <w:rsid w:val="00723710"/>
    <w:rsid w:val="0072382C"/>
    <w:rsid w:val="00723863"/>
    <w:rsid w:val="007239AB"/>
    <w:rsid w:val="00723C29"/>
    <w:rsid w:val="00723C3B"/>
    <w:rsid w:val="00723C51"/>
    <w:rsid w:val="00723DE6"/>
    <w:rsid w:val="00723FC3"/>
    <w:rsid w:val="007240A7"/>
    <w:rsid w:val="00724352"/>
    <w:rsid w:val="00724785"/>
    <w:rsid w:val="007247A5"/>
    <w:rsid w:val="00724A0B"/>
    <w:rsid w:val="00724A75"/>
    <w:rsid w:val="00724C48"/>
    <w:rsid w:val="00724CA3"/>
    <w:rsid w:val="00725089"/>
    <w:rsid w:val="00725158"/>
    <w:rsid w:val="007253A6"/>
    <w:rsid w:val="007254CA"/>
    <w:rsid w:val="0072560F"/>
    <w:rsid w:val="00725739"/>
    <w:rsid w:val="00725896"/>
    <w:rsid w:val="007258EE"/>
    <w:rsid w:val="00725AB0"/>
    <w:rsid w:val="00725BFD"/>
    <w:rsid w:val="00725E95"/>
    <w:rsid w:val="00725EC5"/>
    <w:rsid w:val="0072616F"/>
    <w:rsid w:val="007262AF"/>
    <w:rsid w:val="007263B0"/>
    <w:rsid w:val="00726598"/>
    <w:rsid w:val="00726697"/>
    <w:rsid w:val="007268CA"/>
    <w:rsid w:val="00726AA1"/>
    <w:rsid w:val="00726C62"/>
    <w:rsid w:val="00726D8C"/>
    <w:rsid w:val="00726FCB"/>
    <w:rsid w:val="0072701D"/>
    <w:rsid w:val="007272A1"/>
    <w:rsid w:val="00727475"/>
    <w:rsid w:val="007274FB"/>
    <w:rsid w:val="0072750C"/>
    <w:rsid w:val="00727610"/>
    <w:rsid w:val="007276D4"/>
    <w:rsid w:val="00727823"/>
    <w:rsid w:val="007278CB"/>
    <w:rsid w:val="0072792A"/>
    <w:rsid w:val="00727AF9"/>
    <w:rsid w:val="00727BA0"/>
    <w:rsid w:val="00727BD4"/>
    <w:rsid w:val="00727C22"/>
    <w:rsid w:val="00727C8C"/>
    <w:rsid w:val="00727F22"/>
    <w:rsid w:val="00727F77"/>
    <w:rsid w:val="00730035"/>
    <w:rsid w:val="007301C9"/>
    <w:rsid w:val="007304AD"/>
    <w:rsid w:val="007304D5"/>
    <w:rsid w:val="007304E4"/>
    <w:rsid w:val="0073051A"/>
    <w:rsid w:val="00730535"/>
    <w:rsid w:val="00730709"/>
    <w:rsid w:val="00730847"/>
    <w:rsid w:val="0073093B"/>
    <w:rsid w:val="007309BD"/>
    <w:rsid w:val="00730B75"/>
    <w:rsid w:val="00730CC4"/>
    <w:rsid w:val="00730CDB"/>
    <w:rsid w:val="00730F5B"/>
    <w:rsid w:val="00730F75"/>
    <w:rsid w:val="00731155"/>
    <w:rsid w:val="007313FE"/>
    <w:rsid w:val="00731697"/>
    <w:rsid w:val="00731817"/>
    <w:rsid w:val="0073191F"/>
    <w:rsid w:val="00731929"/>
    <w:rsid w:val="00731A19"/>
    <w:rsid w:val="00731A9D"/>
    <w:rsid w:val="00731D9A"/>
    <w:rsid w:val="00731E62"/>
    <w:rsid w:val="00731F9E"/>
    <w:rsid w:val="007320D3"/>
    <w:rsid w:val="007321AD"/>
    <w:rsid w:val="007321EC"/>
    <w:rsid w:val="00732255"/>
    <w:rsid w:val="0073231E"/>
    <w:rsid w:val="00732609"/>
    <w:rsid w:val="0073269C"/>
    <w:rsid w:val="00732701"/>
    <w:rsid w:val="0073285C"/>
    <w:rsid w:val="00732985"/>
    <w:rsid w:val="00732A44"/>
    <w:rsid w:val="00732BE3"/>
    <w:rsid w:val="00732CD8"/>
    <w:rsid w:val="00732D7E"/>
    <w:rsid w:val="00732D84"/>
    <w:rsid w:val="00732DCB"/>
    <w:rsid w:val="00732E0F"/>
    <w:rsid w:val="00732E79"/>
    <w:rsid w:val="00732FCA"/>
    <w:rsid w:val="00733096"/>
    <w:rsid w:val="007331C5"/>
    <w:rsid w:val="007331FC"/>
    <w:rsid w:val="0073336E"/>
    <w:rsid w:val="00733380"/>
    <w:rsid w:val="0073338E"/>
    <w:rsid w:val="007333DA"/>
    <w:rsid w:val="007333E5"/>
    <w:rsid w:val="00733463"/>
    <w:rsid w:val="0073353B"/>
    <w:rsid w:val="00733558"/>
    <w:rsid w:val="007335FC"/>
    <w:rsid w:val="007336AF"/>
    <w:rsid w:val="007336E7"/>
    <w:rsid w:val="00733807"/>
    <w:rsid w:val="0073388E"/>
    <w:rsid w:val="00733C2E"/>
    <w:rsid w:val="00733D15"/>
    <w:rsid w:val="00734242"/>
    <w:rsid w:val="00734628"/>
    <w:rsid w:val="00734666"/>
    <w:rsid w:val="007346AE"/>
    <w:rsid w:val="0073489A"/>
    <w:rsid w:val="00734934"/>
    <w:rsid w:val="0073495D"/>
    <w:rsid w:val="00734B57"/>
    <w:rsid w:val="00734DC2"/>
    <w:rsid w:val="007357A0"/>
    <w:rsid w:val="007357AD"/>
    <w:rsid w:val="007359E4"/>
    <w:rsid w:val="00735A44"/>
    <w:rsid w:val="00735ED6"/>
    <w:rsid w:val="0073600C"/>
    <w:rsid w:val="0073610B"/>
    <w:rsid w:val="0073628E"/>
    <w:rsid w:val="007364BC"/>
    <w:rsid w:val="00736534"/>
    <w:rsid w:val="00736618"/>
    <w:rsid w:val="00736658"/>
    <w:rsid w:val="007367FE"/>
    <w:rsid w:val="00736876"/>
    <w:rsid w:val="007368DB"/>
    <w:rsid w:val="007368ED"/>
    <w:rsid w:val="00736AAD"/>
    <w:rsid w:val="00736AF8"/>
    <w:rsid w:val="00736B36"/>
    <w:rsid w:val="00736BA8"/>
    <w:rsid w:val="00736E32"/>
    <w:rsid w:val="00736FB1"/>
    <w:rsid w:val="0073709E"/>
    <w:rsid w:val="00737333"/>
    <w:rsid w:val="00737345"/>
    <w:rsid w:val="00737443"/>
    <w:rsid w:val="007374E3"/>
    <w:rsid w:val="00737506"/>
    <w:rsid w:val="0073770B"/>
    <w:rsid w:val="00737785"/>
    <w:rsid w:val="0073787E"/>
    <w:rsid w:val="00737AC0"/>
    <w:rsid w:val="00737D07"/>
    <w:rsid w:val="00737E39"/>
    <w:rsid w:val="00737E3C"/>
    <w:rsid w:val="00737E63"/>
    <w:rsid w:val="00737EDB"/>
    <w:rsid w:val="00737FAE"/>
    <w:rsid w:val="00737FC4"/>
    <w:rsid w:val="007401FD"/>
    <w:rsid w:val="00740256"/>
    <w:rsid w:val="007402BD"/>
    <w:rsid w:val="00740645"/>
    <w:rsid w:val="007406A3"/>
    <w:rsid w:val="00740A36"/>
    <w:rsid w:val="00740A48"/>
    <w:rsid w:val="00740B7B"/>
    <w:rsid w:val="00740C35"/>
    <w:rsid w:val="00740D64"/>
    <w:rsid w:val="00740E26"/>
    <w:rsid w:val="00740E44"/>
    <w:rsid w:val="00740F33"/>
    <w:rsid w:val="00740FC5"/>
    <w:rsid w:val="0074115C"/>
    <w:rsid w:val="00741190"/>
    <w:rsid w:val="007411A3"/>
    <w:rsid w:val="007413EE"/>
    <w:rsid w:val="00741417"/>
    <w:rsid w:val="00741780"/>
    <w:rsid w:val="0074199F"/>
    <w:rsid w:val="00741A30"/>
    <w:rsid w:val="00741A67"/>
    <w:rsid w:val="00741CC3"/>
    <w:rsid w:val="00742024"/>
    <w:rsid w:val="0074237C"/>
    <w:rsid w:val="00742557"/>
    <w:rsid w:val="00742722"/>
    <w:rsid w:val="007427F2"/>
    <w:rsid w:val="00742CBC"/>
    <w:rsid w:val="00742DBF"/>
    <w:rsid w:val="007430BD"/>
    <w:rsid w:val="007435B2"/>
    <w:rsid w:val="00743AA2"/>
    <w:rsid w:val="00743B3F"/>
    <w:rsid w:val="00743D7F"/>
    <w:rsid w:val="00743E7F"/>
    <w:rsid w:val="007441EE"/>
    <w:rsid w:val="00744265"/>
    <w:rsid w:val="00744318"/>
    <w:rsid w:val="007443AB"/>
    <w:rsid w:val="00744478"/>
    <w:rsid w:val="0074463F"/>
    <w:rsid w:val="007446B6"/>
    <w:rsid w:val="00744710"/>
    <w:rsid w:val="00744716"/>
    <w:rsid w:val="00744A21"/>
    <w:rsid w:val="00744DC7"/>
    <w:rsid w:val="00745124"/>
    <w:rsid w:val="00745145"/>
    <w:rsid w:val="0074517A"/>
    <w:rsid w:val="00745253"/>
    <w:rsid w:val="0074539B"/>
    <w:rsid w:val="0074565D"/>
    <w:rsid w:val="0074568C"/>
    <w:rsid w:val="007457BD"/>
    <w:rsid w:val="00745800"/>
    <w:rsid w:val="007458A7"/>
    <w:rsid w:val="00745A91"/>
    <w:rsid w:val="00745E9D"/>
    <w:rsid w:val="00746160"/>
    <w:rsid w:val="0074643A"/>
    <w:rsid w:val="007464A4"/>
    <w:rsid w:val="00746629"/>
    <w:rsid w:val="00746655"/>
    <w:rsid w:val="00746725"/>
    <w:rsid w:val="007468BA"/>
    <w:rsid w:val="00746C16"/>
    <w:rsid w:val="00746D74"/>
    <w:rsid w:val="00746DF6"/>
    <w:rsid w:val="00746E66"/>
    <w:rsid w:val="00746ED9"/>
    <w:rsid w:val="007470BD"/>
    <w:rsid w:val="00747322"/>
    <w:rsid w:val="00747475"/>
    <w:rsid w:val="007475BF"/>
    <w:rsid w:val="00747689"/>
    <w:rsid w:val="00747A87"/>
    <w:rsid w:val="00747B03"/>
    <w:rsid w:val="00747BCC"/>
    <w:rsid w:val="00747C8E"/>
    <w:rsid w:val="00747E07"/>
    <w:rsid w:val="00747EAA"/>
    <w:rsid w:val="007500F7"/>
    <w:rsid w:val="007502E7"/>
    <w:rsid w:val="0075036A"/>
    <w:rsid w:val="007503A9"/>
    <w:rsid w:val="0075045B"/>
    <w:rsid w:val="0075073F"/>
    <w:rsid w:val="00750779"/>
    <w:rsid w:val="00750790"/>
    <w:rsid w:val="00750832"/>
    <w:rsid w:val="00750BA0"/>
    <w:rsid w:val="00750BD8"/>
    <w:rsid w:val="00750C04"/>
    <w:rsid w:val="00750D2E"/>
    <w:rsid w:val="00750E3C"/>
    <w:rsid w:val="00750F72"/>
    <w:rsid w:val="00750F7E"/>
    <w:rsid w:val="007511B8"/>
    <w:rsid w:val="00751265"/>
    <w:rsid w:val="00751438"/>
    <w:rsid w:val="007515C9"/>
    <w:rsid w:val="00751680"/>
    <w:rsid w:val="007518C3"/>
    <w:rsid w:val="00751949"/>
    <w:rsid w:val="00751EB5"/>
    <w:rsid w:val="00751F88"/>
    <w:rsid w:val="007520D3"/>
    <w:rsid w:val="007522D3"/>
    <w:rsid w:val="00752360"/>
    <w:rsid w:val="007523C3"/>
    <w:rsid w:val="00752769"/>
    <w:rsid w:val="00752BBB"/>
    <w:rsid w:val="00752D0D"/>
    <w:rsid w:val="00752D20"/>
    <w:rsid w:val="007530F7"/>
    <w:rsid w:val="00753154"/>
    <w:rsid w:val="0075353B"/>
    <w:rsid w:val="007536D2"/>
    <w:rsid w:val="00753774"/>
    <w:rsid w:val="00753828"/>
    <w:rsid w:val="0075384E"/>
    <w:rsid w:val="007539F8"/>
    <w:rsid w:val="00753A87"/>
    <w:rsid w:val="00753D7C"/>
    <w:rsid w:val="00753E24"/>
    <w:rsid w:val="00754133"/>
    <w:rsid w:val="007542FB"/>
    <w:rsid w:val="00754444"/>
    <w:rsid w:val="00754682"/>
    <w:rsid w:val="00754732"/>
    <w:rsid w:val="007547D2"/>
    <w:rsid w:val="007548A1"/>
    <w:rsid w:val="0075496C"/>
    <w:rsid w:val="00754B47"/>
    <w:rsid w:val="00754F7F"/>
    <w:rsid w:val="007551A0"/>
    <w:rsid w:val="007551F0"/>
    <w:rsid w:val="007554A6"/>
    <w:rsid w:val="007554F1"/>
    <w:rsid w:val="007554F8"/>
    <w:rsid w:val="0075550C"/>
    <w:rsid w:val="0075550E"/>
    <w:rsid w:val="007556E3"/>
    <w:rsid w:val="00755756"/>
    <w:rsid w:val="007557DC"/>
    <w:rsid w:val="00755950"/>
    <w:rsid w:val="00755A36"/>
    <w:rsid w:val="00755D61"/>
    <w:rsid w:val="00755F7E"/>
    <w:rsid w:val="00755F89"/>
    <w:rsid w:val="00756103"/>
    <w:rsid w:val="00756279"/>
    <w:rsid w:val="00756488"/>
    <w:rsid w:val="0075669A"/>
    <w:rsid w:val="007566A1"/>
    <w:rsid w:val="00756A31"/>
    <w:rsid w:val="00756C67"/>
    <w:rsid w:val="00756D00"/>
    <w:rsid w:val="00756D08"/>
    <w:rsid w:val="00756EEA"/>
    <w:rsid w:val="00757090"/>
    <w:rsid w:val="007570AE"/>
    <w:rsid w:val="00757781"/>
    <w:rsid w:val="007578C7"/>
    <w:rsid w:val="00757A45"/>
    <w:rsid w:val="00757ABA"/>
    <w:rsid w:val="00757AE8"/>
    <w:rsid w:val="00757C8F"/>
    <w:rsid w:val="00757FAC"/>
    <w:rsid w:val="007602F5"/>
    <w:rsid w:val="0076048E"/>
    <w:rsid w:val="00760810"/>
    <w:rsid w:val="00760B40"/>
    <w:rsid w:val="00760D3E"/>
    <w:rsid w:val="00760E6A"/>
    <w:rsid w:val="00760F92"/>
    <w:rsid w:val="00760FA7"/>
    <w:rsid w:val="0076104F"/>
    <w:rsid w:val="007610B1"/>
    <w:rsid w:val="00761316"/>
    <w:rsid w:val="0076143B"/>
    <w:rsid w:val="0076147C"/>
    <w:rsid w:val="00761601"/>
    <w:rsid w:val="00761753"/>
    <w:rsid w:val="0076186A"/>
    <w:rsid w:val="007618D9"/>
    <w:rsid w:val="00761A92"/>
    <w:rsid w:val="00761AE2"/>
    <w:rsid w:val="00761D1E"/>
    <w:rsid w:val="00761EEF"/>
    <w:rsid w:val="00761F73"/>
    <w:rsid w:val="00762073"/>
    <w:rsid w:val="0076216E"/>
    <w:rsid w:val="0076227E"/>
    <w:rsid w:val="00762332"/>
    <w:rsid w:val="00762339"/>
    <w:rsid w:val="0076268E"/>
    <w:rsid w:val="00762860"/>
    <w:rsid w:val="00762934"/>
    <w:rsid w:val="00762AB7"/>
    <w:rsid w:val="00762CE1"/>
    <w:rsid w:val="00762D87"/>
    <w:rsid w:val="00762DDB"/>
    <w:rsid w:val="00762E71"/>
    <w:rsid w:val="00762F88"/>
    <w:rsid w:val="00762FF2"/>
    <w:rsid w:val="007631AB"/>
    <w:rsid w:val="007631D5"/>
    <w:rsid w:val="0076323D"/>
    <w:rsid w:val="007632B4"/>
    <w:rsid w:val="007633A0"/>
    <w:rsid w:val="00763421"/>
    <w:rsid w:val="00763657"/>
    <w:rsid w:val="00763725"/>
    <w:rsid w:val="00763740"/>
    <w:rsid w:val="00763903"/>
    <w:rsid w:val="007639F9"/>
    <w:rsid w:val="00763A49"/>
    <w:rsid w:val="00763BB2"/>
    <w:rsid w:val="00763C97"/>
    <w:rsid w:val="00763D80"/>
    <w:rsid w:val="00763E04"/>
    <w:rsid w:val="00763EAF"/>
    <w:rsid w:val="00763FA4"/>
    <w:rsid w:val="00763FCA"/>
    <w:rsid w:val="007641AC"/>
    <w:rsid w:val="007641F6"/>
    <w:rsid w:val="00764271"/>
    <w:rsid w:val="007642FB"/>
    <w:rsid w:val="007643BE"/>
    <w:rsid w:val="00764511"/>
    <w:rsid w:val="00764631"/>
    <w:rsid w:val="0076476E"/>
    <w:rsid w:val="0076478A"/>
    <w:rsid w:val="00764A0F"/>
    <w:rsid w:val="00764AF6"/>
    <w:rsid w:val="00764C08"/>
    <w:rsid w:val="00764CAD"/>
    <w:rsid w:val="00764D6E"/>
    <w:rsid w:val="00764E5E"/>
    <w:rsid w:val="0076500D"/>
    <w:rsid w:val="007650AB"/>
    <w:rsid w:val="007656E7"/>
    <w:rsid w:val="0076578C"/>
    <w:rsid w:val="00765A43"/>
    <w:rsid w:val="00765B91"/>
    <w:rsid w:val="00765C06"/>
    <w:rsid w:val="00765C28"/>
    <w:rsid w:val="00765C5A"/>
    <w:rsid w:val="00765D35"/>
    <w:rsid w:val="00765E7F"/>
    <w:rsid w:val="00765EC4"/>
    <w:rsid w:val="00766412"/>
    <w:rsid w:val="007664AB"/>
    <w:rsid w:val="00766825"/>
    <w:rsid w:val="00766879"/>
    <w:rsid w:val="00766A48"/>
    <w:rsid w:val="00766A86"/>
    <w:rsid w:val="00766C32"/>
    <w:rsid w:val="00766C4E"/>
    <w:rsid w:val="00766DF4"/>
    <w:rsid w:val="00766E43"/>
    <w:rsid w:val="00766EC1"/>
    <w:rsid w:val="00766FDA"/>
    <w:rsid w:val="0076704B"/>
    <w:rsid w:val="007670B5"/>
    <w:rsid w:val="0076719C"/>
    <w:rsid w:val="00767264"/>
    <w:rsid w:val="0076727A"/>
    <w:rsid w:val="007672F7"/>
    <w:rsid w:val="007673ED"/>
    <w:rsid w:val="00767492"/>
    <w:rsid w:val="007676BA"/>
    <w:rsid w:val="007676D2"/>
    <w:rsid w:val="0076774A"/>
    <w:rsid w:val="007677BF"/>
    <w:rsid w:val="007679D0"/>
    <w:rsid w:val="00767A2C"/>
    <w:rsid w:val="00767A49"/>
    <w:rsid w:val="00767C0F"/>
    <w:rsid w:val="00767E90"/>
    <w:rsid w:val="00767F8A"/>
    <w:rsid w:val="007700B2"/>
    <w:rsid w:val="007701CE"/>
    <w:rsid w:val="00770295"/>
    <w:rsid w:val="00770363"/>
    <w:rsid w:val="007703A4"/>
    <w:rsid w:val="0077044E"/>
    <w:rsid w:val="00770563"/>
    <w:rsid w:val="0077067D"/>
    <w:rsid w:val="00770705"/>
    <w:rsid w:val="0077087F"/>
    <w:rsid w:val="00770DC3"/>
    <w:rsid w:val="00770EC5"/>
    <w:rsid w:val="00770EE8"/>
    <w:rsid w:val="00770F0E"/>
    <w:rsid w:val="00771209"/>
    <w:rsid w:val="0077127F"/>
    <w:rsid w:val="0077136F"/>
    <w:rsid w:val="00771392"/>
    <w:rsid w:val="00771681"/>
    <w:rsid w:val="00771986"/>
    <w:rsid w:val="00771C24"/>
    <w:rsid w:val="00771F68"/>
    <w:rsid w:val="007720DE"/>
    <w:rsid w:val="00772142"/>
    <w:rsid w:val="007721F3"/>
    <w:rsid w:val="00772229"/>
    <w:rsid w:val="0077229A"/>
    <w:rsid w:val="00772678"/>
    <w:rsid w:val="007729A8"/>
    <w:rsid w:val="00772A15"/>
    <w:rsid w:val="00772B2B"/>
    <w:rsid w:val="00772B9C"/>
    <w:rsid w:val="00772BD9"/>
    <w:rsid w:val="00772E45"/>
    <w:rsid w:val="00772F99"/>
    <w:rsid w:val="007730DD"/>
    <w:rsid w:val="007733D4"/>
    <w:rsid w:val="00773406"/>
    <w:rsid w:val="00773B38"/>
    <w:rsid w:val="00773C05"/>
    <w:rsid w:val="00773C10"/>
    <w:rsid w:val="00773E63"/>
    <w:rsid w:val="00773FC3"/>
    <w:rsid w:val="00773FCC"/>
    <w:rsid w:val="00774090"/>
    <w:rsid w:val="0077470E"/>
    <w:rsid w:val="00774840"/>
    <w:rsid w:val="0077486F"/>
    <w:rsid w:val="007748E3"/>
    <w:rsid w:val="00774C5C"/>
    <w:rsid w:val="00774CFE"/>
    <w:rsid w:val="00774EF0"/>
    <w:rsid w:val="00774FC4"/>
    <w:rsid w:val="00774FE0"/>
    <w:rsid w:val="00775178"/>
    <w:rsid w:val="007754A2"/>
    <w:rsid w:val="0077565C"/>
    <w:rsid w:val="007758AC"/>
    <w:rsid w:val="0077591B"/>
    <w:rsid w:val="0077592D"/>
    <w:rsid w:val="00775998"/>
    <w:rsid w:val="00775B3E"/>
    <w:rsid w:val="00775C2B"/>
    <w:rsid w:val="00775D19"/>
    <w:rsid w:val="00775D76"/>
    <w:rsid w:val="00775D96"/>
    <w:rsid w:val="0077606F"/>
    <w:rsid w:val="007760D4"/>
    <w:rsid w:val="00776439"/>
    <w:rsid w:val="007767BA"/>
    <w:rsid w:val="0077686B"/>
    <w:rsid w:val="00776B68"/>
    <w:rsid w:val="00776C54"/>
    <w:rsid w:val="00776CCE"/>
    <w:rsid w:val="00777228"/>
    <w:rsid w:val="0077736A"/>
    <w:rsid w:val="0077740A"/>
    <w:rsid w:val="007775BA"/>
    <w:rsid w:val="00777698"/>
    <w:rsid w:val="007776B1"/>
    <w:rsid w:val="00777731"/>
    <w:rsid w:val="00777869"/>
    <w:rsid w:val="0077788B"/>
    <w:rsid w:val="00777A9F"/>
    <w:rsid w:val="00777D07"/>
    <w:rsid w:val="00777F20"/>
    <w:rsid w:val="00777F90"/>
    <w:rsid w:val="0078007E"/>
    <w:rsid w:val="0078018B"/>
    <w:rsid w:val="007801A5"/>
    <w:rsid w:val="00780345"/>
    <w:rsid w:val="00780472"/>
    <w:rsid w:val="007805FB"/>
    <w:rsid w:val="0078064C"/>
    <w:rsid w:val="0078076A"/>
    <w:rsid w:val="007808F5"/>
    <w:rsid w:val="007809FD"/>
    <w:rsid w:val="00780A26"/>
    <w:rsid w:val="00780A70"/>
    <w:rsid w:val="00780ACB"/>
    <w:rsid w:val="00780E38"/>
    <w:rsid w:val="00780E68"/>
    <w:rsid w:val="007810B3"/>
    <w:rsid w:val="0078115A"/>
    <w:rsid w:val="00781262"/>
    <w:rsid w:val="0078165D"/>
    <w:rsid w:val="007816F7"/>
    <w:rsid w:val="00781A5E"/>
    <w:rsid w:val="00781A67"/>
    <w:rsid w:val="00781CFD"/>
    <w:rsid w:val="00781FB2"/>
    <w:rsid w:val="00782090"/>
    <w:rsid w:val="007822BE"/>
    <w:rsid w:val="007822C0"/>
    <w:rsid w:val="00782342"/>
    <w:rsid w:val="00782449"/>
    <w:rsid w:val="0078248C"/>
    <w:rsid w:val="007824C9"/>
    <w:rsid w:val="007826CD"/>
    <w:rsid w:val="007827C4"/>
    <w:rsid w:val="00782813"/>
    <w:rsid w:val="00782925"/>
    <w:rsid w:val="007829CC"/>
    <w:rsid w:val="00782C9B"/>
    <w:rsid w:val="00782CC7"/>
    <w:rsid w:val="00782D51"/>
    <w:rsid w:val="00782EF8"/>
    <w:rsid w:val="00782FF0"/>
    <w:rsid w:val="00783296"/>
    <w:rsid w:val="007832EF"/>
    <w:rsid w:val="007835CB"/>
    <w:rsid w:val="007836E2"/>
    <w:rsid w:val="00783802"/>
    <w:rsid w:val="0078384B"/>
    <w:rsid w:val="00783B06"/>
    <w:rsid w:val="00783EBD"/>
    <w:rsid w:val="00783F3F"/>
    <w:rsid w:val="007840AB"/>
    <w:rsid w:val="00784184"/>
    <w:rsid w:val="00784192"/>
    <w:rsid w:val="0078432E"/>
    <w:rsid w:val="0078437D"/>
    <w:rsid w:val="0078497B"/>
    <w:rsid w:val="00784999"/>
    <w:rsid w:val="0078499B"/>
    <w:rsid w:val="00784C67"/>
    <w:rsid w:val="00784EAE"/>
    <w:rsid w:val="00784F54"/>
    <w:rsid w:val="0078508C"/>
    <w:rsid w:val="0078518F"/>
    <w:rsid w:val="0078524E"/>
    <w:rsid w:val="007855FB"/>
    <w:rsid w:val="00785692"/>
    <w:rsid w:val="00785974"/>
    <w:rsid w:val="00785975"/>
    <w:rsid w:val="00785B84"/>
    <w:rsid w:val="00785BB2"/>
    <w:rsid w:val="00785C95"/>
    <w:rsid w:val="00785EF4"/>
    <w:rsid w:val="00786162"/>
    <w:rsid w:val="00786265"/>
    <w:rsid w:val="00786453"/>
    <w:rsid w:val="007865B8"/>
    <w:rsid w:val="0078683B"/>
    <w:rsid w:val="00786846"/>
    <w:rsid w:val="007869C9"/>
    <w:rsid w:val="0078719D"/>
    <w:rsid w:val="0078723F"/>
    <w:rsid w:val="0078730D"/>
    <w:rsid w:val="0078744A"/>
    <w:rsid w:val="007876B3"/>
    <w:rsid w:val="00787742"/>
    <w:rsid w:val="007879B0"/>
    <w:rsid w:val="007879FA"/>
    <w:rsid w:val="00787B06"/>
    <w:rsid w:val="00787D08"/>
    <w:rsid w:val="00787FB6"/>
    <w:rsid w:val="00787FE2"/>
    <w:rsid w:val="007900F5"/>
    <w:rsid w:val="00790380"/>
    <w:rsid w:val="007903A9"/>
    <w:rsid w:val="007903FB"/>
    <w:rsid w:val="00790BFB"/>
    <w:rsid w:val="00790E5F"/>
    <w:rsid w:val="00790FD5"/>
    <w:rsid w:val="007910ED"/>
    <w:rsid w:val="007912BC"/>
    <w:rsid w:val="0079155D"/>
    <w:rsid w:val="007916F8"/>
    <w:rsid w:val="007917AD"/>
    <w:rsid w:val="007917FF"/>
    <w:rsid w:val="0079194D"/>
    <w:rsid w:val="00791993"/>
    <w:rsid w:val="00791A73"/>
    <w:rsid w:val="00791BE2"/>
    <w:rsid w:val="00791C24"/>
    <w:rsid w:val="00791C2F"/>
    <w:rsid w:val="00791D4B"/>
    <w:rsid w:val="00791DC8"/>
    <w:rsid w:val="007921B7"/>
    <w:rsid w:val="007921EE"/>
    <w:rsid w:val="007923A6"/>
    <w:rsid w:val="0079244F"/>
    <w:rsid w:val="00792481"/>
    <w:rsid w:val="00792519"/>
    <w:rsid w:val="00792521"/>
    <w:rsid w:val="00792577"/>
    <w:rsid w:val="007925E8"/>
    <w:rsid w:val="00792730"/>
    <w:rsid w:val="00792A96"/>
    <w:rsid w:val="00792C1B"/>
    <w:rsid w:val="00792D3D"/>
    <w:rsid w:val="0079303B"/>
    <w:rsid w:val="00793188"/>
    <w:rsid w:val="007933A5"/>
    <w:rsid w:val="007935CF"/>
    <w:rsid w:val="007937C1"/>
    <w:rsid w:val="0079396C"/>
    <w:rsid w:val="00793A19"/>
    <w:rsid w:val="00793AF1"/>
    <w:rsid w:val="00793BD4"/>
    <w:rsid w:val="00793C7E"/>
    <w:rsid w:val="00793F4E"/>
    <w:rsid w:val="007941FD"/>
    <w:rsid w:val="00794366"/>
    <w:rsid w:val="007947B5"/>
    <w:rsid w:val="00794AA1"/>
    <w:rsid w:val="00794B88"/>
    <w:rsid w:val="00794ECA"/>
    <w:rsid w:val="00794EEE"/>
    <w:rsid w:val="0079515C"/>
    <w:rsid w:val="00795335"/>
    <w:rsid w:val="00795942"/>
    <w:rsid w:val="00795B1C"/>
    <w:rsid w:val="00795C9D"/>
    <w:rsid w:val="00795CD7"/>
    <w:rsid w:val="0079603D"/>
    <w:rsid w:val="007960E1"/>
    <w:rsid w:val="00796245"/>
    <w:rsid w:val="0079645A"/>
    <w:rsid w:val="0079645E"/>
    <w:rsid w:val="007964D7"/>
    <w:rsid w:val="00796680"/>
    <w:rsid w:val="007967A9"/>
    <w:rsid w:val="007967DB"/>
    <w:rsid w:val="007968CA"/>
    <w:rsid w:val="00796CA8"/>
    <w:rsid w:val="00796DCA"/>
    <w:rsid w:val="00797073"/>
    <w:rsid w:val="007971B3"/>
    <w:rsid w:val="007971CE"/>
    <w:rsid w:val="007972BC"/>
    <w:rsid w:val="00797487"/>
    <w:rsid w:val="00797524"/>
    <w:rsid w:val="007975AB"/>
    <w:rsid w:val="00797907"/>
    <w:rsid w:val="00797980"/>
    <w:rsid w:val="00797D53"/>
    <w:rsid w:val="00797DF4"/>
    <w:rsid w:val="007A0373"/>
    <w:rsid w:val="007A04BF"/>
    <w:rsid w:val="007A058C"/>
    <w:rsid w:val="007A060F"/>
    <w:rsid w:val="007A0652"/>
    <w:rsid w:val="007A0745"/>
    <w:rsid w:val="007A0924"/>
    <w:rsid w:val="007A094F"/>
    <w:rsid w:val="007A09CA"/>
    <w:rsid w:val="007A0CB8"/>
    <w:rsid w:val="007A0CF8"/>
    <w:rsid w:val="007A0DB5"/>
    <w:rsid w:val="007A0DC5"/>
    <w:rsid w:val="007A0F3A"/>
    <w:rsid w:val="007A0FEC"/>
    <w:rsid w:val="007A0FF3"/>
    <w:rsid w:val="007A1096"/>
    <w:rsid w:val="007A11C8"/>
    <w:rsid w:val="007A1326"/>
    <w:rsid w:val="007A14B1"/>
    <w:rsid w:val="007A1749"/>
    <w:rsid w:val="007A182F"/>
    <w:rsid w:val="007A19BD"/>
    <w:rsid w:val="007A1AFC"/>
    <w:rsid w:val="007A1C21"/>
    <w:rsid w:val="007A23B1"/>
    <w:rsid w:val="007A240D"/>
    <w:rsid w:val="007A249B"/>
    <w:rsid w:val="007A2658"/>
    <w:rsid w:val="007A2A13"/>
    <w:rsid w:val="007A2E59"/>
    <w:rsid w:val="007A31EC"/>
    <w:rsid w:val="007A3205"/>
    <w:rsid w:val="007A35DE"/>
    <w:rsid w:val="007A38FC"/>
    <w:rsid w:val="007A393B"/>
    <w:rsid w:val="007A3B7E"/>
    <w:rsid w:val="007A3B81"/>
    <w:rsid w:val="007A3D14"/>
    <w:rsid w:val="007A3D2A"/>
    <w:rsid w:val="007A3DFE"/>
    <w:rsid w:val="007A3EE3"/>
    <w:rsid w:val="007A3FE7"/>
    <w:rsid w:val="007A437E"/>
    <w:rsid w:val="007A43C3"/>
    <w:rsid w:val="007A4529"/>
    <w:rsid w:val="007A45E3"/>
    <w:rsid w:val="007A4619"/>
    <w:rsid w:val="007A47D2"/>
    <w:rsid w:val="007A47E2"/>
    <w:rsid w:val="007A4819"/>
    <w:rsid w:val="007A4B45"/>
    <w:rsid w:val="007A4B99"/>
    <w:rsid w:val="007A4C28"/>
    <w:rsid w:val="007A4CE4"/>
    <w:rsid w:val="007A501F"/>
    <w:rsid w:val="007A50C5"/>
    <w:rsid w:val="007A53D2"/>
    <w:rsid w:val="007A55E4"/>
    <w:rsid w:val="007A58EA"/>
    <w:rsid w:val="007A599D"/>
    <w:rsid w:val="007A5BAA"/>
    <w:rsid w:val="007A5D3B"/>
    <w:rsid w:val="007A61AE"/>
    <w:rsid w:val="007A64FA"/>
    <w:rsid w:val="007A6897"/>
    <w:rsid w:val="007A68C7"/>
    <w:rsid w:val="007A6983"/>
    <w:rsid w:val="007A6BD6"/>
    <w:rsid w:val="007A6C1D"/>
    <w:rsid w:val="007A6C67"/>
    <w:rsid w:val="007A6D9F"/>
    <w:rsid w:val="007A6F1E"/>
    <w:rsid w:val="007A7524"/>
    <w:rsid w:val="007A752D"/>
    <w:rsid w:val="007A7731"/>
    <w:rsid w:val="007A77C9"/>
    <w:rsid w:val="007A7AA9"/>
    <w:rsid w:val="007A7CEB"/>
    <w:rsid w:val="007A7EB8"/>
    <w:rsid w:val="007A7EFF"/>
    <w:rsid w:val="007B0063"/>
    <w:rsid w:val="007B0576"/>
    <w:rsid w:val="007B05BC"/>
    <w:rsid w:val="007B0646"/>
    <w:rsid w:val="007B09AA"/>
    <w:rsid w:val="007B09C7"/>
    <w:rsid w:val="007B0A60"/>
    <w:rsid w:val="007B0ACD"/>
    <w:rsid w:val="007B0C43"/>
    <w:rsid w:val="007B0C75"/>
    <w:rsid w:val="007B0E64"/>
    <w:rsid w:val="007B102E"/>
    <w:rsid w:val="007B119A"/>
    <w:rsid w:val="007B119D"/>
    <w:rsid w:val="007B168C"/>
    <w:rsid w:val="007B1725"/>
    <w:rsid w:val="007B1A1B"/>
    <w:rsid w:val="007B1BF1"/>
    <w:rsid w:val="007B1C09"/>
    <w:rsid w:val="007B1C56"/>
    <w:rsid w:val="007B1EAF"/>
    <w:rsid w:val="007B228D"/>
    <w:rsid w:val="007B230B"/>
    <w:rsid w:val="007B2377"/>
    <w:rsid w:val="007B254B"/>
    <w:rsid w:val="007B2760"/>
    <w:rsid w:val="007B2A28"/>
    <w:rsid w:val="007B2A64"/>
    <w:rsid w:val="007B2BD3"/>
    <w:rsid w:val="007B2CFB"/>
    <w:rsid w:val="007B2D43"/>
    <w:rsid w:val="007B2E17"/>
    <w:rsid w:val="007B2F5C"/>
    <w:rsid w:val="007B312F"/>
    <w:rsid w:val="007B3508"/>
    <w:rsid w:val="007B3519"/>
    <w:rsid w:val="007B3841"/>
    <w:rsid w:val="007B38A7"/>
    <w:rsid w:val="007B396B"/>
    <w:rsid w:val="007B3B9F"/>
    <w:rsid w:val="007B3E23"/>
    <w:rsid w:val="007B3F96"/>
    <w:rsid w:val="007B3FB5"/>
    <w:rsid w:val="007B4108"/>
    <w:rsid w:val="007B4177"/>
    <w:rsid w:val="007B41D4"/>
    <w:rsid w:val="007B420A"/>
    <w:rsid w:val="007B43A0"/>
    <w:rsid w:val="007B44E0"/>
    <w:rsid w:val="007B45B2"/>
    <w:rsid w:val="007B4809"/>
    <w:rsid w:val="007B4A0E"/>
    <w:rsid w:val="007B4A1E"/>
    <w:rsid w:val="007B4D03"/>
    <w:rsid w:val="007B4E16"/>
    <w:rsid w:val="007B4E48"/>
    <w:rsid w:val="007B4EFC"/>
    <w:rsid w:val="007B4FBF"/>
    <w:rsid w:val="007B5137"/>
    <w:rsid w:val="007B51CA"/>
    <w:rsid w:val="007B53E9"/>
    <w:rsid w:val="007B54F3"/>
    <w:rsid w:val="007B55E4"/>
    <w:rsid w:val="007B5802"/>
    <w:rsid w:val="007B582D"/>
    <w:rsid w:val="007B5904"/>
    <w:rsid w:val="007B5B1B"/>
    <w:rsid w:val="007B5CD9"/>
    <w:rsid w:val="007B5D52"/>
    <w:rsid w:val="007B5E73"/>
    <w:rsid w:val="007B5EC3"/>
    <w:rsid w:val="007B609B"/>
    <w:rsid w:val="007B62BE"/>
    <w:rsid w:val="007B6359"/>
    <w:rsid w:val="007B640B"/>
    <w:rsid w:val="007B64AF"/>
    <w:rsid w:val="007B64C2"/>
    <w:rsid w:val="007B64C8"/>
    <w:rsid w:val="007B64EB"/>
    <w:rsid w:val="007B6506"/>
    <w:rsid w:val="007B6699"/>
    <w:rsid w:val="007B6767"/>
    <w:rsid w:val="007B67A5"/>
    <w:rsid w:val="007B67BB"/>
    <w:rsid w:val="007B68F3"/>
    <w:rsid w:val="007B6D52"/>
    <w:rsid w:val="007B720C"/>
    <w:rsid w:val="007B7329"/>
    <w:rsid w:val="007B7369"/>
    <w:rsid w:val="007B7527"/>
    <w:rsid w:val="007B76C9"/>
    <w:rsid w:val="007B784B"/>
    <w:rsid w:val="007B7937"/>
    <w:rsid w:val="007B798A"/>
    <w:rsid w:val="007C01A7"/>
    <w:rsid w:val="007C02A5"/>
    <w:rsid w:val="007C0483"/>
    <w:rsid w:val="007C056F"/>
    <w:rsid w:val="007C070B"/>
    <w:rsid w:val="007C091A"/>
    <w:rsid w:val="007C0929"/>
    <w:rsid w:val="007C0CFC"/>
    <w:rsid w:val="007C0E22"/>
    <w:rsid w:val="007C0F47"/>
    <w:rsid w:val="007C0F53"/>
    <w:rsid w:val="007C107E"/>
    <w:rsid w:val="007C1133"/>
    <w:rsid w:val="007C1368"/>
    <w:rsid w:val="007C13DA"/>
    <w:rsid w:val="007C15D8"/>
    <w:rsid w:val="007C17EB"/>
    <w:rsid w:val="007C196B"/>
    <w:rsid w:val="007C1A18"/>
    <w:rsid w:val="007C1A4B"/>
    <w:rsid w:val="007C1F23"/>
    <w:rsid w:val="007C1F63"/>
    <w:rsid w:val="007C2042"/>
    <w:rsid w:val="007C2060"/>
    <w:rsid w:val="007C20E3"/>
    <w:rsid w:val="007C2135"/>
    <w:rsid w:val="007C2146"/>
    <w:rsid w:val="007C22FD"/>
    <w:rsid w:val="007C25D6"/>
    <w:rsid w:val="007C2703"/>
    <w:rsid w:val="007C2808"/>
    <w:rsid w:val="007C281B"/>
    <w:rsid w:val="007C28E1"/>
    <w:rsid w:val="007C295E"/>
    <w:rsid w:val="007C2AF8"/>
    <w:rsid w:val="007C2B52"/>
    <w:rsid w:val="007C2B6C"/>
    <w:rsid w:val="007C2CD2"/>
    <w:rsid w:val="007C2D1B"/>
    <w:rsid w:val="007C315A"/>
    <w:rsid w:val="007C316A"/>
    <w:rsid w:val="007C31EB"/>
    <w:rsid w:val="007C3383"/>
    <w:rsid w:val="007C346B"/>
    <w:rsid w:val="007C347C"/>
    <w:rsid w:val="007C34D3"/>
    <w:rsid w:val="007C34E7"/>
    <w:rsid w:val="007C37AC"/>
    <w:rsid w:val="007C37B4"/>
    <w:rsid w:val="007C3948"/>
    <w:rsid w:val="007C3A91"/>
    <w:rsid w:val="007C3DA1"/>
    <w:rsid w:val="007C3EAF"/>
    <w:rsid w:val="007C3F68"/>
    <w:rsid w:val="007C3FBB"/>
    <w:rsid w:val="007C3FC6"/>
    <w:rsid w:val="007C4095"/>
    <w:rsid w:val="007C4159"/>
    <w:rsid w:val="007C4360"/>
    <w:rsid w:val="007C4423"/>
    <w:rsid w:val="007C446F"/>
    <w:rsid w:val="007C449E"/>
    <w:rsid w:val="007C473E"/>
    <w:rsid w:val="007C47D2"/>
    <w:rsid w:val="007C47FC"/>
    <w:rsid w:val="007C48F5"/>
    <w:rsid w:val="007C4914"/>
    <w:rsid w:val="007C4C41"/>
    <w:rsid w:val="007C4DD7"/>
    <w:rsid w:val="007C50C9"/>
    <w:rsid w:val="007C5775"/>
    <w:rsid w:val="007C57C2"/>
    <w:rsid w:val="007C580D"/>
    <w:rsid w:val="007C5967"/>
    <w:rsid w:val="007C5A56"/>
    <w:rsid w:val="007C5C68"/>
    <w:rsid w:val="007C5D65"/>
    <w:rsid w:val="007C5D88"/>
    <w:rsid w:val="007C5FCD"/>
    <w:rsid w:val="007C6112"/>
    <w:rsid w:val="007C621B"/>
    <w:rsid w:val="007C6242"/>
    <w:rsid w:val="007C637B"/>
    <w:rsid w:val="007C63D2"/>
    <w:rsid w:val="007C6424"/>
    <w:rsid w:val="007C65DA"/>
    <w:rsid w:val="007C6895"/>
    <w:rsid w:val="007C6CA3"/>
    <w:rsid w:val="007C6DFC"/>
    <w:rsid w:val="007C6E9C"/>
    <w:rsid w:val="007C6EE1"/>
    <w:rsid w:val="007C6FF0"/>
    <w:rsid w:val="007C7076"/>
    <w:rsid w:val="007C7129"/>
    <w:rsid w:val="007C77B8"/>
    <w:rsid w:val="007C7839"/>
    <w:rsid w:val="007C7849"/>
    <w:rsid w:val="007C7985"/>
    <w:rsid w:val="007C7A18"/>
    <w:rsid w:val="007C7C24"/>
    <w:rsid w:val="007C7D50"/>
    <w:rsid w:val="007C7F97"/>
    <w:rsid w:val="007D0396"/>
    <w:rsid w:val="007D081C"/>
    <w:rsid w:val="007D1013"/>
    <w:rsid w:val="007D11E2"/>
    <w:rsid w:val="007D12AC"/>
    <w:rsid w:val="007D1395"/>
    <w:rsid w:val="007D1468"/>
    <w:rsid w:val="007D1556"/>
    <w:rsid w:val="007D16CC"/>
    <w:rsid w:val="007D16D8"/>
    <w:rsid w:val="007D185E"/>
    <w:rsid w:val="007D1961"/>
    <w:rsid w:val="007D1A79"/>
    <w:rsid w:val="007D1DBB"/>
    <w:rsid w:val="007D1F47"/>
    <w:rsid w:val="007D2053"/>
    <w:rsid w:val="007D2056"/>
    <w:rsid w:val="007D2126"/>
    <w:rsid w:val="007D2211"/>
    <w:rsid w:val="007D2274"/>
    <w:rsid w:val="007D2521"/>
    <w:rsid w:val="007D26B6"/>
    <w:rsid w:val="007D2765"/>
    <w:rsid w:val="007D277A"/>
    <w:rsid w:val="007D287F"/>
    <w:rsid w:val="007D2AC5"/>
    <w:rsid w:val="007D2CE8"/>
    <w:rsid w:val="007D2D8F"/>
    <w:rsid w:val="007D2DAF"/>
    <w:rsid w:val="007D2EC2"/>
    <w:rsid w:val="007D2F05"/>
    <w:rsid w:val="007D30A4"/>
    <w:rsid w:val="007D3391"/>
    <w:rsid w:val="007D348E"/>
    <w:rsid w:val="007D34DA"/>
    <w:rsid w:val="007D361A"/>
    <w:rsid w:val="007D36E2"/>
    <w:rsid w:val="007D3B15"/>
    <w:rsid w:val="007D3DED"/>
    <w:rsid w:val="007D40A2"/>
    <w:rsid w:val="007D4105"/>
    <w:rsid w:val="007D4381"/>
    <w:rsid w:val="007D4428"/>
    <w:rsid w:val="007D4459"/>
    <w:rsid w:val="007D4476"/>
    <w:rsid w:val="007D45AC"/>
    <w:rsid w:val="007D45B7"/>
    <w:rsid w:val="007D47F1"/>
    <w:rsid w:val="007D4958"/>
    <w:rsid w:val="007D4A58"/>
    <w:rsid w:val="007D4AC9"/>
    <w:rsid w:val="007D4B80"/>
    <w:rsid w:val="007D4DE5"/>
    <w:rsid w:val="007D50DB"/>
    <w:rsid w:val="007D5130"/>
    <w:rsid w:val="007D5148"/>
    <w:rsid w:val="007D52FE"/>
    <w:rsid w:val="007D54B5"/>
    <w:rsid w:val="007D5759"/>
    <w:rsid w:val="007D57BF"/>
    <w:rsid w:val="007D57CF"/>
    <w:rsid w:val="007D5827"/>
    <w:rsid w:val="007D59B8"/>
    <w:rsid w:val="007D5B26"/>
    <w:rsid w:val="007D5C97"/>
    <w:rsid w:val="007D5D81"/>
    <w:rsid w:val="007D5E5B"/>
    <w:rsid w:val="007D5EB8"/>
    <w:rsid w:val="007D5FC4"/>
    <w:rsid w:val="007D601F"/>
    <w:rsid w:val="007D604B"/>
    <w:rsid w:val="007D6081"/>
    <w:rsid w:val="007D60AC"/>
    <w:rsid w:val="007D6146"/>
    <w:rsid w:val="007D629C"/>
    <w:rsid w:val="007D6501"/>
    <w:rsid w:val="007D6673"/>
    <w:rsid w:val="007D667B"/>
    <w:rsid w:val="007D6849"/>
    <w:rsid w:val="007D690A"/>
    <w:rsid w:val="007D6A15"/>
    <w:rsid w:val="007D6B0A"/>
    <w:rsid w:val="007D6C29"/>
    <w:rsid w:val="007D6FBA"/>
    <w:rsid w:val="007D70B2"/>
    <w:rsid w:val="007D7184"/>
    <w:rsid w:val="007D7379"/>
    <w:rsid w:val="007D743F"/>
    <w:rsid w:val="007D7464"/>
    <w:rsid w:val="007D77D5"/>
    <w:rsid w:val="007D7907"/>
    <w:rsid w:val="007D7A5F"/>
    <w:rsid w:val="007D7AE4"/>
    <w:rsid w:val="007D7AE7"/>
    <w:rsid w:val="007D7E79"/>
    <w:rsid w:val="007D7F5C"/>
    <w:rsid w:val="007E058D"/>
    <w:rsid w:val="007E0705"/>
    <w:rsid w:val="007E0737"/>
    <w:rsid w:val="007E0A24"/>
    <w:rsid w:val="007E0D85"/>
    <w:rsid w:val="007E0DA7"/>
    <w:rsid w:val="007E0DF7"/>
    <w:rsid w:val="007E0E57"/>
    <w:rsid w:val="007E0FD5"/>
    <w:rsid w:val="007E112A"/>
    <w:rsid w:val="007E11A9"/>
    <w:rsid w:val="007E1402"/>
    <w:rsid w:val="007E151D"/>
    <w:rsid w:val="007E15EA"/>
    <w:rsid w:val="007E163E"/>
    <w:rsid w:val="007E16D4"/>
    <w:rsid w:val="007E1709"/>
    <w:rsid w:val="007E179E"/>
    <w:rsid w:val="007E19DC"/>
    <w:rsid w:val="007E19E2"/>
    <w:rsid w:val="007E1C59"/>
    <w:rsid w:val="007E1D0A"/>
    <w:rsid w:val="007E1E18"/>
    <w:rsid w:val="007E202C"/>
    <w:rsid w:val="007E21B7"/>
    <w:rsid w:val="007E227F"/>
    <w:rsid w:val="007E234A"/>
    <w:rsid w:val="007E23FF"/>
    <w:rsid w:val="007E2416"/>
    <w:rsid w:val="007E2422"/>
    <w:rsid w:val="007E2651"/>
    <w:rsid w:val="007E27E5"/>
    <w:rsid w:val="007E28CD"/>
    <w:rsid w:val="007E29E9"/>
    <w:rsid w:val="007E2BA9"/>
    <w:rsid w:val="007E2BAF"/>
    <w:rsid w:val="007E2C8A"/>
    <w:rsid w:val="007E2DCA"/>
    <w:rsid w:val="007E3214"/>
    <w:rsid w:val="007E32C9"/>
    <w:rsid w:val="007E333D"/>
    <w:rsid w:val="007E33A2"/>
    <w:rsid w:val="007E373D"/>
    <w:rsid w:val="007E3B14"/>
    <w:rsid w:val="007E3D37"/>
    <w:rsid w:val="007E3D82"/>
    <w:rsid w:val="007E3FFE"/>
    <w:rsid w:val="007E4061"/>
    <w:rsid w:val="007E40EE"/>
    <w:rsid w:val="007E41B1"/>
    <w:rsid w:val="007E4216"/>
    <w:rsid w:val="007E4410"/>
    <w:rsid w:val="007E4477"/>
    <w:rsid w:val="007E45E7"/>
    <w:rsid w:val="007E46DC"/>
    <w:rsid w:val="007E47CE"/>
    <w:rsid w:val="007E4827"/>
    <w:rsid w:val="007E4873"/>
    <w:rsid w:val="007E48C9"/>
    <w:rsid w:val="007E48EB"/>
    <w:rsid w:val="007E49C6"/>
    <w:rsid w:val="007E4D02"/>
    <w:rsid w:val="007E4E9A"/>
    <w:rsid w:val="007E4FF8"/>
    <w:rsid w:val="007E51C0"/>
    <w:rsid w:val="007E524F"/>
    <w:rsid w:val="007E52A9"/>
    <w:rsid w:val="007E52BB"/>
    <w:rsid w:val="007E5467"/>
    <w:rsid w:val="007E5637"/>
    <w:rsid w:val="007E56A1"/>
    <w:rsid w:val="007E5816"/>
    <w:rsid w:val="007E58BA"/>
    <w:rsid w:val="007E59CE"/>
    <w:rsid w:val="007E5B2E"/>
    <w:rsid w:val="007E5C18"/>
    <w:rsid w:val="007E5CBF"/>
    <w:rsid w:val="007E5CE2"/>
    <w:rsid w:val="007E5D21"/>
    <w:rsid w:val="007E5D8C"/>
    <w:rsid w:val="007E5E23"/>
    <w:rsid w:val="007E60B4"/>
    <w:rsid w:val="007E61A9"/>
    <w:rsid w:val="007E62B6"/>
    <w:rsid w:val="007E6469"/>
    <w:rsid w:val="007E64E9"/>
    <w:rsid w:val="007E668E"/>
    <w:rsid w:val="007E6914"/>
    <w:rsid w:val="007E6B0C"/>
    <w:rsid w:val="007E6B7F"/>
    <w:rsid w:val="007E6F3B"/>
    <w:rsid w:val="007E7049"/>
    <w:rsid w:val="007E7085"/>
    <w:rsid w:val="007E70E7"/>
    <w:rsid w:val="007E71DE"/>
    <w:rsid w:val="007E727E"/>
    <w:rsid w:val="007E741F"/>
    <w:rsid w:val="007E754A"/>
    <w:rsid w:val="007E769F"/>
    <w:rsid w:val="007E7799"/>
    <w:rsid w:val="007E789C"/>
    <w:rsid w:val="007E793A"/>
    <w:rsid w:val="007E7A19"/>
    <w:rsid w:val="007E7BA3"/>
    <w:rsid w:val="007E7D6F"/>
    <w:rsid w:val="007F00C9"/>
    <w:rsid w:val="007F0131"/>
    <w:rsid w:val="007F0173"/>
    <w:rsid w:val="007F0271"/>
    <w:rsid w:val="007F0282"/>
    <w:rsid w:val="007F02CB"/>
    <w:rsid w:val="007F0433"/>
    <w:rsid w:val="007F0466"/>
    <w:rsid w:val="007F0557"/>
    <w:rsid w:val="007F0577"/>
    <w:rsid w:val="007F05D0"/>
    <w:rsid w:val="007F063F"/>
    <w:rsid w:val="007F067F"/>
    <w:rsid w:val="007F0789"/>
    <w:rsid w:val="007F0BC7"/>
    <w:rsid w:val="007F0BCE"/>
    <w:rsid w:val="007F0BF4"/>
    <w:rsid w:val="007F0F00"/>
    <w:rsid w:val="007F0F0E"/>
    <w:rsid w:val="007F0F8A"/>
    <w:rsid w:val="007F124A"/>
    <w:rsid w:val="007F1331"/>
    <w:rsid w:val="007F13C3"/>
    <w:rsid w:val="007F13CA"/>
    <w:rsid w:val="007F142B"/>
    <w:rsid w:val="007F1517"/>
    <w:rsid w:val="007F15AF"/>
    <w:rsid w:val="007F16CA"/>
    <w:rsid w:val="007F17D4"/>
    <w:rsid w:val="007F1870"/>
    <w:rsid w:val="007F1B5D"/>
    <w:rsid w:val="007F1DFE"/>
    <w:rsid w:val="007F1E0B"/>
    <w:rsid w:val="007F1FD8"/>
    <w:rsid w:val="007F2319"/>
    <w:rsid w:val="007F23BB"/>
    <w:rsid w:val="007F25AD"/>
    <w:rsid w:val="007F2776"/>
    <w:rsid w:val="007F2962"/>
    <w:rsid w:val="007F2979"/>
    <w:rsid w:val="007F2AC6"/>
    <w:rsid w:val="007F2B93"/>
    <w:rsid w:val="007F2BB2"/>
    <w:rsid w:val="007F2C4D"/>
    <w:rsid w:val="007F2EAB"/>
    <w:rsid w:val="007F2EB9"/>
    <w:rsid w:val="007F31A8"/>
    <w:rsid w:val="007F3360"/>
    <w:rsid w:val="007F3415"/>
    <w:rsid w:val="007F34E6"/>
    <w:rsid w:val="007F34EA"/>
    <w:rsid w:val="007F369B"/>
    <w:rsid w:val="007F37AD"/>
    <w:rsid w:val="007F3844"/>
    <w:rsid w:val="007F38F1"/>
    <w:rsid w:val="007F39CE"/>
    <w:rsid w:val="007F39FD"/>
    <w:rsid w:val="007F3AF7"/>
    <w:rsid w:val="007F3C37"/>
    <w:rsid w:val="007F3D39"/>
    <w:rsid w:val="007F3E9B"/>
    <w:rsid w:val="007F3FB0"/>
    <w:rsid w:val="007F3FC9"/>
    <w:rsid w:val="007F405E"/>
    <w:rsid w:val="007F41C6"/>
    <w:rsid w:val="007F4275"/>
    <w:rsid w:val="007F4607"/>
    <w:rsid w:val="007F4705"/>
    <w:rsid w:val="007F470E"/>
    <w:rsid w:val="007F4810"/>
    <w:rsid w:val="007F486B"/>
    <w:rsid w:val="007F499B"/>
    <w:rsid w:val="007F4BA0"/>
    <w:rsid w:val="007F4D26"/>
    <w:rsid w:val="007F4EE0"/>
    <w:rsid w:val="007F4EFE"/>
    <w:rsid w:val="007F4F43"/>
    <w:rsid w:val="007F4F46"/>
    <w:rsid w:val="007F5033"/>
    <w:rsid w:val="007F5083"/>
    <w:rsid w:val="007F527C"/>
    <w:rsid w:val="007F5639"/>
    <w:rsid w:val="007F58E0"/>
    <w:rsid w:val="007F5B57"/>
    <w:rsid w:val="007F5BCC"/>
    <w:rsid w:val="007F5C9C"/>
    <w:rsid w:val="007F5CE8"/>
    <w:rsid w:val="007F5D93"/>
    <w:rsid w:val="007F5F3B"/>
    <w:rsid w:val="007F61FC"/>
    <w:rsid w:val="007F6215"/>
    <w:rsid w:val="007F6329"/>
    <w:rsid w:val="007F6534"/>
    <w:rsid w:val="007F6927"/>
    <w:rsid w:val="007F6934"/>
    <w:rsid w:val="007F697C"/>
    <w:rsid w:val="007F6A86"/>
    <w:rsid w:val="007F6AF1"/>
    <w:rsid w:val="007F6B1A"/>
    <w:rsid w:val="007F6EF4"/>
    <w:rsid w:val="007F6F52"/>
    <w:rsid w:val="007F6F6B"/>
    <w:rsid w:val="007F7076"/>
    <w:rsid w:val="007F7122"/>
    <w:rsid w:val="007F72BE"/>
    <w:rsid w:val="007F742B"/>
    <w:rsid w:val="007F7602"/>
    <w:rsid w:val="007F76D9"/>
    <w:rsid w:val="007F7708"/>
    <w:rsid w:val="007F772C"/>
    <w:rsid w:val="007F7A37"/>
    <w:rsid w:val="007F7C62"/>
    <w:rsid w:val="007F7CCD"/>
    <w:rsid w:val="007F7CD3"/>
    <w:rsid w:val="007F7DD3"/>
    <w:rsid w:val="007F7E59"/>
    <w:rsid w:val="007F7F15"/>
    <w:rsid w:val="0080004E"/>
    <w:rsid w:val="00800103"/>
    <w:rsid w:val="00800134"/>
    <w:rsid w:val="0080037E"/>
    <w:rsid w:val="008003B0"/>
    <w:rsid w:val="0080053B"/>
    <w:rsid w:val="008005D8"/>
    <w:rsid w:val="0080073C"/>
    <w:rsid w:val="008008B7"/>
    <w:rsid w:val="00800A5C"/>
    <w:rsid w:val="00800B8B"/>
    <w:rsid w:val="00800F14"/>
    <w:rsid w:val="00801005"/>
    <w:rsid w:val="0080118A"/>
    <w:rsid w:val="00801458"/>
    <w:rsid w:val="00801761"/>
    <w:rsid w:val="0080176F"/>
    <w:rsid w:val="00801830"/>
    <w:rsid w:val="0080183F"/>
    <w:rsid w:val="0080193D"/>
    <w:rsid w:val="00801B02"/>
    <w:rsid w:val="00801C40"/>
    <w:rsid w:val="00801FC0"/>
    <w:rsid w:val="0080215D"/>
    <w:rsid w:val="0080216C"/>
    <w:rsid w:val="00802289"/>
    <w:rsid w:val="008022FD"/>
    <w:rsid w:val="00802365"/>
    <w:rsid w:val="00802420"/>
    <w:rsid w:val="00802710"/>
    <w:rsid w:val="00802A78"/>
    <w:rsid w:val="00802AB3"/>
    <w:rsid w:val="00802AD4"/>
    <w:rsid w:val="00802BD2"/>
    <w:rsid w:val="00802C57"/>
    <w:rsid w:val="00802D22"/>
    <w:rsid w:val="00803227"/>
    <w:rsid w:val="008032C7"/>
    <w:rsid w:val="008035A2"/>
    <w:rsid w:val="00803778"/>
    <w:rsid w:val="008037FD"/>
    <w:rsid w:val="008039F6"/>
    <w:rsid w:val="00803A44"/>
    <w:rsid w:val="00803B3E"/>
    <w:rsid w:val="00803CC1"/>
    <w:rsid w:val="00803D06"/>
    <w:rsid w:val="00803D7F"/>
    <w:rsid w:val="00803EEC"/>
    <w:rsid w:val="00803FB5"/>
    <w:rsid w:val="00803FDD"/>
    <w:rsid w:val="00803FF2"/>
    <w:rsid w:val="00804256"/>
    <w:rsid w:val="00804627"/>
    <w:rsid w:val="00804669"/>
    <w:rsid w:val="008047D4"/>
    <w:rsid w:val="00804942"/>
    <w:rsid w:val="00804AD9"/>
    <w:rsid w:val="00804B13"/>
    <w:rsid w:val="00804D94"/>
    <w:rsid w:val="00804FBE"/>
    <w:rsid w:val="00805085"/>
    <w:rsid w:val="008050A2"/>
    <w:rsid w:val="008051CC"/>
    <w:rsid w:val="00805346"/>
    <w:rsid w:val="008053A9"/>
    <w:rsid w:val="00805766"/>
    <w:rsid w:val="008058A0"/>
    <w:rsid w:val="00805A68"/>
    <w:rsid w:val="00805BA4"/>
    <w:rsid w:val="00805D0C"/>
    <w:rsid w:val="00805FE3"/>
    <w:rsid w:val="008060A4"/>
    <w:rsid w:val="008061B5"/>
    <w:rsid w:val="00806319"/>
    <w:rsid w:val="00806764"/>
    <w:rsid w:val="00806798"/>
    <w:rsid w:val="0080691B"/>
    <w:rsid w:val="0080697A"/>
    <w:rsid w:val="00806A0F"/>
    <w:rsid w:val="00806A1F"/>
    <w:rsid w:val="00806A29"/>
    <w:rsid w:val="00806B09"/>
    <w:rsid w:val="00806DEB"/>
    <w:rsid w:val="00806ED4"/>
    <w:rsid w:val="00806F06"/>
    <w:rsid w:val="00806F18"/>
    <w:rsid w:val="00806FF4"/>
    <w:rsid w:val="0080708D"/>
    <w:rsid w:val="008070F6"/>
    <w:rsid w:val="00807147"/>
    <w:rsid w:val="0080733A"/>
    <w:rsid w:val="00807447"/>
    <w:rsid w:val="00807939"/>
    <w:rsid w:val="00807A63"/>
    <w:rsid w:val="00807C3B"/>
    <w:rsid w:val="00807C3F"/>
    <w:rsid w:val="00807CF0"/>
    <w:rsid w:val="00807DCD"/>
    <w:rsid w:val="00807E03"/>
    <w:rsid w:val="00807EB0"/>
    <w:rsid w:val="008100D8"/>
    <w:rsid w:val="00810117"/>
    <w:rsid w:val="008101D1"/>
    <w:rsid w:val="00810308"/>
    <w:rsid w:val="0081044E"/>
    <w:rsid w:val="00810603"/>
    <w:rsid w:val="00810645"/>
    <w:rsid w:val="00810872"/>
    <w:rsid w:val="00810948"/>
    <w:rsid w:val="00810A25"/>
    <w:rsid w:val="00810BDF"/>
    <w:rsid w:val="00810C67"/>
    <w:rsid w:val="00811005"/>
    <w:rsid w:val="00811151"/>
    <w:rsid w:val="0081118F"/>
    <w:rsid w:val="008113BC"/>
    <w:rsid w:val="0081161B"/>
    <w:rsid w:val="00811778"/>
    <w:rsid w:val="008117C4"/>
    <w:rsid w:val="008118DE"/>
    <w:rsid w:val="00811A1F"/>
    <w:rsid w:val="00811BC7"/>
    <w:rsid w:val="00811C1B"/>
    <w:rsid w:val="00811D10"/>
    <w:rsid w:val="00811FB6"/>
    <w:rsid w:val="00812065"/>
    <w:rsid w:val="00812076"/>
    <w:rsid w:val="008120B1"/>
    <w:rsid w:val="008120DC"/>
    <w:rsid w:val="00812153"/>
    <w:rsid w:val="00812158"/>
    <w:rsid w:val="008121B8"/>
    <w:rsid w:val="008122D6"/>
    <w:rsid w:val="008123AB"/>
    <w:rsid w:val="008123BD"/>
    <w:rsid w:val="00812407"/>
    <w:rsid w:val="008125FB"/>
    <w:rsid w:val="00812633"/>
    <w:rsid w:val="00812635"/>
    <w:rsid w:val="008126F1"/>
    <w:rsid w:val="008126FE"/>
    <w:rsid w:val="00812972"/>
    <w:rsid w:val="00812C1C"/>
    <w:rsid w:val="00812ED2"/>
    <w:rsid w:val="008130A9"/>
    <w:rsid w:val="008131AF"/>
    <w:rsid w:val="0081323B"/>
    <w:rsid w:val="0081328A"/>
    <w:rsid w:val="0081331C"/>
    <w:rsid w:val="00813354"/>
    <w:rsid w:val="008133BA"/>
    <w:rsid w:val="008133CB"/>
    <w:rsid w:val="00813511"/>
    <w:rsid w:val="008138E4"/>
    <w:rsid w:val="008139C7"/>
    <w:rsid w:val="008139CD"/>
    <w:rsid w:val="00813A31"/>
    <w:rsid w:val="00813A91"/>
    <w:rsid w:val="00813C77"/>
    <w:rsid w:val="00813D22"/>
    <w:rsid w:val="00813E4F"/>
    <w:rsid w:val="00813F43"/>
    <w:rsid w:val="0081412D"/>
    <w:rsid w:val="008141F7"/>
    <w:rsid w:val="00814547"/>
    <w:rsid w:val="0081470D"/>
    <w:rsid w:val="008149E4"/>
    <w:rsid w:val="00814A01"/>
    <w:rsid w:val="00814A6B"/>
    <w:rsid w:val="00814BA6"/>
    <w:rsid w:val="00814C71"/>
    <w:rsid w:val="00814C7C"/>
    <w:rsid w:val="00814D6A"/>
    <w:rsid w:val="00815159"/>
    <w:rsid w:val="00815191"/>
    <w:rsid w:val="008151CB"/>
    <w:rsid w:val="0081542E"/>
    <w:rsid w:val="0081558E"/>
    <w:rsid w:val="00815663"/>
    <w:rsid w:val="00815732"/>
    <w:rsid w:val="00815844"/>
    <w:rsid w:val="008158CD"/>
    <w:rsid w:val="00815998"/>
    <w:rsid w:val="008159B2"/>
    <w:rsid w:val="00815D48"/>
    <w:rsid w:val="00815F99"/>
    <w:rsid w:val="0081612B"/>
    <w:rsid w:val="0081614D"/>
    <w:rsid w:val="008161F3"/>
    <w:rsid w:val="00816255"/>
    <w:rsid w:val="008167AB"/>
    <w:rsid w:val="008167DF"/>
    <w:rsid w:val="00816908"/>
    <w:rsid w:val="008169E7"/>
    <w:rsid w:val="00816B1C"/>
    <w:rsid w:val="00816D52"/>
    <w:rsid w:val="00816E4A"/>
    <w:rsid w:val="00816E95"/>
    <w:rsid w:val="00816F54"/>
    <w:rsid w:val="0081704E"/>
    <w:rsid w:val="0081706F"/>
    <w:rsid w:val="008171DD"/>
    <w:rsid w:val="00817264"/>
    <w:rsid w:val="008172E2"/>
    <w:rsid w:val="008172EF"/>
    <w:rsid w:val="008173B5"/>
    <w:rsid w:val="00817685"/>
    <w:rsid w:val="008176E1"/>
    <w:rsid w:val="00817798"/>
    <w:rsid w:val="00817870"/>
    <w:rsid w:val="00817BFC"/>
    <w:rsid w:val="00817F39"/>
    <w:rsid w:val="00820130"/>
    <w:rsid w:val="00820214"/>
    <w:rsid w:val="008202AA"/>
    <w:rsid w:val="0082040A"/>
    <w:rsid w:val="008204FD"/>
    <w:rsid w:val="00820596"/>
    <w:rsid w:val="008206C2"/>
    <w:rsid w:val="00820744"/>
    <w:rsid w:val="008208BA"/>
    <w:rsid w:val="00820ABD"/>
    <w:rsid w:val="00820B92"/>
    <w:rsid w:val="00820DDE"/>
    <w:rsid w:val="00820E64"/>
    <w:rsid w:val="00821111"/>
    <w:rsid w:val="0082120C"/>
    <w:rsid w:val="00821283"/>
    <w:rsid w:val="0082138A"/>
    <w:rsid w:val="008213DA"/>
    <w:rsid w:val="00821442"/>
    <w:rsid w:val="00821454"/>
    <w:rsid w:val="00821563"/>
    <w:rsid w:val="008216A0"/>
    <w:rsid w:val="00821953"/>
    <w:rsid w:val="0082196A"/>
    <w:rsid w:val="00821CDD"/>
    <w:rsid w:val="00821D3E"/>
    <w:rsid w:val="00821F90"/>
    <w:rsid w:val="00822118"/>
    <w:rsid w:val="00822121"/>
    <w:rsid w:val="0082255B"/>
    <w:rsid w:val="00822585"/>
    <w:rsid w:val="0082263E"/>
    <w:rsid w:val="0082286C"/>
    <w:rsid w:val="0082288C"/>
    <w:rsid w:val="008228CC"/>
    <w:rsid w:val="00822B79"/>
    <w:rsid w:val="00823059"/>
    <w:rsid w:val="008231F5"/>
    <w:rsid w:val="008234A1"/>
    <w:rsid w:val="0082356B"/>
    <w:rsid w:val="0082360C"/>
    <w:rsid w:val="00823644"/>
    <w:rsid w:val="008236BB"/>
    <w:rsid w:val="008236F9"/>
    <w:rsid w:val="00823712"/>
    <w:rsid w:val="00823ADE"/>
    <w:rsid w:val="00823BDA"/>
    <w:rsid w:val="00823FD2"/>
    <w:rsid w:val="00824133"/>
    <w:rsid w:val="008241C0"/>
    <w:rsid w:val="00824211"/>
    <w:rsid w:val="00824337"/>
    <w:rsid w:val="008246D2"/>
    <w:rsid w:val="00824755"/>
    <w:rsid w:val="008247B7"/>
    <w:rsid w:val="0082483B"/>
    <w:rsid w:val="0082489F"/>
    <w:rsid w:val="008248BC"/>
    <w:rsid w:val="00824955"/>
    <w:rsid w:val="00824A19"/>
    <w:rsid w:val="00824A79"/>
    <w:rsid w:val="00824B06"/>
    <w:rsid w:val="00824C9E"/>
    <w:rsid w:val="00824D0E"/>
    <w:rsid w:val="00824F91"/>
    <w:rsid w:val="00825122"/>
    <w:rsid w:val="00825283"/>
    <w:rsid w:val="008253FF"/>
    <w:rsid w:val="0082547D"/>
    <w:rsid w:val="0082574B"/>
    <w:rsid w:val="0082578E"/>
    <w:rsid w:val="00825801"/>
    <w:rsid w:val="00825836"/>
    <w:rsid w:val="008259F9"/>
    <w:rsid w:val="00825B03"/>
    <w:rsid w:val="00825B35"/>
    <w:rsid w:val="00825E47"/>
    <w:rsid w:val="00825FDC"/>
    <w:rsid w:val="008261DE"/>
    <w:rsid w:val="00826237"/>
    <w:rsid w:val="0082644C"/>
    <w:rsid w:val="00826453"/>
    <w:rsid w:val="0082646F"/>
    <w:rsid w:val="00826496"/>
    <w:rsid w:val="008264BD"/>
    <w:rsid w:val="00826558"/>
    <w:rsid w:val="00826686"/>
    <w:rsid w:val="008266AD"/>
    <w:rsid w:val="00826742"/>
    <w:rsid w:val="00826757"/>
    <w:rsid w:val="008267C5"/>
    <w:rsid w:val="0082688B"/>
    <w:rsid w:val="008269A0"/>
    <w:rsid w:val="00826AED"/>
    <w:rsid w:val="00826AF3"/>
    <w:rsid w:val="00826AF8"/>
    <w:rsid w:val="00826B1F"/>
    <w:rsid w:val="00826B29"/>
    <w:rsid w:val="00826BA9"/>
    <w:rsid w:val="00826BD1"/>
    <w:rsid w:val="00826D2F"/>
    <w:rsid w:val="00826D47"/>
    <w:rsid w:val="0082712F"/>
    <w:rsid w:val="0082734D"/>
    <w:rsid w:val="00827440"/>
    <w:rsid w:val="00827464"/>
    <w:rsid w:val="0082757F"/>
    <w:rsid w:val="0082793B"/>
    <w:rsid w:val="00827BA8"/>
    <w:rsid w:val="00827BCF"/>
    <w:rsid w:val="00827CDD"/>
    <w:rsid w:val="0083009F"/>
    <w:rsid w:val="0083028F"/>
    <w:rsid w:val="0083041A"/>
    <w:rsid w:val="008304AF"/>
    <w:rsid w:val="008306D2"/>
    <w:rsid w:val="00830BAD"/>
    <w:rsid w:val="00830C89"/>
    <w:rsid w:val="00830CB9"/>
    <w:rsid w:val="00830CE5"/>
    <w:rsid w:val="00830DCF"/>
    <w:rsid w:val="00830E05"/>
    <w:rsid w:val="00830EA5"/>
    <w:rsid w:val="00830FDF"/>
    <w:rsid w:val="008314C2"/>
    <w:rsid w:val="008316AF"/>
    <w:rsid w:val="008316B0"/>
    <w:rsid w:val="008316CD"/>
    <w:rsid w:val="00831736"/>
    <w:rsid w:val="0083196B"/>
    <w:rsid w:val="0083196C"/>
    <w:rsid w:val="00831AF2"/>
    <w:rsid w:val="00831B3F"/>
    <w:rsid w:val="00831BFE"/>
    <w:rsid w:val="00831E4D"/>
    <w:rsid w:val="00831E8B"/>
    <w:rsid w:val="00832100"/>
    <w:rsid w:val="00832113"/>
    <w:rsid w:val="0083243B"/>
    <w:rsid w:val="0083249A"/>
    <w:rsid w:val="008325D9"/>
    <w:rsid w:val="0083271F"/>
    <w:rsid w:val="0083284A"/>
    <w:rsid w:val="0083295C"/>
    <w:rsid w:val="00832A93"/>
    <w:rsid w:val="00832B60"/>
    <w:rsid w:val="00832F23"/>
    <w:rsid w:val="00833050"/>
    <w:rsid w:val="008332D3"/>
    <w:rsid w:val="00833341"/>
    <w:rsid w:val="0083348A"/>
    <w:rsid w:val="008335C8"/>
    <w:rsid w:val="00833731"/>
    <w:rsid w:val="008338B9"/>
    <w:rsid w:val="00833952"/>
    <w:rsid w:val="00833A1C"/>
    <w:rsid w:val="00833B76"/>
    <w:rsid w:val="00833C5F"/>
    <w:rsid w:val="00833DFA"/>
    <w:rsid w:val="00833F78"/>
    <w:rsid w:val="00833F86"/>
    <w:rsid w:val="00833FC7"/>
    <w:rsid w:val="008341E8"/>
    <w:rsid w:val="00834288"/>
    <w:rsid w:val="0083451C"/>
    <w:rsid w:val="0083462F"/>
    <w:rsid w:val="0083467F"/>
    <w:rsid w:val="008346F2"/>
    <w:rsid w:val="008347CD"/>
    <w:rsid w:val="0083481F"/>
    <w:rsid w:val="00834826"/>
    <w:rsid w:val="00834A38"/>
    <w:rsid w:val="00834B59"/>
    <w:rsid w:val="00834E31"/>
    <w:rsid w:val="00834E72"/>
    <w:rsid w:val="00834E79"/>
    <w:rsid w:val="00834F6D"/>
    <w:rsid w:val="008350BE"/>
    <w:rsid w:val="008350F0"/>
    <w:rsid w:val="008351DF"/>
    <w:rsid w:val="008353E6"/>
    <w:rsid w:val="00835599"/>
    <w:rsid w:val="008355BD"/>
    <w:rsid w:val="00835668"/>
    <w:rsid w:val="00835811"/>
    <w:rsid w:val="0083595F"/>
    <w:rsid w:val="00835C44"/>
    <w:rsid w:val="00835CA8"/>
    <w:rsid w:val="00835D77"/>
    <w:rsid w:val="008361E9"/>
    <w:rsid w:val="00836236"/>
    <w:rsid w:val="008362A3"/>
    <w:rsid w:val="0083641D"/>
    <w:rsid w:val="0083643D"/>
    <w:rsid w:val="00836694"/>
    <w:rsid w:val="008368D2"/>
    <w:rsid w:val="00836B11"/>
    <w:rsid w:val="00836D98"/>
    <w:rsid w:val="0083702B"/>
    <w:rsid w:val="0083709C"/>
    <w:rsid w:val="008371AD"/>
    <w:rsid w:val="00837200"/>
    <w:rsid w:val="008376F8"/>
    <w:rsid w:val="00837722"/>
    <w:rsid w:val="00837990"/>
    <w:rsid w:val="00837AA3"/>
    <w:rsid w:val="00837B5E"/>
    <w:rsid w:val="00837B79"/>
    <w:rsid w:val="00837C98"/>
    <w:rsid w:val="00837CD7"/>
    <w:rsid w:val="00837CEC"/>
    <w:rsid w:val="00837F0F"/>
    <w:rsid w:val="008402A4"/>
    <w:rsid w:val="008402EA"/>
    <w:rsid w:val="008402F8"/>
    <w:rsid w:val="00840380"/>
    <w:rsid w:val="008403B3"/>
    <w:rsid w:val="00840411"/>
    <w:rsid w:val="0084046C"/>
    <w:rsid w:val="008406EA"/>
    <w:rsid w:val="008408E7"/>
    <w:rsid w:val="008408F6"/>
    <w:rsid w:val="00840CF2"/>
    <w:rsid w:val="00840F86"/>
    <w:rsid w:val="00840FD1"/>
    <w:rsid w:val="0084113C"/>
    <w:rsid w:val="008411BC"/>
    <w:rsid w:val="00841259"/>
    <w:rsid w:val="00841263"/>
    <w:rsid w:val="008412AD"/>
    <w:rsid w:val="00841578"/>
    <w:rsid w:val="008417BE"/>
    <w:rsid w:val="00841885"/>
    <w:rsid w:val="008418AA"/>
    <w:rsid w:val="00841BE1"/>
    <w:rsid w:val="008420D7"/>
    <w:rsid w:val="00842103"/>
    <w:rsid w:val="00842157"/>
    <w:rsid w:val="008421EA"/>
    <w:rsid w:val="0084232B"/>
    <w:rsid w:val="00842579"/>
    <w:rsid w:val="008425E8"/>
    <w:rsid w:val="00842639"/>
    <w:rsid w:val="00842B70"/>
    <w:rsid w:val="00842D68"/>
    <w:rsid w:val="00842EB3"/>
    <w:rsid w:val="00842EF1"/>
    <w:rsid w:val="00842FEA"/>
    <w:rsid w:val="008430B1"/>
    <w:rsid w:val="00843290"/>
    <w:rsid w:val="0084338C"/>
    <w:rsid w:val="00843701"/>
    <w:rsid w:val="00843814"/>
    <w:rsid w:val="0084396A"/>
    <w:rsid w:val="008439A1"/>
    <w:rsid w:val="00843AC4"/>
    <w:rsid w:val="00843B37"/>
    <w:rsid w:val="00843CAF"/>
    <w:rsid w:val="00844003"/>
    <w:rsid w:val="00844014"/>
    <w:rsid w:val="008440C2"/>
    <w:rsid w:val="008440D3"/>
    <w:rsid w:val="008441F6"/>
    <w:rsid w:val="008443D8"/>
    <w:rsid w:val="00844404"/>
    <w:rsid w:val="0084451A"/>
    <w:rsid w:val="008445F7"/>
    <w:rsid w:val="008446F4"/>
    <w:rsid w:val="00844790"/>
    <w:rsid w:val="00844989"/>
    <w:rsid w:val="00844B07"/>
    <w:rsid w:val="00844BAA"/>
    <w:rsid w:val="00844C17"/>
    <w:rsid w:val="00844DA4"/>
    <w:rsid w:val="00844E05"/>
    <w:rsid w:val="008451BE"/>
    <w:rsid w:val="00845201"/>
    <w:rsid w:val="00845363"/>
    <w:rsid w:val="008453EA"/>
    <w:rsid w:val="00845420"/>
    <w:rsid w:val="00845431"/>
    <w:rsid w:val="0084543E"/>
    <w:rsid w:val="0084582D"/>
    <w:rsid w:val="0084583C"/>
    <w:rsid w:val="00845A12"/>
    <w:rsid w:val="00845B97"/>
    <w:rsid w:val="00845BE8"/>
    <w:rsid w:val="00845C7C"/>
    <w:rsid w:val="00845CCA"/>
    <w:rsid w:val="00845D68"/>
    <w:rsid w:val="00845F04"/>
    <w:rsid w:val="00845FAA"/>
    <w:rsid w:val="00846127"/>
    <w:rsid w:val="00846220"/>
    <w:rsid w:val="008463E1"/>
    <w:rsid w:val="008468EA"/>
    <w:rsid w:val="00846BF0"/>
    <w:rsid w:val="00846D13"/>
    <w:rsid w:val="00846D64"/>
    <w:rsid w:val="00846E58"/>
    <w:rsid w:val="00847003"/>
    <w:rsid w:val="008470C2"/>
    <w:rsid w:val="008470D9"/>
    <w:rsid w:val="00847120"/>
    <w:rsid w:val="0084752E"/>
    <w:rsid w:val="00847910"/>
    <w:rsid w:val="00847AF9"/>
    <w:rsid w:val="00847AFD"/>
    <w:rsid w:val="00847C1F"/>
    <w:rsid w:val="00847C79"/>
    <w:rsid w:val="00847CB3"/>
    <w:rsid w:val="00847CCC"/>
    <w:rsid w:val="00847E3F"/>
    <w:rsid w:val="00847E4B"/>
    <w:rsid w:val="00847E96"/>
    <w:rsid w:val="00847F1E"/>
    <w:rsid w:val="00847F22"/>
    <w:rsid w:val="00847F4B"/>
    <w:rsid w:val="00847FB9"/>
    <w:rsid w:val="00850057"/>
    <w:rsid w:val="0085008D"/>
    <w:rsid w:val="0085030F"/>
    <w:rsid w:val="00850340"/>
    <w:rsid w:val="008507B1"/>
    <w:rsid w:val="008508FF"/>
    <w:rsid w:val="00850AF3"/>
    <w:rsid w:val="00850BB6"/>
    <w:rsid w:val="00850D38"/>
    <w:rsid w:val="00850E98"/>
    <w:rsid w:val="00850F19"/>
    <w:rsid w:val="008511BD"/>
    <w:rsid w:val="0085138A"/>
    <w:rsid w:val="0085139B"/>
    <w:rsid w:val="008513D3"/>
    <w:rsid w:val="00851637"/>
    <w:rsid w:val="008516F6"/>
    <w:rsid w:val="008518C1"/>
    <w:rsid w:val="00851916"/>
    <w:rsid w:val="00851C22"/>
    <w:rsid w:val="00851CA0"/>
    <w:rsid w:val="00851E9A"/>
    <w:rsid w:val="00851F18"/>
    <w:rsid w:val="0085204B"/>
    <w:rsid w:val="0085224B"/>
    <w:rsid w:val="00852283"/>
    <w:rsid w:val="0085230B"/>
    <w:rsid w:val="008523F5"/>
    <w:rsid w:val="00852598"/>
    <w:rsid w:val="00852736"/>
    <w:rsid w:val="00852964"/>
    <w:rsid w:val="00852C40"/>
    <w:rsid w:val="00852C9B"/>
    <w:rsid w:val="00852D26"/>
    <w:rsid w:val="00852DF4"/>
    <w:rsid w:val="00852E04"/>
    <w:rsid w:val="00852F37"/>
    <w:rsid w:val="008530FE"/>
    <w:rsid w:val="00853113"/>
    <w:rsid w:val="00853144"/>
    <w:rsid w:val="008531D3"/>
    <w:rsid w:val="00853292"/>
    <w:rsid w:val="008532E0"/>
    <w:rsid w:val="008533FA"/>
    <w:rsid w:val="008539F8"/>
    <w:rsid w:val="00853B03"/>
    <w:rsid w:val="00853D33"/>
    <w:rsid w:val="00853E35"/>
    <w:rsid w:val="008542C9"/>
    <w:rsid w:val="0085442B"/>
    <w:rsid w:val="00854481"/>
    <w:rsid w:val="00854610"/>
    <w:rsid w:val="00854954"/>
    <w:rsid w:val="00854B3E"/>
    <w:rsid w:val="00854C1A"/>
    <w:rsid w:val="00854C5E"/>
    <w:rsid w:val="00854F1D"/>
    <w:rsid w:val="00854F2F"/>
    <w:rsid w:val="00855032"/>
    <w:rsid w:val="008552A7"/>
    <w:rsid w:val="00855304"/>
    <w:rsid w:val="008553E0"/>
    <w:rsid w:val="0085588F"/>
    <w:rsid w:val="00855CCF"/>
    <w:rsid w:val="0085634D"/>
    <w:rsid w:val="008563D5"/>
    <w:rsid w:val="0085643B"/>
    <w:rsid w:val="00856587"/>
    <w:rsid w:val="00856817"/>
    <w:rsid w:val="00856936"/>
    <w:rsid w:val="0085695E"/>
    <w:rsid w:val="00856F27"/>
    <w:rsid w:val="0085712D"/>
    <w:rsid w:val="00857164"/>
    <w:rsid w:val="008571B5"/>
    <w:rsid w:val="008572D3"/>
    <w:rsid w:val="00857401"/>
    <w:rsid w:val="0085752B"/>
    <w:rsid w:val="0085770A"/>
    <w:rsid w:val="008577A3"/>
    <w:rsid w:val="00857830"/>
    <w:rsid w:val="00857964"/>
    <w:rsid w:val="008579C4"/>
    <w:rsid w:val="00857A3C"/>
    <w:rsid w:val="00857A48"/>
    <w:rsid w:val="00857AC3"/>
    <w:rsid w:val="00857DF7"/>
    <w:rsid w:val="00857F09"/>
    <w:rsid w:val="00857FF0"/>
    <w:rsid w:val="008600E0"/>
    <w:rsid w:val="00860241"/>
    <w:rsid w:val="00860398"/>
    <w:rsid w:val="008604D7"/>
    <w:rsid w:val="00860546"/>
    <w:rsid w:val="0086054A"/>
    <w:rsid w:val="0086055F"/>
    <w:rsid w:val="008606BD"/>
    <w:rsid w:val="008606C9"/>
    <w:rsid w:val="008606E0"/>
    <w:rsid w:val="00860796"/>
    <w:rsid w:val="0086098E"/>
    <w:rsid w:val="00860AD4"/>
    <w:rsid w:val="00860B51"/>
    <w:rsid w:val="00860BDA"/>
    <w:rsid w:val="00860C41"/>
    <w:rsid w:val="00860E39"/>
    <w:rsid w:val="00860E6E"/>
    <w:rsid w:val="00860ED3"/>
    <w:rsid w:val="008612B8"/>
    <w:rsid w:val="00861394"/>
    <w:rsid w:val="008615F1"/>
    <w:rsid w:val="0086162A"/>
    <w:rsid w:val="0086164C"/>
    <w:rsid w:val="00861B76"/>
    <w:rsid w:val="00861EA4"/>
    <w:rsid w:val="00861EBF"/>
    <w:rsid w:val="00861F96"/>
    <w:rsid w:val="008621AF"/>
    <w:rsid w:val="0086253D"/>
    <w:rsid w:val="0086261C"/>
    <w:rsid w:val="00862816"/>
    <w:rsid w:val="008629D7"/>
    <w:rsid w:val="00862A1D"/>
    <w:rsid w:val="00862A92"/>
    <w:rsid w:val="00862C4D"/>
    <w:rsid w:val="00862DED"/>
    <w:rsid w:val="00862FA1"/>
    <w:rsid w:val="0086301D"/>
    <w:rsid w:val="0086304B"/>
    <w:rsid w:val="008630C2"/>
    <w:rsid w:val="008630CE"/>
    <w:rsid w:val="00863660"/>
    <w:rsid w:val="008636ED"/>
    <w:rsid w:val="0086371E"/>
    <w:rsid w:val="00863A0A"/>
    <w:rsid w:val="00863A8D"/>
    <w:rsid w:val="00863F09"/>
    <w:rsid w:val="00863FF3"/>
    <w:rsid w:val="00864178"/>
    <w:rsid w:val="008641CD"/>
    <w:rsid w:val="0086433A"/>
    <w:rsid w:val="008646A1"/>
    <w:rsid w:val="00864801"/>
    <w:rsid w:val="00864B44"/>
    <w:rsid w:val="00864CBD"/>
    <w:rsid w:val="00864DDC"/>
    <w:rsid w:val="008650CD"/>
    <w:rsid w:val="008650F1"/>
    <w:rsid w:val="008651BD"/>
    <w:rsid w:val="008652E9"/>
    <w:rsid w:val="008654AC"/>
    <w:rsid w:val="008655A1"/>
    <w:rsid w:val="0086564C"/>
    <w:rsid w:val="0086569B"/>
    <w:rsid w:val="00865726"/>
    <w:rsid w:val="008657FE"/>
    <w:rsid w:val="00865D5E"/>
    <w:rsid w:val="00865F07"/>
    <w:rsid w:val="00865F20"/>
    <w:rsid w:val="00866043"/>
    <w:rsid w:val="008662E3"/>
    <w:rsid w:val="00866376"/>
    <w:rsid w:val="008663AD"/>
    <w:rsid w:val="0086685C"/>
    <w:rsid w:val="0086686A"/>
    <w:rsid w:val="0086693A"/>
    <w:rsid w:val="008669AD"/>
    <w:rsid w:val="00866AA7"/>
    <w:rsid w:val="00866CF1"/>
    <w:rsid w:val="00866CFA"/>
    <w:rsid w:val="00866E29"/>
    <w:rsid w:val="00866F37"/>
    <w:rsid w:val="008670D5"/>
    <w:rsid w:val="0086717B"/>
    <w:rsid w:val="008671E9"/>
    <w:rsid w:val="008673B7"/>
    <w:rsid w:val="0086745E"/>
    <w:rsid w:val="00867521"/>
    <w:rsid w:val="008675D6"/>
    <w:rsid w:val="008679FF"/>
    <w:rsid w:val="00867AF3"/>
    <w:rsid w:val="00867B11"/>
    <w:rsid w:val="00867BB5"/>
    <w:rsid w:val="00867D3F"/>
    <w:rsid w:val="00867D61"/>
    <w:rsid w:val="00867DCA"/>
    <w:rsid w:val="00867E51"/>
    <w:rsid w:val="0087007C"/>
    <w:rsid w:val="00870156"/>
    <w:rsid w:val="008701C3"/>
    <w:rsid w:val="0087033C"/>
    <w:rsid w:val="0087040F"/>
    <w:rsid w:val="00870499"/>
    <w:rsid w:val="00870AC5"/>
    <w:rsid w:val="00870B43"/>
    <w:rsid w:val="00870CF0"/>
    <w:rsid w:val="00870D1B"/>
    <w:rsid w:val="00870D21"/>
    <w:rsid w:val="00870D8D"/>
    <w:rsid w:val="00870D8F"/>
    <w:rsid w:val="00871701"/>
    <w:rsid w:val="0087179F"/>
    <w:rsid w:val="00871821"/>
    <w:rsid w:val="0087190F"/>
    <w:rsid w:val="00871B4C"/>
    <w:rsid w:val="00871C30"/>
    <w:rsid w:val="00871D1F"/>
    <w:rsid w:val="00872019"/>
    <w:rsid w:val="0087216C"/>
    <w:rsid w:val="00872174"/>
    <w:rsid w:val="008721AF"/>
    <w:rsid w:val="00872413"/>
    <w:rsid w:val="0087241C"/>
    <w:rsid w:val="00872523"/>
    <w:rsid w:val="0087257F"/>
    <w:rsid w:val="00872597"/>
    <w:rsid w:val="0087263C"/>
    <w:rsid w:val="0087273C"/>
    <w:rsid w:val="0087286A"/>
    <w:rsid w:val="008728FD"/>
    <w:rsid w:val="00872B02"/>
    <w:rsid w:val="00872B46"/>
    <w:rsid w:val="00872CBE"/>
    <w:rsid w:val="00872D30"/>
    <w:rsid w:val="00872E34"/>
    <w:rsid w:val="00872F29"/>
    <w:rsid w:val="008734F6"/>
    <w:rsid w:val="00873516"/>
    <w:rsid w:val="008735F5"/>
    <w:rsid w:val="008738BA"/>
    <w:rsid w:val="00873A1B"/>
    <w:rsid w:val="00873A47"/>
    <w:rsid w:val="00873A7D"/>
    <w:rsid w:val="00873C94"/>
    <w:rsid w:val="00873E3E"/>
    <w:rsid w:val="00873F58"/>
    <w:rsid w:val="00873F6A"/>
    <w:rsid w:val="00873F9D"/>
    <w:rsid w:val="00874033"/>
    <w:rsid w:val="008740AF"/>
    <w:rsid w:val="008740F7"/>
    <w:rsid w:val="00874331"/>
    <w:rsid w:val="00874382"/>
    <w:rsid w:val="008743DE"/>
    <w:rsid w:val="0087447A"/>
    <w:rsid w:val="008744CE"/>
    <w:rsid w:val="008748B7"/>
    <w:rsid w:val="00874A6B"/>
    <w:rsid w:val="00874BD3"/>
    <w:rsid w:val="00874C39"/>
    <w:rsid w:val="00874D42"/>
    <w:rsid w:val="00874DDD"/>
    <w:rsid w:val="00874FF0"/>
    <w:rsid w:val="0087505E"/>
    <w:rsid w:val="00875310"/>
    <w:rsid w:val="0087553D"/>
    <w:rsid w:val="00875BFC"/>
    <w:rsid w:val="00875D1D"/>
    <w:rsid w:val="00875D65"/>
    <w:rsid w:val="00875F38"/>
    <w:rsid w:val="00876139"/>
    <w:rsid w:val="00876265"/>
    <w:rsid w:val="008764DD"/>
    <w:rsid w:val="0087666B"/>
    <w:rsid w:val="0087671A"/>
    <w:rsid w:val="008767D6"/>
    <w:rsid w:val="008769A6"/>
    <w:rsid w:val="008769AE"/>
    <w:rsid w:val="00876AEF"/>
    <w:rsid w:val="00876AF0"/>
    <w:rsid w:val="00876B25"/>
    <w:rsid w:val="00876B76"/>
    <w:rsid w:val="00876D76"/>
    <w:rsid w:val="00877020"/>
    <w:rsid w:val="0087712E"/>
    <w:rsid w:val="008772FA"/>
    <w:rsid w:val="00877360"/>
    <w:rsid w:val="008773DB"/>
    <w:rsid w:val="00877672"/>
    <w:rsid w:val="008777C5"/>
    <w:rsid w:val="00877870"/>
    <w:rsid w:val="00877990"/>
    <w:rsid w:val="008779F8"/>
    <w:rsid w:val="00877AF3"/>
    <w:rsid w:val="00877D2F"/>
    <w:rsid w:val="00877E39"/>
    <w:rsid w:val="00877ED6"/>
    <w:rsid w:val="00877F9D"/>
    <w:rsid w:val="008801D2"/>
    <w:rsid w:val="008801F5"/>
    <w:rsid w:val="00880217"/>
    <w:rsid w:val="00880236"/>
    <w:rsid w:val="00880360"/>
    <w:rsid w:val="00880369"/>
    <w:rsid w:val="008803F0"/>
    <w:rsid w:val="008804A1"/>
    <w:rsid w:val="00880741"/>
    <w:rsid w:val="008808F9"/>
    <w:rsid w:val="00880B0B"/>
    <w:rsid w:val="00880B56"/>
    <w:rsid w:val="00880BC3"/>
    <w:rsid w:val="00880EAD"/>
    <w:rsid w:val="00880EE2"/>
    <w:rsid w:val="008810AB"/>
    <w:rsid w:val="008810CC"/>
    <w:rsid w:val="00881175"/>
    <w:rsid w:val="008815C5"/>
    <w:rsid w:val="0088168C"/>
    <w:rsid w:val="00881853"/>
    <w:rsid w:val="008819FF"/>
    <w:rsid w:val="00881CB2"/>
    <w:rsid w:val="00881D6D"/>
    <w:rsid w:val="00881D91"/>
    <w:rsid w:val="00881F76"/>
    <w:rsid w:val="0088245D"/>
    <w:rsid w:val="008828AD"/>
    <w:rsid w:val="00882CA4"/>
    <w:rsid w:val="00882D4E"/>
    <w:rsid w:val="00882E71"/>
    <w:rsid w:val="0088323A"/>
    <w:rsid w:val="00883361"/>
    <w:rsid w:val="00883461"/>
    <w:rsid w:val="00883478"/>
    <w:rsid w:val="008834F4"/>
    <w:rsid w:val="00883574"/>
    <w:rsid w:val="008835C9"/>
    <w:rsid w:val="008835DF"/>
    <w:rsid w:val="00883721"/>
    <w:rsid w:val="008839C0"/>
    <w:rsid w:val="008839D9"/>
    <w:rsid w:val="00883B28"/>
    <w:rsid w:val="0088409B"/>
    <w:rsid w:val="0088414D"/>
    <w:rsid w:val="008842E6"/>
    <w:rsid w:val="00884319"/>
    <w:rsid w:val="00884445"/>
    <w:rsid w:val="00884569"/>
    <w:rsid w:val="008846B7"/>
    <w:rsid w:val="008846C9"/>
    <w:rsid w:val="008848DC"/>
    <w:rsid w:val="00884963"/>
    <w:rsid w:val="00884CCE"/>
    <w:rsid w:val="00884E22"/>
    <w:rsid w:val="0088520F"/>
    <w:rsid w:val="0088555A"/>
    <w:rsid w:val="008857AC"/>
    <w:rsid w:val="00885B27"/>
    <w:rsid w:val="00885BBE"/>
    <w:rsid w:val="00885C28"/>
    <w:rsid w:val="00885C75"/>
    <w:rsid w:val="008861AD"/>
    <w:rsid w:val="0088657C"/>
    <w:rsid w:val="0088699A"/>
    <w:rsid w:val="00886D60"/>
    <w:rsid w:val="00886DE7"/>
    <w:rsid w:val="00886FE3"/>
    <w:rsid w:val="00887032"/>
    <w:rsid w:val="008874B8"/>
    <w:rsid w:val="00887609"/>
    <w:rsid w:val="00887743"/>
    <w:rsid w:val="00887768"/>
    <w:rsid w:val="00887ADA"/>
    <w:rsid w:val="00887B63"/>
    <w:rsid w:val="00887D76"/>
    <w:rsid w:val="00887F1B"/>
    <w:rsid w:val="00887FC0"/>
    <w:rsid w:val="00890063"/>
    <w:rsid w:val="008901E2"/>
    <w:rsid w:val="0089021C"/>
    <w:rsid w:val="008904B5"/>
    <w:rsid w:val="0089052E"/>
    <w:rsid w:val="0089058F"/>
    <w:rsid w:val="00890595"/>
    <w:rsid w:val="00890663"/>
    <w:rsid w:val="0089073A"/>
    <w:rsid w:val="0089084F"/>
    <w:rsid w:val="00890B00"/>
    <w:rsid w:val="00890F67"/>
    <w:rsid w:val="00890F7D"/>
    <w:rsid w:val="0089137C"/>
    <w:rsid w:val="0089143D"/>
    <w:rsid w:val="008914C1"/>
    <w:rsid w:val="0089165B"/>
    <w:rsid w:val="008916B6"/>
    <w:rsid w:val="008916B7"/>
    <w:rsid w:val="008918B1"/>
    <w:rsid w:val="008919AA"/>
    <w:rsid w:val="00891A61"/>
    <w:rsid w:val="00891B81"/>
    <w:rsid w:val="00891D2A"/>
    <w:rsid w:val="00891E08"/>
    <w:rsid w:val="00891F61"/>
    <w:rsid w:val="00891FEF"/>
    <w:rsid w:val="00891FF6"/>
    <w:rsid w:val="008925DF"/>
    <w:rsid w:val="008925F8"/>
    <w:rsid w:val="008927F3"/>
    <w:rsid w:val="008929EB"/>
    <w:rsid w:val="00892AE8"/>
    <w:rsid w:val="00892D7E"/>
    <w:rsid w:val="00892D97"/>
    <w:rsid w:val="00892E1B"/>
    <w:rsid w:val="00892F8B"/>
    <w:rsid w:val="00893214"/>
    <w:rsid w:val="008932AE"/>
    <w:rsid w:val="008932D5"/>
    <w:rsid w:val="00893402"/>
    <w:rsid w:val="0089351A"/>
    <w:rsid w:val="008935FE"/>
    <w:rsid w:val="00893761"/>
    <w:rsid w:val="008937A2"/>
    <w:rsid w:val="0089392B"/>
    <w:rsid w:val="008939EC"/>
    <w:rsid w:val="00893A7F"/>
    <w:rsid w:val="00893AFB"/>
    <w:rsid w:val="00893D6C"/>
    <w:rsid w:val="00893FD6"/>
    <w:rsid w:val="00894420"/>
    <w:rsid w:val="00894477"/>
    <w:rsid w:val="00894574"/>
    <w:rsid w:val="008945F0"/>
    <w:rsid w:val="0089487D"/>
    <w:rsid w:val="008948CC"/>
    <w:rsid w:val="008948E1"/>
    <w:rsid w:val="00894AEA"/>
    <w:rsid w:val="00894B04"/>
    <w:rsid w:val="00894D7F"/>
    <w:rsid w:val="00895330"/>
    <w:rsid w:val="00895474"/>
    <w:rsid w:val="008954DA"/>
    <w:rsid w:val="00895680"/>
    <w:rsid w:val="00895733"/>
    <w:rsid w:val="00895862"/>
    <w:rsid w:val="00895A3C"/>
    <w:rsid w:val="00895A54"/>
    <w:rsid w:val="00895CE5"/>
    <w:rsid w:val="00895E65"/>
    <w:rsid w:val="00895E88"/>
    <w:rsid w:val="00895FC6"/>
    <w:rsid w:val="00895FCB"/>
    <w:rsid w:val="008960F3"/>
    <w:rsid w:val="008961B5"/>
    <w:rsid w:val="00896323"/>
    <w:rsid w:val="0089654B"/>
    <w:rsid w:val="00896856"/>
    <w:rsid w:val="00896A40"/>
    <w:rsid w:val="00896A66"/>
    <w:rsid w:val="00896BD1"/>
    <w:rsid w:val="00896C8B"/>
    <w:rsid w:val="00896DDA"/>
    <w:rsid w:val="00896E8B"/>
    <w:rsid w:val="00897046"/>
    <w:rsid w:val="00897135"/>
    <w:rsid w:val="008971A7"/>
    <w:rsid w:val="0089733D"/>
    <w:rsid w:val="008973B6"/>
    <w:rsid w:val="00897415"/>
    <w:rsid w:val="0089764D"/>
    <w:rsid w:val="00897687"/>
    <w:rsid w:val="008976B5"/>
    <w:rsid w:val="00897A5C"/>
    <w:rsid w:val="00897F7C"/>
    <w:rsid w:val="008A0147"/>
    <w:rsid w:val="008A01F4"/>
    <w:rsid w:val="008A025D"/>
    <w:rsid w:val="008A0298"/>
    <w:rsid w:val="008A031B"/>
    <w:rsid w:val="008A03E5"/>
    <w:rsid w:val="008A0701"/>
    <w:rsid w:val="008A089E"/>
    <w:rsid w:val="008A0AA4"/>
    <w:rsid w:val="008A0B3F"/>
    <w:rsid w:val="008A0CCE"/>
    <w:rsid w:val="008A0D1A"/>
    <w:rsid w:val="008A0DDB"/>
    <w:rsid w:val="008A0EA1"/>
    <w:rsid w:val="008A0EBB"/>
    <w:rsid w:val="008A0FE8"/>
    <w:rsid w:val="008A1339"/>
    <w:rsid w:val="008A1493"/>
    <w:rsid w:val="008A14BB"/>
    <w:rsid w:val="008A14C3"/>
    <w:rsid w:val="008A1577"/>
    <w:rsid w:val="008A19E2"/>
    <w:rsid w:val="008A1C77"/>
    <w:rsid w:val="008A1CAE"/>
    <w:rsid w:val="008A1F15"/>
    <w:rsid w:val="008A212A"/>
    <w:rsid w:val="008A213E"/>
    <w:rsid w:val="008A2258"/>
    <w:rsid w:val="008A240D"/>
    <w:rsid w:val="008A2841"/>
    <w:rsid w:val="008A2906"/>
    <w:rsid w:val="008A2DD2"/>
    <w:rsid w:val="008A2DDE"/>
    <w:rsid w:val="008A2E46"/>
    <w:rsid w:val="008A2F24"/>
    <w:rsid w:val="008A3054"/>
    <w:rsid w:val="008A320A"/>
    <w:rsid w:val="008A3254"/>
    <w:rsid w:val="008A327D"/>
    <w:rsid w:val="008A3679"/>
    <w:rsid w:val="008A38A7"/>
    <w:rsid w:val="008A3A24"/>
    <w:rsid w:val="008A3C05"/>
    <w:rsid w:val="008A3CE1"/>
    <w:rsid w:val="008A3FDF"/>
    <w:rsid w:val="008A4263"/>
    <w:rsid w:val="008A4287"/>
    <w:rsid w:val="008A447B"/>
    <w:rsid w:val="008A4485"/>
    <w:rsid w:val="008A4614"/>
    <w:rsid w:val="008A49D8"/>
    <w:rsid w:val="008A4B04"/>
    <w:rsid w:val="008A4D1C"/>
    <w:rsid w:val="008A4E9D"/>
    <w:rsid w:val="008A5014"/>
    <w:rsid w:val="008A50B7"/>
    <w:rsid w:val="008A52A1"/>
    <w:rsid w:val="008A53BB"/>
    <w:rsid w:val="008A5520"/>
    <w:rsid w:val="008A5683"/>
    <w:rsid w:val="008A5902"/>
    <w:rsid w:val="008A5947"/>
    <w:rsid w:val="008A595A"/>
    <w:rsid w:val="008A5AAA"/>
    <w:rsid w:val="008A5C88"/>
    <w:rsid w:val="008A5C8D"/>
    <w:rsid w:val="008A5CEB"/>
    <w:rsid w:val="008A5D3D"/>
    <w:rsid w:val="008A5FBC"/>
    <w:rsid w:val="008A6047"/>
    <w:rsid w:val="008A630C"/>
    <w:rsid w:val="008A6433"/>
    <w:rsid w:val="008A6611"/>
    <w:rsid w:val="008A6671"/>
    <w:rsid w:val="008A6836"/>
    <w:rsid w:val="008A6A41"/>
    <w:rsid w:val="008A6B09"/>
    <w:rsid w:val="008A6B19"/>
    <w:rsid w:val="008A6BA7"/>
    <w:rsid w:val="008A6C03"/>
    <w:rsid w:val="008A6E3B"/>
    <w:rsid w:val="008A6E46"/>
    <w:rsid w:val="008A6F03"/>
    <w:rsid w:val="008A7401"/>
    <w:rsid w:val="008A740A"/>
    <w:rsid w:val="008A741F"/>
    <w:rsid w:val="008A74D0"/>
    <w:rsid w:val="008A75A3"/>
    <w:rsid w:val="008A774A"/>
    <w:rsid w:val="008A78FA"/>
    <w:rsid w:val="008A7A0D"/>
    <w:rsid w:val="008A7A30"/>
    <w:rsid w:val="008A7C59"/>
    <w:rsid w:val="008A7C8E"/>
    <w:rsid w:val="008A7E23"/>
    <w:rsid w:val="008A7FBD"/>
    <w:rsid w:val="008B0009"/>
    <w:rsid w:val="008B0045"/>
    <w:rsid w:val="008B005B"/>
    <w:rsid w:val="008B0135"/>
    <w:rsid w:val="008B02AC"/>
    <w:rsid w:val="008B0306"/>
    <w:rsid w:val="008B08CD"/>
    <w:rsid w:val="008B0927"/>
    <w:rsid w:val="008B0962"/>
    <w:rsid w:val="008B098B"/>
    <w:rsid w:val="008B0A6F"/>
    <w:rsid w:val="008B0BA4"/>
    <w:rsid w:val="008B0CA9"/>
    <w:rsid w:val="008B0D46"/>
    <w:rsid w:val="008B1002"/>
    <w:rsid w:val="008B13BB"/>
    <w:rsid w:val="008B1482"/>
    <w:rsid w:val="008B154C"/>
    <w:rsid w:val="008B15DA"/>
    <w:rsid w:val="008B1766"/>
    <w:rsid w:val="008B1A8F"/>
    <w:rsid w:val="008B1B55"/>
    <w:rsid w:val="008B1C2F"/>
    <w:rsid w:val="008B1CD8"/>
    <w:rsid w:val="008B1D4B"/>
    <w:rsid w:val="008B1D67"/>
    <w:rsid w:val="008B1EEC"/>
    <w:rsid w:val="008B1F8B"/>
    <w:rsid w:val="008B21EE"/>
    <w:rsid w:val="008B231F"/>
    <w:rsid w:val="008B25F2"/>
    <w:rsid w:val="008B262C"/>
    <w:rsid w:val="008B2849"/>
    <w:rsid w:val="008B28AB"/>
    <w:rsid w:val="008B2A08"/>
    <w:rsid w:val="008B2B14"/>
    <w:rsid w:val="008B2CD2"/>
    <w:rsid w:val="008B2DCA"/>
    <w:rsid w:val="008B2EFC"/>
    <w:rsid w:val="008B31D5"/>
    <w:rsid w:val="008B32E2"/>
    <w:rsid w:val="008B32ED"/>
    <w:rsid w:val="008B346F"/>
    <w:rsid w:val="008B3578"/>
    <w:rsid w:val="008B35BA"/>
    <w:rsid w:val="008B398D"/>
    <w:rsid w:val="008B3C17"/>
    <w:rsid w:val="008B3D54"/>
    <w:rsid w:val="008B3FDA"/>
    <w:rsid w:val="008B4247"/>
    <w:rsid w:val="008B44CF"/>
    <w:rsid w:val="008B458F"/>
    <w:rsid w:val="008B4699"/>
    <w:rsid w:val="008B479B"/>
    <w:rsid w:val="008B4898"/>
    <w:rsid w:val="008B4A2E"/>
    <w:rsid w:val="008B50DA"/>
    <w:rsid w:val="008B5150"/>
    <w:rsid w:val="008B521B"/>
    <w:rsid w:val="008B523C"/>
    <w:rsid w:val="008B52AA"/>
    <w:rsid w:val="008B52CD"/>
    <w:rsid w:val="008B52D4"/>
    <w:rsid w:val="008B53B6"/>
    <w:rsid w:val="008B548B"/>
    <w:rsid w:val="008B56A6"/>
    <w:rsid w:val="008B576F"/>
    <w:rsid w:val="008B582D"/>
    <w:rsid w:val="008B58F1"/>
    <w:rsid w:val="008B590D"/>
    <w:rsid w:val="008B5943"/>
    <w:rsid w:val="008B5C4B"/>
    <w:rsid w:val="008B5C6E"/>
    <w:rsid w:val="008B5CDE"/>
    <w:rsid w:val="008B5F2C"/>
    <w:rsid w:val="008B5FE3"/>
    <w:rsid w:val="008B6213"/>
    <w:rsid w:val="008B6410"/>
    <w:rsid w:val="008B6423"/>
    <w:rsid w:val="008B6539"/>
    <w:rsid w:val="008B6772"/>
    <w:rsid w:val="008B68A2"/>
    <w:rsid w:val="008B68AA"/>
    <w:rsid w:val="008B68E8"/>
    <w:rsid w:val="008B6A22"/>
    <w:rsid w:val="008B6D80"/>
    <w:rsid w:val="008B6E3E"/>
    <w:rsid w:val="008B716D"/>
    <w:rsid w:val="008B72F7"/>
    <w:rsid w:val="008B73B4"/>
    <w:rsid w:val="008B73C6"/>
    <w:rsid w:val="008B758C"/>
    <w:rsid w:val="008B75E9"/>
    <w:rsid w:val="008B77F5"/>
    <w:rsid w:val="008B79C4"/>
    <w:rsid w:val="008C006A"/>
    <w:rsid w:val="008C006D"/>
    <w:rsid w:val="008C00F3"/>
    <w:rsid w:val="008C01E2"/>
    <w:rsid w:val="008C0238"/>
    <w:rsid w:val="008C0443"/>
    <w:rsid w:val="008C0558"/>
    <w:rsid w:val="008C0593"/>
    <w:rsid w:val="008C0692"/>
    <w:rsid w:val="008C06CC"/>
    <w:rsid w:val="008C0717"/>
    <w:rsid w:val="008C07A9"/>
    <w:rsid w:val="008C0901"/>
    <w:rsid w:val="008C0E47"/>
    <w:rsid w:val="008C102E"/>
    <w:rsid w:val="008C102F"/>
    <w:rsid w:val="008C11D6"/>
    <w:rsid w:val="008C1294"/>
    <w:rsid w:val="008C13C6"/>
    <w:rsid w:val="008C1589"/>
    <w:rsid w:val="008C16B0"/>
    <w:rsid w:val="008C16F3"/>
    <w:rsid w:val="008C1733"/>
    <w:rsid w:val="008C173F"/>
    <w:rsid w:val="008C1748"/>
    <w:rsid w:val="008C17A5"/>
    <w:rsid w:val="008C19B0"/>
    <w:rsid w:val="008C1B3D"/>
    <w:rsid w:val="008C1D2C"/>
    <w:rsid w:val="008C1D3F"/>
    <w:rsid w:val="008C1F44"/>
    <w:rsid w:val="008C2038"/>
    <w:rsid w:val="008C22E4"/>
    <w:rsid w:val="008C265C"/>
    <w:rsid w:val="008C269D"/>
    <w:rsid w:val="008C27B5"/>
    <w:rsid w:val="008C2892"/>
    <w:rsid w:val="008C28F1"/>
    <w:rsid w:val="008C2C8A"/>
    <w:rsid w:val="008C2E0E"/>
    <w:rsid w:val="008C30A3"/>
    <w:rsid w:val="008C3106"/>
    <w:rsid w:val="008C36F4"/>
    <w:rsid w:val="008C3A11"/>
    <w:rsid w:val="008C3FD5"/>
    <w:rsid w:val="008C41F2"/>
    <w:rsid w:val="008C4260"/>
    <w:rsid w:val="008C439D"/>
    <w:rsid w:val="008C44E4"/>
    <w:rsid w:val="008C4537"/>
    <w:rsid w:val="008C489D"/>
    <w:rsid w:val="008C4A93"/>
    <w:rsid w:val="008C4DAD"/>
    <w:rsid w:val="008C4F44"/>
    <w:rsid w:val="008C51A9"/>
    <w:rsid w:val="008C5242"/>
    <w:rsid w:val="008C558D"/>
    <w:rsid w:val="008C559A"/>
    <w:rsid w:val="008C563E"/>
    <w:rsid w:val="008C57E7"/>
    <w:rsid w:val="008C59E8"/>
    <w:rsid w:val="008C5A9A"/>
    <w:rsid w:val="008C5BDD"/>
    <w:rsid w:val="008C5D6C"/>
    <w:rsid w:val="008C5E5A"/>
    <w:rsid w:val="008C5F1D"/>
    <w:rsid w:val="008C6109"/>
    <w:rsid w:val="008C6172"/>
    <w:rsid w:val="008C6285"/>
    <w:rsid w:val="008C6720"/>
    <w:rsid w:val="008C67C3"/>
    <w:rsid w:val="008C68A2"/>
    <w:rsid w:val="008C68E6"/>
    <w:rsid w:val="008C6E47"/>
    <w:rsid w:val="008C6EB3"/>
    <w:rsid w:val="008C6FA4"/>
    <w:rsid w:val="008C7189"/>
    <w:rsid w:val="008C722B"/>
    <w:rsid w:val="008C7310"/>
    <w:rsid w:val="008C74C3"/>
    <w:rsid w:val="008C7973"/>
    <w:rsid w:val="008C7A5F"/>
    <w:rsid w:val="008C7AAD"/>
    <w:rsid w:val="008C7B18"/>
    <w:rsid w:val="008C7B85"/>
    <w:rsid w:val="008C7CDB"/>
    <w:rsid w:val="008C7E5D"/>
    <w:rsid w:val="008C7EA4"/>
    <w:rsid w:val="008D0320"/>
    <w:rsid w:val="008D033D"/>
    <w:rsid w:val="008D0343"/>
    <w:rsid w:val="008D05A0"/>
    <w:rsid w:val="008D06CE"/>
    <w:rsid w:val="008D0784"/>
    <w:rsid w:val="008D09DF"/>
    <w:rsid w:val="008D0A4C"/>
    <w:rsid w:val="008D0A82"/>
    <w:rsid w:val="008D0CA9"/>
    <w:rsid w:val="008D0D6C"/>
    <w:rsid w:val="008D0FA7"/>
    <w:rsid w:val="008D17FC"/>
    <w:rsid w:val="008D1801"/>
    <w:rsid w:val="008D1890"/>
    <w:rsid w:val="008D18DA"/>
    <w:rsid w:val="008D18EC"/>
    <w:rsid w:val="008D19F8"/>
    <w:rsid w:val="008D1B98"/>
    <w:rsid w:val="008D1CA3"/>
    <w:rsid w:val="008D1F9D"/>
    <w:rsid w:val="008D1FAD"/>
    <w:rsid w:val="008D2092"/>
    <w:rsid w:val="008D2135"/>
    <w:rsid w:val="008D22BD"/>
    <w:rsid w:val="008D2549"/>
    <w:rsid w:val="008D2637"/>
    <w:rsid w:val="008D27AE"/>
    <w:rsid w:val="008D29A9"/>
    <w:rsid w:val="008D2C20"/>
    <w:rsid w:val="008D2FC1"/>
    <w:rsid w:val="008D3053"/>
    <w:rsid w:val="008D30C8"/>
    <w:rsid w:val="008D324E"/>
    <w:rsid w:val="008D3275"/>
    <w:rsid w:val="008D354B"/>
    <w:rsid w:val="008D35B0"/>
    <w:rsid w:val="008D369A"/>
    <w:rsid w:val="008D37D5"/>
    <w:rsid w:val="008D3868"/>
    <w:rsid w:val="008D3973"/>
    <w:rsid w:val="008D3BFB"/>
    <w:rsid w:val="008D3D00"/>
    <w:rsid w:val="008D3DCE"/>
    <w:rsid w:val="008D3ED9"/>
    <w:rsid w:val="008D3F8A"/>
    <w:rsid w:val="008D3FD4"/>
    <w:rsid w:val="008D4069"/>
    <w:rsid w:val="008D40B3"/>
    <w:rsid w:val="008D411A"/>
    <w:rsid w:val="008D42CC"/>
    <w:rsid w:val="008D4415"/>
    <w:rsid w:val="008D4853"/>
    <w:rsid w:val="008D48A5"/>
    <w:rsid w:val="008D4AC8"/>
    <w:rsid w:val="008D4C76"/>
    <w:rsid w:val="008D4C85"/>
    <w:rsid w:val="008D4CF8"/>
    <w:rsid w:val="008D4D76"/>
    <w:rsid w:val="008D4E4A"/>
    <w:rsid w:val="008D4F96"/>
    <w:rsid w:val="008D5113"/>
    <w:rsid w:val="008D5218"/>
    <w:rsid w:val="008D5231"/>
    <w:rsid w:val="008D53BE"/>
    <w:rsid w:val="008D53C7"/>
    <w:rsid w:val="008D53CF"/>
    <w:rsid w:val="008D5513"/>
    <w:rsid w:val="008D5517"/>
    <w:rsid w:val="008D55C3"/>
    <w:rsid w:val="008D567E"/>
    <w:rsid w:val="008D5766"/>
    <w:rsid w:val="008D5817"/>
    <w:rsid w:val="008D5A50"/>
    <w:rsid w:val="008D5AEF"/>
    <w:rsid w:val="008D618B"/>
    <w:rsid w:val="008D61B6"/>
    <w:rsid w:val="008D639C"/>
    <w:rsid w:val="008D640E"/>
    <w:rsid w:val="008D64EE"/>
    <w:rsid w:val="008D6573"/>
    <w:rsid w:val="008D65A1"/>
    <w:rsid w:val="008D66B1"/>
    <w:rsid w:val="008D678D"/>
    <w:rsid w:val="008D6925"/>
    <w:rsid w:val="008D6B5E"/>
    <w:rsid w:val="008D6C90"/>
    <w:rsid w:val="008D6D66"/>
    <w:rsid w:val="008D6E69"/>
    <w:rsid w:val="008D71DA"/>
    <w:rsid w:val="008D71EC"/>
    <w:rsid w:val="008D7299"/>
    <w:rsid w:val="008D72F1"/>
    <w:rsid w:val="008D743C"/>
    <w:rsid w:val="008D798C"/>
    <w:rsid w:val="008D7A07"/>
    <w:rsid w:val="008D7AC0"/>
    <w:rsid w:val="008D7ACF"/>
    <w:rsid w:val="008D7E59"/>
    <w:rsid w:val="008D7FFD"/>
    <w:rsid w:val="008E0126"/>
    <w:rsid w:val="008E032D"/>
    <w:rsid w:val="008E03C9"/>
    <w:rsid w:val="008E043C"/>
    <w:rsid w:val="008E0570"/>
    <w:rsid w:val="008E06BE"/>
    <w:rsid w:val="008E06D7"/>
    <w:rsid w:val="008E078D"/>
    <w:rsid w:val="008E07B9"/>
    <w:rsid w:val="008E080C"/>
    <w:rsid w:val="008E087F"/>
    <w:rsid w:val="008E09EC"/>
    <w:rsid w:val="008E0A4D"/>
    <w:rsid w:val="008E0B21"/>
    <w:rsid w:val="008E0BB8"/>
    <w:rsid w:val="008E0BFB"/>
    <w:rsid w:val="008E0C14"/>
    <w:rsid w:val="008E0C62"/>
    <w:rsid w:val="008E0CD3"/>
    <w:rsid w:val="008E0E5A"/>
    <w:rsid w:val="008E0FE9"/>
    <w:rsid w:val="008E1123"/>
    <w:rsid w:val="008E1461"/>
    <w:rsid w:val="008E1497"/>
    <w:rsid w:val="008E1759"/>
    <w:rsid w:val="008E1BBF"/>
    <w:rsid w:val="008E1C89"/>
    <w:rsid w:val="008E1D12"/>
    <w:rsid w:val="008E1E34"/>
    <w:rsid w:val="008E205E"/>
    <w:rsid w:val="008E28F2"/>
    <w:rsid w:val="008E291E"/>
    <w:rsid w:val="008E2959"/>
    <w:rsid w:val="008E29C9"/>
    <w:rsid w:val="008E2C6F"/>
    <w:rsid w:val="008E2E6F"/>
    <w:rsid w:val="008E2EEF"/>
    <w:rsid w:val="008E30E9"/>
    <w:rsid w:val="008E3621"/>
    <w:rsid w:val="008E3725"/>
    <w:rsid w:val="008E3AB8"/>
    <w:rsid w:val="008E3BA7"/>
    <w:rsid w:val="008E3EA1"/>
    <w:rsid w:val="008E3F9A"/>
    <w:rsid w:val="008E4020"/>
    <w:rsid w:val="008E433C"/>
    <w:rsid w:val="008E4699"/>
    <w:rsid w:val="008E4A36"/>
    <w:rsid w:val="008E4B0C"/>
    <w:rsid w:val="008E4FFC"/>
    <w:rsid w:val="008E5058"/>
    <w:rsid w:val="008E5131"/>
    <w:rsid w:val="008E5449"/>
    <w:rsid w:val="008E546B"/>
    <w:rsid w:val="008E54B8"/>
    <w:rsid w:val="008E55CA"/>
    <w:rsid w:val="008E57AA"/>
    <w:rsid w:val="008E58D2"/>
    <w:rsid w:val="008E59F4"/>
    <w:rsid w:val="008E5AD0"/>
    <w:rsid w:val="008E5CD8"/>
    <w:rsid w:val="008E620E"/>
    <w:rsid w:val="008E6355"/>
    <w:rsid w:val="008E6508"/>
    <w:rsid w:val="008E678E"/>
    <w:rsid w:val="008E6898"/>
    <w:rsid w:val="008E6C57"/>
    <w:rsid w:val="008E6D6E"/>
    <w:rsid w:val="008E6E8C"/>
    <w:rsid w:val="008E7024"/>
    <w:rsid w:val="008E7145"/>
    <w:rsid w:val="008E71AD"/>
    <w:rsid w:val="008E71D6"/>
    <w:rsid w:val="008E7376"/>
    <w:rsid w:val="008E747B"/>
    <w:rsid w:val="008E74BB"/>
    <w:rsid w:val="008E7696"/>
    <w:rsid w:val="008E7710"/>
    <w:rsid w:val="008E7A69"/>
    <w:rsid w:val="008E7C3A"/>
    <w:rsid w:val="008E7CD1"/>
    <w:rsid w:val="008F0156"/>
    <w:rsid w:val="008F024E"/>
    <w:rsid w:val="008F02B0"/>
    <w:rsid w:val="008F02D3"/>
    <w:rsid w:val="008F02DB"/>
    <w:rsid w:val="008F0366"/>
    <w:rsid w:val="008F048E"/>
    <w:rsid w:val="008F0654"/>
    <w:rsid w:val="008F07A7"/>
    <w:rsid w:val="008F07CF"/>
    <w:rsid w:val="008F07D5"/>
    <w:rsid w:val="008F0940"/>
    <w:rsid w:val="008F0A57"/>
    <w:rsid w:val="008F0B17"/>
    <w:rsid w:val="008F0B79"/>
    <w:rsid w:val="008F0BB4"/>
    <w:rsid w:val="008F0CEF"/>
    <w:rsid w:val="008F0E83"/>
    <w:rsid w:val="008F0F5F"/>
    <w:rsid w:val="008F1005"/>
    <w:rsid w:val="008F106B"/>
    <w:rsid w:val="008F106C"/>
    <w:rsid w:val="008F1281"/>
    <w:rsid w:val="008F1558"/>
    <w:rsid w:val="008F15FB"/>
    <w:rsid w:val="008F1788"/>
    <w:rsid w:val="008F187A"/>
    <w:rsid w:val="008F1A7A"/>
    <w:rsid w:val="008F1CF0"/>
    <w:rsid w:val="008F1E0F"/>
    <w:rsid w:val="008F2083"/>
    <w:rsid w:val="008F2190"/>
    <w:rsid w:val="008F2205"/>
    <w:rsid w:val="008F2299"/>
    <w:rsid w:val="008F22C3"/>
    <w:rsid w:val="008F239D"/>
    <w:rsid w:val="008F23ED"/>
    <w:rsid w:val="008F298C"/>
    <w:rsid w:val="008F29A4"/>
    <w:rsid w:val="008F2A1D"/>
    <w:rsid w:val="008F2EE0"/>
    <w:rsid w:val="008F3039"/>
    <w:rsid w:val="008F3736"/>
    <w:rsid w:val="008F37D4"/>
    <w:rsid w:val="008F38F9"/>
    <w:rsid w:val="008F39E8"/>
    <w:rsid w:val="008F3BA3"/>
    <w:rsid w:val="008F3BAA"/>
    <w:rsid w:val="008F3CA3"/>
    <w:rsid w:val="008F4090"/>
    <w:rsid w:val="008F42D7"/>
    <w:rsid w:val="008F42FF"/>
    <w:rsid w:val="008F4359"/>
    <w:rsid w:val="008F4552"/>
    <w:rsid w:val="008F456A"/>
    <w:rsid w:val="008F4609"/>
    <w:rsid w:val="008F4710"/>
    <w:rsid w:val="008F4751"/>
    <w:rsid w:val="008F4917"/>
    <w:rsid w:val="008F4974"/>
    <w:rsid w:val="008F4996"/>
    <w:rsid w:val="008F4B55"/>
    <w:rsid w:val="008F4C73"/>
    <w:rsid w:val="008F4D1C"/>
    <w:rsid w:val="008F5251"/>
    <w:rsid w:val="008F56D2"/>
    <w:rsid w:val="008F57F9"/>
    <w:rsid w:val="008F5857"/>
    <w:rsid w:val="008F58F7"/>
    <w:rsid w:val="008F5A0F"/>
    <w:rsid w:val="008F5A59"/>
    <w:rsid w:val="008F5ADF"/>
    <w:rsid w:val="008F5AE6"/>
    <w:rsid w:val="008F5AFA"/>
    <w:rsid w:val="008F5D09"/>
    <w:rsid w:val="008F5EA3"/>
    <w:rsid w:val="008F5EFC"/>
    <w:rsid w:val="008F5F34"/>
    <w:rsid w:val="008F5F51"/>
    <w:rsid w:val="008F6066"/>
    <w:rsid w:val="008F60AF"/>
    <w:rsid w:val="008F62BE"/>
    <w:rsid w:val="008F64C1"/>
    <w:rsid w:val="008F6538"/>
    <w:rsid w:val="008F657C"/>
    <w:rsid w:val="008F664F"/>
    <w:rsid w:val="008F695E"/>
    <w:rsid w:val="008F6962"/>
    <w:rsid w:val="008F6AEC"/>
    <w:rsid w:val="008F6CAC"/>
    <w:rsid w:val="008F6F2C"/>
    <w:rsid w:val="008F6FB7"/>
    <w:rsid w:val="008F6FD6"/>
    <w:rsid w:val="008F7203"/>
    <w:rsid w:val="008F7251"/>
    <w:rsid w:val="008F747C"/>
    <w:rsid w:val="008F793D"/>
    <w:rsid w:val="008F79BE"/>
    <w:rsid w:val="008F7BE2"/>
    <w:rsid w:val="008F7C02"/>
    <w:rsid w:val="008F7D30"/>
    <w:rsid w:val="008F7E86"/>
    <w:rsid w:val="00900070"/>
    <w:rsid w:val="00900078"/>
    <w:rsid w:val="009003BA"/>
    <w:rsid w:val="009003C3"/>
    <w:rsid w:val="00900493"/>
    <w:rsid w:val="00900722"/>
    <w:rsid w:val="009007EF"/>
    <w:rsid w:val="00900849"/>
    <w:rsid w:val="00900868"/>
    <w:rsid w:val="00900AF4"/>
    <w:rsid w:val="00900C6F"/>
    <w:rsid w:val="00900F71"/>
    <w:rsid w:val="009013A5"/>
    <w:rsid w:val="0090146B"/>
    <w:rsid w:val="0090163C"/>
    <w:rsid w:val="009019EC"/>
    <w:rsid w:val="00901B14"/>
    <w:rsid w:val="00901DBB"/>
    <w:rsid w:val="00901FBF"/>
    <w:rsid w:val="00902322"/>
    <w:rsid w:val="00902417"/>
    <w:rsid w:val="00902678"/>
    <w:rsid w:val="0090269B"/>
    <w:rsid w:val="009026BD"/>
    <w:rsid w:val="00902723"/>
    <w:rsid w:val="00902806"/>
    <w:rsid w:val="00902808"/>
    <w:rsid w:val="0090285F"/>
    <w:rsid w:val="00902876"/>
    <w:rsid w:val="009028CA"/>
    <w:rsid w:val="00902B4E"/>
    <w:rsid w:val="00902B80"/>
    <w:rsid w:val="00902C47"/>
    <w:rsid w:val="00902D30"/>
    <w:rsid w:val="00902D5D"/>
    <w:rsid w:val="00902DDD"/>
    <w:rsid w:val="00902E65"/>
    <w:rsid w:val="00902FF0"/>
    <w:rsid w:val="009034A5"/>
    <w:rsid w:val="009037D8"/>
    <w:rsid w:val="0090383B"/>
    <w:rsid w:val="00903B4E"/>
    <w:rsid w:val="00903BB7"/>
    <w:rsid w:val="00903EC7"/>
    <w:rsid w:val="00904060"/>
    <w:rsid w:val="009040B0"/>
    <w:rsid w:val="009044A9"/>
    <w:rsid w:val="0090461C"/>
    <w:rsid w:val="00904630"/>
    <w:rsid w:val="00904788"/>
    <w:rsid w:val="0090485E"/>
    <w:rsid w:val="009049C8"/>
    <w:rsid w:val="00904D4D"/>
    <w:rsid w:val="00904F56"/>
    <w:rsid w:val="00905029"/>
    <w:rsid w:val="009050C7"/>
    <w:rsid w:val="0090554F"/>
    <w:rsid w:val="009055C9"/>
    <w:rsid w:val="00905894"/>
    <w:rsid w:val="0090591C"/>
    <w:rsid w:val="009059EE"/>
    <w:rsid w:val="00905A87"/>
    <w:rsid w:val="00905AA4"/>
    <w:rsid w:val="00905B20"/>
    <w:rsid w:val="00905E46"/>
    <w:rsid w:val="00905FDE"/>
    <w:rsid w:val="009061BA"/>
    <w:rsid w:val="00906293"/>
    <w:rsid w:val="00906661"/>
    <w:rsid w:val="00906795"/>
    <w:rsid w:val="009068F4"/>
    <w:rsid w:val="00906903"/>
    <w:rsid w:val="00906B40"/>
    <w:rsid w:val="00906C2C"/>
    <w:rsid w:val="00906C5B"/>
    <w:rsid w:val="00906CEC"/>
    <w:rsid w:val="00906CF6"/>
    <w:rsid w:val="00906FAC"/>
    <w:rsid w:val="009071B1"/>
    <w:rsid w:val="0090732C"/>
    <w:rsid w:val="009074FA"/>
    <w:rsid w:val="00907558"/>
    <w:rsid w:val="00907851"/>
    <w:rsid w:val="009078F0"/>
    <w:rsid w:val="00907B4A"/>
    <w:rsid w:val="00907B9B"/>
    <w:rsid w:val="00907BF9"/>
    <w:rsid w:val="00907D2A"/>
    <w:rsid w:val="00907D3D"/>
    <w:rsid w:val="00907DBF"/>
    <w:rsid w:val="00910016"/>
    <w:rsid w:val="00910174"/>
    <w:rsid w:val="00910470"/>
    <w:rsid w:val="00910513"/>
    <w:rsid w:val="00910532"/>
    <w:rsid w:val="00910577"/>
    <w:rsid w:val="009105D7"/>
    <w:rsid w:val="0091067B"/>
    <w:rsid w:val="009106AA"/>
    <w:rsid w:val="0091081D"/>
    <w:rsid w:val="0091091D"/>
    <w:rsid w:val="009112B0"/>
    <w:rsid w:val="00911692"/>
    <w:rsid w:val="0091175D"/>
    <w:rsid w:val="0091175E"/>
    <w:rsid w:val="00911859"/>
    <w:rsid w:val="00911B04"/>
    <w:rsid w:val="00911BB8"/>
    <w:rsid w:val="009120EB"/>
    <w:rsid w:val="00912152"/>
    <w:rsid w:val="009123FA"/>
    <w:rsid w:val="00912900"/>
    <w:rsid w:val="00912AB5"/>
    <w:rsid w:val="00912AC7"/>
    <w:rsid w:val="00912BE8"/>
    <w:rsid w:val="00912CA9"/>
    <w:rsid w:val="00912F8F"/>
    <w:rsid w:val="00912FBB"/>
    <w:rsid w:val="0091313D"/>
    <w:rsid w:val="0091324D"/>
    <w:rsid w:val="00913410"/>
    <w:rsid w:val="0091360C"/>
    <w:rsid w:val="009136CE"/>
    <w:rsid w:val="00913C4B"/>
    <w:rsid w:val="00913CB1"/>
    <w:rsid w:val="00913E11"/>
    <w:rsid w:val="00913E2D"/>
    <w:rsid w:val="00913FE0"/>
    <w:rsid w:val="009141C8"/>
    <w:rsid w:val="00914456"/>
    <w:rsid w:val="00914580"/>
    <w:rsid w:val="009145FD"/>
    <w:rsid w:val="00914652"/>
    <w:rsid w:val="009147D2"/>
    <w:rsid w:val="009148C2"/>
    <w:rsid w:val="00914946"/>
    <w:rsid w:val="00914D9D"/>
    <w:rsid w:val="00914E62"/>
    <w:rsid w:val="00914FBA"/>
    <w:rsid w:val="009152F8"/>
    <w:rsid w:val="009153E4"/>
    <w:rsid w:val="0091552B"/>
    <w:rsid w:val="00915969"/>
    <w:rsid w:val="00915A32"/>
    <w:rsid w:val="00915A37"/>
    <w:rsid w:val="00915B53"/>
    <w:rsid w:val="00915BB2"/>
    <w:rsid w:val="00915CEF"/>
    <w:rsid w:val="00915DBE"/>
    <w:rsid w:val="00915F6A"/>
    <w:rsid w:val="00915F7B"/>
    <w:rsid w:val="00915F8C"/>
    <w:rsid w:val="0091608A"/>
    <w:rsid w:val="00916164"/>
    <w:rsid w:val="00916198"/>
    <w:rsid w:val="0091634C"/>
    <w:rsid w:val="009163E1"/>
    <w:rsid w:val="009165A5"/>
    <w:rsid w:val="0091662B"/>
    <w:rsid w:val="009167C1"/>
    <w:rsid w:val="00916864"/>
    <w:rsid w:val="00916A50"/>
    <w:rsid w:val="00916BC8"/>
    <w:rsid w:val="00916BD6"/>
    <w:rsid w:val="00916C80"/>
    <w:rsid w:val="00916DB1"/>
    <w:rsid w:val="00916E7B"/>
    <w:rsid w:val="00916F50"/>
    <w:rsid w:val="0091732A"/>
    <w:rsid w:val="0091740A"/>
    <w:rsid w:val="00917693"/>
    <w:rsid w:val="009179E7"/>
    <w:rsid w:val="00917ADC"/>
    <w:rsid w:val="00917C9B"/>
    <w:rsid w:val="00917D9C"/>
    <w:rsid w:val="00917EBF"/>
    <w:rsid w:val="00917F68"/>
    <w:rsid w:val="009201DE"/>
    <w:rsid w:val="009204F5"/>
    <w:rsid w:val="00920514"/>
    <w:rsid w:val="0092070A"/>
    <w:rsid w:val="00920760"/>
    <w:rsid w:val="009209E6"/>
    <w:rsid w:val="00920AE0"/>
    <w:rsid w:val="00920F2C"/>
    <w:rsid w:val="00920F5A"/>
    <w:rsid w:val="00921105"/>
    <w:rsid w:val="009213B7"/>
    <w:rsid w:val="009214A5"/>
    <w:rsid w:val="009214A8"/>
    <w:rsid w:val="009214E4"/>
    <w:rsid w:val="00921633"/>
    <w:rsid w:val="009216F0"/>
    <w:rsid w:val="00921956"/>
    <w:rsid w:val="00921A8B"/>
    <w:rsid w:val="00921B17"/>
    <w:rsid w:val="00921BEA"/>
    <w:rsid w:val="00921D1A"/>
    <w:rsid w:val="00921D3B"/>
    <w:rsid w:val="00921D9D"/>
    <w:rsid w:val="00921EE7"/>
    <w:rsid w:val="00922202"/>
    <w:rsid w:val="00922269"/>
    <w:rsid w:val="00922446"/>
    <w:rsid w:val="00922A48"/>
    <w:rsid w:val="00922A98"/>
    <w:rsid w:val="00923023"/>
    <w:rsid w:val="0092309D"/>
    <w:rsid w:val="00923494"/>
    <w:rsid w:val="0092357A"/>
    <w:rsid w:val="00923740"/>
    <w:rsid w:val="009238EA"/>
    <w:rsid w:val="00923A9C"/>
    <w:rsid w:val="00923CA7"/>
    <w:rsid w:val="00923DB1"/>
    <w:rsid w:val="00923DE2"/>
    <w:rsid w:val="00923FF9"/>
    <w:rsid w:val="0092411C"/>
    <w:rsid w:val="00924139"/>
    <w:rsid w:val="00924282"/>
    <w:rsid w:val="0092440E"/>
    <w:rsid w:val="00924459"/>
    <w:rsid w:val="009245FB"/>
    <w:rsid w:val="0092494E"/>
    <w:rsid w:val="009249A9"/>
    <w:rsid w:val="009249CF"/>
    <w:rsid w:val="00924A80"/>
    <w:rsid w:val="00924C2B"/>
    <w:rsid w:val="00924F7F"/>
    <w:rsid w:val="00924FCB"/>
    <w:rsid w:val="009256C4"/>
    <w:rsid w:val="00925849"/>
    <w:rsid w:val="00925903"/>
    <w:rsid w:val="009259B4"/>
    <w:rsid w:val="00925AC6"/>
    <w:rsid w:val="00925B68"/>
    <w:rsid w:val="00925C9F"/>
    <w:rsid w:val="00925D8B"/>
    <w:rsid w:val="00925F94"/>
    <w:rsid w:val="009261C9"/>
    <w:rsid w:val="00926227"/>
    <w:rsid w:val="00926359"/>
    <w:rsid w:val="009263FC"/>
    <w:rsid w:val="00926453"/>
    <w:rsid w:val="00926853"/>
    <w:rsid w:val="00926970"/>
    <w:rsid w:val="00926A0A"/>
    <w:rsid w:val="00926A28"/>
    <w:rsid w:val="00926B21"/>
    <w:rsid w:val="00926E36"/>
    <w:rsid w:val="00927087"/>
    <w:rsid w:val="009271AA"/>
    <w:rsid w:val="009272F3"/>
    <w:rsid w:val="0092734A"/>
    <w:rsid w:val="00927660"/>
    <w:rsid w:val="00927801"/>
    <w:rsid w:val="0092784E"/>
    <w:rsid w:val="0092798B"/>
    <w:rsid w:val="009279D1"/>
    <w:rsid w:val="009279EF"/>
    <w:rsid w:val="00927AD9"/>
    <w:rsid w:val="00927B6E"/>
    <w:rsid w:val="00927BC7"/>
    <w:rsid w:val="00927D0F"/>
    <w:rsid w:val="00927D21"/>
    <w:rsid w:val="00927F74"/>
    <w:rsid w:val="009301D9"/>
    <w:rsid w:val="0093045E"/>
    <w:rsid w:val="009305F8"/>
    <w:rsid w:val="0093062C"/>
    <w:rsid w:val="0093066E"/>
    <w:rsid w:val="00930800"/>
    <w:rsid w:val="00930B0B"/>
    <w:rsid w:val="00930F6A"/>
    <w:rsid w:val="009310EB"/>
    <w:rsid w:val="009313C3"/>
    <w:rsid w:val="00931602"/>
    <w:rsid w:val="0093172F"/>
    <w:rsid w:val="009318F8"/>
    <w:rsid w:val="00931B8E"/>
    <w:rsid w:val="00931C21"/>
    <w:rsid w:val="00931D56"/>
    <w:rsid w:val="00931DDE"/>
    <w:rsid w:val="00931DFD"/>
    <w:rsid w:val="00931E27"/>
    <w:rsid w:val="0093221D"/>
    <w:rsid w:val="0093223F"/>
    <w:rsid w:val="00932273"/>
    <w:rsid w:val="009326A4"/>
    <w:rsid w:val="00932A4A"/>
    <w:rsid w:val="00932B1F"/>
    <w:rsid w:val="00932B73"/>
    <w:rsid w:val="00932B9C"/>
    <w:rsid w:val="00932BA0"/>
    <w:rsid w:val="00932E62"/>
    <w:rsid w:val="00932EA0"/>
    <w:rsid w:val="0093300F"/>
    <w:rsid w:val="00933128"/>
    <w:rsid w:val="009332FA"/>
    <w:rsid w:val="00933394"/>
    <w:rsid w:val="009334D4"/>
    <w:rsid w:val="00933632"/>
    <w:rsid w:val="0093367A"/>
    <w:rsid w:val="009338CC"/>
    <w:rsid w:val="00933B3E"/>
    <w:rsid w:val="00933BF1"/>
    <w:rsid w:val="00933C4B"/>
    <w:rsid w:val="00933EDB"/>
    <w:rsid w:val="00933EE1"/>
    <w:rsid w:val="00933FC4"/>
    <w:rsid w:val="009349B5"/>
    <w:rsid w:val="009349DA"/>
    <w:rsid w:val="00934A1F"/>
    <w:rsid w:val="00934BD1"/>
    <w:rsid w:val="00934D9F"/>
    <w:rsid w:val="00934DB7"/>
    <w:rsid w:val="00934F3C"/>
    <w:rsid w:val="009350F7"/>
    <w:rsid w:val="009351B1"/>
    <w:rsid w:val="00935218"/>
    <w:rsid w:val="00935428"/>
    <w:rsid w:val="00935538"/>
    <w:rsid w:val="009355DC"/>
    <w:rsid w:val="0093566B"/>
    <w:rsid w:val="00935A29"/>
    <w:rsid w:val="00935A69"/>
    <w:rsid w:val="00935B3E"/>
    <w:rsid w:val="00935F3A"/>
    <w:rsid w:val="00935F84"/>
    <w:rsid w:val="009362D5"/>
    <w:rsid w:val="009363E5"/>
    <w:rsid w:val="00936676"/>
    <w:rsid w:val="0093668C"/>
    <w:rsid w:val="009366DE"/>
    <w:rsid w:val="00936869"/>
    <w:rsid w:val="009369B9"/>
    <w:rsid w:val="00936B69"/>
    <w:rsid w:val="00936BC3"/>
    <w:rsid w:val="00936BF3"/>
    <w:rsid w:val="00936D6D"/>
    <w:rsid w:val="00936DEF"/>
    <w:rsid w:val="00937455"/>
    <w:rsid w:val="009378EC"/>
    <w:rsid w:val="00937A41"/>
    <w:rsid w:val="00937EA6"/>
    <w:rsid w:val="00937ED4"/>
    <w:rsid w:val="00940015"/>
    <w:rsid w:val="009402E9"/>
    <w:rsid w:val="009403A9"/>
    <w:rsid w:val="00940553"/>
    <w:rsid w:val="00940937"/>
    <w:rsid w:val="0094098D"/>
    <w:rsid w:val="00940AC9"/>
    <w:rsid w:val="00941195"/>
    <w:rsid w:val="00941199"/>
    <w:rsid w:val="00941297"/>
    <w:rsid w:val="00941346"/>
    <w:rsid w:val="009417CD"/>
    <w:rsid w:val="00941B89"/>
    <w:rsid w:val="0094211E"/>
    <w:rsid w:val="00942328"/>
    <w:rsid w:val="0094251A"/>
    <w:rsid w:val="009425F4"/>
    <w:rsid w:val="0094268C"/>
    <w:rsid w:val="0094274B"/>
    <w:rsid w:val="00942F1F"/>
    <w:rsid w:val="0094309E"/>
    <w:rsid w:val="009430D4"/>
    <w:rsid w:val="00943362"/>
    <w:rsid w:val="0094343B"/>
    <w:rsid w:val="0094347D"/>
    <w:rsid w:val="009435CD"/>
    <w:rsid w:val="00943878"/>
    <w:rsid w:val="009438EE"/>
    <w:rsid w:val="0094398B"/>
    <w:rsid w:val="00943A7C"/>
    <w:rsid w:val="00943B3F"/>
    <w:rsid w:val="00943B98"/>
    <w:rsid w:val="00943DBA"/>
    <w:rsid w:val="00943ECF"/>
    <w:rsid w:val="00943F6F"/>
    <w:rsid w:val="00944075"/>
    <w:rsid w:val="009441D6"/>
    <w:rsid w:val="009442FA"/>
    <w:rsid w:val="00944331"/>
    <w:rsid w:val="009443B2"/>
    <w:rsid w:val="00944596"/>
    <w:rsid w:val="009447BE"/>
    <w:rsid w:val="00944A2C"/>
    <w:rsid w:val="00944BB4"/>
    <w:rsid w:val="00944BEE"/>
    <w:rsid w:val="00944E2A"/>
    <w:rsid w:val="00944EFE"/>
    <w:rsid w:val="00945060"/>
    <w:rsid w:val="009453A4"/>
    <w:rsid w:val="009455A1"/>
    <w:rsid w:val="009458A5"/>
    <w:rsid w:val="00945960"/>
    <w:rsid w:val="00945AA8"/>
    <w:rsid w:val="00945F6A"/>
    <w:rsid w:val="00945FBC"/>
    <w:rsid w:val="009460F3"/>
    <w:rsid w:val="00946241"/>
    <w:rsid w:val="009462C8"/>
    <w:rsid w:val="00946435"/>
    <w:rsid w:val="009464E0"/>
    <w:rsid w:val="009464F2"/>
    <w:rsid w:val="009465E5"/>
    <w:rsid w:val="009467ED"/>
    <w:rsid w:val="009468B4"/>
    <w:rsid w:val="00946B77"/>
    <w:rsid w:val="00946C11"/>
    <w:rsid w:val="00946CE0"/>
    <w:rsid w:val="00946EFF"/>
    <w:rsid w:val="00946FDF"/>
    <w:rsid w:val="00947248"/>
    <w:rsid w:val="00947250"/>
    <w:rsid w:val="00947297"/>
    <w:rsid w:val="0094774D"/>
    <w:rsid w:val="00947A27"/>
    <w:rsid w:val="00947A88"/>
    <w:rsid w:val="00947F8C"/>
    <w:rsid w:val="00947FBB"/>
    <w:rsid w:val="0095006D"/>
    <w:rsid w:val="00950073"/>
    <w:rsid w:val="009502FF"/>
    <w:rsid w:val="0095038F"/>
    <w:rsid w:val="00950430"/>
    <w:rsid w:val="00950512"/>
    <w:rsid w:val="00950580"/>
    <w:rsid w:val="009506C7"/>
    <w:rsid w:val="009507CE"/>
    <w:rsid w:val="009507DE"/>
    <w:rsid w:val="0095080B"/>
    <w:rsid w:val="00950F98"/>
    <w:rsid w:val="00950FF8"/>
    <w:rsid w:val="00951156"/>
    <w:rsid w:val="009512A1"/>
    <w:rsid w:val="00951327"/>
    <w:rsid w:val="0095174D"/>
    <w:rsid w:val="0095179E"/>
    <w:rsid w:val="0095191F"/>
    <w:rsid w:val="00951A78"/>
    <w:rsid w:val="00951AF8"/>
    <w:rsid w:val="00951B2F"/>
    <w:rsid w:val="00951CBD"/>
    <w:rsid w:val="00951CC9"/>
    <w:rsid w:val="00951DE6"/>
    <w:rsid w:val="00951E1E"/>
    <w:rsid w:val="00951E5C"/>
    <w:rsid w:val="00951F55"/>
    <w:rsid w:val="00952116"/>
    <w:rsid w:val="009521D6"/>
    <w:rsid w:val="009521F9"/>
    <w:rsid w:val="0095220A"/>
    <w:rsid w:val="00952399"/>
    <w:rsid w:val="00952466"/>
    <w:rsid w:val="0095277E"/>
    <w:rsid w:val="009529D3"/>
    <w:rsid w:val="00952AF6"/>
    <w:rsid w:val="00952BBE"/>
    <w:rsid w:val="00952C5B"/>
    <w:rsid w:val="00952E1C"/>
    <w:rsid w:val="00952FAC"/>
    <w:rsid w:val="0095304F"/>
    <w:rsid w:val="00953058"/>
    <w:rsid w:val="0095310E"/>
    <w:rsid w:val="00953170"/>
    <w:rsid w:val="009531F1"/>
    <w:rsid w:val="00953393"/>
    <w:rsid w:val="009533A3"/>
    <w:rsid w:val="0095356E"/>
    <w:rsid w:val="009535BF"/>
    <w:rsid w:val="0095365B"/>
    <w:rsid w:val="009537AE"/>
    <w:rsid w:val="00953953"/>
    <w:rsid w:val="00953C17"/>
    <w:rsid w:val="00953CCB"/>
    <w:rsid w:val="00953CF0"/>
    <w:rsid w:val="00953D22"/>
    <w:rsid w:val="00953D87"/>
    <w:rsid w:val="00953DA6"/>
    <w:rsid w:val="00953ECB"/>
    <w:rsid w:val="0095403A"/>
    <w:rsid w:val="00954151"/>
    <w:rsid w:val="0095420C"/>
    <w:rsid w:val="00954393"/>
    <w:rsid w:val="00954405"/>
    <w:rsid w:val="009544A7"/>
    <w:rsid w:val="00954615"/>
    <w:rsid w:val="00954679"/>
    <w:rsid w:val="00954687"/>
    <w:rsid w:val="009546D6"/>
    <w:rsid w:val="00954716"/>
    <w:rsid w:val="00954733"/>
    <w:rsid w:val="00954754"/>
    <w:rsid w:val="00954792"/>
    <w:rsid w:val="00954C1E"/>
    <w:rsid w:val="00954E79"/>
    <w:rsid w:val="00955317"/>
    <w:rsid w:val="00955397"/>
    <w:rsid w:val="009554AF"/>
    <w:rsid w:val="009556DF"/>
    <w:rsid w:val="00955762"/>
    <w:rsid w:val="00955782"/>
    <w:rsid w:val="00955938"/>
    <w:rsid w:val="00955DBB"/>
    <w:rsid w:val="00955DBC"/>
    <w:rsid w:val="00955EC8"/>
    <w:rsid w:val="00955FEF"/>
    <w:rsid w:val="00956120"/>
    <w:rsid w:val="00956179"/>
    <w:rsid w:val="00956185"/>
    <w:rsid w:val="009563A5"/>
    <w:rsid w:val="00956411"/>
    <w:rsid w:val="0095647F"/>
    <w:rsid w:val="0095652B"/>
    <w:rsid w:val="009566C4"/>
    <w:rsid w:val="0095684D"/>
    <w:rsid w:val="0095690F"/>
    <w:rsid w:val="00956931"/>
    <w:rsid w:val="00956BAB"/>
    <w:rsid w:val="00956C86"/>
    <w:rsid w:val="00956CFB"/>
    <w:rsid w:val="00956CFC"/>
    <w:rsid w:val="00956EA4"/>
    <w:rsid w:val="00956F27"/>
    <w:rsid w:val="009571A5"/>
    <w:rsid w:val="0095728D"/>
    <w:rsid w:val="009572AE"/>
    <w:rsid w:val="00957407"/>
    <w:rsid w:val="0095752D"/>
    <w:rsid w:val="00957760"/>
    <w:rsid w:val="00957805"/>
    <w:rsid w:val="00957C6E"/>
    <w:rsid w:val="00957CBE"/>
    <w:rsid w:val="00957F08"/>
    <w:rsid w:val="009602F9"/>
    <w:rsid w:val="009608AA"/>
    <w:rsid w:val="00960960"/>
    <w:rsid w:val="0096099B"/>
    <w:rsid w:val="00960A4B"/>
    <w:rsid w:val="00960C91"/>
    <w:rsid w:val="00960E1E"/>
    <w:rsid w:val="0096131D"/>
    <w:rsid w:val="009613E9"/>
    <w:rsid w:val="0096162D"/>
    <w:rsid w:val="00961959"/>
    <w:rsid w:val="009619BE"/>
    <w:rsid w:val="009619CE"/>
    <w:rsid w:val="00961C55"/>
    <w:rsid w:val="00961E6C"/>
    <w:rsid w:val="00961FC9"/>
    <w:rsid w:val="00961FFD"/>
    <w:rsid w:val="0096212F"/>
    <w:rsid w:val="00962172"/>
    <w:rsid w:val="00962305"/>
    <w:rsid w:val="00962346"/>
    <w:rsid w:val="009626E0"/>
    <w:rsid w:val="0096271C"/>
    <w:rsid w:val="00962732"/>
    <w:rsid w:val="009628D6"/>
    <w:rsid w:val="00962BC3"/>
    <w:rsid w:val="00962BEB"/>
    <w:rsid w:val="0096305A"/>
    <w:rsid w:val="00963120"/>
    <w:rsid w:val="00963289"/>
    <w:rsid w:val="00963326"/>
    <w:rsid w:val="00963397"/>
    <w:rsid w:val="009636B1"/>
    <w:rsid w:val="00963978"/>
    <w:rsid w:val="009639E2"/>
    <w:rsid w:val="00963A18"/>
    <w:rsid w:val="00963C85"/>
    <w:rsid w:val="00963E42"/>
    <w:rsid w:val="009641F2"/>
    <w:rsid w:val="009642D5"/>
    <w:rsid w:val="009644C5"/>
    <w:rsid w:val="00964AB2"/>
    <w:rsid w:val="00964D90"/>
    <w:rsid w:val="00964E49"/>
    <w:rsid w:val="00964E75"/>
    <w:rsid w:val="00964F45"/>
    <w:rsid w:val="00965001"/>
    <w:rsid w:val="00965300"/>
    <w:rsid w:val="00965459"/>
    <w:rsid w:val="00965546"/>
    <w:rsid w:val="00965562"/>
    <w:rsid w:val="00965589"/>
    <w:rsid w:val="009656C8"/>
    <w:rsid w:val="009656F5"/>
    <w:rsid w:val="00965759"/>
    <w:rsid w:val="0096584E"/>
    <w:rsid w:val="00965884"/>
    <w:rsid w:val="00965A61"/>
    <w:rsid w:val="00965D07"/>
    <w:rsid w:val="00965F53"/>
    <w:rsid w:val="00965F5A"/>
    <w:rsid w:val="009661F9"/>
    <w:rsid w:val="00966231"/>
    <w:rsid w:val="0096642B"/>
    <w:rsid w:val="00966476"/>
    <w:rsid w:val="0096654D"/>
    <w:rsid w:val="00966658"/>
    <w:rsid w:val="0096677A"/>
    <w:rsid w:val="009667E9"/>
    <w:rsid w:val="00966814"/>
    <w:rsid w:val="00966949"/>
    <w:rsid w:val="009669E2"/>
    <w:rsid w:val="009669E8"/>
    <w:rsid w:val="00966A54"/>
    <w:rsid w:val="00966A94"/>
    <w:rsid w:val="00966B30"/>
    <w:rsid w:val="00966B6C"/>
    <w:rsid w:val="00966C16"/>
    <w:rsid w:val="00966D3C"/>
    <w:rsid w:val="00966FCB"/>
    <w:rsid w:val="0096719F"/>
    <w:rsid w:val="009672A5"/>
    <w:rsid w:val="00967354"/>
    <w:rsid w:val="00967736"/>
    <w:rsid w:val="009677B8"/>
    <w:rsid w:val="00967874"/>
    <w:rsid w:val="0096795E"/>
    <w:rsid w:val="009679E4"/>
    <w:rsid w:val="00967BC7"/>
    <w:rsid w:val="00967D0C"/>
    <w:rsid w:val="00967F31"/>
    <w:rsid w:val="00967F6F"/>
    <w:rsid w:val="0097013D"/>
    <w:rsid w:val="0097015A"/>
    <w:rsid w:val="0097029F"/>
    <w:rsid w:val="009702F1"/>
    <w:rsid w:val="009703A9"/>
    <w:rsid w:val="00970574"/>
    <w:rsid w:val="009705E0"/>
    <w:rsid w:val="00970662"/>
    <w:rsid w:val="0097067C"/>
    <w:rsid w:val="009706B4"/>
    <w:rsid w:val="009706FB"/>
    <w:rsid w:val="00970789"/>
    <w:rsid w:val="0097097F"/>
    <w:rsid w:val="009709B5"/>
    <w:rsid w:val="00970B7A"/>
    <w:rsid w:val="00970BD9"/>
    <w:rsid w:val="00970D95"/>
    <w:rsid w:val="00970E1D"/>
    <w:rsid w:val="00970ECE"/>
    <w:rsid w:val="00970EEE"/>
    <w:rsid w:val="00970F92"/>
    <w:rsid w:val="00970FA9"/>
    <w:rsid w:val="009710FD"/>
    <w:rsid w:val="009711AB"/>
    <w:rsid w:val="00971243"/>
    <w:rsid w:val="00971676"/>
    <w:rsid w:val="009716E0"/>
    <w:rsid w:val="00971712"/>
    <w:rsid w:val="009717AA"/>
    <w:rsid w:val="009717CF"/>
    <w:rsid w:val="009717FC"/>
    <w:rsid w:val="00971870"/>
    <w:rsid w:val="0097188A"/>
    <w:rsid w:val="009719D8"/>
    <w:rsid w:val="00971A16"/>
    <w:rsid w:val="00971B92"/>
    <w:rsid w:val="00971C53"/>
    <w:rsid w:val="00971C89"/>
    <w:rsid w:val="00971D28"/>
    <w:rsid w:val="00971FC0"/>
    <w:rsid w:val="00972090"/>
    <w:rsid w:val="009723A7"/>
    <w:rsid w:val="0097243D"/>
    <w:rsid w:val="00972549"/>
    <w:rsid w:val="009725C7"/>
    <w:rsid w:val="009727B3"/>
    <w:rsid w:val="00972A71"/>
    <w:rsid w:val="00972B76"/>
    <w:rsid w:val="00972C09"/>
    <w:rsid w:val="009731CC"/>
    <w:rsid w:val="009735FE"/>
    <w:rsid w:val="00973901"/>
    <w:rsid w:val="00973AC8"/>
    <w:rsid w:val="00973B2F"/>
    <w:rsid w:val="00973BB9"/>
    <w:rsid w:val="00973BF9"/>
    <w:rsid w:val="00973CB9"/>
    <w:rsid w:val="00973D9B"/>
    <w:rsid w:val="00973ECB"/>
    <w:rsid w:val="00973F1B"/>
    <w:rsid w:val="00973F2F"/>
    <w:rsid w:val="00973F51"/>
    <w:rsid w:val="00973FEF"/>
    <w:rsid w:val="009740C3"/>
    <w:rsid w:val="00974121"/>
    <w:rsid w:val="009745E0"/>
    <w:rsid w:val="00974617"/>
    <w:rsid w:val="009749AD"/>
    <w:rsid w:val="00974B0A"/>
    <w:rsid w:val="00974B31"/>
    <w:rsid w:val="00974C42"/>
    <w:rsid w:val="00974C7E"/>
    <w:rsid w:val="00974FBA"/>
    <w:rsid w:val="0097509D"/>
    <w:rsid w:val="009753AE"/>
    <w:rsid w:val="00975463"/>
    <w:rsid w:val="009754F7"/>
    <w:rsid w:val="00975533"/>
    <w:rsid w:val="00975645"/>
    <w:rsid w:val="009756DF"/>
    <w:rsid w:val="0097574B"/>
    <w:rsid w:val="00975893"/>
    <w:rsid w:val="00975A87"/>
    <w:rsid w:val="00975B19"/>
    <w:rsid w:val="00975B36"/>
    <w:rsid w:val="00975BEA"/>
    <w:rsid w:val="009760A2"/>
    <w:rsid w:val="009762CF"/>
    <w:rsid w:val="009763EB"/>
    <w:rsid w:val="009764CE"/>
    <w:rsid w:val="009765FF"/>
    <w:rsid w:val="009766C1"/>
    <w:rsid w:val="00976CDD"/>
    <w:rsid w:val="00976E2D"/>
    <w:rsid w:val="0097709B"/>
    <w:rsid w:val="009773CA"/>
    <w:rsid w:val="00977404"/>
    <w:rsid w:val="00977691"/>
    <w:rsid w:val="009776D1"/>
    <w:rsid w:val="00977899"/>
    <w:rsid w:val="00977AA3"/>
    <w:rsid w:val="00977C95"/>
    <w:rsid w:val="00977E44"/>
    <w:rsid w:val="0098007B"/>
    <w:rsid w:val="00980091"/>
    <w:rsid w:val="0098048C"/>
    <w:rsid w:val="00980807"/>
    <w:rsid w:val="00980976"/>
    <w:rsid w:val="00980C6C"/>
    <w:rsid w:val="00980E82"/>
    <w:rsid w:val="00980F28"/>
    <w:rsid w:val="00980FC6"/>
    <w:rsid w:val="00981067"/>
    <w:rsid w:val="0098114B"/>
    <w:rsid w:val="0098127F"/>
    <w:rsid w:val="009812A0"/>
    <w:rsid w:val="00981320"/>
    <w:rsid w:val="0098140C"/>
    <w:rsid w:val="009814CF"/>
    <w:rsid w:val="009814D1"/>
    <w:rsid w:val="0098152F"/>
    <w:rsid w:val="009817B7"/>
    <w:rsid w:val="009819B0"/>
    <w:rsid w:val="00981CA8"/>
    <w:rsid w:val="00981E6C"/>
    <w:rsid w:val="00982139"/>
    <w:rsid w:val="00982559"/>
    <w:rsid w:val="0098267C"/>
    <w:rsid w:val="00982736"/>
    <w:rsid w:val="00982838"/>
    <w:rsid w:val="00982878"/>
    <w:rsid w:val="009828DC"/>
    <w:rsid w:val="0098293D"/>
    <w:rsid w:val="009829E3"/>
    <w:rsid w:val="00982A53"/>
    <w:rsid w:val="00982A5E"/>
    <w:rsid w:val="00982B25"/>
    <w:rsid w:val="00983145"/>
    <w:rsid w:val="00983225"/>
    <w:rsid w:val="00983342"/>
    <w:rsid w:val="00983767"/>
    <w:rsid w:val="009837C6"/>
    <w:rsid w:val="009839E6"/>
    <w:rsid w:val="00983B1E"/>
    <w:rsid w:val="00983D6E"/>
    <w:rsid w:val="00983DB5"/>
    <w:rsid w:val="00983E24"/>
    <w:rsid w:val="00983ED3"/>
    <w:rsid w:val="00983FE2"/>
    <w:rsid w:val="009841EC"/>
    <w:rsid w:val="0098447F"/>
    <w:rsid w:val="009844B0"/>
    <w:rsid w:val="00984506"/>
    <w:rsid w:val="00984639"/>
    <w:rsid w:val="009847C3"/>
    <w:rsid w:val="00984B63"/>
    <w:rsid w:val="00984F33"/>
    <w:rsid w:val="0098503F"/>
    <w:rsid w:val="00985129"/>
    <w:rsid w:val="00985342"/>
    <w:rsid w:val="00985535"/>
    <w:rsid w:val="009855AD"/>
    <w:rsid w:val="00985692"/>
    <w:rsid w:val="00985A3D"/>
    <w:rsid w:val="00985C07"/>
    <w:rsid w:val="00985DA0"/>
    <w:rsid w:val="00985DB3"/>
    <w:rsid w:val="00985F84"/>
    <w:rsid w:val="00985FD4"/>
    <w:rsid w:val="00986062"/>
    <w:rsid w:val="00986195"/>
    <w:rsid w:val="00986413"/>
    <w:rsid w:val="0098650E"/>
    <w:rsid w:val="0098658A"/>
    <w:rsid w:val="00986694"/>
    <w:rsid w:val="009866AC"/>
    <w:rsid w:val="00986790"/>
    <w:rsid w:val="009867FD"/>
    <w:rsid w:val="00986838"/>
    <w:rsid w:val="009868B1"/>
    <w:rsid w:val="00986A97"/>
    <w:rsid w:val="00986BCC"/>
    <w:rsid w:val="00986C76"/>
    <w:rsid w:val="00986E90"/>
    <w:rsid w:val="00987082"/>
    <w:rsid w:val="009874C5"/>
    <w:rsid w:val="00987517"/>
    <w:rsid w:val="009875EA"/>
    <w:rsid w:val="0098761B"/>
    <w:rsid w:val="0098765D"/>
    <w:rsid w:val="00987729"/>
    <w:rsid w:val="009878D9"/>
    <w:rsid w:val="009879BA"/>
    <w:rsid w:val="00987AB4"/>
    <w:rsid w:val="00987E01"/>
    <w:rsid w:val="009900FB"/>
    <w:rsid w:val="009901AD"/>
    <w:rsid w:val="00990229"/>
    <w:rsid w:val="00990266"/>
    <w:rsid w:val="0099026D"/>
    <w:rsid w:val="009903D5"/>
    <w:rsid w:val="009905F5"/>
    <w:rsid w:val="00990704"/>
    <w:rsid w:val="00990787"/>
    <w:rsid w:val="00990A07"/>
    <w:rsid w:val="00990A60"/>
    <w:rsid w:val="00990AB0"/>
    <w:rsid w:val="00990AE7"/>
    <w:rsid w:val="00990B10"/>
    <w:rsid w:val="00990B6D"/>
    <w:rsid w:val="00990FE5"/>
    <w:rsid w:val="00990FFD"/>
    <w:rsid w:val="00991456"/>
    <w:rsid w:val="00991480"/>
    <w:rsid w:val="00991701"/>
    <w:rsid w:val="009919E4"/>
    <w:rsid w:val="00991A3D"/>
    <w:rsid w:val="00991B10"/>
    <w:rsid w:val="00991BC4"/>
    <w:rsid w:val="00991C57"/>
    <w:rsid w:val="00991CF0"/>
    <w:rsid w:val="00991D80"/>
    <w:rsid w:val="00991E68"/>
    <w:rsid w:val="00991E76"/>
    <w:rsid w:val="00992096"/>
    <w:rsid w:val="0099211F"/>
    <w:rsid w:val="0099237F"/>
    <w:rsid w:val="009923ED"/>
    <w:rsid w:val="009925F4"/>
    <w:rsid w:val="00992697"/>
    <w:rsid w:val="00992804"/>
    <w:rsid w:val="00992853"/>
    <w:rsid w:val="00992A3D"/>
    <w:rsid w:val="00992EC6"/>
    <w:rsid w:val="00993074"/>
    <w:rsid w:val="00993212"/>
    <w:rsid w:val="00993655"/>
    <w:rsid w:val="0099381F"/>
    <w:rsid w:val="00993AF5"/>
    <w:rsid w:val="00993BBD"/>
    <w:rsid w:val="00993DD8"/>
    <w:rsid w:val="00993E38"/>
    <w:rsid w:val="00993F8C"/>
    <w:rsid w:val="0099403A"/>
    <w:rsid w:val="0099408A"/>
    <w:rsid w:val="0099416C"/>
    <w:rsid w:val="009941D7"/>
    <w:rsid w:val="009943DF"/>
    <w:rsid w:val="00994486"/>
    <w:rsid w:val="0099464A"/>
    <w:rsid w:val="00994743"/>
    <w:rsid w:val="009947AB"/>
    <w:rsid w:val="0099489E"/>
    <w:rsid w:val="0099499F"/>
    <w:rsid w:val="00994B5E"/>
    <w:rsid w:val="009951FF"/>
    <w:rsid w:val="00995328"/>
    <w:rsid w:val="0099539C"/>
    <w:rsid w:val="009953FE"/>
    <w:rsid w:val="00995463"/>
    <w:rsid w:val="00995574"/>
    <w:rsid w:val="0099566C"/>
    <w:rsid w:val="0099573C"/>
    <w:rsid w:val="0099579A"/>
    <w:rsid w:val="00995A27"/>
    <w:rsid w:val="00995A81"/>
    <w:rsid w:val="00995D90"/>
    <w:rsid w:val="00996316"/>
    <w:rsid w:val="0099632F"/>
    <w:rsid w:val="00996575"/>
    <w:rsid w:val="009969FD"/>
    <w:rsid w:val="00996AA1"/>
    <w:rsid w:val="00996AAC"/>
    <w:rsid w:val="00996AD4"/>
    <w:rsid w:val="00996B69"/>
    <w:rsid w:val="009970B4"/>
    <w:rsid w:val="0099712B"/>
    <w:rsid w:val="0099748A"/>
    <w:rsid w:val="00997515"/>
    <w:rsid w:val="009976E1"/>
    <w:rsid w:val="009978A6"/>
    <w:rsid w:val="009978EB"/>
    <w:rsid w:val="009979D5"/>
    <w:rsid w:val="009979E2"/>
    <w:rsid w:val="00997A2A"/>
    <w:rsid w:val="00997B17"/>
    <w:rsid w:val="00997C54"/>
    <w:rsid w:val="00997C72"/>
    <w:rsid w:val="009A00B2"/>
    <w:rsid w:val="009A01A0"/>
    <w:rsid w:val="009A01CA"/>
    <w:rsid w:val="009A026A"/>
    <w:rsid w:val="009A0343"/>
    <w:rsid w:val="009A0403"/>
    <w:rsid w:val="009A04A0"/>
    <w:rsid w:val="009A04FA"/>
    <w:rsid w:val="009A06F2"/>
    <w:rsid w:val="009A077C"/>
    <w:rsid w:val="009A0977"/>
    <w:rsid w:val="009A0995"/>
    <w:rsid w:val="009A0CAB"/>
    <w:rsid w:val="009A0D03"/>
    <w:rsid w:val="009A0E53"/>
    <w:rsid w:val="009A0E96"/>
    <w:rsid w:val="009A0FDF"/>
    <w:rsid w:val="009A110F"/>
    <w:rsid w:val="009A1226"/>
    <w:rsid w:val="009A12F4"/>
    <w:rsid w:val="009A1389"/>
    <w:rsid w:val="009A1473"/>
    <w:rsid w:val="009A14E6"/>
    <w:rsid w:val="009A16BC"/>
    <w:rsid w:val="009A1786"/>
    <w:rsid w:val="009A1887"/>
    <w:rsid w:val="009A1928"/>
    <w:rsid w:val="009A1A1B"/>
    <w:rsid w:val="009A1A9E"/>
    <w:rsid w:val="009A1AF4"/>
    <w:rsid w:val="009A1BED"/>
    <w:rsid w:val="009A1BF4"/>
    <w:rsid w:val="009A2242"/>
    <w:rsid w:val="009A2432"/>
    <w:rsid w:val="009A2757"/>
    <w:rsid w:val="009A2A1C"/>
    <w:rsid w:val="009A2CBF"/>
    <w:rsid w:val="009A2E60"/>
    <w:rsid w:val="009A2E7F"/>
    <w:rsid w:val="009A2EC4"/>
    <w:rsid w:val="009A2FE1"/>
    <w:rsid w:val="009A307B"/>
    <w:rsid w:val="009A31B3"/>
    <w:rsid w:val="009A321C"/>
    <w:rsid w:val="009A3397"/>
    <w:rsid w:val="009A33CD"/>
    <w:rsid w:val="009A3721"/>
    <w:rsid w:val="009A3799"/>
    <w:rsid w:val="009A37CF"/>
    <w:rsid w:val="009A3C30"/>
    <w:rsid w:val="009A3C47"/>
    <w:rsid w:val="009A3D77"/>
    <w:rsid w:val="009A42D2"/>
    <w:rsid w:val="009A4335"/>
    <w:rsid w:val="009A4487"/>
    <w:rsid w:val="009A46BF"/>
    <w:rsid w:val="009A48B2"/>
    <w:rsid w:val="009A48B6"/>
    <w:rsid w:val="009A4927"/>
    <w:rsid w:val="009A4AED"/>
    <w:rsid w:val="009A4B8A"/>
    <w:rsid w:val="009A4D02"/>
    <w:rsid w:val="009A4E8C"/>
    <w:rsid w:val="009A4E9F"/>
    <w:rsid w:val="009A5035"/>
    <w:rsid w:val="009A5156"/>
    <w:rsid w:val="009A5168"/>
    <w:rsid w:val="009A522C"/>
    <w:rsid w:val="009A525D"/>
    <w:rsid w:val="009A5422"/>
    <w:rsid w:val="009A56B6"/>
    <w:rsid w:val="009A5795"/>
    <w:rsid w:val="009A581D"/>
    <w:rsid w:val="009A583B"/>
    <w:rsid w:val="009A5A8D"/>
    <w:rsid w:val="009A5BDA"/>
    <w:rsid w:val="009A5C8C"/>
    <w:rsid w:val="009A5D64"/>
    <w:rsid w:val="009A5E09"/>
    <w:rsid w:val="009A627F"/>
    <w:rsid w:val="009A6286"/>
    <w:rsid w:val="009A62DC"/>
    <w:rsid w:val="009A632D"/>
    <w:rsid w:val="009A64A0"/>
    <w:rsid w:val="009A6672"/>
    <w:rsid w:val="009A6B22"/>
    <w:rsid w:val="009A6C1E"/>
    <w:rsid w:val="009A6D77"/>
    <w:rsid w:val="009A70B0"/>
    <w:rsid w:val="009A7128"/>
    <w:rsid w:val="009A7464"/>
    <w:rsid w:val="009A748D"/>
    <w:rsid w:val="009A7529"/>
    <w:rsid w:val="009A7BFB"/>
    <w:rsid w:val="009A7DAD"/>
    <w:rsid w:val="009B02D0"/>
    <w:rsid w:val="009B031C"/>
    <w:rsid w:val="009B0346"/>
    <w:rsid w:val="009B03F2"/>
    <w:rsid w:val="009B04B0"/>
    <w:rsid w:val="009B0683"/>
    <w:rsid w:val="009B087F"/>
    <w:rsid w:val="009B092F"/>
    <w:rsid w:val="009B0A5F"/>
    <w:rsid w:val="009B0C42"/>
    <w:rsid w:val="009B0C47"/>
    <w:rsid w:val="009B0E8F"/>
    <w:rsid w:val="009B0EFA"/>
    <w:rsid w:val="009B106D"/>
    <w:rsid w:val="009B1160"/>
    <w:rsid w:val="009B11AF"/>
    <w:rsid w:val="009B11E8"/>
    <w:rsid w:val="009B168B"/>
    <w:rsid w:val="009B1759"/>
    <w:rsid w:val="009B18B1"/>
    <w:rsid w:val="009B1D3B"/>
    <w:rsid w:val="009B1E0C"/>
    <w:rsid w:val="009B1EA4"/>
    <w:rsid w:val="009B1F53"/>
    <w:rsid w:val="009B2001"/>
    <w:rsid w:val="009B21EE"/>
    <w:rsid w:val="009B221E"/>
    <w:rsid w:val="009B228D"/>
    <w:rsid w:val="009B23E2"/>
    <w:rsid w:val="009B27E5"/>
    <w:rsid w:val="009B28F5"/>
    <w:rsid w:val="009B2AFD"/>
    <w:rsid w:val="009B2C49"/>
    <w:rsid w:val="009B2E57"/>
    <w:rsid w:val="009B31EE"/>
    <w:rsid w:val="009B3202"/>
    <w:rsid w:val="009B3306"/>
    <w:rsid w:val="009B35BE"/>
    <w:rsid w:val="009B35F5"/>
    <w:rsid w:val="009B3AE8"/>
    <w:rsid w:val="009B3AED"/>
    <w:rsid w:val="009B3D14"/>
    <w:rsid w:val="009B3E0C"/>
    <w:rsid w:val="009B3E90"/>
    <w:rsid w:val="009B4144"/>
    <w:rsid w:val="009B425B"/>
    <w:rsid w:val="009B4273"/>
    <w:rsid w:val="009B43B5"/>
    <w:rsid w:val="009B4579"/>
    <w:rsid w:val="009B4676"/>
    <w:rsid w:val="009B4877"/>
    <w:rsid w:val="009B49D5"/>
    <w:rsid w:val="009B4EC5"/>
    <w:rsid w:val="009B4EEB"/>
    <w:rsid w:val="009B5290"/>
    <w:rsid w:val="009B52A0"/>
    <w:rsid w:val="009B53E8"/>
    <w:rsid w:val="009B5466"/>
    <w:rsid w:val="009B56E9"/>
    <w:rsid w:val="009B5785"/>
    <w:rsid w:val="009B5802"/>
    <w:rsid w:val="009B584C"/>
    <w:rsid w:val="009B5956"/>
    <w:rsid w:val="009B5967"/>
    <w:rsid w:val="009B598B"/>
    <w:rsid w:val="009B5AA4"/>
    <w:rsid w:val="009B5B7C"/>
    <w:rsid w:val="009B5CE1"/>
    <w:rsid w:val="009B5D22"/>
    <w:rsid w:val="009B5F7F"/>
    <w:rsid w:val="009B5FFC"/>
    <w:rsid w:val="009B6071"/>
    <w:rsid w:val="009B607D"/>
    <w:rsid w:val="009B60EB"/>
    <w:rsid w:val="009B6290"/>
    <w:rsid w:val="009B643D"/>
    <w:rsid w:val="009B6519"/>
    <w:rsid w:val="009B6598"/>
    <w:rsid w:val="009B6609"/>
    <w:rsid w:val="009B6842"/>
    <w:rsid w:val="009B695C"/>
    <w:rsid w:val="009B6A3A"/>
    <w:rsid w:val="009B6A47"/>
    <w:rsid w:val="009B6AD6"/>
    <w:rsid w:val="009B6B4E"/>
    <w:rsid w:val="009B6CBD"/>
    <w:rsid w:val="009B6ECD"/>
    <w:rsid w:val="009B7015"/>
    <w:rsid w:val="009B7127"/>
    <w:rsid w:val="009B727B"/>
    <w:rsid w:val="009B7323"/>
    <w:rsid w:val="009B7624"/>
    <w:rsid w:val="009B774F"/>
    <w:rsid w:val="009B79C8"/>
    <w:rsid w:val="009B79E1"/>
    <w:rsid w:val="009B7B3B"/>
    <w:rsid w:val="009B7BC5"/>
    <w:rsid w:val="009B7D2C"/>
    <w:rsid w:val="009B7D49"/>
    <w:rsid w:val="009B7DC9"/>
    <w:rsid w:val="009B7ECD"/>
    <w:rsid w:val="009C001C"/>
    <w:rsid w:val="009C02C4"/>
    <w:rsid w:val="009C03CC"/>
    <w:rsid w:val="009C0432"/>
    <w:rsid w:val="009C0543"/>
    <w:rsid w:val="009C0882"/>
    <w:rsid w:val="009C092A"/>
    <w:rsid w:val="009C0A62"/>
    <w:rsid w:val="009C10E3"/>
    <w:rsid w:val="009C1205"/>
    <w:rsid w:val="009C141E"/>
    <w:rsid w:val="009C15EF"/>
    <w:rsid w:val="009C1601"/>
    <w:rsid w:val="009C172F"/>
    <w:rsid w:val="009C18A8"/>
    <w:rsid w:val="009C18D9"/>
    <w:rsid w:val="009C1FCE"/>
    <w:rsid w:val="009C2027"/>
    <w:rsid w:val="009C2125"/>
    <w:rsid w:val="009C241B"/>
    <w:rsid w:val="009C271D"/>
    <w:rsid w:val="009C283F"/>
    <w:rsid w:val="009C284F"/>
    <w:rsid w:val="009C2944"/>
    <w:rsid w:val="009C297E"/>
    <w:rsid w:val="009C2A00"/>
    <w:rsid w:val="009C2ACC"/>
    <w:rsid w:val="009C2DCE"/>
    <w:rsid w:val="009C2E11"/>
    <w:rsid w:val="009C2E9A"/>
    <w:rsid w:val="009C2EE8"/>
    <w:rsid w:val="009C308E"/>
    <w:rsid w:val="009C321F"/>
    <w:rsid w:val="009C324A"/>
    <w:rsid w:val="009C338B"/>
    <w:rsid w:val="009C3460"/>
    <w:rsid w:val="009C34B4"/>
    <w:rsid w:val="009C35A4"/>
    <w:rsid w:val="009C35EE"/>
    <w:rsid w:val="009C3619"/>
    <w:rsid w:val="009C3620"/>
    <w:rsid w:val="009C3691"/>
    <w:rsid w:val="009C3751"/>
    <w:rsid w:val="009C37EC"/>
    <w:rsid w:val="009C3875"/>
    <w:rsid w:val="009C3952"/>
    <w:rsid w:val="009C395A"/>
    <w:rsid w:val="009C3D86"/>
    <w:rsid w:val="009C3E7B"/>
    <w:rsid w:val="009C3F32"/>
    <w:rsid w:val="009C3F46"/>
    <w:rsid w:val="009C4068"/>
    <w:rsid w:val="009C4078"/>
    <w:rsid w:val="009C4196"/>
    <w:rsid w:val="009C4420"/>
    <w:rsid w:val="009C44B1"/>
    <w:rsid w:val="009C44D3"/>
    <w:rsid w:val="009C4627"/>
    <w:rsid w:val="009C464D"/>
    <w:rsid w:val="009C46D1"/>
    <w:rsid w:val="009C4770"/>
    <w:rsid w:val="009C4785"/>
    <w:rsid w:val="009C49AC"/>
    <w:rsid w:val="009C4A64"/>
    <w:rsid w:val="009C4B71"/>
    <w:rsid w:val="009C4BB1"/>
    <w:rsid w:val="009C4DC4"/>
    <w:rsid w:val="009C53EC"/>
    <w:rsid w:val="009C54B7"/>
    <w:rsid w:val="009C560E"/>
    <w:rsid w:val="009C56AA"/>
    <w:rsid w:val="009C56C2"/>
    <w:rsid w:val="009C5703"/>
    <w:rsid w:val="009C58FE"/>
    <w:rsid w:val="009C5916"/>
    <w:rsid w:val="009C596F"/>
    <w:rsid w:val="009C599F"/>
    <w:rsid w:val="009C5A7F"/>
    <w:rsid w:val="009C5B02"/>
    <w:rsid w:val="009C5CBC"/>
    <w:rsid w:val="009C5F09"/>
    <w:rsid w:val="009C5FF8"/>
    <w:rsid w:val="009C6038"/>
    <w:rsid w:val="009C6093"/>
    <w:rsid w:val="009C6095"/>
    <w:rsid w:val="009C609B"/>
    <w:rsid w:val="009C614D"/>
    <w:rsid w:val="009C61E8"/>
    <w:rsid w:val="009C6261"/>
    <w:rsid w:val="009C6335"/>
    <w:rsid w:val="009C64DC"/>
    <w:rsid w:val="009C6665"/>
    <w:rsid w:val="009C6700"/>
    <w:rsid w:val="009C6721"/>
    <w:rsid w:val="009C6736"/>
    <w:rsid w:val="009C67F5"/>
    <w:rsid w:val="009C6999"/>
    <w:rsid w:val="009C6F7A"/>
    <w:rsid w:val="009C7191"/>
    <w:rsid w:val="009C72EE"/>
    <w:rsid w:val="009C7303"/>
    <w:rsid w:val="009C7444"/>
    <w:rsid w:val="009C74B9"/>
    <w:rsid w:val="009C75D1"/>
    <w:rsid w:val="009C7656"/>
    <w:rsid w:val="009C787A"/>
    <w:rsid w:val="009C788F"/>
    <w:rsid w:val="009C7AB8"/>
    <w:rsid w:val="009C7B35"/>
    <w:rsid w:val="009C7DD0"/>
    <w:rsid w:val="009C7E51"/>
    <w:rsid w:val="009D00C9"/>
    <w:rsid w:val="009D00DD"/>
    <w:rsid w:val="009D00F6"/>
    <w:rsid w:val="009D01F8"/>
    <w:rsid w:val="009D0427"/>
    <w:rsid w:val="009D0918"/>
    <w:rsid w:val="009D0968"/>
    <w:rsid w:val="009D0B6D"/>
    <w:rsid w:val="009D0BF7"/>
    <w:rsid w:val="009D0C36"/>
    <w:rsid w:val="009D0C62"/>
    <w:rsid w:val="009D0D04"/>
    <w:rsid w:val="009D0EB5"/>
    <w:rsid w:val="009D0FF6"/>
    <w:rsid w:val="009D1100"/>
    <w:rsid w:val="009D1237"/>
    <w:rsid w:val="009D12B7"/>
    <w:rsid w:val="009D12D8"/>
    <w:rsid w:val="009D1424"/>
    <w:rsid w:val="009D150C"/>
    <w:rsid w:val="009D15B1"/>
    <w:rsid w:val="009D16B9"/>
    <w:rsid w:val="009D16E4"/>
    <w:rsid w:val="009D1749"/>
    <w:rsid w:val="009D17C9"/>
    <w:rsid w:val="009D1C34"/>
    <w:rsid w:val="009D1E94"/>
    <w:rsid w:val="009D1EB3"/>
    <w:rsid w:val="009D1EFE"/>
    <w:rsid w:val="009D1FE5"/>
    <w:rsid w:val="009D202D"/>
    <w:rsid w:val="009D20D2"/>
    <w:rsid w:val="009D2188"/>
    <w:rsid w:val="009D21E3"/>
    <w:rsid w:val="009D23C0"/>
    <w:rsid w:val="009D245E"/>
    <w:rsid w:val="009D2850"/>
    <w:rsid w:val="009D28B2"/>
    <w:rsid w:val="009D2A82"/>
    <w:rsid w:val="009D2B34"/>
    <w:rsid w:val="009D2D09"/>
    <w:rsid w:val="009D2E03"/>
    <w:rsid w:val="009D3204"/>
    <w:rsid w:val="009D32E3"/>
    <w:rsid w:val="009D34C3"/>
    <w:rsid w:val="009D36B7"/>
    <w:rsid w:val="009D396C"/>
    <w:rsid w:val="009D3AC4"/>
    <w:rsid w:val="009D3BBA"/>
    <w:rsid w:val="009D3DB4"/>
    <w:rsid w:val="009D3EDD"/>
    <w:rsid w:val="009D3EF7"/>
    <w:rsid w:val="009D3F3C"/>
    <w:rsid w:val="009D4042"/>
    <w:rsid w:val="009D4072"/>
    <w:rsid w:val="009D42B5"/>
    <w:rsid w:val="009D4404"/>
    <w:rsid w:val="009D4534"/>
    <w:rsid w:val="009D475B"/>
    <w:rsid w:val="009D4785"/>
    <w:rsid w:val="009D4801"/>
    <w:rsid w:val="009D4A4D"/>
    <w:rsid w:val="009D4A9A"/>
    <w:rsid w:val="009D4CE5"/>
    <w:rsid w:val="009D4DEF"/>
    <w:rsid w:val="009D4F58"/>
    <w:rsid w:val="009D5004"/>
    <w:rsid w:val="009D5205"/>
    <w:rsid w:val="009D5730"/>
    <w:rsid w:val="009D57AE"/>
    <w:rsid w:val="009D5B01"/>
    <w:rsid w:val="009D5D57"/>
    <w:rsid w:val="009D5E69"/>
    <w:rsid w:val="009D5F14"/>
    <w:rsid w:val="009D6159"/>
    <w:rsid w:val="009D628D"/>
    <w:rsid w:val="009D6399"/>
    <w:rsid w:val="009D6412"/>
    <w:rsid w:val="009D645A"/>
    <w:rsid w:val="009D6683"/>
    <w:rsid w:val="009D68BD"/>
    <w:rsid w:val="009D6AAB"/>
    <w:rsid w:val="009D6B7E"/>
    <w:rsid w:val="009D6D3B"/>
    <w:rsid w:val="009D6ED8"/>
    <w:rsid w:val="009D6F16"/>
    <w:rsid w:val="009D7653"/>
    <w:rsid w:val="009D7676"/>
    <w:rsid w:val="009D77CC"/>
    <w:rsid w:val="009D7900"/>
    <w:rsid w:val="009D7A93"/>
    <w:rsid w:val="009D7D45"/>
    <w:rsid w:val="009D7D7F"/>
    <w:rsid w:val="009D7D9B"/>
    <w:rsid w:val="009D7F6C"/>
    <w:rsid w:val="009E0012"/>
    <w:rsid w:val="009E00BB"/>
    <w:rsid w:val="009E00DB"/>
    <w:rsid w:val="009E014D"/>
    <w:rsid w:val="009E048A"/>
    <w:rsid w:val="009E052F"/>
    <w:rsid w:val="009E05CA"/>
    <w:rsid w:val="009E083E"/>
    <w:rsid w:val="009E087B"/>
    <w:rsid w:val="009E097C"/>
    <w:rsid w:val="009E0AC5"/>
    <w:rsid w:val="009E0B0B"/>
    <w:rsid w:val="009E0B0E"/>
    <w:rsid w:val="009E0E37"/>
    <w:rsid w:val="009E0F27"/>
    <w:rsid w:val="009E0F4D"/>
    <w:rsid w:val="009E0F7B"/>
    <w:rsid w:val="009E0FFB"/>
    <w:rsid w:val="009E1219"/>
    <w:rsid w:val="009E1465"/>
    <w:rsid w:val="009E1588"/>
    <w:rsid w:val="009E1619"/>
    <w:rsid w:val="009E1761"/>
    <w:rsid w:val="009E1781"/>
    <w:rsid w:val="009E17B7"/>
    <w:rsid w:val="009E180F"/>
    <w:rsid w:val="009E18D8"/>
    <w:rsid w:val="009E193D"/>
    <w:rsid w:val="009E1BB9"/>
    <w:rsid w:val="009E1DBD"/>
    <w:rsid w:val="009E2201"/>
    <w:rsid w:val="009E229C"/>
    <w:rsid w:val="009E236D"/>
    <w:rsid w:val="009E2408"/>
    <w:rsid w:val="009E24B9"/>
    <w:rsid w:val="009E2576"/>
    <w:rsid w:val="009E25C8"/>
    <w:rsid w:val="009E2609"/>
    <w:rsid w:val="009E29B3"/>
    <w:rsid w:val="009E2A0B"/>
    <w:rsid w:val="009E2BC7"/>
    <w:rsid w:val="009E2C60"/>
    <w:rsid w:val="009E2DCD"/>
    <w:rsid w:val="009E2E73"/>
    <w:rsid w:val="009E2EC2"/>
    <w:rsid w:val="009E2F2C"/>
    <w:rsid w:val="009E31E5"/>
    <w:rsid w:val="009E3244"/>
    <w:rsid w:val="009E34C1"/>
    <w:rsid w:val="009E38E7"/>
    <w:rsid w:val="009E38FB"/>
    <w:rsid w:val="009E3989"/>
    <w:rsid w:val="009E39E3"/>
    <w:rsid w:val="009E3B37"/>
    <w:rsid w:val="009E3BC2"/>
    <w:rsid w:val="009E3C2F"/>
    <w:rsid w:val="009E3C76"/>
    <w:rsid w:val="009E3DC4"/>
    <w:rsid w:val="009E3F45"/>
    <w:rsid w:val="009E41B2"/>
    <w:rsid w:val="009E41CD"/>
    <w:rsid w:val="009E4368"/>
    <w:rsid w:val="009E436D"/>
    <w:rsid w:val="009E449F"/>
    <w:rsid w:val="009E4695"/>
    <w:rsid w:val="009E477B"/>
    <w:rsid w:val="009E4A6E"/>
    <w:rsid w:val="009E4E2F"/>
    <w:rsid w:val="009E4FFF"/>
    <w:rsid w:val="009E5219"/>
    <w:rsid w:val="009E5470"/>
    <w:rsid w:val="009E5495"/>
    <w:rsid w:val="009E559B"/>
    <w:rsid w:val="009E5721"/>
    <w:rsid w:val="009E57C2"/>
    <w:rsid w:val="009E5C16"/>
    <w:rsid w:val="009E5D74"/>
    <w:rsid w:val="009E5D79"/>
    <w:rsid w:val="009E5D8D"/>
    <w:rsid w:val="009E5DAD"/>
    <w:rsid w:val="009E60D4"/>
    <w:rsid w:val="009E61A9"/>
    <w:rsid w:val="009E64D5"/>
    <w:rsid w:val="009E6532"/>
    <w:rsid w:val="009E68A1"/>
    <w:rsid w:val="009E6A65"/>
    <w:rsid w:val="009E6B62"/>
    <w:rsid w:val="009E6D7F"/>
    <w:rsid w:val="009E6ED6"/>
    <w:rsid w:val="009E71FA"/>
    <w:rsid w:val="009E7328"/>
    <w:rsid w:val="009E73B4"/>
    <w:rsid w:val="009E77EB"/>
    <w:rsid w:val="009E7832"/>
    <w:rsid w:val="009E78AB"/>
    <w:rsid w:val="009E7AC2"/>
    <w:rsid w:val="009E7D98"/>
    <w:rsid w:val="009E7DA0"/>
    <w:rsid w:val="009E7E84"/>
    <w:rsid w:val="009E7F82"/>
    <w:rsid w:val="009F00CD"/>
    <w:rsid w:val="009F00DB"/>
    <w:rsid w:val="009F01A9"/>
    <w:rsid w:val="009F01EF"/>
    <w:rsid w:val="009F05DC"/>
    <w:rsid w:val="009F0639"/>
    <w:rsid w:val="009F08A3"/>
    <w:rsid w:val="009F09E2"/>
    <w:rsid w:val="009F0A9E"/>
    <w:rsid w:val="009F0BE0"/>
    <w:rsid w:val="009F0D48"/>
    <w:rsid w:val="009F0F50"/>
    <w:rsid w:val="009F12A9"/>
    <w:rsid w:val="009F12B3"/>
    <w:rsid w:val="009F15E5"/>
    <w:rsid w:val="009F1756"/>
    <w:rsid w:val="009F191B"/>
    <w:rsid w:val="009F19DE"/>
    <w:rsid w:val="009F1C2F"/>
    <w:rsid w:val="009F1C58"/>
    <w:rsid w:val="009F1D6A"/>
    <w:rsid w:val="009F1E7D"/>
    <w:rsid w:val="009F1EC6"/>
    <w:rsid w:val="009F1F29"/>
    <w:rsid w:val="009F222C"/>
    <w:rsid w:val="009F2309"/>
    <w:rsid w:val="009F250B"/>
    <w:rsid w:val="009F251F"/>
    <w:rsid w:val="009F29FB"/>
    <w:rsid w:val="009F2AC8"/>
    <w:rsid w:val="009F2AF4"/>
    <w:rsid w:val="009F2B00"/>
    <w:rsid w:val="009F2BB1"/>
    <w:rsid w:val="009F2CC6"/>
    <w:rsid w:val="009F33DF"/>
    <w:rsid w:val="009F3611"/>
    <w:rsid w:val="009F364A"/>
    <w:rsid w:val="009F3928"/>
    <w:rsid w:val="009F3937"/>
    <w:rsid w:val="009F39CE"/>
    <w:rsid w:val="009F3AB6"/>
    <w:rsid w:val="009F3B89"/>
    <w:rsid w:val="009F3D8A"/>
    <w:rsid w:val="009F3FFF"/>
    <w:rsid w:val="009F4035"/>
    <w:rsid w:val="009F40DC"/>
    <w:rsid w:val="009F4269"/>
    <w:rsid w:val="009F4560"/>
    <w:rsid w:val="009F4709"/>
    <w:rsid w:val="009F47C8"/>
    <w:rsid w:val="009F4866"/>
    <w:rsid w:val="009F4B14"/>
    <w:rsid w:val="009F4D88"/>
    <w:rsid w:val="009F4EC5"/>
    <w:rsid w:val="009F50C8"/>
    <w:rsid w:val="009F52A4"/>
    <w:rsid w:val="009F547E"/>
    <w:rsid w:val="009F5780"/>
    <w:rsid w:val="009F57CF"/>
    <w:rsid w:val="009F58CB"/>
    <w:rsid w:val="009F5917"/>
    <w:rsid w:val="009F599B"/>
    <w:rsid w:val="009F5A30"/>
    <w:rsid w:val="009F5A70"/>
    <w:rsid w:val="009F5B6E"/>
    <w:rsid w:val="009F5F3E"/>
    <w:rsid w:val="009F5FDD"/>
    <w:rsid w:val="009F60AB"/>
    <w:rsid w:val="009F61BB"/>
    <w:rsid w:val="009F62FD"/>
    <w:rsid w:val="009F648F"/>
    <w:rsid w:val="009F6576"/>
    <w:rsid w:val="009F6625"/>
    <w:rsid w:val="009F67DE"/>
    <w:rsid w:val="009F6B96"/>
    <w:rsid w:val="009F6BE8"/>
    <w:rsid w:val="009F6C68"/>
    <w:rsid w:val="009F6D6F"/>
    <w:rsid w:val="009F6E43"/>
    <w:rsid w:val="009F6EED"/>
    <w:rsid w:val="009F6F8A"/>
    <w:rsid w:val="009F73BD"/>
    <w:rsid w:val="009F7494"/>
    <w:rsid w:val="009F7503"/>
    <w:rsid w:val="009F7607"/>
    <w:rsid w:val="009F765D"/>
    <w:rsid w:val="009F78A4"/>
    <w:rsid w:val="009F7A50"/>
    <w:rsid w:val="009F7B16"/>
    <w:rsid w:val="009F7C14"/>
    <w:rsid w:val="009F7C24"/>
    <w:rsid w:val="009F7FC0"/>
    <w:rsid w:val="00A000F2"/>
    <w:rsid w:val="00A00360"/>
    <w:rsid w:val="00A00643"/>
    <w:rsid w:val="00A0078B"/>
    <w:rsid w:val="00A007C8"/>
    <w:rsid w:val="00A008FF"/>
    <w:rsid w:val="00A00AEA"/>
    <w:rsid w:val="00A00C08"/>
    <w:rsid w:val="00A00C26"/>
    <w:rsid w:val="00A00C7A"/>
    <w:rsid w:val="00A00CA4"/>
    <w:rsid w:val="00A00CFE"/>
    <w:rsid w:val="00A00E81"/>
    <w:rsid w:val="00A01256"/>
    <w:rsid w:val="00A01432"/>
    <w:rsid w:val="00A01456"/>
    <w:rsid w:val="00A015EC"/>
    <w:rsid w:val="00A0162C"/>
    <w:rsid w:val="00A01641"/>
    <w:rsid w:val="00A016F9"/>
    <w:rsid w:val="00A01741"/>
    <w:rsid w:val="00A01955"/>
    <w:rsid w:val="00A019EC"/>
    <w:rsid w:val="00A01A2E"/>
    <w:rsid w:val="00A01D13"/>
    <w:rsid w:val="00A01D2A"/>
    <w:rsid w:val="00A01D2F"/>
    <w:rsid w:val="00A01D5F"/>
    <w:rsid w:val="00A01EDE"/>
    <w:rsid w:val="00A01F17"/>
    <w:rsid w:val="00A01F88"/>
    <w:rsid w:val="00A02062"/>
    <w:rsid w:val="00A02087"/>
    <w:rsid w:val="00A020E6"/>
    <w:rsid w:val="00A02169"/>
    <w:rsid w:val="00A0224F"/>
    <w:rsid w:val="00A022A0"/>
    <w:rsid w:val="00A023E1"/>
    <w:rsid w:val="00A024FE"/>
    <w:rsid w:val="00A0258F"/>
    <w:rsid w:val="00A0294D"/>
    <w:rsid w:val="00A02A3B"/>
    <w:rsid w:val="00A02AAD"/>
    <w:rsid w:val="00A02D68"/>
    <w:rsid w:val="00A02E0C"/>
    <w:rsid w:val="00A02F99"/>
    <w:rsid w:val="00A030D2"/>
    <w:rsid w:val="00A0312D"/>
    <w:rsid w:val="00A031B0"/>
    <w:rsid w:val="00A033DC"/>
    <w:rsid w:val="00A03A12"/>
    <w:rsid w:val="00A03A54"/>
    <w:rsid w:val="00A03B78"/>
    <w:rsid w:val="00A03B89"/>
    <w:rsid w:val="00A03CD4"/>
    <w:rsid w:val="00A03E95"/>
    <w:rsid w:val="00A03F7C"/>
    <w:rsid w:val="00A040E4"/>
    <w:rsid w:val="00A04309"/>
    <w:rsid w:val="00A045EB"/>
    <w:rsid w:val="00A04C28"/>
    <w:rsid w:val="00A04C33"/>
    <w:rsid w:val="00A04EAC"/>
    <w:rsid w:val="00A04F3F"/>
    <w:rsid w:val="00A0500D"/>
    <w:rsid w:val="00A051C5"/>
    <w:rsid w:val="00A052E4"/>
    <w:rsid w:val="00A05340"/>
    <w:rsid w:val="00A0535E"/>
    <w:rsid w:val="00A05442"/>
    <w:rsid w:val="00A054F8"/>
    <w:rsid w:val="00A055B9"/>
    <w:rsid w:val="00A0568E"/>
    <w:rsid w:val="00A0572C"/>
    <w:rsid w:val="00A05A39"/>
    <w:rsid w:val="00A05B6C"/>
    <w:rsid w:val="00A05CB9"/>
    <w:rsid w:val="00A05CF4"/>
    <w:rsid w:val="00A05D27"/>
    <w:rsid w:val="00A06084"/>
    <w:rsid w:val="00A061CB"/>
    <w:rsid w:val="00A06481"/>
    <w:rsid w:val="00A06506"/>
    <w:rsid w:val="00A0695E"/>
    <w:rsid w:val="00A06982"/>
    <w:rsid w:val="00A06B48"/>
    <w:rsid w:val="00A06E00"/>
    <w:rsid w:val="00A07021"/>
    <w:rsid w:val="00A0714F"/>
    <w:rsid w:val="00A0722C"/>
    <w:rsid w:val="00A07261"/>
    <w:rsid w:val="00A07AE1"/>
    <w:rsid w:val="00A07B5F"/>
    <w:rsid w:val="00A07B71"/>
    <w:rsid w:val="00A07C36"/>
    <w:rsid w:val="00A07D33"/>
    <w:rsid w:val="00A1006C"/>
    <w:rsid w:val="00A100FE"/>
    <w:rsid w:val="00A102FE"/>
    <w:rsid w:val="00A103A3"/>
    <w:rsid w:val="00A103BD"/>
    <w:rsid w:val="00A103D6"/>
    <w:rsid w:val="00A103F8"/>
    <w:rsid w:val="00A10491"/>
    <w:rsid w:val="00A104FC"/>
    <w:rsid w:val="00A10779"/>
    <w:rsid w:val="00A109D6"/>
    <w:rsid w:val="00A10A2E"/>
    <w:rsid w:val="00A10CE6"/>
    <w:rsid w:val="00A10D5C"/>
    <w:rsid w:val="00A10EBB"/>
    <w:rsid w:val="00A10F09"/>
    <w:rsid w:val="00A10FBD"/>
    <w:rsid w:val="00A1107A"/>
    <w:rsid w:val="00A110EC"/>
    <w:rsid w:val="00A11347"/>
    <w:rsid w:val="00A11421"/>
    <w:rsid w:val="00A114A2"/>
    <w:rsid w:val="00A11581"/>
    <w:rsid w:val="00A1165F"/>
    <w:rsid w:val="00A117D4"/>
    <w:rsid w:val="00A117E0"/>
    <w:rsid w:val="00A11856"/>
    <w:rsid w:val="00A11A1F"/>
    <w:rsid w:val="00A11C28"/>
    <w:rsid w:val="00A11D6E"/>
    <w:rsid w:val="00A11F52"/>
    <w:rsid w:val="00A120D0"/>
    <w:rsid w:val="00A122A0"/>
    <w:rsid w:val="00A1232F"/>
    <w:rsid w:val="00A1234B"/>
    <w:rsid w:val="00A12439"/>
    <w:rsid w:val="00A12521"/>
    <w:rsid w:val="00A1256E"/>
    <w:rsid w:val="00A125CD"/>
    <w:rsid w:val="00A12C3F"/>
    <w:rsid w:val="00A12C5E"/>
    <w:rsid w:val="00A12E58"/>
    <w:rsid w:val="00A12F2A"/>
    <w:rsid w:val="00A12FC4"/>
    <w:rsid w:val="00A1309C"/>
    <w:rsid w:val="00A130C0"/>
    <w:rsid w:val="00A1343C"/>
    <w:rsid w:val="00A13487"/>
    <w:rsid w:val="00A13751"/>
    <w:rsid w:val="00A13C1E"/>
    <w:rsid w:val="00A13C64"/>
    <w:rsid w:val="00A13E9C"/>
    <w:rsid w:val="00A13EC9"/>
    <w:rsid w:val="00A1404C"/>
    <w:rsid w:val="00A14305"/>
    <w:rsid w:val="00A14340"/>
    <w:rsid w:val="00A14469"/>
    <w:rsid w:val="00A14480"/>
    <w:rsid w:val="00A1452A"/>
    <w:rsid w:val="00A14748"/>
    <w:rsid w:val="00A147E8"/>
    <w:rsid w:val="00A1491D"/>
    <w:rsid w:val="00A14996"/>
    <w:rsid w:val="00A14B99"/>
    <w:rsid w:val="00A14D3B"/>
    <w:rsid w:val="00A14E13"/>
    <w:rsid w:val="00A14E5F"/>
    <w:rsid w:val="00A14EC7"/>
    <w:rsid w:val="00A153E9"/>
    <w:rsid w:val="00A156A6"/>
    <w:rsid w:val="00A156DD"/>
    <w:rsid w:val="00A1578E"/>
    <w:rsid w:val="00A15ABF"/>
    <w:rsid w:val="00A15AC7"/>
    <w:rsid w:val="00A15BF7"/>
    <w:rsid w:val="00A16058"/>
    <w:rsid w:val="00A161DF"/>
    <w:rsid w:val="00A1628C"/>
    <w:rsid w:val="00A1657C"/>
    <w:rsid w:val="00A167D2"/>
    <w:rsid w:val="00A16B22"/>
    <w:rsid w:val="00A16B60"/>
    <w:rsid w:val="00A16D75"/>
    <w:rsid w:val="00A16DFE"/>
    <w:rsid w:val="00A16E13"/>
    <w:rsid w:val="00A1724F"/>
    <w:rsid w:val="00A172D0"/>
    <w:rsid w:val="00A17488"/>
    <w:rsid w:val="00A1761B"/>
    <w:rsid w:val="00A17975"/>
    <w:rsid w:val="00A17B09"/>
    <w:rsid w:val="00A17B39"/>
    <w:rsid w:val="00A17CCD"/>
    <w:rsid w:val="00A17D37"/>
    <w:rsid w:val="00A17DE3"/>
    <w:rsid w:val="00A17E69"/>
    <w:rsid w:val="00A17F24"/>
    <w:rsid w:val="00A20684"/>
    <w:rsid w:val="00A20CB1"/>
    <w:rsid w:val="00A20DB0"/>
    <w:rsid w:val="00A20F4A"/>
    <w:rsid w:val="00A20F98"/>
    <w:rsid w:val="00A21033"/>
    <w:rsid w:val="00A211F0"/>
    <w:rsid w:val="00A2125B"/>
    <w:rsid w:val="00A212FA"/>
    <w:rsid w:val="00A21347"/>
    <w:rsid w:val="00A213DD"/>
    <w:rsid w:val="00A2140D"/>
    <w:rsid w:val="00A21424"/>
    <w:rsid w:val="00A21447"/>
    <w:rsid w:val="00A215FD"/>
    <w:rsid w:val="00A21674"/>
    <w:rsid w:val="00A216C2"/>
    <w:rsid w:val="00A2185F"/>
    <w:rsid w:val="00A21879"/>
    <w:rsid w:val="00A219A2"/>
    <w:rsid w:val="00A21A22"/>
    <w:rsid w:val="00A21BE7"/>
    <w:rsid w:val="00A21C0F"/>
    <w:rsid w:val="00A21E78"/>
    <w:rsid w:val="00A21F2A"/>
    <w:rsid w:val="00A21F96"/>
    <w:rsid w:val="00A22038"/>
    <w:rsid w:val="00A223D7"/>
    <w:rsid w:val="00A225FD"/>
    <w:rsid w:val="00A2282F"/>
    <w:rsid w:val="00A228BC"/>
    <w:rsid w:val="00A228C4"/>
    <w:rsid w:val="00A229C4"/>
    <w:rsid w:val="00A22D2E"/>
    <w:rsid w:val="00A23132"/>
    <w:rsid w:val="00A23179"/>
    <w:rsid w:val="00A23345"/>
    <w:rsid w:val="00A23421"/>
    <w:rsid w:val="00A2376F"/>
    <w:rsid w:val="00A23777"/>
    <w:rsid w:val="00A23791"/>
    <w:rsid w:val="00A237D8"/>
    <w:rsid w:val="00A2389B"/>
    <w:rsid w:val="00A23C36"/>
    <w:rsid w:val="00A23D65"/>
    <w:rsid w:val="00A23E17"/>
    <w:rsid w:val="00A23E5D"/>
    <w:rsid w:val="00A23F45"/>
    <w:rsid w:val="00A2453C"/>
    <w:rsid w:val="00A24A0C"/>
    <w:rsid w:val="00A24A0F"/>
    <w:rsid w:val="00A24AB1"/>
    <w:rsid w:val="00A24E42"/>
    <w:rsid w:val="00A24F8F"/>
    <w:rsid w:val="00A24F9A"/>
    <w:rsid w:val="00A2506D"/>
    <w:rsid w:val="00A25111"/>
    <w:rsid w:val="00A25366"/>
    <w:rsid w:val="00A25414"/>
    <w:rsid w:val="00A25632"/>
    <w:rsid w:val="00A25665"/>
    <w:rsid w:val="00A257AE"/>
    <w:rsid w:val="00A25B36"/>
    <w:rsid w:val="00A25C45"/>
    <w:rsid w:val="00A25C8E"/>
    <w:rsid w:val="00A2603C"/>
    <w:rsid w:val="00A2610C"/>
    <w:rsid w:val="00A26184"/>
    <w:rsid w:val="00A26186"/>
    <w:rsid w:val="00A26551"/>
    <w:rsid w:val="00A2664F"/>
    <w:rsid w:val="00A2670C"/>
    <w:rsid w:val="00A267AA"/>
    <w:rsid w:val="00A267E9"/>
    <w:rsid w:val="00A26D9F"/>
    <w:rsid w:val="00A26DD1"/>
    <w:rsid w:val="00A26F5F"/>
    <w:rsid w:val="00A26FE0"/>
    <w:rsid w:val="00A271B8"/>
    <w:rsid w:val="00A271BB"/>
    <w:rsid w:val="00A2722C"/>
    <w:rsid w:val="00A2763E"/>
    <w:rsid w:val="00A27802"/>
    <w:rsid w:val="00A2793B"/>
    <w:rsid w:val="00A279BA"/>
    <w:rsid w:val="00A27AB3"/>
    <w:rsid w:val="00A27F75"/>
    <w:rsid w:val="00A30084"/>
    <w:rsid w:val="00A30093"/>
    <w:rsid w:val="00A301DB"/>
    <w:rsid w:val="00A304FA"/>
    <w:rsid w:val="00A3057D"/>
    <w:rsid w:val="00A306E3"/>
    <w:rsid w:val="00A308E4"/>
    <w:rsid w:val="00A30A00"/>
    <w:rsid w:val="00A30B3C"/>
    <w:rsid w:val="00A30BDA"/>
    <w:rsid w:val="00A30C85"/>
    <w:rsid w:val="00A30EB9"/>
    <w:rsid w:val="00A30FB8"/>
    <w:rsid w:val="00A31064"/>
    <w:rsid w:val="00A310A2"/>
    <w:rsid w:val="00A31331"/>
    <w:rsid w:val="00A314A8"/>
    <w:rsid w:val="00A314FD"/>
    <w:rsid w:val="00A316DE"/>
    <w:rsid w:val="00A3187C"/>
    <w:rsid w:val="00A318B1"/>
    <w:rsid w:val="00A319B2"/>
    <w:rsid w:val="00A31C99"/>
    <w:rsid w:val="00A31E30"/>
    <w:rsid w:val="00A31E47"/>
    <w:rsid w:val="00A31FDA"/>
    <w:rsid w:val="00A32066"/>
    <w:rsid w:val="00A322B6"/>
    <w:rsid w:val="00A3252A"/>
    <w:rsid w:val="00A32718"/>
    <w:rsid w:val="00A3288D"/>
    <w:rsid w:val="00A328FD"/>
    <w:rsid w:val="00A32A1C"/>
    <w:rsid w:val="00A3301C"/>
    <w:rsid w:val="00A33044"/>
    <w:rsid w:val="00A3325E"/>
    <w:rsid w:val="00A334EE"/>
    <w:rsid w:val="00A336FF"/>
    <w:rsid w:val="00A337F3"/>
    <w:rsid w:val="00A33820"/>
    <w:rsid w:val="00A33AD1"/>
    <w:rsid w:val="00A33B81"/>
    <w:rsid w:val="00A33BA6"/>
    <w:rsid w:val="00A33C28"/>
    <w:rsid w:val="00A33FC5"/>
    <w:rsid w:val="00A340BB"/>
    <w:rsid w:val="00A340C7"/>
    <w:rsid w:val="00A34115"/>
    <w:rsid w:val="00A34166"/>
    <w:rsid w:val="00A34229"/>
    <w:rsid w:val="00A3439D"/>
    <w:rsid w:val="00A343FF"/>
    <w:rsid w:val="00A346AC"/>
    <w:rsid w:val="00A34A95"/>
    <w:rsid w:val="00A34B2C"/>
    <w:rsid w:val="00A34C1F"/>
    <w:rsid w:val="00A34C3E"/>
    <w:rsid w:val="00A34C88"/>
    <w:rsid w:val="00A34DA4"/>
    <w:rsid w:val="00A34DCA"/>
    <w:rsid w:val="00A34E34"/>
    <w:rsid w:val="00A35222"/>
    <w:rsid w:val="00A35347"/>
    <w:rsid w:val="00A3541F"/>
    <w:rsid w:val="00A35477"/>
    <w:rsid w:val="00A35515"/>
    <w:rsid w:val="00A35570"/>
    <w:rsid w:val="00A355AA"/>
    <w:rsid w:val="00A355CF"/>
    <w:rsid w:val="00A356BC"/>
    <w:rsid w:val="00A356FA"/>
    <w:rsid w:val="00A35838"/>
    <w:rsid w:val="00A35B13"/>
    <w:rsid w:val="00A35C57"/>
    <w:rsid w:val="00A35D35"/>
    <w:rsid w:val="00A35F10"/>
    <w:rsid w:val="00A35F31"/>
    <w:rsid w:val="00A35F55"/>
    <w:rsid w:val="00A35F85"/>
    <w:rsid w:val="00A36199"/>
    <w:rsid w:val="00A363B6"/>
    <w:rsid w:val="00A3672E"/>
    <w:rsid w:val="00A367D3"/>
    <w:rsid w:val="00A36A80"/>
    <w:rsid w:val="00A36C0A"/>
    <w:rsid w:val="00A36DF0"/>
    <w:rsid w:val="00A36EA5"/>
    <w:rsid w:val="00A37025"/>
    <w:rsid w:val="00A37277"/>
    <w:rsid w:val="00A3735D"/>
    <w:rsid w:val="00A37421"/>
    <w:rsid w:val="00A3759B"/>
    <w:rsid w:val="00A3776D"/>
    <w:rsid w:val="00A3796F"/>
    <w:rsid w:val="00A37A34"/>
    <w:rsid w:val="00A37B6C"/>
    <w:rsid w:val="00A37CD7"/>
    <w:rsid w:val="00A37D92"/>
    <w:rsid w:val="00A4006F"/>
    <w:rsid w:val="00A402FF"/>
    <w:rsid w:val="00A403BD"/>
    <w:rsid w:val="00A40810"/>
    <w:rsid w:val="00A40923"/>
    <w:rsid w:val="00A4092F"/>
    <w:rsid w:val="00A40981"/>
    <w:rsid w:val="00A40AD0"/>
    <w:rsid w:val="00A40C48"/>
    <w:rsid w:val="00A40D5A"/>
    <w:rsid w:val="00A40D6E"/>
    <w:rsid w:val="00A40DDA"/>
    <w:rsid w:val="00A40EA7"/>
    <w:rsid w:val="00A40F4D"/>
    <w:rsid w:val="00A410F4"/>
    <w:rsid w:val="00A415D0"/>
    <w:rsid w:val="00A4167E"/>
    <w:rsid w:val="00A416A4"/>
    <w:rsid w:val="00A4186D"/>
    <w:rsid w:val="00A419F9"/>
    <w:rsid w:val="00A41BEE"/>
    <w:rsid w:val="00A41EBC"/>
    <w:rsid w:val="00A41F86"/>
    <w:rsid w:val="00A422B4"/>
    <w:rsid w:val="00A4238B"/>
    <w:rsid w:val="00A42454"/>
    <w:rsid w:val="00A426F9"/>
    <w:rsid w:val="00A4280D"/>
    <w:rsid w:val="00A4281F"/>
    <w:rsid w:val="00A42851"/>
    <w:rsid w:val="00A42966"/>
    <w:rsid w:val="00A429B9"/>
    <w:rsid w:val="00A42A56"/>
    <w:rsid w:val="00A42B6F"/>
    <w:rsid w:val="00A42BBF"/>
    <w:rsid w:val="00A42C78"/>
    <w:rsid w:val="00A42CC0"/>
    <w:rsid w:val="00A42F65"/>
    <w:rsid w:val="00A432E6"/>
    <w:rsid w:val="00A432FE"/>
    <w:rsid w:val="00A43699"/>
    <w:rsid w:val="00A436DA"/>
    <w:rsid w:val="00A4386C"/>
    <w:rsid w:val="00A43875"/>
    <w:rsid w:val="00A43A1B"/>
    <w:rsid w:val="00A43A72"/>
    <w:rsid w:val="00A43AD2"/>
    <w:rsid w:val="00A43B3B"/>
    <w:rsid w:val="00A43B6A"/>
    <w:rsid w:val="00A44027"/>
    <w:rsid w:val="00A442F6"/>
    <w:rsid w:val="00A443F7"/>
    <w:rsid w:val="00A44788"/>
    <w:rsid w:val="00A448D0"/>
    <w:rsid w:val="00A44B11"/>
    <w:rsid w:val="00A44BB9"/>
    <w:rsid w:val="00A44F31"/>
    <w:rsid w:val="00A44F64"/>
    <w:rsid w:val="00A44FB8"/>
    <w:rsid w:val="00A45401"/>
    <w:rsid w:val="00A457E6"/>
    <w:rsid w:val="00A45867"/>
    <w:rsid w:val="00A4586B"/>
    <w:rsid w:val="00A45965"/>
    <w:rsid w:val="00A459F3"/>
    <w:rsid w:val="00A45F56"/>
    <w:rsid w:val="00A45FF1"/>
    <w:rsid w:val="00A45FF8"/>
    <w:rsid w:val="00A4617E"/>
    <w:rsid w:val="00A466FF"/>
    <w:rsid w:val="00A46BBE"/>
    <w:rsid w:val="00A46C66"/>
    <w:rsid w:val="00A46D6F"/>
    <w:rsid w:val="00A46DCC"/>
    <w:rsid w:val="00A46EA6"/>
    <w:rsid w:val="00A46F77"/>
    <w:rsid w:val="00A47416"/>
    <w:rsid w:val="00A47560"/>
    <w:rsid w:val="00A476F5"/>
    <w:rsid w:val="00A47889"/>
    <w:rsid w:val="00A47AFD"/>
    <w:rsid w:val="00A47C82"/>
    <w:rsid w:val="00A47CA2"/>
    <w:rsid w:val="00A47D51"/>
    <w:rsid w:val="00A47F5E"/>
    <w:rsid w:val="00A502AC"/>
    <w:rsid w:val="00A5047E"/>
    <w:rsid w:val="00A50682"/>
    <w:rsid w:val="00A50685"/>
    <w:rsid w:val="00A508AE"/>
    <w:rsid w:val="00A50903"/>
    <w:rsid w:val="00A50991"/>
    <w:rsid w:val="00A50AA4"/>
    <w:rsid w:val="00A50AFE"/>
    <w:rsid w:val="00A50B82"/>
    <w:rsid w:val="00A50BE4"/>
    <w:rsid w:val="00A50E0E"/>
    <w:rsid w:val="00A50EA2"/>
    <w:rsid w:val="00A50F69"/>
    <w:rsid w:val="00A510C4"/>
    <w:rsid w:val="00A5125A"/>
    <w:rsid w:val="00A5134B"/>
    <w:rsid w:val="00A51364"/>
    <w:rsid w:val="00A513A7"/>
    <w:rsid w:val="00A5146C"/>
    <w:rsid w:val="00A51666"/>
    <w:rsid w:val="00A51687"/>
    <w:rsid w:val="00A516B1"/>
    <w:rsid w:val="00A51924"/>
    <w:rsid w:val="00A51DB6"/>
    <w:rsid w:val="00A51ECB"/>
    <w:rsid w:val="00A51F32"/>
    <w:rsid w:val="00A51FBC"/>
    <w:rsid w:val="00A52103"/>
    <w:rsid w:val="00A52203"/>
    <w:rsid w:val="00A524CB"/>
    <w:rsid w:val="00A524DE"/>
    <w:rsid w:val="00A52661"/>
    <w:rsid w:val="00A52684"/>
    <w:rsid w:val="00A52A49"/>
    <w:rsid w:val="00A52B45"/>
    <w:rsid w:val="00A52C75"/>
    <w:rsid w:val="00A52EAE"/>
    <w:rsid w:val="00A52FA8"/>
    <w:rsid w:val="00A53086"/>
    <w:rsid w:val="00A531AD"/>
    <w:rsid w:val="00A53357"/>
    <w:rsid w:val="00A534A0"/>
    <w:rsid w:val="00A53565"/>
    <w:rsid w:val="00A5368C"/>
    <w:rsid w:val="00A5384C"/>
    <w:rsid w:val="00A53863"/>
    <w:rsid w:val="00A53914"/>
    <w:rsid w:val="00A539A1"/>
    <w:rsid w:val="00A53ADF"/>
    <w:rsid w:val="00A53E67"/>
    <w:rsid w:val="00A53ED9"/>
    <w:rsid w:val="00A53EFF"/>
    <w:rsid w:val="00A541B3"/>
    <w:rsid w:val="00A5448A"/>
    <w:rsid w:val="00A546C7"/>
    <w:rsid w:val="00A5470E"/>
    <w:rsid w:val="00A54D87"/>
    <w:rsid w:val="00A54FA8"/>
    <w:rsid w:val="00A5503F"/>
    <w:rsid w:val="00A551A3"/>
    <w:rsid w:val="00A551D2"/>
    <w:rsid w:val="00A55380"/>
    <w:rsid w:val="00A55511"/>
    <w:rsid w:val="00A555AB"/>
    <w:rsid w:val="00A556EC"/>
    <w:rsid w:val="00A55711"/>
    <w:rsid w:val="00A557DA"/>
    <w:rsid w:val="00A55870"/>
    <w:rsid w:val="00A558C1"/>
    <w:rsid w:val="00A558E7"/>
    <w:rsid w:val="00A55C13"/>
    <w:rsid w:val="00A55C59"/>
    <w:rsid w:val="00A56372"/>
    <w:rsid w:val="00A56F3E"/>
    <w:rsid w:val="00A56F91"/>
    <w:rsid w:val="00A56FD6"/>
    <w:rsid w:val="00A5707E"/>
    <w:rsid w:val="00A572BF"/>
    <w:rsid w:val="00A5731B"/>
    <w:rsid w:val="00A574AA"/>
    <w:rsid w:val="00A5751D"/>
    <w:rsid w:val="00A5767C"/>
    <w:rsid w:val="00A57916"/>
    <w:rsid w:val="00A57972"/>
    <w:rsid w:val="00A57A9B"/>
    <w:rsid w:val="00A57CF1"/>
    <w:rsid w:val="00A6001C"/>
    <w:rsid w:val="00A6027D"/>
    <w:rsid w:val="00A602A9"/>
    <w:rsid w:val="00A602CB"/>
    <w:rsid w:val="00A60408"/>
    <w:rsid w:val="00A60527"/>
    <w:rsid w:val="00A60642"/>
    <w:rsid w:val="00A60B81"/>
    <w:rsid w:val="00A60D2D"/>
    <w:rsid w:val="00A60D78"/>
    <w:rsid w:val="00A60F96"/>
    <w:rsid w:val="00A61006"/>
    <w:rsid w:val="00A6100B"/>
    <w:rsid w:val="00A610A3"/>
    <w:rsid w:val="00A6110B"/>
    <w:rsid w:val="00A61585"/>
    <w:rsid w:val="00A615A6"/>
    <w:rsid w:val="00A61661"/>
    <w:rsid w:val="00A61762"/>
    <w:rsid w:val="00A61857"/>
    <w:rsid w:val="00A618C8"/>
    <w:rsid w:val="00A61A4E"/>
    <w:rsid w:val="00A61AED"/>
    <w:rsid w:val="00A61C23"/>
    <w:rsid w:val="00A61F48"/>
    <w:rsid w:val="00A62209"/>
    <w:rsid w:val="00A6245A"/>
    <w:rsid w:val="00A6249F"/>
    <w:rsid w:val="00A6251E"/>
    <w:rsid w:val="00A62829"/>
    <w:rsid w:val="00A629A0"/>
    <w:rsid w:val="00A62A22"/>
    <w:rsid w:val="00A62A32"/>
    <w:rsid w:val="00A62A9E"/>
    <w:rsid w:val="00A63120"/>
    <w:rsid w:val="00A63399"/>
    <w:rsid w:val="00A635D9"/>
    <w:rsid w:val="00A63613"/>
    <w:rsid w:val="00A638AD"/>
    <w:rsid w:val="00A63AAE"/>
    <w:rsid w:val="00A63BC0"/>
    <w:rsid w:val="00A63BD9"/>
    <w:rsid w:val="00A63BFA"/>
    <w:rsid w:val="00A63C8F"/>
    <w:rsid w:val="00A63D5E"/>
    <w:rsid w:val="00A63E56"/>
    <w:rsid w:val="00A640B6"/>
    <w:rsid w:val="00A6419A"/>
    <w:rsid w:val="00A641F4"/>
    <w:rsid w:val="00A643A6"/>
    <w:rsid w:val="00A6442B"/>
    <w:rsid w:val="00A64437"/>
    <w:rsid w:val="00A644A9"/>
    <w:rsid w:val="00A644E0"/>
    <w:rsid w:val="00A64692"/>
    <w:rsid w:val="00A64762"/>
    <w:rsid w:val="00A64879"/>
    <w:rsid w:val="00A6494A"/>
    <w:rsid w:val="00A64BE6"/>
    <w:rsid w:val="00A64D48"/>
    <w:rsid w:val="00A650A5"/>
    <w:rsid w:val="00A65105"/>
    <w:rsid w:val="00A65204"/>
    <w:rsid w:val="00A65501"/>
    <w:rsid w:val="00A655CB"/>
    <w:rsid w:val="00A656FA"/>
    <w:rsid w:val="00A657D1"/>
    <w:rsid w:val="00A659EA"/>
    <w:rsid w:val="00A65A38"/>
    <w:rsid w:val="00A65CF8"/>
    <w:rsid w:val="00A66176"/>
    <w:rsid w:val="00A66389"/>
    <w:rsid w:val="00A664D4"/>
    <w:rsid w:val="00A6664A"/>
    <w:rsid w:val="00A667D5"/>
    <w:rsid w:val="00A6683E"/>
    <w:rsid w:val="00A668E9"/>
    <w:rsid w:val="00A66A13"/>
    <w:rsid w:val="00A66A7B"/>
    <w:rsid w:val="00A66B65"/>
    <w:rsid w:val="00A66E78"/>
    <w:rsid w:val="00A66FEA"/>
    <w:rsid w:val="00A671B0"/>
    <w:rsid w:val="00A67254"/>
    <w:rsid w:val="00A6735F"/>
    <w:rsid w:val="00A6736B"/>
    <w:rsid w:val="00A6739C"/>
    <w:rsid w:val="00A673F3"/>
    <w:rsid w:val="00A674D6"/>
    <w:rsid w:val="00A674E8"/>
    <w:rsid w:val="00A675D8"/>
    <w:rsid w:val="00A67742"/>
    <w:rsid w:val="00A67853"/>
    <w:rsid w:val="00A679A5"/>
    <w:rsid w:val="00A67C5E"/>
    <w:rsid w:val="00A67D0F"/>
    <w:rsid w:val="00A67EA7"/>
    <w:rsid w:val="00A7006A"/>
    <w:rsid w:val="00A7014F"/>
    <w:rsid w:val="00A701F1"/>
    <w:rsid w:val="00A70229"/>
    <w:rsid w:val="00A705AD"/>
    <w:rsid w:val="00A706C6"/>
    <w:rsid w:val="00A70786"/>
    <w:rsid w:val="00A708B1"/>
    <w:rsid w:val="00A708C3"/>
    <w:rsid w:val="00A7094B"/>
    <w:rsid w:val="00A70C8E"/>
    <w:rsid w:val="00A70D65"/>
    <w:rsid w:val="00A70DA4"/>
    <w:rsid w:val="00A70F03"/>
    <w:rsid w:val="00A7103A"/>
    <w:rsid w:val="00A71126"/>
    <w:rsid w:val="00A7121E"/>
    <w:rsid w:val="00A71315"/>
    <w:rsid w:val="00A71393"/>
    <w:rsid w:val="00A71433"/>
    <w:rsid w:val="00A714DD"/>
    <w:rsid w:val="00A715A3"/>
    <w:rsid w:val="00A717D1"/>
    <w:rsid w:val="00A717FE"/>
    <w:rsid w:val="00A71930"/>
    <w:rsid w:val="00A71A70"/>
    <w:rsid w:val="00A71BEC"/>
    <w:rsid w:val="00A71E52"/>
    <w:rsid w:val="00A71FC4"/>
    <w:rsid w:val="00A721FA"/>
    <w:rsid w:val="00A7255D"/>
    <w:rsid w:val="00A72619"/>
    <w:rsid w:val="00A7269D"/>
    <w:rsid w:val="00A72765"/>
    <w:rsid w:val="00A729F5"/>
    <w:rsid w:val="00A72A77"/>
    <w:rsid w:val="00A72AA3"/>
    <w:rsid w:val="00A72F6B"/>
    <w:rsid w:val="00A73054"/>
    <w:rsid w:val="00A73120"/>
    <w:rsid w:val="00A73374"/>
    <w:rsid w:val="00A7338A"/>
    <w:rsid w:val="00A733A7"/>
    <w:rsid w:val="00A735A8"/>
    <w:rsid w:val="00A735E7"/>
    <w:rsid w:val="00A735EB"/>
    <w:rsid w:val="00A73820"/>
    <w:rsid w:val="00A73A29"/>
    <w:rsid w:val="00A73AA6"/>
    <w:rsid w:val="00A73B55"/>
    <w:rsid w:val="00A73CD5"/>
    <w:rsid w:val="00A73D28"/>
    <w:rsid w:val="00A73DE3"/>
    <w:rsid w:val="00A73E26"/>
    <w:rsid w:val="00A73EA5"/>
    <w:rsid w:val="00A73F1F"/>
    <w:rsid w:val="00A740EE"/>
    <w:rsid w:val="00A7427C"/>
    <w:rsid w:val="00A7438B"/>
    <w:rsid w:val="00A7449E"/>
    <w:rsid w:val="00A745D5"/>
    <w:rsid w:val="00A746F1"/>
    <w:rsid w:val="00A74A5E"/>
    <w:rsid w:val="00A74C56"/>
    <w:rsid w:val="00A74E7C"/>
    <w:rsid w:val="00A74E8C"/>
    <w:rsid w:val="00A74E97"/>
    <w:rsid w:val="00A74FA9"/>
    <w:rsid w:val="00A7504C"/>
    <w:rsid w:val="00A750FF"/>
    <w:rsid w:val="00A75267"/>
    <w:rsid w:val="00A752A8"/>
    <w:rsid w:val="00A752B2"/>
    <w:rsid w:val="00A75449"/>
    <w:rsid w:val="00A75663"/>
    <w:rsid w:val="00A758C8"/>
    <w:rsid w:val="00A75A21"/>
    <w:rsid w:val="00A75D82"/>
    <w:rsid w:val="00A75D8F"/>
    <w:rsid w:val="00A75F12"/>
    <w:rsid w:val="00A75F4D"/>
    <w:rsid w:val="00A76189"/>
    <w:rsid w:val="00A761C2"/>
    <w:rsid w:val="00A762F9"/>
    <w:rsid w:val="00A768AC"/>
    <w:rsid w:val="00A76B05"/>
    <w:rsid w:val="00A76B54"/>
    <w:rsid w:val="00A76BFD"/>
    <w:rsid w:val="00A76E12"/>
    <w:rsid w:val="00A76E8B"/>
    <w:rsid w:val="00A76E8F"/>
    <w:rsid w:val="00A76FB3"/>
    <w:rsid w:val="00A77138"/>
    <w:rsid w:val="00A7718C"/>
    <w:rsid w:val="00A771D7"/>
    <w:rsid w:val="00A77270"/>
    <w:rsid w:val="00A77707"/>
    <w:rsid w:val="00A77872"/>
    <w:rsid w:val="00A778A0"/>
    <w:rsid w:val="00A77B70"/>
    <w:rsid w:val="00A77C3E"/>
    <w:rsid w:val="00A77CF5"/>
    <w:rsid w:val="00A77D87"/>
    <w:rsid w:val="00A77DCD"/>
    <w:rsid w:val="00A77E60"/>
    <w:rsid w:val="00A80058"/>
    <w:rsid w:val="00A8009B"/>
    <w:rsid w:val="00A8030E"/>
    <w:rsid w:val="00A803E5"/>
    <w:rsid w:val="00A808EC"/>
    <w:rsid w:val="00A80909"/>
    <w:rsid w:val="00A80972"/>
    <w:rsid w:val="00A80A0B"/>
    <w:rsid w:val="00A80BA9"/>
    <w:rsid w:val="00A80C61"/>
    <w:rsid w:val="00A81167"/>
    <w:rsid w:val="00A81176"/>
    <w:rsid w:val="00A814A1"/>
    <w:rsid w:val="00A814B3"/>
    <w:rsid w:val="00A8152F"/>
    <w:rsid w:val="00A816AA"/>
    <w:rsid w:val="00A817AD"/>
    <w:rsid w:val="00A817D1"/>
    <w:rsid w:val="00A818B9"/>
    <w:rsid w:val="00A81A85"/>
    <w:rsid w:val="00A81AE1"/>
    <w:rsid w:val="00A81C56"/>
    <w:rsid w:val="00A81DD1"/>
    <w:rsid w:val="00A81EFD"/>
    <w:rsid w:val="00A81F8E"/>
    <w:rsid w:val="00A8209F"/>
    <w:rsid w:val="00A82320"/>
    <w:rsid w:val="00A824D3"/>
    <w:rsid w:val="00A82580"/>
    <w:rsid w:val="00A826B9"/>
    <w:rsid w:val="00A82734"/>
    <w:rsid w:val="00A82858"/>
    <w:rsid w:val="00A829E8"/>
    <w:rsid w:val="00A82A47"/>
    <w:rsid w:val="00A82A92"/>
    <w:rsid w:val="00A82BD5"/>
    <w:rsid w:val="00A82C09"/>
    <w:rsid w:val="00A82C8B"/>
    <w:rsid w:val="00A82D03"/>
    <w:rsid w:val="00A82FFD"/>
    <w:rsid w:val="00A83047"/>
    <w:rsid w:val="00A83081"/>
    <w:rsid w:val="00A830F4"/>
    <w:rsid w:val="00A83221"/>
    <w:rsid w:val="00A83239"/>
    <w:rsid w:val="00A83680"/>
    <w:rsid w:val="00A8369F"/>
    <w:rsid w:val="00A836FB"/>
    <w:rsid w:val="00A8373F"/>
    <w:rsid w:val="00A837A7"/>
    <w:rsid w:val="00A83962"/>
    <w:rsid w:val="00A839F5"/>
    <w:rsid w:val="00A83A99"/>
    <w:rsid w:val="00A83B8B"/>
    <w:rsid w:val="00A83BE6"/>
    <w:rsid w:val="00A83CEB"/>
    <w:rsid w:val="00A84017"/>
    <w:rsid w:val="00A84030"/>
    <w:rsid w:val="00A84098"/>
    <w:rsid w:val="00A844AA"/>
    <w:rsid w:val="00A846BB"/>
    <w:rsid w:val="00A84AC8"/>
    <w:rsid w:val="00A84AF6"/>
    <w:rsid w:val="00A84B06"/>
    <w:rsid w:val="00A84C83"/>
    <w:rsid w:val="00A84C91"/>
    <w:rsid w:val="00A850EF"/>
    <w:rsid w:val="00A85175"/>
    <w:rsid w:val="00A85204"/>
    <w:rsid w:val="00A85365"/>
    <w:rsid w:val="00A854A4"/>
    <w:rsid w:val="00A8560C"/>
    <w:rsid w:val="00A856C4"/>
    <w:rsid w:val="00A85A04"/>
    <w:rsid w:val="00A85BB6"/>
    <w:rsid w:val="00A8615F"/>
    <w:rsid w:val="00A862EC"/>
    <w:rsid w:val="00A866BE"/>
    <w:rsid w:val="00A867DF"/>
    <w:rsid w:val="00A867E5"/>
    <w:rsid w:val="00A86862"/>
    <w:rsid w:val="00A86864"/>
    <w:rsid w:val="00A86BF1"/>
    <w:rsid w:val="00A86E0F"/>
    <w:rsid w:val="00A86FC6"/>
    <w:rsid w:val="00A87169"/>
    <w:rsid w:val="00A8720C"/>
    <w:rsid w:val="00A8761A"/>
    <w:rsid w:val="00A8787E"/>
    <w:rsid w:val="00A8789F"/>
    <w:rsid w:val="00A878EA"/>
    <w:rsid w:val="00A878FA"/>
    <w:rsid w:val="00A87A7A"/>
    <w:rsid w:val="00A87A85"/>
    <w:rsid w:val="00A87B9E"/>
    <w:rsid w:val="00A87BC5"/>
    <w:rsid w:val="00A901DF"/>
    <w:rsid w:val="00A90293"/>
    <w:rsid w:val="00A9036B"/>
    <w:rsid w:val="00A9046F"/>
    <w:rsid w:val="00A90526"/>
    <w:rsid w:val="00A90836"/>
    <w:rsid w:val="00A9085D"/>
    <w:rsid w:val="00A90BB8"/>
    <w:rsid w:val="00A90DA9"/>
    <w:rsid w:val="00A91169"/>
    <w:rsid w:val="00A9124E"/>
    <w:rsid w:val="00A91297"/>
    <w:rsid w:val="00A913E0"/>
    <w:rsid w:val="00A9159F"/>
    <w:rsid w:val="00A916F7"/>
    <w:rsid w:val="00A91AC8"/>
    <w:rsid w:val="00A91AD8"/>
    <w:rsid w:val="00A91AFB"/>
    <w:rsid w:val="00A91C51"/>
    <w:rsid w:val="00A91E1F"/>
    <w:rsid w:val="00A91FEA"/>
    <w:rsid w:val="00A9211C"/>
    <w:rsid w:val="00A922A1"/>
    <w:rsid w:val="00A922CD"/>
    <w:rsid w:val="00A924A4"/>
    <w:rsid w:val="00A927B4"/>
    <w:rsid w:val="00A92867"/>
    <w:rsid w:val="00A92FA6"/>
    <w:rsid w:val="00A93024"/>
    <w:rsid w:val="00A93119"/>
    <w:rsid w:val="00A931F3"/>
    <w:rsid w:val="00A932E9"/>
    <w:rsid w:val="00A932FD"/>
    <w:rsid w:val="00A93446"/>
    <w:rsid w:val="00A9352D"/>
    <w:rsid w:val="00A936FC"/>
    <w:rsid w:val="00A938DF"/>
    <w:rsid w:val="00A938E5"/>
    <w:rsid w:val="00A9398D"/>
    <w:rsid w:val="00A93B4E"/>
    <w:rsid w:val="00A93B5B"/>
    <w:rsid w:val="00A93B6D"/>
    <w:rsid w:val="00A93C09"/>
    <w:rsid w:val="00A93C69"/>
    <w:rsid w:val="00A93DFD"/>
    <w:rsid w:val="00A93E93"/>
    <w:rsid w:val="00A93EDE"/>
    <w:rsid w:val="00A941E3"/>
    <w:rsid w:val="00A9439D"/>
    <w:rsid w:val="00A94508"/>
    <w:rsid w:val="00A94762"/>
    <w:rsid w:val="00A947D9"/>
    <w:rsid w:val="00A949EF"/>
    <w:rsid w:val="00A94B98"/>
    <w:rsid w:val="00A94CB8"/>
    <w:rsid w:val="00A94DA3"/>
    <w:rsid w:val="00A94F6D"/>
    <w:rsid w:val="00A950EF"/>
    <w:rsid w:val="00A952C9"/>
    <w:rsid w:val="00A95368"/>
    <w:rsid w:val="00A953FB"/>
    <w:rsid w:val="00A954C9"/>
    <w:rsid w:val="00A955EA"/>
    <w:rsid w:val="00A959FE"/>
    <w:rsid w:val="00A95AF0"/>
    <w:rsid w:val="00A95F57"/>
    <w:rsid w:val="00A96116"/>
    <w:rsid w:val="00A96407"/>
    <w:rsid w:val="00A964E8"/>
    <w:rsid w:val="00A965B6"/>
    <w:rsid w:val="00A965FF"/>
    <w:rsid w:val="00A9666D"/>
    <w:rsid w:val="00A9677F"/>
    <w:rsid w:val="00A96883"/>
    <w:rsid w:val="00A969C0"/>
    <w:rsid w:val="00A96AD7"/>
    <w:rsid w:val="00A96B6F"/>
    <w:rsid w:val="00A96BBB"/>
    <w:rsid w:val="00A96C0F"/>
    <w:rsid w:val="00A96DCA"/>
    <w:rsid w:val="00A97025"/>
    <w:rsid w:val="00A97032"/>
    <w:rsid w:val="00A970DE"/>
    <w:rsid w:val="00A9761E"/>
    <w:rsid w:val="00A976C5"/>
    <w:rsid w:val="00A97797"/>
    <w:rsid w:val="00A97A7B"/>
    <w:rsid w:val="00A97C79"/>
    <w:rsid w:val="00A97C8B"/>
    <w:rsid w:val="00A97D0D"/>
    <w:rsid w:val="00A97EB5"/>
    <w:rsid w:val="00AA012A"/>
    <w:rsid w:val="00AA0160"/>
    <w:rsid w:val="00AA03A5"/>
    <w:rsid w:val="00AA0575"/>
    <w:rsid w:val="00AA06AF"/>
    <w:rsid w:val="00AA0A4C"/>
    <w:rsid w:val="00AA0B14"/>
    <w:rsid w:val="00AA0B19"/>
    <w:rsid w:val="00AA0CB1"/>
    <w:rsid w:val="00AA0CFC"/>
    <w:rsid w:val="00AA0D6D"/>
    <w:rsid w:val="00AA0E4F"/>
    <w:rsid w:val="00AA0E9F"/>
    <w:rsid w:val="00AA12A0"/>
    <w:rsid w:val="00AA18D8"/>
    <w:rsid w:val="00AA1A41"/>
    <w:rsid w:val="00AA1AC0"/>
    <w:rsid w:val="00AA1AF4"/>
    <w:rsid w:val="00AA1B8F"/>
    <w:rsid w:val="00AA1D5E"/>
    <w:rsid w:val="00AA2079"/>
    <w:rsid w:val="00AA207D"/>
    <w:rsid w:val="00AA20C4"/>
    <w:rsid w:val="00AA2143"/>
    <w:rsid w:val="00AA22C0"/>
    <w:rsid w:val="00AA2732"/>
    <w:rsid w:val="00AA28F6"/>
    <w:rsid w:val="00AA29BF"/>
    <w:rsid w:val="00AA2CDD"/>
    <w:rsid w:val="00AA2E31"/>
    <w:rsid w:val="00AA2E34"/>
    <w:rsid w:val="00AA2FB8"/>
    <w:rsid w:val="00AA3440"/>
    <w:rsid w:val="00AA369B"/>
    <w:rsid w:val="00AA379A"/>
    <w:rsid w:val="00AA37C3"/>
    <w:rsid w:val="00AA38B2"/>
    <w:rsid w:val="00AA3B6C"/>
    <w:rsid w:val="00AA3BB2"/>
    <w:rsid w:val="00AA42C8"/>
    <w:rsid w:val="00AA43D1"/>
    <w:rsid w:val="00AA44E0"/>
    <w:rsid w:val="00AA4687"/>
    <w:rsid w:val="00AA4891"/>
    <w:rsid w:val="00AA4A13"/>
    <w:rsid w:val="00AA4B24"/>
    <w:rsid w:val="00AA5137"/>
    <w:rsid w:val="00AA515A"/>
    <w:rsid w:val="00AA519A"/>
    <w:rsid w:val="00AA559F"/>
    <w:rsid w:val="00AA55FF"/>
    <w:rsid w:val="00AA560D"/>
    <w:rsid w:val="00AA5753"/>
    <w:rsid w:val="00AA5824"/>
    <w:rsid w:val="00AA5879"/>
    <w:rsid w:val="00AA5A04"/>
    <w:rsid w:val="00AA5AB1"/>
    <w:rsid w:val="00AA5C15"/>
    <w:rsid w:val="00AA5C1B"/>
    <w:rsid w:val="00AA5E10"/>
    <w:rsid w:val="00AA5E9D"/>
    <w:rsid w:val="00AA5F8F"/>
    <w:rsid w:val="00AA6240"/>
    <w:rsid w:val="00AA6453"/>
    <w:rsid w:val="00AA645F"/>
    <w:rsid w:val="00AA6478"/>
    <w:rsid w:val="00AA64BB"/>
    <w:rsid w:val="00AA660E"/>
    <w:rsid w:val="00AA6786"/>
    <w:rsid w:val="00AA67C2"/>
    <w:rsid w:val="00AA696E"/>
    <w:rsid w:val="00AA69C1"/>
    <w:rsid w:val="00AA6B12"/>
    <w:rsid w:val="00AA6B73"/>
    <w:rsid w:val="00AA6BBC"/>
    <w:rsid w:val="00AA6F1F"/>
    <w:rsid w:val="00AA7004"/>
    <w:rsid w:val="00AA7053"/>
    <w:rsid w:val="00AA712E"/>
    <w:rsid w:val="00AA7322"/>
    <w:rsid w:val="00AA733B"/>
    <w:rsid w:val="00AA7409"/>
    <w:rsid w:val="00AA741A"/>
    <w:rsid w:val="00AA76E6"/>
    <w:rsid w:val="00AA7723"/>
    <w:rsid w:val="00AA77DE"/>
    <w:rsid w:val="00AB0126"/>
    <w:rsid w:val="00AB0600"/>
    <w:rsid w:val="00AB0740"/>
    <w:rsid w:val="00AB0831"/>
    <w:rsid w:val="00AB0ADA"/>
    <w:rsid w:val="00AB0CF0"/>
    <w:rsid w:val="00AB0D70"/>
    <w:rsid w:val="00AB0D9A"/>
    <w:rsid w:val="00AB105B"/>
    <w:rsid w:val="00AB1120"/>
    <w:rsid w:val="00AB126B"/>
    <w:rsid w:val="00AB1463"/>
    <w:rsid w:val="00AB15A5"/>
    <w:rsid w:val="00AB167B"/>
    <w:rsid w:val="00AB181C"/>
    <w:rsid w:val="00AB1A64"/>
    <w:rsid w:val="00AB1BB8"/>
    <w:rsid w:val="00AB1C83"/>
    <w:rsid w:val="00AB1CF0"/>
    <w:rsid w:val="00AB1D41"/>
    <w:rsid w:val="00AB201B"/>
    <w:rsid w:val="00AB203E"/>
    <w:rsid w:val="00AB2050"/>
    <w:rsid w:val="00AB2294"/>
    <w:rsid w:val="00AB238C"/>
    <w:rsid w:val="00AB2725"/>
    <w:rsid w:val="00AB27D2"/>
    <w:rsid w:val="00AB2867"/>
    <w:rsid w:val="00AB2979"/>
    <w:rsid w:val="00AB2A24"/>
    <w:rsid w:val="00AB2C78"/>
    <w:rsid w:val="00AB2CAD"/>
    <w:rsid w:val="00AB2D23"/>
    <w:rsid w:val="00AB2D9D"/>
    <w:rsid w:val="00AB2E8F"/>
    <w:rsid w:val="00AB2EAD"/>
    <w:rsid w:val="00AB2F1B"/>
    <w:rsid w:val="00AB2F2E"/>
    <w:rsid w:val="00AB3197"/>
    <w:rsid w:val="00AB336B"/>
    <w:rsid w:val="00AB356B"/>
    <w:rsid w:val="00AB3682"/>
    <w:rsid w:val="00AB384E"/>
    <w:rsid w:val="00AB3853"/>
    <w:rsid w:val="00AB3893"/>
    <w:rsid w:val="00AB3945"/>
    <w:rsid w:val="00AB397B"/>
    <w:rsid w:val="00AB3A1B"/>
    <w:rsid w:val="00AB3A62"/>
    <w:rsid w:val="00AB3C72"/>
    <w:rsid w:val="00AB3C77"/>
    <w:rsid w:val="00AB3CB0"/>
    <w:rsid w:val="00AB3DBB"/>
    <w:rsid w:val="00AB3E12"/>
    <w:rsid w:val="00AB441E"/>
    <w:rsid w:val="00AB47CD"/>
    <w:rsid w:val="00AB47E6"/>
    <w:rsid w:val="00AB48B3"/>
    <w:rsid w:val="00AB4C9C"/>
    <w:rsid w:val="00AB4CB4"/>
    <w:rsid w:val="00AB4CDE"/>
    <w:rsid w:val="00AB4D8D"/>
    <w:rsid w:val="00AB4E7B"/>
    <w:rsid w:val="00AB4F8D"/>
    <w:rsid w:val="00AB5078"/>
    <w:rsid w:val="00AB5127"/>
    <w:rsid w:val="00AB525E"/>
    <w:rsid w:val="00AB52AB"/>
    <w:rsid w:val="00AB5461"/>
    <w:rsid w:val="00AB54A5"/>
    <w:rsid w:val="00AB559B"/>
    <w:rsid w:val="00AB574D"/>
    <w:rsid w:val="00AB58D8"/>
    <w:rsid w:val="00AB5ACF"/>
    <w:rsid w:val="00AB5E9E"/>
    <w:rsid w:val="00AB5ED8"/>
    <w:rsid w:val="00AB5F3E"/>
    <w:rsid w:val="00AB5FE0"/>
    <w:rsid w:val="00AB6208"/>
    <w:rsid w:val="00AB62B9"/>
    <w:rsid w:val="00AB6350"/>
    <w:rsid w:val="00AB63C3"/>
    <w:rsid w:val="00AB6546"/>
    <w:rsid w:val="00AB693B"/>
    <w:rsid w:val="00AB69C2"/>
    <w:rsid w:val="00AB6A5D"/>
    <w:rsid w:val="00AB6C6F"/>
    <w:rsid w:val="00AB6F77"/>
    <w:rsid w:val="00AB71E7"/>
    <w:rsid w:val="00AB7466"/>
    <w:rsid w:val="00AB752B"/>
    <w:rsid w:val="00AB7549"/>
    <w:rsid w:val="00AB75C0"/>
    <w:rsid w:val="00AB7748"/>
    <w:rsid w:val="00AB79AE"/>
    <w:rsid w:val="00AB7A00"/>
    <w:rsid w:val="00AB7BD1"/>
    <w:rsid w:val="00AB7C81"/>
    <w:rsid w:val="00AB7F94"/>
    <w:rsid w:val="00AC04C2"/>
    <w:rsid w:val="00AC0530"/>
    <w:rsid w:val="00AC05ED"/>
    <w:rsid w:val="00AC06AE"/>
    <w:rsid w:val="00AC0A9A"/>
    <w:rsid w:val="00AC0AA7"/>
    <w:rsid w:val="00AC0B8F"/>
    <w:rsid w:val="00AC0E32"/>
    <w:rsid w:val="00AC0EFF"/>
    <w:rsid w:val="00AC0F34"/>
    <w:rsid w:val="00AC1158"/>
    <w:rsid w:val="00AC1204"/>
    <w:rsid w:val="00AC160E"/>
    <w:rsid w:val="00AC1A98"/>
    <w:rsid w:val="00AC1BB6"/>
    <w:rsid w:val="00AC1E0D"/>
    <w:rsid w:val="00AC1E76"/>
    <w:rsid w:val="00AC20B9"/>
    <w:rsid w:val="00AC2232"/>
    <w:rsid w:val="00AC22E3"/>
    <w:rsid w:val="00AC2469"/>
    <w:rsid w:val="00AC24D5"/>
    <w:rsid w:val="00AC2580"/>
    <w:rsid w:val="00AC25F1"/>
    <w:rsid w:val="00AC2656"/>
    <w:rsid w:val="00AC26FF"/>
    <w:rsid w:val="00AC2748"/>
    <w:rsid w:val="00AC27E5"/>
    <w:rsid w:val="00AC28F2"/>
    <w:rsid w:val="00AC294A"/>
    <w:rsid w:val="00AC2AF6"/>
    <w:rsid w:val="00AC2B72"/>
    <w:rsid w:val="00AC3197"/>
    <w:rsid w:val="00AC323D"/>
    <w:rsid w:val="00AC326B"/>
    <w:rsid w:val="00AC34E9"/>
    <w:rsid w:val="00AC35FD"/>
    <w:rsid w:val="00AC3852"/>
    <w:rsid w:val="00AC38C0"/>
    <w:rsid w:val="00AC393C"/>
    <w:rsid w:val="00AC3AE8"/>
    <w:rsid w:val="00AC3D59"/>
    <w:rsid w:val="00AC3F1B"/>
    <w:rsid w:val="00AC3F50"/>
    <w:rsid w:val="00AC3F89"/>
    <w:rsid w:val="00AC40ED"/>
    <w:rsid w:val="00AC433D"/>
    <w:rsid w:val="00AC44B9"/>
    <w:rsid w:val="00AC48E9"/>
    <w:rsid w:val="00AC49EF"/>
    <w:rsid w:val="00AC4A92"/>
    <w:rsid w:val="00AC4B04"/>
    <w:rsid w:val="00AC4BBD"/>
    <w:rsid w:val="00AC4C5A"/>
    <w:rsid w:val="00AC4F0E"/>
    <w:rsid w:val="00AC4F13"/>
    <w:rsid w:val="00AC4F82"/>
    <w:rsid w:val="00AC5447"/>
    <w:rsid w:val="00AC5473"/>
    <w:rsid w:val="00AC5499"/>
    <w:rsid w:val="00AC549A"/>
    <w:rsid w:val="00AC550A"/>
    <w:rsid w:val="00AC56D0"/>
    <w:rsid w:val="00AC57AE"/>
    <w:rsid w:val="00AC582E"/>
    <w:rsid w:val="00AC59F2"/>
    <w:rsid w:val="00AC5AC6"/>
    <w:rsid w:val="00AC5D59"/>
    <w:rsid w:val="00AC6138"/>
    <w:rsid w:val="00AC630C"/>
    <w:rsid w:val="00AC6813"/>
    <w:rsid w:val="00AC6C43"/>
    <w:rsid w:val="00AC6D0E"/>
    <w:rsid w:val="00AC6E2C"/>
    <w:rsid w:val="00AC6E5F"/>
    <w:rsid w:val="00AC6EB8"/>
    <w:rsid w:val="00AC7238"/>
    <w:rsid w:val="00AC728A"/>
    <w:rsid w:val="00AC76B5"/>
    <w:rsid w:val="00AC77C0"/>
    <w:rsid w:val="00AC7AB4"/>
    <w:rsid w:val="00AC7B96"/>
    <w:rsid w:val="00AC7D99"/>
    <w:rsid w:val="00AC7E42"/>
    <w:rsid w:val="00AC7EF9"/>
    <w:rsid w:val="00AC7F1A"/>
    <w:rsid w:val="00AD00B3"/>
    <w:rsid w:val="00AD0187"/>
    <w:rsid w:val="00AD0252"/>
    <w:rsid w:val="00AD02E3"/>
    <w:rsid w:val="00AD0394"/>
    <w:rsid w:val="00AD0451"/>
    <w:rsid w:val="00AD04F8"/>
    <w:rsid w:val="00AD0527"/>
    <w:rsid w:val="00AD0916"/>
    <w:rsid w:val="00AD0BCB"/>
    <w:rsid w:val="00AD0C51"/>
    <w:rsid w:val="00AD0D82"/>
    <w:rsid w:val="00AD0EFD"/>
    <w:rsid w:val="00AD1089"/>
    <w:rsid w:val="00AD1428"/>
    <w:rsid w:val="00AD154F"/>
    <w:rsid w:val="00AD16B2"/>
    <w:rsid w:val="00AD1718"/>
    <w:rsid w:val="00AD17C7"/>
    <w:rsid w:val="00AD1897"/>
    <w:rsid w:val="00AD18D4"/>
    <w:rsid w:val="00AD1A2F"/>
    <w:rsid w:val="00AD1B14"/>
    <w:rsid w:val="00AD1B30"/>
    <w:rsid w:val="00AD1C9A"/>
    <w:rsid w:val="00AD1DC9"/>
    <w:rsid w:val="00AD2064"/>
    <w:rsid w:val="00AD22C9"/>
    <w:rsid w:val="00AD233B"/>
    <w:rsid w:val="00AD2401"/>
    <w:rsid w:val="00AD2464"/>
    <w:rsid w:val="00AD2472"/>
    <w:rsid w:val="00AD26A6"/>
    <w:rsid w:val="00AD2749"/>
    <w:rsid w:val="00AD2AB6"/>
    <w:rsid w:val="00AD2C16"/>
    <w:rsid w:val="00AD2C3C"/>
    <w:rsid w:val="00AD304B"/>
    <w:rsid w:val="00AD315F"/>
    <w:rsid w:val="00AD32D1"/>
    <w:rsid w:val="00AD3559"/>
    <w:rsid w:val="00AD3921"/>
    <w:rsid w:val="00AD397A"/>
    <w:rsid w:val="00AD3C68"/>
    <w:rsid w:val="00AD3CDB"/>
    <w:rsid w:val="00AD3DE1"/>
    <w:rsid w:val="00AD41C2"/>
    <w:rsid w:val="00AD42AE"/>
    <w:rsid w:val="00AD4645"/>
    <w:rsid w:val="00AD476C"/>
    <w:rsid w:val="00AD47D8"/>
    <w:rsid w:val="00AD48BB"/>
    <w:rsid w:val="00AD48FE"/>
    <w:rsid w:val="00AD4AC9"/>
    <w:rsid w:val="00AD4D30"/>
    <w:rsid w:val="00AD4E31"/>
    <w:rsid w:val="00AD4E69"/>
    <w:rsid w:val="00AD4E83"/>
    <w:rsid w:val="00AD50B4"/>
    <w:rsid w:val="00AD51F7"/>
    <w:rsid w:val="00AD528E"/>
    <w:rsid w:val="00AD540E"/>
    <w:rsid w:val="00AD5568"/>
    <w:rsid w:val="00AD5621"/>
    <w:rsid w:val="00AD572B"/>
    <w:rsid w:val="00AD5900"/>
    <w:rsid w:val="00AD5A82"/>
    <w:rsid w:val="00AD5F9C"/>
    <w:rsid w:val="00AD611E"/>
    <w:rsid w:val="00AD61BF"/>
    <w:rsid w:val="00AD64F7"/>
    <w:rsid w:val="00AD6742"/>
    <w:rsid w:val="00AD68B4"/>
    <w:rsid w:val="00AD6915"/>
    <w:rsid w:val="00AD6AC5"/>
    <w:rsid w:val="00AD6BF0"/>
    <w:rsid w:val="00AD6D9F"/>
    <w:rsid w:val="00AD6E55"/>
    <w:rsid w:val="00AD6F41"/>
    <w:rsid w:val="00AD6F91"/>
    <w:rsid w:val="00AD7039"/>
    <w:rsid w:val="00AD7190"/>
    <w:rsid w:val="00AD7229"/>
    <w:rsid w:val="00AD733D"/>
    <w:rsid w:val="00AD73C1"/>
    <w:rsid w:val="00AD73F2"/>
    <w:rsid w:val="00AD7459"/>
    <w:rsid w:val="00AD7576"/>
    <w:rsid w:val="00AD7779"/>
    <w:rsid w:val="00AD7785"/>
    <w:rsid w:val="00AD77EF"/>
    <w:rsid w:val="00AD7809"/>
    <w:rsid w:val="00AD7910"/>
    <w:rsid w:val="00AD7DDD"/>
    <w:rsid w:val="00AE0812"/>
    <w:rsid w:val="00AE085E"/>
    <w:rsid w:val="00AE0891"/>
    <w:rsid w:val="00AE0A30"/>
    <w:rsid w:val="00AE0BB8"/>
    <w:rsid w:val="00AE0D70"/>
    <w:rsid w:val="00AE0FF3"/>
    <w:rsid w:val="00AE1094"/>
    <w:rsid w:val="00AE10CA"/>
    <w:rsid w:val="00AE1202"/>
    <w:rsid w:val="00AE1278"/>
    <w:rsid w:val="00AE1390"/>
    <w:rsid w:val="00AE140C"/>
    <w:rsid w:val="00AE17FA"/>
    <w:rsid w:val="00AE1C00"/>
    <w:rsid w:val="00AE1D80"/>
    <w:rsid w:val="00AE1E23"/>
    <w:rsid w:val="00AE1E6D"/>
    <w:rsid w:val="00AE1FA3"/>
    <w:rsid w:val="00AE209B"/>
    <w:rsid w:val="00AE20C3"/>
    <w:rsid w:val="00AE20F4"/>
    <w:rsid w:val="00AE2190"/>
    <w:rsid w:val="00AE227B"/>
    <w:rsid w:val="00AE22DC"/>
    <w:rsid w:val="00AE237D"/>
    <w:rsid w:val="00AE2453"/>
    <w:rsid w:val="00AE2782"/>
    <w:rsid w:val="00AE2868"/>
    <w:rsid w:val="00AE28B2"/>
    <w:rsid w:val="00AE2BED"/>
    <w:rsid w:val="00AE2C7E"/>
    <w:rsid w:val="00AE2E0F"/>
    <w:rsid w:val="00AE2FA1"/>
    <w:rsid w:val="00AE30EA"/>
    <w:rsid w:val="00AE3132"/>
    <w:rsid w:val="00AE3339"/>
    <w:rsid w:val="00AE35A4"/>
    <w:rsid w:val="00AE36DE"/>
    <w:rsid w:val="00AE383F"/>
    <w:rsid w:val="00AE38D3"/>
    <w:rsid w:val="00AE3B99"/>
    <w:rsid w:val="00AE3C2D"/>
    <w:rsid w:val="00AE3E6A"/>
    <w:rsid w:val="00AE3F4E"/>
    <w:rsid w:val="00AE4190"/>
    <w:rsid w:val="00AE4278"/>
    <w:rsid w:val="00AE4405"/>
    <w:rsid w:val="00AE4429"/>
    <w:rsid w:val="00AE4432"/>
    <w:rsid w:val="00AE454C"/>
    <w:rsid w:val="00AE46AD"/>
    <w:rsid w:val="00AE4B49"/>
    <w:rsid w:val="00AE4B8C"/>
    <w:rsid w:val="00AE4C7C"/>
    <w:rsid w:val="00AE5124"/>
    <w:rsid w:val="00AE5191"/>
    <w:rsid w:val="00AE51EC"/>
    <w:rsid w:val="00AE52B8"/>
    <w:rsid w:val="00AE5655"/>
    <w:rsid w:val="00AE58E4"/>
    <w:rsid w:val="00AE5917"/>
    <w:rsid w:val="00AE5995"/>
    <w:rsid w:val="00AE59E2"/>
    <w:rsid w:val="00AE5AB0"/>
    <w:rsid w:val="00AE5B0C"/>
    <w:rsid w:val="00AE622B"/>
    <w:rsid w:val="00AE6247"/>
    <w:rsid w:val="00AE6298"/>
    <w:rsid w:val="00AE62BD"/>
    <w:rsid w:val="00AE62E6"/>
    <w:rsid w:val="00AE63B7"/>
    <w:rsid w:val="00AE63E7"/>
    <w:rsid w:val="00AE68A4"/>
    <w:rsid w:val="00AE69AB"/>
    <w:rsid w:val="00AE6EBE"/>
    <w:rsid w:val="00AE6F17"/>
    <w:rsid w:val="00AE72C5"/>
    <w:rsid w:val="00AE72DB"/>
    <w:rsid w:val="00AE780F"/>
    <w:rsid w:val="00AE789C"/>
    <w:rsid w:val="00AE79E0"/>
    <w:rsid w:val="00AE7C6C"/>
    <w:rsid w:val="00AE7DDD"/>
    <w:rsid w:val="00AE7F2A"/>
    <w:rsid w:val="00AE7F67"/>
    <w:rsid w:val="00AF020B"/>
    <w:rsid w:val="00AF0220"/>
    <w:rsid w:val="00AF03EA"/>
    <w:rsid w:val="00AF04C4"/>
    <w:rsid w:val="00AF095F"/>
    <w:rsid w:val="00AF0CBA"/>
    <w:rsid w:val="00AF0FDE"/>
    <w:rsid w:val="00AF125D"/>
    <w:rsid w:val="00AF1337"/>
    <w:rsid w:val="00AF1571"/>
    <w:rsid w:val="00AF1686"/>
    <w:rsid w:val="00AF1EEB"/>
    <w:rsid w:val="00AF202C"/>
    <w:rsid w:val="00AF2202"/>
    <w:rsid w:val="00AF22F5"/>
    <w:rsid w:val="00AF24A0"/>
    <w:rsid w:val="00AF2520"/>
    <w:rsid w:val="00AF2677"/>
    <w:rsid w:val="00AF27D4"/>
    <w:rsid w:val="00AF27F9"/>
    <w:rsid w:val="00AF2BA6"/>
    <w:rsid w:val="00AF2D73"/>
    <w:rsid w:val="00AF2D7B"/>
    <w:rsid w:val="00AF30AD"/>
    <w:rsid w:val="00AF3151"/>
    <w:rsid w:val="00AF3248"/>
    <w:rsid w:val="00AF333B"/>
    <w:rsid w:val="00AF37B3"/>
    <w:rsid w:val="00AF3827"/>
    <w:rsid w:val="00AF3AB2"/>
    <w:rsid w:val="00AF3E51"/>
    <w:rsid w:val="00AF4085"/>
    <w:rsid w:val="00AF42CF"/>
    <w:rsid w:val="00AF443C"/>
    <w:rsid w:val="00AF4513"/>
    <w:rsid w:val="00AF4515"/>
    <w:rsid w:val="00AF463C"/>
    <w:rsid w:val="00AF4741"/>
    <w:rsid w:val="00AF48D3"/>
    <w:rsid w:val="00AF4981"/>
    <w:rsid w:val="00AF4BB9"/>
    <w:rsid w:val="00AF4EB8"/>
    <w:rsid w:val="00AF5105"/>
    <w:rsid w:val="00AF511F"/>
    <w:rsid w:val="00AF5235"/>
    <w:rsid w:val="00AF5251"/>
    <w:rsid w:val="00AF52F8"/>
    <w:rsid w:val="00AF5390"/>
    <w:rsid w:val="00AF557A"/>
    <w:rsid w:val="00AF563F"/>
    <w:rsid w:val="00AF58AC"/>
    <w:rsid w:val="00AF58EA"/>
    <w:rsid w:val="00AF59F7"/>
    <w:rsid w:val="00AF5EAE"/>
    <w:rsid w:val="00AF5F9D"/>
    <w:rsid w:val="00AF5FCA"/>
    <w:rsid w:val="00AF60DA"/>
    <w:rsid w:val="00AF621D"/>
    <w:rsid w:val="00AF631B"/>
    <w:rsid w:val="00AF63C7"/>
    <w:rsid w:val="00AF64F8"/>
    <w:rsid w:val="00AF666B"/>
    <w:rsid w:val="00AF66C0"/>
    <w:rsid w:val="00AF686E"/>
    <w:rsid w:val="00AF6ACE"/>
    <w:rsid w:val="00AF6BBD"/>
    <w:rsid w:val="00AF6CB2"/>
    <w:rsid w:val="00AF6D0A"/>
    <w:rsid w:val="00AF6E3B"/>
    <w:rsid w:val="00AF7066"/>
    <w:rsid w:val="00AF7067"/>
    <w:rsid w:val="00AF7244"/>
    <w:rsid w:val="00AF73ED"/>
    <w:rsid w:val="00AF74BF"/>
    <w:rsid w:val="00AF74EE"/>
    <w:rsid w:val="00AF754F"/>
    <w:rsid w:val="00AF782E"/>
    <w:rsid w:val="00AF7924"/>
    <w:rsid w:val="00AF7976"/>
    <w:rsid w:val="00AF7BCE"/>
    <w:rsid w:val="00AF7BDF"/>
    <w:rsid w:val="00AF7BFC"/>
    <w:rsid w:val="00AF7D51"/>
    <w:rsid w:val="00AF7E2D"/>
    <w:rsid w:val="00AF7E30"/>
    <w:rsid w:val="00AF7E7C"/>
    <w:rsid w:val="00AF7FE1"/>
    <w:rsid w:val="00AF7FFD"/>
    <w:rsid w:val="00B002A7"/>
    <w:rsid w:val="00B002C7"/>
    <w:rsid w:val="00B003C0"/>
    <w:rsid w:val="00B007EB"/>
    <w:rsid w:val="00B00CA6"/>
    <w:rsid w:val="00B00CFC"/>
    <w:rsid w:val="00B00D5C"/>
    <w:rsid w:val="00B00D5F"/>
    <w:rsid w:val="00B010FD"/>
    <w:rsid w:val="00B01349"/>
    <w:rsid w:val="00B01411"/>
    <w:rsid w:val="00B0158D"/>
    <w:rsid w:val="00B015F8"/>
    <w:rsid w:val="00B01652"/>
    <w:rsid w:val="00B01660"/>
    <w:rsid w:val="00B01890"/>
    <w:rsid w:val="00B018C1"/>
    <w:rsid w:val="00B01AF4"/>
    <w:rsid w:val="00B01AF7"/>
    <w:rsid w:val="00B01B29"/>
    <w:rsid w:val="00B01C10"/>
    <w:rsid w:val="00B01EF3"/>
    <w:rsid w:val="00B02051"/>
    <w:rsid w:val="00B0239D"/>
    <w:rsid w:val="00B0240A"/>
    <w:rsid w:val="00B0244E"/>
    <w:rsid w:val="00B02A9A"/>
    <w:rsid w:val="00B02C7C"/>
    <w:rsid w:val="00B02D8C"/>
    <w:rsid w:val="00B02E79"/>
    <w:rsid w:val="00B02F39"/>
    <w:rsid w:val="00B030C8"/>
    <w:rsid w:val="00B030F5"/>
    <w:rsid w:val="00B0372C"/>
    <w:rsid w:val="00B03793"/>
    <w:rsid w:val="00B03865"/>
    <w:rsid w:val="00B038BF"/>
    <w:rsid w:val="00B03A0F"/>
    <w:rsid w:val="00B03AD2"/>
    <w:rsid w:val="00B03AE4"/>
    <w:rsid w:val="00B03BBE"/>
    <w:rsid w:val="00B03ECB"/>
    <w:rsid w:val="00B03F9C"/>
    <w:rsid w:val="00B04064"/>
    <w:rsid w:val="00B042BC"/>
    <w:rsid w:val="00B0455E"/>
    <w:rsid w:val="00B04725"/>
    <w:rsid w:val="00B048C9"/>
    <w:rsid w:val="00B04BF9"/>
    <w:rsid w:val="00B05243"/>
    <w:rsid w:val="00B054EA"/>
    <w:rsid w:val="00B055DC"/>
    <w:rsid w:val="00B056A2"/>
    <w:rsid w:val="00B057B3"/>
    <w:rsid w:val="00B0589A"/>
    <w:rsid w:val="00B0591C"/>
    <w:rsid w:val="00B05961"/>
    <w:rsid w:val="00B059C3"/>
    <w:rsid w:val="00B05B11"/>
    <w:rsid w:val="00B05BCD"/>
    <w:rsid w:val="00B05BF0"/>
    <w:rsid w:val="00B05C75"/>
    <w:rsid w:val="00B05C92"/>
    <w:rsid w:val="00B05CF5"/>
    <w:rsid w:val="00B05E29"/>
    <w:rsid w:val="00B05E53"/>
    <w:rsid w:val="00B05F10"/>
    <w:rsid w:val="00B05F24"/>
    <w:rsid w:val="00B060D8"/>
    <w:rsid w:val="00B063B4"/>
    <w:rsid w:val="00B06572"/>
    <w:rsid w:val="00B06581"/>
    <w:rsid w:val="00B06655"/>
    <w:rsid w:val="00B0670F"/>
    <w:rsid w:val="00B06733"/>
    <w:rsid w:val="00B067F2"/>
    <w:rsid w:val="00B068C1"/>
    <w:rsid w:val="00B06A9F"/>
    <w:rsid w:val="00B06AD0"/>
    <w:rsid w:val="00B06B04"/>
    <w:rsid w:val="00B06B4B"/>
    <w:rsid w:val="00B06C7E"/>
    <w:rsid w:val="00B06D1E"/>
    <w:rsid w:val="00B06DB2"/>
    <w:rsid w:val="00B06DED"/>
    <w:rsid w:val="00B06EF0"/>
    <w:rsid w:val="00B071B6"/>
    <w:rsid w:val="00B072B9"/>
    <w:rsid w:val="00B0744F"/>
    <w:rsid w:val="00B07894"/>
    <w:rsid w:val="00B07968"/>
    <w:rsid w:val="00B07A0A"/>
    <w:rsid w:val="00B07A8E"/>
    <w:rsid w:val="00B07B6B"/>
    <w:rsid w:val="00B1029F"/>
    <w:rsid w:val="00B10428"/>
    <w:rsid w:val="00B104F1"/>
    <w:rsid w:val="00B106EF"/>
    <w:rsid w:val="00B1078B"/>
    <w:rsid w:val="00B1089E"/>
    <w:rsid w:val="00B10C25"/>
    <w:rsid w:val="00B10D81"/>
    <w:rsid w:val="00B10E3E"/>
    <w:rsid w:val="00B10EE5"/>
    <w:rsid w:val="00B10F96"/>
    <w:rsid w:val="00B10FF2"/>
    <w:rsid w:val="00B11203"/>
    <w:rsid w:val="00B1155E"/>
    <w:rsid w:val="00B1166D"/>
    <w:rsid w:val="00B11872"/>
    <w:rsid w:val="00B1194D"/>
    <w:rsid w:val="00B11A0C"/>
    <w:rsid w:val="00B11C8A"/>
    <w:rsid w:val="00B11E7A"/>
    <w:rsid w:val="00B11FE3"/>
    <w:rsid w:val="00B12104"/>
    <w:rsid w:val="00B12989"/>
    <w:rsid w:val="00B129ED"/>
    <w:rsid w:val="00B12A12"/>
    <w:rsid w:val="00B12AE1"/>
    <w:rsid w:val="00B12BE1"/>
    <w:rsid w:val="00B12D2E"/>
    <w:rsid w:val="00B12DDA"/>
    <w:rsid w:val="00B12F1C"/>
    <w:rsid w:val="00B13220"/>
    <w:rsid w:val="00B13318"/>
    <w:rsid w:val="00B13740"/>
    <w:rsid w:val="00B13759"/>
    <w:rsid w:val="00B1392D"/>
    <w:rsid w:val="00B13993"/>
    <w:rsid w:val="00B13A57"/>
    <w:rsid w:val="00B13B9D"/>
    <w:rsid w:val="00B13D2B"/>
    <w:rsid w:val="00B13D52"/>
    <w:rsid w:val="00B13EC0"/>
    <w:rsid w:val="00B13EDB"/>
    <w:rsid w:val="00B13F86"/>
    <w:rsid w:val="00B13FDA"/>
    <w:rsid w:val="00B14075"/>
    <w:rsid w:val="00B140C8"/>
    <w:rsid w:val="00B142B2"/>
    <w:rsid w:val="00B147B8"/>
    <w:rsid w:val="00B1529D"/>
    <w:rsid w:val="00B1534E"/>
    <w:rsid w:val="00B1535C"/>
    <w:rsid w:val="00B15724"/>
    <w:rsid w:val="00B1581C"/>
    <w:rsid w:val="00B15937"/>
    <w:rsid w:val="00B15D94"/>
    <w:rsid w:val="00B15D9F"/>
    <w:rsid w:val="00B161E7"/>
    <w:rsid w:val="00B1629A"/>
    <w:rsid w:val="00B1667D"/>
    <w:rsid w:val="00B166E2"/>
    <w:rsid w:val="00B16AA0"/>
    <w:rsid w:val="00B16C86"/>
    <w:rsid w:val="00B16CAE"/>
    <w:rsid w:val="00B16CBE"/>
    <w:rsid w:val="00B16E77"/>
    <w:rsid w:val="00B1718D"/>
    <w:rsid w:val="00B172F3"/>
    <w:rsid w:val="00B17326"/>
    <w:rsid w:val="00B17486"/>
    <w:rsid w:val="00B174B6"/>
    <w:rsid w:val="00B174BF"/>
    <w:rsid w:val="00B1755D"/>
    <w:rsid w:val="00B17873"/>
    <w:rsid w:val="00B17B53"/>
    <w:rsid w:val="00B17BA6"/>
    <w:rsid w:val="00B17D22"/>
    <w:rsid w:val="00B17F5A"/>
    <w:rsid w:val="00B17FA8"/>
    <w:rsid w:val="00B17FC9"/>
    <w:rsid w:val="00B20029"/>
    <w:rsid w:val="00B20035"/>
    <w:rsid w:val="00B202CD"/>
    <w:rsid w:val="00B206F1"/>
    <w:rsid w:val="00B20860"/>
    <w:rsid w:val="00B2086E"/>
    <w:rsid w:val="00B20894"/>
    <w:rsid w:val="00B20A3F"/>
    <w:rsid w:val="00B20AE1"/>
    <w:rsid w:val="00B20B9C"/>
    <w:rsid w:val="00B20EA8"/>
    <w:rsid w:val="00B21152"/>
    <w:rsid w:val="00B211B7"/>
    <w:rsid w:val="00B2149D"/>
    <w:rsid w:val="00B214E3"/>
    <w:rsid w:val="00B2150F"/>
    <w:rsid w:val="00B215C2"/>
    <w:rsid w:val="00B215D2"/>
    <w:rsid w:val="00B216C2"/>
    <w:rsid w:val="00B21A58"/>
    <w:rsid w:val="00B21A9D"/>
    <w:rsid w:val="00B21AD6"/>
    <w:rsid w:val="00B21BAC"/>
    <w:rsid w:val="00B21C7E"/>
    <w:rsid w:val="00B21E98"/>
    <w:rsid w:val="00B21F38"/>
    <w:rsid w:val="00B220E5"/>
    <w:rsid w:val="00B2225C"/>
    <w:rsid w:val="00B2244A"/>
    <w:rsid w:val="00B22451"/>
    <w:rsid w:val="00B22518"/>
    <w:rsid w:val="00B225A3"/>
    <w:rsid w:val="00B225C8"/>
    <w:rsid w:val="00B2260A"/>
    <w:rsid w:val="00B2267A"/>
    <w:rsid w:val="00B2283E"/>
    <w:rsid w:val="00B2289D"/>
    <w:rsid w:val="00B22A83"/>
    <w:rsid w:val="00B22BEC"/>
    <w:rsid w:val="00B22BF1"/>
    <w:rsid w:val="00B22C7D"/>
    <w:rsid w:val="00B22CB0"/>
    <w:rsid w:val="00B22F7A"/>
    <w:rsid w:val="00B23036"/>
    <w:rsid w:val="00B2311C"/>
    <w:rsid w:val="00B231AD"/>
    <w:rsid w:val="00B23330"/>
    <w:rsid w:val="00B233A9"/>
    <w:rsid w:val="00B23430"/>
    <w:rsid w:val="00B23447"/>
    <w:rsid w:val="00B2345B"/>
    <w:rsid w:val="00B2363B"/>
    <w:rsid w:val="00B23671"/>
    <w:rsid w:val="00B23A65"/>
    <w:rsid w:val="00B23D2F"/>
    <w:rsid w:val="00B24014"/>
    <w:rsid w:val="00B24113"/>
    <w:rsid w:val="00B24317"/>
    <w:rsid w:val="00B2432A"/>
    <w:rsid w:val="00B243A5"/>
    <w:rsid w:val="00B243D7"/>
    <w:rsid w:val="00B2445A"/>
    <w:rsid w:val="00B24468"/>
    <w:rsid w:val="00B2446B"/>
    <w:rsid w:val="00B24623"/>
    <w:rsid w:val="00B24680"/>
    <w:rsid w:val="00B246E5"/>
    <w:rsid w:val="00B24710"/>
    <w:rsid w:val="00B24817"/>
    <w:rsid w:val="00B24853"/>
    <w:rsid w:val="00B24A01"/>
    <w:rsid w:val="00B24B23"/>
    <w:rsid w:val="00B24CB0"/>
    <w:rsid w:val="00B24CB4"/>
    <w:rsid w:val="00B2511D"/>
    <w:rsid w:val="00B2512E"/>
    <w:rsid w:val="00B2527B"/>
    <w:rsid w:val="00B2527F"/>
    <w:rsid w:val="00B25455"/>
    <w:rsid w:val="00B25543"/>
    <w:rsid w:val="00B25612"/>
    <w:rsid w:val="00B25701"/>
    <w:rsid w:val="00B258AE"/>
    <w:rsid w:val="00B25B01"/>
    <w:rsid w:val="00B25C47"/>
    <w:rsid w:val="00B25E37"/>
    <w:rsid w:val="00B25ED3"/>
    <w:rsid w:val="00B25F7F"/>
    <w:rsid w:val="00B26207"/>
    <w:rsid w:val="00B263DE"/>
    <w:rsid w:val="00B26433"/>
    <w:rsid w:val="00B2672E"/>
    <w:rsid w:val="00B2696A"/>
    <w:rsid w:val="00B26986"/>
    <w:rsid w:val="00B26BEA"/>
    <w:rsid w:val="00B26C7E"/>
    <w:rsid w:val="00B26DBD"/>
    <w:rsid w:val="00B26EED"/>
    <w:rsid w:val="00B26EFF"/>
    <w:rsid w:val="00B27077"/>
    <w:rsid w:val="00B27255"/>
    <w:rsid w:val="00B2746C"/>
    <w:rsid w:val="00B27570"/>
    <w:rsid w:val="00B27692"/>
    <w:rsid w:val="00B27826"/>
    <w:rsid w:val="00B27C61"/>
    <w:rsid w:val="00B3019E"/>
    <w:rsid w:val="00B3030D"/>
    <w:rsid w:val="00B30324"/>
    <w:rsid w:val="00B304DE"/>
    <w:rsid w:val="00B30524"/>
    <w:rsid w:val="00B306A3"/>
    <w:rsid w:val="00B30801"/>
    <w:rsid w:val="00B30857"/>
    <w:rsid w:val="00B309EC"/>
    <w:rsid w:val="00B30A8A"/>
    <w:rsid w:val="00B30BAB"/>
    <w:rsid w:val="00B30D02"/>
    <w:rsid w:val="00B30EA9"/>
    <w:rsid w:val="00B31155"/>
    <w:rsid w:val="00B31192"/>
    <w:rsid w:val="00B3130B"/>
    <w:rsid w:val="00B313A4"/>
    <w:rsid w:val="00B31433"/>
    <w:rsid w:val="00B3143A"/>
    <w:rsid w:val="00B316A7"/>
    <w:rsid w:val="00B31889"/>
    <w:rsid w:val="00B3190E"/>
    <w:rsid w:val="00B31ACF"/>
    <w:rsid w:val="00B31B06"/>
    <w:rsid w:val="00B31DD5"/>
    <w:rsid w:val="00B31E2E"/>
    <w:rsid w:val="00B31E76"/>
    <w:rsid w:val="00B31EC2"/>
    <w:rsid w:val="00B31F55"/>
    <w:rsid w:val="00B3204F"/>
    <w:rsid w:val="00B32274"/>
    <w:rsid w:val="00B32298"/>
    <w:rsid w:val="00B323BD"/>
    <w:rsid w:val="00B32514"/>
    <w:rsid w:val="00B32626"/>
    <w:rsid w:val="00B328C9"/>
    <w:rsid w:val="00B3293C"/>
    <w:rsid w:val="00B3297C"/>
    <w:rsid w:val="00B32E2F"/>
    <w:rsid w:val="00B32E8E"/>
    <w:rsid w:val="00B32ED3"/>
    <w:rsid w:val="00B33086"/>
    <w:rsid w:val="00B331D4"/>
    <w:rsid w:val="00B333B5"/>
    <w:rsid w:val="00B333CB"/>
    <w:rsid w:val="00B33569"/>
    <w:rsid w:val="00B33672"/>
    <w:rsid w:val="00B337FA"/>
    <w:rsid w:val="00B33E3C"/>
    <w:rsid w:val="00B33E6B"/>
    <w:rsid w:val="00B3402A"/>
    <w:rsid w:val="00B34161"/>
    <w:rsid w:val="00B3419B"/>
    <w:rsid w:val="00B34202"/>
    <w:rsid w:val="00B34307"/>
    <w:rsid w:val="00B343C3"/>
    <w:rsid w:val="00B34427"/>
    <w:rsid w:val="00B345D4"/>
    <w:rsid w:val="00B345D5"/>
    <w:rsid w:val="00B34914"/>
    <w:rsid w:val="00B34936"/>
    <w:rsid w:val="00B34A8F"/>
    <w:rsid w:val="00B34B8F"/>
    <w:rsid w:val="00B34CF6"/>
    <w:rsid w:val="00B34E1B"/>
    <w:rsid w:val="00B34ED4"/>
    <w:rsid w:val="00B34FEC"/>
    <w:rsid w:val="00B35033"/>
    <w:rsid w:val="00B35214"/>
    <w:rsid w:val="00B3543D"/>
    <w:rsid w:val="00B35751"/>
    <w:rsid w:val="00B35772"/>
    <w:rsid w:val="00B35A21"/>
    <w:rsid w:val="00B35A2A"/>
    <w:rsid w:val="00B35F2A"/>
    <w:rsid w:val="00B361B7"/>
    <w:rsid w:val="00B3621C"/>
    <w:rsid w:val="00B3629E"/>
    <w:rsid w:val="00B363C6"/>
    <w:rsid w:val="00B364AF"/>
    <w:rsid w:val="00B364C3"/>
    <w:rsid w:val="00B36503"/>
    <w:rsid w:val="00B36519"/>
    <w:rsid w:val="00B36810"/>
    <w:rsid w:val="00B368B7"/>
    <w:rsid w:val="00B36CAE"/>
    <w:rsid w:val="00B36D16"/>
    <w:rsid w:val="00B36DD4"/>
    <w:rsid w:val="00B36EB9"/>
    <w:rsid w:val="00B36EC5"/>
    <w:rsid w:val="00B36EDF"/>
    <w:rsid w:val="00B36EEB"/>
    <w:rsid w:val="00B37140"/>
    <w:rsid w:val="00B3726D"/>
    <w:rsid w:val="00B37315"/>
    <w:rsid w:val="00B3739F"/>
    <w:rsid w:val="00B3744D"/>
    <w:rsid w:val="00B376A2"/>
    <w:rsid w:val="00B37ADB"/>
    <w:rsid w:val="00B37B00"/>
    <w:rsid w:val="00B37B10"/>
    <w:rsid w:val="00B37CE3"/>
    <w:rsid w:val="00B37DCF"/>
    <w:rsid w:val="00B37F2B"/>
    <w:rsid w:val="00B37FC2"/>
    <w:rsid w:val="00B400FB"/>
    <w:rsid w:val="00B401C3"/>
    <w:rsid w:val="00B4065C"/>
    <w:rsid w:val="00B40660"/>
    <w:rsid w:val="00B40839"/>
    <w:rsid w:val="00B40859"/>
    <w:rsid w:val="00B40BB9"/>
    <w:rsid w:val="00B40BDD"/>
    <w:rsid w:val="00B40C59"/>
    <w:rsid w:val="00B40D17"/>
    <w:rsid w:val="00B40ECE"/>
    <w:rsid w:val="00B40FC3"/>
    <w:rsid w:val="00B40FD2"/>
    <w:rsid w:val="00B40FEF"/>
    <w:rsid w:val="00B41119"/>
    <w:rsid w:val="00B4115C"/>
    <w:rsid w:val="00B41196"/>
    <w:rsid w:val="00B4159B"/>
    <w:rsid w:val="00B41A24"/>
    <w:rsid w:val="00B41C17"/>
    <w:rsid w:val="00B41DFB"/>
    <w:rsid w:val="00B41FBD"/>
    <w:rsid w:val="00B421B0"/>
    <w:rsid w:val="00B422BB"/>
    <w:rsid w:val="00B42351"/>
    <w:rsid w:val="00B4255C"/>
    <w:rsid w:val="00B42580"/>
    <w:rsid w:val="00B425F4"/>
    <w:rsid w:val="00B4264F"/>
    <w:rsid w:val="00B42832"/>
    <w:rsid w:val="00B428E0"/>
    <w:rsid w:val="00B42958"/>
    <w:rsid w:val="00B42AE0"/>
    <w:rsid w:val="00B42DA7"/>
    <w:rsid w:val="00B43017"/>
    <w:rsid w:val="00B43574"/>
    <w:rsid w:val="00B437CD"/>
    <w:rsid w:val="00B43968"/>
    <w:rsid w:val="00B43AA5"/>
    <w:rsid w:val="00B43AAB"/>
    <w:rsid w:val="00B43EF5"/>
    <w:rsid w:val="00B43F24"/>
    <w:rsid w:val="00B44456"/>
    <w:rsid w:val="00B444DE"/>
    <w:rsid w:val="00B444DF"/>
    <w:rsid w:val="00B44746"/>
    <w:rsid w:val="00B44754"/>
    <w:rsid w:val="00B44957"/>
    <w:rsid w:val="00B4497E"/>
    <w:rsid w:val="00B44982"/>
    <w:rsid w:val="00B44994"/>
    <w:rsid w:val="00B44A52"/>
    <w:rsid w:val="00B44A7B"/>
    <w:rsid w:val="00B44B6E"/>
    <w:rsid w:val="00B44F8C"/>
    <w:rsid w:val="00B45157"/>
    <w:rsid w:val="00B45388"/>
    <w:rsid w:val="00B454C6"/>
    <w:rsid w:val="00B45545"/>
    <w:rsid w:val="00B45673"/>
    <w:rsid w:val="00B45811"/>
    <w:rsid w:val="00B4582B"/>
    <w:rsid w:val="00B45870"/>
    <w:rsid w:val="00B45A2B"/>
    <w:rsid w:val="00B45AC0"/>
    <w:rsid w:val="00B45D74"/>
    <w:rsid w:val="00B45DEA"/>
    <w:rsid w:val="00B45E24"/>
    <w:rsid w:val="00B45EAD"/>
    <w:rsid w:val="00B45F3A"/>
    <w:rsid w:val="00B45F72"/>
    <w:rsid w:val="00B46118"/>
    <w:rsid w:val="00B462E7"/>
    <w:rsid w:val="00B4653F"/>
    <w:rsid w:val="00B46849"/>
    <w:rsid w:val="00B4686C"/>
    <w:rsid w:val="00B46918"/>
    <w:rsid w:val="00B46A72"/>
    <w:rsid w:val="00B46BEB"/>
    <w:rsid w:val="00B46C05"/>
    <w:rsid w:val="00B46C32"/>
    <w:rsid w:val="00B46DBD"/>
    <w:rsid w:val="00B46EF2"/>
    <w:rsid w:val="00B46F22"/>
    <w:rsid w:val="00B46FE3"/>
    <w:rsid w:val="00B47037"/>
    <w:rsid w:val="00B470C0"/>
    <w:rsid w:val="00B4717D"/>
    <w:rsid w:val="00B47354"/>
    <w:rsid w:val="00B47474"/>
    <w:rsid w:val="00B4753C"/>
    <w:rsid w:val="00B475E6"/>
    <w:rsid w:val="00B4782D"/>
    <w:rsid w:val="00B47AF0"/>
    <w:rsid w:val="00B47D8B"/>
    <w:rsid w:val="00B47E32"/>
    <w:rsid w:val="00B47E9A"/>
    <w:rsid w:val="00B47F5C"/>
    <w:rsid w:val="00B50027"/>
    <w:rsid w:val="00B50039"/>
    <w:rsid w:val="00B50055"/>
    <w:rsid w:val="00B5012D"/>
    <w:rsid w:val="00B501B0"/>
    <w:rsid w:val="00B501BE"/>
    <w:rsid w:val="00B50262"/>
    <w:rsid w:val="00B50540"/>
    <w:rsid w:val="00B50620"/>
    <w:rsid w:val="00B5067E"/>
    <w:rsid w:val="00B50B1D"/>
    <w:rsid w:val="00B50E18"/>
    <w:rsid w:val="00B50E55"/>
    <w:rsid w:val="00B51032"/>
    <w:rsid w:val="00B51111"/>
    <w:rsid w:val="00B51348"/>
    <w:rsid w:val="00B5146F"/>
    <w:rsid w:val="00B51479"/>
    <w:rsid w:val="00B515B6"/>
    <w:rsid w:val="00B5161A"/>
    <w:rsid w:val="00B5162C"/>
    <w:rsid w:val="00B5195D"/>
    <w:rsid w:val="00B51C08"/>
    <w:rsid w:val="00B51C2C"/>
    <w:rsid w:val="00B51CE9"/>
    <w:rsid w:val="00B51D51"/>
    <w:rsid w:val="00B51D8E"/>
    <w:rsid w:val="00B51DA8"/>
    <w:rsid w:val="00B51EAD"/>
    <w:rsid w:val="00B524DE"/>
    <w:rsid w:val="00B5251B"/>
    <w:rsid w:val="00B52789"/>
    <w:rsid w:val="00B52846"/>
    <w:rsid w:val="00B52852"/>
    <w:rsid w:val="00B52A02"/>
    <w:rsid w:val="00B52AD0"/>
    <w:rsid w:val="00B52C5E"/>
    <w:rsid w:val="00B52FA7"/>
    <w:rsid w:val="00B52FC2"/>
    <w:rsid w:val="00B53113"/>
    <w:rsid w:val="00B5313C"/>
    <w:rsid w:val="00B53149"/>
    <w:rsid w:val="00B5327B"/>
    <w:rsid w:val="00B53320"/>
    <w:rsid w:val="00B53352"/>
    <w:rsid w:val="00B533C5"/>
    <w:rsid w:val="00B53644"/>
    <w:rsid w:val="00B53675"/>
    <w:rsid w:val="00B5375C"/>
    <w:rsid w:val="00B5378A"/>
    <w:rsid w:val="00B53D0D"/>
    <w:rsid w:val="00B53E5C"/>
    <w:rsid w:val="00B53FC7"/>
    <w:rsid w:val="00B54491"/>
    <w:rsid w:val="00B5489D"/>
    <w:rsid w:val="00B54E59"/>
    <w:rsid w:val="00B54F15"/>
    <w:rsid w:val="00B54FEA"/>
    <w:rsid w:val="00B5508B"/>
    <w:rsid w:val="00B5517D"/>
    <w:rsid w:val="00B55462"/>
    <w:rsid w:val="00B5560D"/>
    <w:rsid w:val="00B55B77"/>
    <w:rsid w:val="00B55C6A"/>
    <w:rsid w:val="00B55F75"/>
    <w:rsid w:val="00B56088"/>
    <w:rsid w:val="00B56352"/>
    <w:rsid w:val="00B564E3"/>
    <w:rsid w:val="00B56515"/>
    <w:rsid w:val="00B5663C"/>
    <w:rsid w:val="00B5672F"/>
    <w:rsid w:val="00B5681B"/>
    <w:rsid w:val="00B5683D"/>
    <w:rsid w:val="00B568BE"/>
    <w:rsid w:val="00B56906"/>
    <w:rsid w:val="00B5696B"/>
    <w:rsid w:val="00B569E9"/>
    <w:rsid w:val="00B56A81"/>
    <w:rsid w:val="00B56B6A"/>
    <w:rsid w:val="00B56C47"/>
    <w:rsid w:val="00B56CA6"/>
    <w:rsid w:val="00B56D94"/>
    <w:rsid w:val="00B56DB9"/>
    <w:rsid w:val="00B56E0C"/>
    <w:rsid w:val="00B570CD"/>
    <w:rsid w:val="00B57612"/>
    <w:rsid w:val="00B57731"/>
    <w:rsid w:val="00B578C1"/>
    <w:rsid w:val="00B5793E"/>
    <w:rsid w:val="00B579EF"/>
    <w:rsid w:val="00B57A9B"/>
    <w:rsid w:val="00B57CEF"/>
    <w:rsid w:val="00B57F7D"/>
    <w:rsid w:val="00B601AD"/>
    <w:rsid w:val="00B60322"/>
    <w:rsid w:val="00B6036F"/>
    <w:rsid w:val="00B604BE"/>
    <w:rsid w:val="00B6055F"/>
    <w:rsid w:val="00B606BF"/>
    <w:rsid w:val="00B6081F"/>
    <w:rsid w:val="00B609A6"/>
    <w:rsid w:val="00B60CC3"/>
    <w:rsid w:val="00B60D0A"/>
    <w:rsid w:val="00B60DA6"/>
    <w:rsid w:val="00B60E63"/>
    <w:rsid w:val="00B60F38"/>
    <w:rsid w:val="00B6105D"/>
    <w:rsid w:val="00B61110"/>
    <w:rsid w:val="00B61173"/>
    <w:rsid w:val="00B612CF"/>
    <w:rsid w:val="00B61312"/>
    <w:rsid w:val="00B6145A"/>
    <w:rsid w:val="00B615A7"/>
    <w:rsid w:val="00B61613"/>
    <w:rsid w:val="00B616FE"/>
    <w:rsid w:val="00B61A32"/>
    <w:rsid w:val="00B61A55"/>
    <w:rsid w:val="00B61BEF"/>
    <w:rsid w:val="00B61D1E"/>
    <w:rsid w:val="00B61DCB"/>
    <w:rsid w:val="00B61DD6"/>
    <w:rsid w:val="00B61EB5"/>
    <w:rsid w:val="00B61F2A"/>
    <w:rsid w:val="00B62092"/>
    <w:rsid w:val="00B62114"/>
    <w:rsid w:val="00B62132"/>
    <w:rsid w:val="00B6218C"/>
    <w:rsid w:val="00B62251"/>
    <w:rsid w:val="00B62636"/>
    <w:rsid w:val="00B626AC"/>
    <w:rsid w:val="00B62AB9"/>
    <w:rsid w:val="00B62D3A"/>
    <w:rsid w:val="00B6328F"/>
    <w:rsid w:val="00B634A9"/>
    <w:rsid w:val="00B6353A"/>
    <w:rsid w:val="00B6353C"/>
    <w:rsid w:val="00B636BB"/>
    <w:rsid w:val="00B637A9"/>
    <w:rsid w:val="00B6391A"/>
    <w:rsid w:val="00B639FA"/>
    <w:rsid w:val="00B63C87"/>
    <w:rsid w:val="00B63CC9"/>
    <w:rsid w:val="00B640F1"/>
    <w:rsid w:val="00B64371"/>
    <w:rsid w:val="00B643C9"/>
    <w:rsid w:val="00B644FF"/>
    <w:rsid w:val="00B64522"/>
    <w:rsid w:val="00B645F2"/>
    <w:rsid w:val="00B646F4"/>
    <w:rsid w:val="00B6476D"/>
    <w:rsid w:val="00B647BB"/>
    <w:rsid w:val="00B6481C"/>
    <w:rsid w:val="00B64851"/>
    <w:rsid w:val="00B648CA"/>
    <w:rsid w:val="00B6499E"/>
    <w:rsid w:val="00B64A57"/>
    <w:rsid w:val="00B64B84"/>
    <w:rsid w:val="00B64B94"/>
    <w:rsid w:val="00B64CAB"/>
    <w:rsid w:val="00B64CF3"/>
    <w:rsid w:val="00B64D82"/>
    <w:rsid w:val="00B64DFF"/>
    <w:rsid w:val="00B650DB"/>
    <w:rsid w:val="00B65125"/>
    <w:rsid w:val="00B65163"/>
    <w:rsid w:val="00B6532A"/>
    <w:rsid w:val="00B65363"/>
    <w:rsid w:val="00B65372"/>
    <w:rsid w:val="00B653F8"/>
    <w:rsid w:val="00B65BD9"/>
    <w:rsid w:val="00B65BF9"/>
    <w:rsid w:val="00B65D01"/>
    <w:rsid w:val="00B65D95"/>
    <w:rsid w:val="00B65DC9"/>
    <w:rsid w:val="00B65EAE"/>
    <w:rsid w:val="00B65F22"/>
    <w:rsid w:val="00B660D1"/>
    <w:rsid w:val="00B6672A"/>
    <w:rsid w:val="00B6690C"/>
    <w:rsid w:val="00B6693D"/>
    <w:rsid w:val="00B66A94"/>
    <w:rsid w:val="00B66B18"/>
    <w:rsid w:val="00B66B83"/>
    <w:rsid w:val="00B66D61"/>
    <w:rsid w:val="00B670A7"/>
    <w:rsid w:val="00B67199"/>
    <w:rsid w:val="00B67363"/>
    <w:rsid w:val="00B6771D"/>
    <w:rsid w:val="00B678DB"/>
    <w:rsid w:val="00B6791A"/>
    <w:rsid w:val="00B67A37"/>
    <w:rsid w:val="00B67A69"/>
    <w:rsid w:val="00B67B34"/>
    <w:rsid w:val="00B67D19"/>
    <w:rsid w:val="00B67DD4"/>
    <w:rsid w:val="00B67DE7"/>
    <w:rsid w:val="00B67E80"/>
    <w:rsid w:val="00B70285"/>
    <w:rsid w:val="00B70537"/>
    <w:rsid w:val="00B70562"/>
    <w:rsid w:val="00B707D7"/>
    <w:rsid w:val="00B7093A"/>
    <w:rsid w:val="00B7093E"/>
    <w:rsid w:val="00B709E5"/>
    <w:rsid w:val="00B70A8C"/>
    <w:rsid w:val="00B70E22"/>
    <w:rsid w:val="00B70F20"/>
    <w:rsid w:val="00B7108B"/>
    <w:rsid w:val="00B712F3"/>
    <w:rsid w:val="00B71414"/>
    <w:rsid w:val="00B71623"/>
    <w:rsid w:val="00B71753"/>
    <w:rsid w:val="00B718D1"/>
    <w:rsid w:val="00B71A07"/>
    <w:rsid w:val="00B71B1F"/>
    <w:rsid w:val="00B71EFF"/>
    <w:rsid w:val="00B71F6F"/>
    <w:rsid w:val="00B71FE6"/>
    <w:rsid w:val="00B7215A"/>
    <w:rsid w:val="00B722AD"/>
    <w:rsid w:val="00B72397"/>
    <w:rsid w:val="00B724F4"/>
    <w:rsid w:val="00B72528"/>
    <w:rsid w:val="00B72595"/>
    <w:rsid w:val="00B726B0"/>
    <w:rsid w:val="00B727A5"/>
    <w:rsid w:val="00B72838"/>
    <w:rsid w:val="00B728A0"/>
    <w:rsid w:val="00B729FC"/>
    <w:rsid w:val="00B72CD4"/>
    <w:rsid w:val="00B73158"/>
    <w:rsid w:val="00B731E9"/>
    <w:rsid w:val="00B73209"/>
    <w:rsid w:val="00B732DC"/>
    <w:rsid w:val="00B737F6"/>
    <w:rsid w:val="00B7393F"/>
    <w:rsid w:val="00B73A76"/>
    <w:rsid w:val="00B73B8F"/>
    <w:rsid w:val="00B73BE3"/>
    <w:rsid w:val="00B73D1C"/>
    <w:rsid w:val="00B73D25"/>
    <w:rsid w:val="00B73D2E"/>
    <w:rsid w:val="00B73D87"/>
    <w:rsid w:val="00B73E32"/>
    <w:rsid w:val="00B73F15"/>
    <w:rsid w:val="00B7406E"/>
    <w:rsid w:val="00B74129"/>
    <w:rsid w:val="00B74205"/>
    <w:rsid w:val="00B7422E"/>
    <w:rsid w:val="00B7446E"/>
    <w:rsid w:val="00B74483"/>
    <w:rsid w:val="00B7451F"/>
    <w:rsid w:val="00B7471C"/>
    <w:rsid w:val="00B74953"/>
    <w:rsid w:val="00B74B32"/>
    <w:rsid w:val="00B74BE1"/>
    <w:rsid w:val="00B74CB0"/>
    <w:rsid w:val="00B74EBC"/>
    <w:rsid w:val="00B7504D"/>
    <w:rsid w:val="00B7506B"/>
    <w:rsid w:val="00B75172"/>
    <w:rsid w:val="00B7529B"/>
    <w:rsid w:val="00B752E8"/>
    <w:rsid w:val="00B7534B"/>
    <w:rsid w:val="00B755B0"/>
    <w:rsid w:val="00B75631"/>
    <w:rsid w:val="00B7570B"/>
    <w:rsid w:val="00B75922"/>
    <w:rsid w:val="00B75976"/>
    <w:rsid w:val="00B7607A"/>
    <w:rsid w:val="00B760ED"/>
    <w:rsid w:val="00B76118"/>
    <w:rsid w:val="00B76462"/>
    <w:rsid w:val="00B764FD"/>
    <w:rsid w:val="00B7691B"/>
    <w:rsid w:val="00B7694D"/>
    <w:rsid w:val="00B7697F"/>
    <w:rsid w:val="00B76AD2"/>
    <w:rsid w:val="00B76C88"/>
    <w:rsid w:val="00B76D18"/>
    <w:rsid w:val="00B771EF"/>
    <w:rsid w:val="00B778EB"/>
    <w:rsid w:val="00B77964"/>
    <w:rsid w:val="00B77A45"/>
    <w:rsid w:val="00B77D87"/>
    <w:rsid w:val="00B77E5A"/>
    <w:rsid w:val="00B77F69"/>
    <w:rsid w:val="00B80163"/>
    <w:rsid w:val="00B80472"/>
    <w:rsid w:val="00B80544"/>
    <w:rsid w:val="00B80622"/>
    <w:rsid w:val="00B80805"/>
    <w:rsid w:val="00B80B43"/>
    <w:rsid w:val="00B80C18"/>
    <w:rsid w:val="00B80D68"/>
    <w:rsid w:val="00B80DA4"/>
    <w:rsid w:val="00B811C1"/>
    <w:rsid w:val="00B815C4"/>
    <w:rsid w:val="00B816BA"/>
    <w:rsid w:val="00B81796"/>
    <w:rsid w:val="00B81A90"/>
    <w:rsid w:val="00B81C13"/>
    <w:rsid w:val="00B81C55"/>
    <w:rsid w:val="00B81DC8"/>
    <w:rsid w:val="00B82092"/>
    <w:rsid w:val="00B820EF"/>
    <w:rsid w:val="00B8225F"/>
    <w:rsid w:val="00B822CD"/>
    <w:rsid w:val="00B82331"/>
    <w:rsid w:val="00B82405"/>
    <w:rsid w:val="00B8274E"/>
    <w:rsid w:val="00B82879"/>
    <w:rsid w:val="00B828EB"/>
    <w:rsid w:val="00B82A27"/>
    <w:rsid w:val="00B82A2B"/>
    <w:rsid w:val="00B82A33"/>
    <w:rsid w:val="00B82D83"/>
    <w:rsid w:val="00B82DCD"/>
    <w:rsid w:val="00B82DE4"/>
    <w:rsid w:val="00B82E10"/>
    <w:rsid w:val="00B82E9C"/>
    <w:rsid w:val="00B8311F"/>
    <w:rsid w:val="00B83326"/>
    <w:rsid w:val="00B8368A"/>
    <w:rsid w:val="00B83898"/>
    <w:rsid w:val="00B83B31"/>
    <w:rsid w:val="00B83CC9"/>
    <w:rsid w:val="00B83D4D"/>
    <w:rsid w:val="00B83D6A"/>
    <w:rsid w:val="00B83DD2"/>
    <w:rsid w:val="00B84038"/>
    <w:rsid w:val="00B842FB"/>
    <w:rsid w:val="00B845C4"/>
    <w:rsid w:val="00B845E3"/>
    <w:rsid w:val="00B84634"/>
    <w:rsid w:val="00B84730"/>
    <w:rsid w:val="00B847A9"/>
    <w:rsid w:val="00B847DD"/>
    <w:rsid w:val="00B84881"/>
    <w:rsid w:val="00B849A5"/>
    <w:rsid w:val="00B84AD5"/>
    <w:rsid w:val="00B84AFA"/>
    <w:rsid w:val="00B84B75"/>
    <w:rsid w:val="00B84B7A"/>
    <w:rsid w:val="00B84E4D"/>
    <w:rsid w:val="00B84F0D"/>
    <w:rsid w:val="00B84F10"/>
    <w:rsid w:val="00B84F65"/>
    <w:rsid w:val="00B8510A"/>
    <w:rsid w:val="00B85124"/>
    <w:rsid w:val="00B851D0"/>
    <w:rsid w:val="00B852A3"/>
    <w:rsid w:val="00B8545C"/>
    <w:rsid w:val="00B85490"/>
    <w:rsid w:val="00B85816"/>
    <w:rsid w:val="00B858D5"/>
    <w:rsid w:val="00B8590E"/>
    <w:rsid w:val="00B85C64"/>
    <w:rsid w:val="00B85E82"/>
    <w:rsid w:val="00B86005"/>
    <w:rsid w:val="00B86100"/>
    <w:rsid w:val="00B8617F"/>
    <w:rsid w:val="00B86686"/>
    <w:rsid w:val="00B867CC"/>
    <w:rsid w:val="00B869BF"/>
    <w:rsid w:val="00B86B12"/>
    <w:rsid w:val="00B86F93"/>
    <w:rsid w:val="00B8736F"/>
    <w:rsid w:val="00B874DB"/>
    <w:rsid w:val="00B875ED"/>
    <w:rsid w:val="00B87665"/>
    <w:rsid w:val="00B87783"/>
    <w:rsid w:val="00B87883"/>
    <w:rsid w:val="00B87951"/>
    <w:rsid w:val="00B87A39"/>
    <w:rsid w:val="00B87ADC"/>
    <w:rsid w:val="00B87E80"/>
    <w:rsid w:val="00B87F9E"/>
    <w:rsid w:val="00B90107"/>
    <w:rsid w:val="00B901FF"/>
    <w:rsid w:val="00B90370"/>
    <w:rsid w:val="00B903E1"/>
    <w:rsid w:val="00B90523"/>
    <w:rsid w:val="00B9070C"/>
    <w:rsid w:val="00B90785"/>
    <w:rsid w:val="00B907B2"/>
    <w:rsid w:val="00B9090F"/>
    <w:rsid w:val="00B90926"/>
    <w:rsid w:val="00B90AEB"/>
    <w:rsid w:val="00B90B56"/>
    <w:rsid w:val="00B90FA1"/>
    <w:rsid w:val="00B91230"/>
    <w:rsid w:val="00B91233"/>
    <w:rsid w:val="00B916AB"/>
    <w:rsid w:val="00B917FF"/>
    <w:rsid w:val="00B91A8E"/>
    <w:rsid w:val="00B91C4B"/>
    <w:rsid w:val="00B921F8"/>
    <w:rsid w:val="00B92232"/>
    <w:rsid w:val="00B9225C"/>
    <w:rsid w:val="00B9247C"/>
    <w:rsid w:val="00B924F0"/>
    <w:rsid w:val="00B9256F"/>
    <w:rsid w:val="00B92731"/>
    <w:rsid w:val="00B92929"/>
    <w:rsid w:val="00B92A25"/>
    <w:rsid w:val="00B92AAC"/>
    <w:rsid w:val="00B92C87"/>
    <w:rsid w:val="00B92EB2"/>
    <w:rsid w:val="00B93037"/>
    <w:rsid w:val="00B93040"/>
    <w:rsid w:val="00B930FC"/>
    <w:rsid w:val="00B93251"/>
    <w:rsid w:val="00B932E1"/>
    <w:rsid w:val="00B93419"/>
    <w:rsid w:val="00B9343D"/>
    <w:rsid w:val="00B935F3"/>
    <w:rsid w:val="00B937DD"/>
    <w:rsid w:val="00B9393F"/>
    <w:rsid w:val="00B9399C"/>
    <w:rsid w:val="00B93A9E"/>
    <w:rsid w:val="00B93C1B"/>
    <w:rsid w:val="00B93D3D"/>
    <w:rsid w:val="00B93DF3"/>
    <w:rsid w:val="00B943D8"/>
    <w:rsid w:val="00B94460"/>
    <w:rsid w:val="00B94736"/>
    <w:rsid w:val="00B948BA"/>
    <w:rsid w:val="00B94A1F"/>
    <w:rsid w:val="00B94D2D"/>
    <w:rsid w:val="00B94D3F"/>
    <w:rsid w:val="00B94E5C"/>
    <w:rsid w:val="00B94EF1"/>
    <w:rsid w:val="00B94F80"/>
    <w:rsid w:val="00B94FCE"/>
    <w:rsid w:val="00B951C6"/>
    <w:rsid w:val="00B953BC"/>
    <w:rsid w:val="00B95687"/>
    <w:rsid w:val="00B95770"/>
    <w:rsid w:val="00B95833"/>
    <w:rsid w:val="00B958F9"/>
    <w:rsid w:val="00B95934"/>
    <w:rsid w:val="00B95B17"/>
    <w:rsid w:val="00B95E97"/>
    <w:rsid w:val="00B960B7"/>
    <w:rsid w:val="00B962EC"/>
    <w:rsid w:val="00B963BE"/>
    <w:rsid w:val="00B963C1"/>
    <w:rsid w:val="00B9649C"/>
    <w:rsid w:val="00B96656"/>
    <w:rsid w:val="00B96749"/>
    <w:rsid w:val="00B96923"/>
    <w:rsid w:val="00B969A9"/>
    <w:rsid w:val="00B96B39"/>
    <w:rsid w:val="00B96CFB"/>
    <w:rsid w:val="00B96D0A"/>
    <w:rsid w:val="00B96E16"/>
    <w:rsid w:val="00B96F34"/>
    <w:rsid w:val="00B9702A"/>
    <w:rsid w:val="00B972D1"/>
    <w:rsid w:val="00B9747C"/>
    <w:rsid w:val="00B97636"/>
    <w:rsid w:val="00B97698"/>
    <w:rsid w:val="00B976B3"/>
    <w:rsid w:val="00B9778B"/>
    <w:rsid w:val="00B97854"/>
    <w:rsid w:val="00B97ACE"/>
    <w:rsid w:val="00B97B31"/>
    <w:rsid w:val="00B97BBF"/>
    <w:rsid w:val="00B97CA4"/>
    <w:rsid w:val="00B97DAF"/>
    <w:rsid w:val="00BA0333"/>
    <w:rsid w:val="00BA0394"/>
    <w:rsid w:val="00BA04A1"/>
    <w:rsid w:val="00BA0536"/>
    <w:rsid w:val="00BA0941"/>
    <w:rsid w:val="00BA09F0"/>
    <w:rsid w:val="00BA0B57"/>
    <w:rsid w:val="00BA0C7F"/>
    <w:rsid w:val="00BA0D13"/>
    <w:rsid w:val="00BA0F6B"/>
    <w:rsid w:val="00BA0FCF"/>
    <w:rsid w:val="00BA124D"/>
    <w:rsid w:val="00BA1294"/>
    <w:rsid w:val="00BA13EB"/>
    <w:rsid w:val="00BA14DC"/>
    <w:rsid w:val="00BA196B"/>
    <w:rsid w:val="00BA1BC4"/>
    <w:rsid w:val="00BA1E2B"/>
    <w:rsid w:val="00BA1E83"/>
    <w:rsid w:val="00BA2572"/>
    <w:rsid w:val="00BA2624"/>
    <w:rsid w:val="00BA296A"/>
    <w:rsid w:val="00BA29D8"/>
    <w:rsid w:val="00BA2AC7"/>
    <w:rsid w:val="00BA2BC0"/>
    <w:rsid w:val="00BA2CB8"/>
    <w:rsid w:val="00BA2EC2"/>
    <w:rsid w:val="00BA322A"/>
    <w:rsid w:val="00BA34B9"/>
    <w:rsid w:val="00BA34C3"/>
    <w:rsid w:val="00BA3854"/>
    <w:rsid w:val="00BA3856"/>
    <w:rsid w:val="00BA3862"/>
    <w:rsid w:val="00BA3B0A"/>
    <w:rsid w:val="00BA3C10"/>
    <w:rsid w:val="00BA3C16"/>
    <w:rsid w:val="00BA3D92"/>
    <w:rsid w:val="00BA3DA5"/>
    <w:rsid w:val="00BA3EA9"/>
    <w:rsid w:val="00BA3F74"/>
    <w:rsid w:val="00BA3F7C"/>
    <w:rsid w:val="00BA4083"/>
    <w:rsid w:val="00BA40B3"/>
    <w:rsid w:val="00BA4535"/>
    <w:rsid w:val="00BA458E"/>
    <w:rsid w:val="00BA47C3"/>
    <w:rsid w:val="00BA492E"/>
    <w:rsid w:val="00BA49D4"/>
    <w:rsid w:val="00BA4A08"/>
    <w:rsid w:val="00BA4AA4"/>
    <w:rsid w:val="00BA4AD8"/>
    <w:rsid w:val="00BA4AF7"/>
    <w:rsid w:val="00BA4DA7"/>
    <w:rsid w:val="00BA4EFC"/>
    <w:rsid w:val="00BA4F96"/>
    <w:rsid w:val="00BA5252"/>
    <w:rsid w:val="00BA532B"/>
    <w:rsid w:val="00BA537D"/>
    <w:rsid w:val="00BA560C"/>
    <w:rsid w:val="00BA578E"/>
    <w:rsid w:val="00BA57A8"/>
    <w:rsid w:val="00BA5862"/>
    <w:rsid w:val="00BA5AA4"/>
    <w:rsid w:val="00BA5AB0"/>
    <w:rsid w:val="00BA5B21"/>
    <w:rsid w:val="00BA5BA3"/>
    <w:rsid w:val="00BA5BA4"/>
    <w:rsid w:val="00BA5D3B"/>
    <w:rsid w:val="00BA5FBB"/>
    <w:rsid w:val="00BA611E"/>
    <w:rsid w:val="00BA62EB"/>
    <w:rsid w:val="00BA6733"/>
    <w:rsid w:val="00BA67DE"/>
    <w:rsid w:val="00BA69A4"/>
    <w:rsid w:val="00BA6A9A"/>
    <w:rsid w:val="00BA6C25"/>
    <w:rsid w:val="00BA73D6"/>
    <w:rsid w:val="00BA7455"/>
    <w:rsid w:val="00BA746F"/>
    <w:rsid w:val="00BA75BB"/>
    <w:rsid w:val="00BA7885"/>
    <w:rsid w:val="00BA79D0"/>
    <w:rsid w:val="00BA7CF2"/>
    <w:rsid w:val="00BA7F3A"/>
    <w:rsid w:val="00BB0006"/>
    <w:rsid w:val="00BB019C"/>
    <w:rsid w:val="00BB034C"/>
    <w:rsid w:val="00BB04EE"/>
    <w:rsid w:val="00BB0667"/>
    <w:rsid w:val="00BB0829"/>
    <w:rsid w:val="00BB0880"/>
    <w:rsid w:val="00BB0938"/>
    <w:rsid w:val="00BB0A5F"/>
    <w:rsid w:val="00BB0B9D"/>
    <w:rsid w:val="00BB0CFF"/>
    <w:rsid w:val="00BB0E8B"/>
    <w:rsid w:val="00BB0ED2"/>
    <w:rsid w:val="00BB0F86"/>
    <w:rsid w:val="00BB119D"/>
    <w:rsid w:val="00BB121A"/>
    <w:rsid w:val="00BB149D"/>
    <w:rsid w:val="00BB156E"/>
    <w:rsid w:val="00BB1831"/>
    <w:rsid w:val="00BB1851"/>
    <w:rsid w:val="00BB18A8"/>
    <w:rsid w:val="00BB1A39"/>
    <w:rsid w:val="00BB1A6A"/>
    <w:rsid w:val="00BB1D91"/>
    <w:rsid w:val="00BB1E74"/>
    <w:rsid w:val="00BB1EB8"/>
    <w:rsid w:val="00BB207F"/>
    <w:rsid w:val="00BB279B"/>
    <w:rsid w:val="00BB2A41"/>
    <w:rsid w:val="00BB2B3C"/>
    <w:rsid w:val="00BB2C93"/>
    <w:rsid w:val="00BB2D13"/>
    <w:rsid w:val="00BB2FF6"/>
    <w:rsid w:val="00BB3001"/>
    <w:rsid w:val="00BB3021"/>
    <w:rsid w:val="00BB3064"/>
    <w:rsid w:val="00BB3280"/>
    <w:rsid w:val="00BB340C"/>
    <w:rsid w:val="00BB3714"/>
    <w:rsid w:val="00BB37E7"/>
    <w:rsid w:val="00BB3CE6"/>
    <w:rsid w:val="00BB3ECC"/>
    <w:rsid w:val="00BB3F8C"/>
    <w:rsid w:val="00BB4173"/>
    <w:rsid w:val="00BB421D"/>
    <w:rsid w:val="00BB44BA"/>
    <w:rsid w:val="00BB44DD"/>
    <w:rsid w:val="00BB4644"/>
    <w:rsid w:val="00BB46D2"/>
    <w:rsid w:val="00BB48F7"/>
    <w:rsid w:val="00BB495F"/>
    <w:rsid w:val="00BB4AEA"/>
    <w:rsid w:val="00BB4B28"/>
    <w:rsid w:val="00BB4B2B"/>
    <w:rsid w:val="00BB4C43"/>
    <w:rsid w:val="00BB4CDA"/>
    <w:rsid w:val="00BB4DBA"/>
    <w:rsid w:val="00BB4E35"/>
    <w:rsid w:val="00BB527E"/>
    <w:rsid w:val="00BB52C1"/>
    <w:rsid w:val="00BB5396"/>
    <w:rsid w:val="00BB5639"/>
    <w:rsid w:val="00BB57D9"/>
    <w:rsid w:val="00BB598C"/>
    <w:rsid w:val="00BB59C1"/>
    <w:rsid w:val="00BB59F8"/>
    <w:rsid w:val="00BB5B40"/>
    <w:rsid w:val="00BB5BFD"/>
    <w:rsid w:val="00BB6118"/>
    <w:rsid w:val="00BB61B5"/>
    <w:rsid w:val="00BB6468"/>
    <w:rsid w:val="00BB64D6"/>
    <w:rsid w:val="00BB6AA9"/>
    <w:rsid w:val="00BB6B09"/>
    <w:rsid w:val="00BB6BD8"/>
    <w:rsid w:val="00BB6BF1"/>
    <w:rsid w:val="00BB6CEB"/>
    <w:rsid w:val="00BB7010"/>
    <w:rsid w:val="00BB7124"/>
    <w:rsid w:val="00BB721A"/>
    <w:rsid w:val="00BB725F"/>
    <w:rsid w:val="00BB7266"/>
    <w:rsid w:val="00BB72CB"/>
    <w:rsid w:val="00BB72F5"/>
    <w:rsid w:val="00BB73C7"/>
    <w:rsid w:val="00BB74F8"/>
    <w:rsid w:val="00BB753C"/>
    <w:rsid w:val="00BB7723"/>
    <w:rsid w:val="00BB7727"/>
    <w:rsid w:val="00BB774B"/>
    <w:rsid w:val="00BB776E"/>
    <w:rsid w:val="00BB7964"/>
    <w:rsid w:val="00BB796D"/>
    <w:rsid w:val="00BB7C75"/>
    <w:rsid w:val="00BB7D82"/>
    <w:rsid w:val="00BB7D96"/>
    <w:rsid w:val="00BC0424"/>
    <w:rsid w:val="00BC070D"/>
    <w:rsid w:val="00BC0806"/>
    <w:rsid w:val="00BC0855"/>
    <w:rsid w:val="00BC08BA"/>
    <w:rsid w:val="00BC08D3"/>
    <w:rsid w:val="00BC0980"/>
    <w:rsid w:val="00BC0AC5"/>
    <w:rsid w:val="00BC0B8E"/>
    <w:rsid w:val="00BC0EFE"/>
    <w:rsid w:val="00BC1023"/>
    <w:rsid w:val="00BC108A"/>
    <w:rsid w:val="00BC170C"/>
    <w:rsid w:val="00BC177D"/>
    <w:rsid w:val="00BC17DE"/>
    <w:rsid w:val="00BC1A28"/>
    <w:rsid w:val="00BC1AF1"/>
    <w:rsid w:val="00BC1C64"/>
    <w:rsid w:val="00BC1D25"/>
    <w:rsid w:val="00BC1ED9"/>
    <w:rsid w:val="00BC1F28"/>
    <w:rsid w:val="00BC211D"/>
    <w:rsid w:val="00BC214A"/>
    <w:rsid w:val="00BC2454"/>
    <w:rsid w:val="00BC2474"/>
    <w:rsid w:val="00BC27AD"/>
    <w:rsid w:val="00BC27C2"/>
    <w:rsid w:val="00BC27C9"/>
    <w:rsid w:val="00BC2A49"/>
    <w:rsid w:val="00BC2A76"/>
    <w:rsid w:val="00BC2C18"/>
    <w:rsid w:val="00BC2C27"/>
    <w:rsid w:val="00BC2D93"/>
    <w:rsid w:val="00BC2FF1"/>
    <w:rsid w:val="00BC32C9"/>
    <w:rsid w:val="00BC3468"/>
    <w:rsid w:val="00BC35FF"/>
    <w:rsid w:val="00BC3BA7"/>
    <w:rsid w:val="00BC3BE8"/>
    <w:rsid w:val="00BC3C7E"/>
    <w:rsid w:val="00BC3DDA"/>
    <w:rsid w:val="00BC418B"/>
    <w:rsid w:val="00BC41AC"/>
    <w:rsid w:val="00BC4371"/>
    <w:rsid w:val="00BC4431"/>
    <w:rsid w:val="00BC454F"/>
    <w:rsid w:val="00BC4712"/>
    <w:rsid w:val="00BC49C6"/>
    <w:rsid w:val="00BC4A49"/>
    <w:rsid w:val="00BC4AE7"/>
    <w:rsid w:val="00BC4D6E"/>
    <w:rsid w:val="00BC4E03"/>
    <w:rsid w:val="00BC4F34"/>
    <w:rsid w:val="00BC50BF"/>
    <w:rsid w:val="00BC5469"/>
    <w:rsid w:val="00BC5591"/>
    <w:rsid w:val="00BC56AE"/>
    <w:rsid w:val="00BC57D6"/>
    <w:rsid w:val="00BC57DE"/>
    <w:rsid w:val="00BC5889"/>
    <w:rsid w:val="00BC59DE"/>
    <w:rsid w:val="00BC5A5E"/>
    <w:rsid w:val="00BC5BD2"/>
    <w:rsid w:val="00BC5F09"/>
    <w:rsid w:val="00BC5F9F"/>
    <w:rsid w:val="00BC616E"/>
    <w:rsid w:val="00BC62D1"/>
    <w:rsid w:val="00BC6384"/>
    <w:rsid w:val="00BC6426"/>
    <w:rsid w:val="00BC655B"/>
    <w:rsid w:val="00BC6617"/>
    <w:rsid w:val="00BC66D1"/>
    <w:rsid w:val="00BC6905"/>
    <w:rsid w:val="00BC69FA"/>
    <w:rsid w:val="00BC6A30"/>
    <w:rsid w:val="00BC6D2E"/>
    <w:rsid w:val="00BC6E7D"/>
    <w:rsid w:val="00BC6EFC"/>
    <w:rsid w:val="00BC6F13"/>
    <w:rsid w:val="00BC6FC0"/>
    <w:rsid w:val="00BC71FA"/>
    <w:rsid w:val="00BC72D9"/>
    <w:rsid w:val="00BC75FF"/>
    <w:rsid w:val="00BC7640"/>
    <w:rsid w:val="00BC7686"/>
    <w:rsid w:val="00BC7807"/>
    <w:rsid w:val="00BC7A9B"/>
    <w:rsid w:val="00BC7B76"/>
    <w:rsid w:val="00BC7C74"/>
    <w:rsid w:val="00BC7E44"/>
    <w:rsid w:val="00BC7E94"/>
    <w:rsid w:val="00BD01E7"/>
    <w:rsid w:val="00BD02AF"/>
    <w:rsid w:val="00BD06D6"/>
    <w:rsid w:val="00BD06F9"/>
    <w:rsid w:val="00BD0754"/>
    <w:rsid w:val="00BD09C6"/>
    <w:rsid w:val="00BD0C56"/>
    <w:rsid w:val="00BD0FE6"/>
    <w:rsid w:val="00BD113F"/>
    <w:rsid w:val="00BD12C6"/>
    <w:rsid w:val="00BD1494"/>
    <w:rsid w:val="00BD14F1"/>
    <w:rsid w:val="00BD15E8"/>
    <w:rsid w:val="00BD1636"/>
    <w:rsid w:val="00BD1EA2"/>
    <w:rsid w:val="00BD1EC7"/>
    <w:rsid w:val="00BD1F7A"/>
    <w:rsid w:val="00BD2077"/>
    <w:rsid w:val="00BD20A2"/>
    <w:rsid w:val="00BD2397"/>
    <w:rsid w:val="00BD2424"/>
    <w:rsid w:val="00BD2498"/>
    <w:rsid w:val="00BD2511"/>
    <w:rsid w:val="00BD2592"/>
    <w:rsid w:val="00BD2658"/>
    <w:rsid w:val="00BD27AB"/>
    <w:rsid w:val="00BD27DB"/>
    <w:rsid w:val="00BD27F9"/>
    <w:rsid w:val="00BD283E"/>
    <w:rsid w:val="00BD2A26"/>
    <w:rsid w:val="00BD2CF9"/>
    <w:rsid w:val="00BD2DB9"/>
    <w:rsid w:val="00BD325E"/>
    <w:rsid w:val="00BD335C"/>
    <w:rsid w:val="00BD343E"/>
    <w:rsid w:val="00BD3465"/>
    <w:rsid w:val="00BD3491"/>
    <w:rsid w:val="00BD3C80"/>
    <w:rsid w:val="00BD3E58"/>
    <w:rsid w:val="00BD4062"/>
    <w:rsid w:val="00BD40AB"/>
    <w:rsid w:val="00BD4491"/>
    <w:rsid w:val="00BD46EE"/>
    <w:rsid w:val="00BD475D"/>
    <w:rsid w:val="00BD4A5B"/>
    <w:rsid w:val="00BD4DF1"/>
    <w:rsid w:val="00BD54B0"/>
    <w:rsid w:val="00BD54DA"/>
    <w:rsid w:val="00BD557C"/>
    <w:rsid w:val="00BD57EC"/>
    <w:rsid w:val="00BD5859"/>
    <w:rsid w:val="00BD5910"/>
    <w:rsid w:val="00BD59F8"/>
    <w:rsid w:val="00BD5C3E"/>
    <w:rsid w:val="00BD5CC4"/>
    <w:rsid w:val="00BD5D1E"/>
    <w:rsid w:val="00BD5D97"/>
    <w:rsid w:val="00BD5DED"/>
    <w:rsid w:val="00BD5F5C"/>
    <w:rsid w:val="00BD6344"/>
    <w:rsid w:val="00BD63B4"/>
    <w:rsid w:val="00BD6657"/>
    <w:rsid w:val="00BD66E7"/>
    <w:rsid w:val="00BD679D"/>
    <w:rsid w:val="00BD679F"/>
    <w:rsid w:val="00BD688F"/>
    <w:rsid w:val="00BD68FB"/>
    <w:rsid w:val="00BD69B9"/>
    <w:rsid w:val="00BD6B9D"/>
    <w:rsid w:val="00BD6BA1"/>
    <w:rsid w:val="00BD6C4C"/>
    <w:rsid w:val="00BD6C4D"/>
    <w:rsid w:val="00BD6DA6"/>
    <w:rsid w:val="00BD6DD4"/>
    <w:rsid w:val="00BD6E68"/>
    <w:rsid w:val="00BD705C"/>
    <w:rsid w:val="00BD70C1"/>
    <w:rsid w:val="00BD713C"/>
    <w:rsid w:val="00BD71F9"/>
    <w:rsid w:val="00BD731A"/>
    <w:rsid w:val="00BD736B"/>
    <w:rsid w:val="00BD73A4"/>
    <w:rsid w:val="00BD744E"/>
    <w:rsid w:val="00BD7457"/>
    <w:rsid w:val="00BD759F"/>
    <w:rsid w:val="00BD75EA"/>
    <w:rsid w:val="00BD7636"/>
    <w:rsid w:val="00BD792F"/>
    <w:rsid w:val="00BD7AFB"/>
    <w:rsid w:val="00BD7C59"/>
    <w:rsid w:val="00BD7D02"/>
    <w:rsid w:val="00BD7D9D"/>
    <w:rsid w:val="00BD7DFB"/>
    <w:rsid w:val="00BD7E93"/>
    <w:rsid w:val="00BE0221"/>
    <w:rsid w:val="00BE045B"/>
    <w:rsid w:val="00BE04BF"/>
    <w:rsid w:val="00BE055B"/>
    <w:rsid w:val="00BE0560"/>
    <w:rsid w:val="00BE0AFE"/>
    <w:rsid w:val="00BE0B02"/>
    <w:rsid w:val="00BE0C63"/>
    <w:rsid w:val="00BE0CD4"/>
    <w:rsid w:val="00BE0FA2"/>
    <w:rsid w:val="00BE0FB4"/>
    <w:rsid w:val="00BE11C6"/>
    <w:rsid w:val="00BE120A"/>
    <w:rsid w:val="00BE12BD"/>
    <w:rsid w:val="00BE146A"/>
    <w:rsid w:val="00BE14D2"/>
    <w:rsid w:val="00BE15A6"/>
    <w:rsid w:val="00BE161F"/>
    <w:rsid w:val="00BE1991"/>
    <w:rsid w:val="00BE1A98"/>
    <w:rsid w:val="00BE1B40"/>
    <w:rsid w:val="00BE1B93"/>
    <w:rsid w:val="00BE1DB3"/>
    <w:rsid w:val="00BE2019"/>
    <w:rsid w:val="00BE2088"/>
    <w:rsid w:val="00BE2158"/>
    <w:rsid w:val="00BE2161"/>
    <w:rsid w:val="00BE228F"/>
    <w:rsid w:val="00BE22DA"/>
    <w:rsid w:val="00BE2400"/>
    <w:rsid w:val="00BE24CD"/>
    <w:rsid w:val="00BE2669"/>
    <w:rsid w:val="00BE26D2"/>
    <w:rsid w:val="00BE27BA"/>
    <w:rsid w:val="00BE29EA"/>
    <w:rsid w:val="00BE2C8D"/>
    <w:rsid w:val="00BE2DB6"/>
    <w:rsid w:val="00BE2EA5"/>
    <w:rsid w:val="00BE2EEA"/>
    <w:rsid w:val="00BE3037"/>
    <w:rsid w:val="00BE30F0"/>
    <w:rsid w:val="00BE3272"/>
    <w:rsid w:val="00BE3497"/>
    <w:rsid w:val="00BE34D1"/>
    <w:rsid w:val="00BE351B"/>
    <w:rsid w:val="00BE364B"/>
    <w:rsid w:val="00BE38FA"/>
    <w:rsid w:val="00BE3AB1"/>
    <w:rsid w:val="00BE3AD1"/>
    <w:rsid w:val="00BE3BC1"/>
    <w:rsid w:val="00BE3C35"/>
    <w:rsid w:val="00BE3CB8"/>
    <w:rsid w:val="00BE3E0B"/>
    <w:rsid w:val="00BE3EEF"/>
    <w:rsid w:val="00BE4016"/>
    <w:rsid w:val="00BE402C"/>
    <w:rsid w:val="00BE446B"/>
    <w:rsid w:val="00BE4482"/>
    <w:rsid w:val="00BE453A"/>
    <w:rsid w:val="00BE45E5"/>
    <w:rsid w:val="00BE4A42"/>
    <w:rsid w:val="00BE4AFA"/>
    <w:rsid w:val="00BE4BB8"/>
    <w:rsid w:val="00BE4BC0"/>
    <w:rsid w:val="00BE4DA9"/>
    <w:rsid w:val="00BE4DFC"/>
    <w:rsid w:val="00BE4E58"/>
    <w:rsid w:val="00BE5068"/>
    <w:rsid w:val="00BE50C0"/>
    <w:rsid w:val="00BE50D8"/>
    <w:rsid w:val="00BE53DE"/>
    <w:rsid w:val="00BE54B3"/>
    <w:rsid w:val="00BE556E"/>
    <w:rsid w:val="00BE56E8"/>
    <w:rsid w:val="00BE579E"/>
    <w:rsid w:val="00BE58B3"/>
    <w:rsid w:val="00BE5B0F"/>
    <w:rsid w:val="00BE5C07"/>
    <w:rsid w:val="00BE5C58"/>
    <w:rsid w:val="00BE5CEA"/>
    <w:rsid w:val="00BE5E4D"/>
    <w:rsid w:val="00BE6295"/>
    <w:rsid w:val="00BE650A"/>
    <w:rsid w:val="00BE6659"/>
    <w:rsid w:val="00BE668A"/>
    <w:rsid w:val="00BE67CE"/>
    <w:rsid w:val="00BE680A"/>
    <w:rsid w:val="00BE68C8"/>
    <w:rsid w:val="00BE68F2"/>
    <w:rsid w:val="00BE6945"/>
    <w:rsid w:val="00BE6A80"/>
    <w:rsid w:val="00BE6B54"/>
    <w:rsid w:val="00BE6C4B"/>
    <w:rsid w:val="00BE6CA9"/>
    <w:rsid w:val="00BE6CB4"/>
    <w:rsid w:val="00BE6E8A"/>
    <w:rsid w:val="00BE6EB8"/>
    <w:rsid w:val="00BE72BE"/>
    <w:rsid w:val="00BE73E4"/>
    <w:rsid w:val="00BE76ED"/>
    <w:rsid w:val="00BE77B2"/>
    <w:rsid w:val="00BE7878"/>
    <w:rsid w:val="00BE7915"/>
    <w:rsid w:val="00BE7A84"/>
    <w:rsid w:val="00BE7CA0"/>
    <w:rsid w:val="00BE7E8C"/>
    <w:rsid w:val="00BF0246"/>
    <w:rsid w:val="00BF02E9"/>
    <w:rsid w:val="00BF02EF"/>
    <w:rsid w:val="00BF0683"/>
    <w:rsid w:val="00BF084B"/>
    <w:rsid w:val="00BF0995"/>
    <w:rsid w:val="00BF0B17"/>
    <w:rsid w:val="00BF0D12"/>
    <w:rsid w:val="00BF0D27"/>
    <w:rsid w:val="00BF0EE9"/>
    <w:rsid w:val="00BF0F1A"/>
    <w:rsid w:val="00BF1205"/>
    <w:rsid w:val="00BF1216"/>
    <w:rsid w:val="00BF130A"/>
    <w:rsid w:val="00BF1368"/>
    <w:rsid w:val="00BF16EC"/>
    <w:rsid w:val="00BF182E"/>
    <w:rsid w:val="00BF1870"/>
    <w:rsid w:val="00BF18AB"/>
    <w:rsid w:val="00BF1A1F"/>
    <w:rsid w:val="00BF1AD6"/>
    <w:rsid w:val="00BF1AF0"/>
    <w:rsid w:val="00BF1C4A"/>
    <w:rsid w:val="00BF1CC6"/>
    <w:rsid w:val="00BF1FCC"/>
    <w:rsid w:val="00BF2040"/>
    <w:rsid w:val="00BF23D6"/>
    <w:rsid w:val="00BF2588"/>
    <w:rsid w:val="00BF28CE"/>
    <w:rsid w:val="00BF2926"/>
    <w:rsid w:val="00BF2B7F"/>
    <w:rsid w:val="00BF2D1B"/>
    <w:rsid w:val="00BF2D29"/>
    <w:rsid w:val="00BF2D69"/>
    <w:rsid w:val="00BF2DA0"/>
    <w:rsid w:val="00BF2DE8"/>
    <w:rsid w:val="00BF2E8D"/>
    <w:rsid w:val="00BF2EE3"/>
    <w:rsid w:val="00BF2F3E"/>
    <w:rsid w:val="00BF3121"/>
    <w:rsid w:val="00BF3155"/>
    <w:rsid w:val="00BF31CC"/>
    <w:rsid w:val="00BF33D9"/>
    <w:rsid w:val="00BF34C5"/>
    <w:rsid w:val="00BF38A1"/>
    <w:rsid w:val="00BF38E0"/>
    <w:rsid w:val="00BF3948"/>
    <w:rsid w:val="00BF3B5D"/>
    <w:rsid w:val="00BF3C7A"/>
    <w:rsid w:val="00BF401C"/>
    <w:rsid w:val="00BF413C"/>
    <w:rsid w:val="00BF42C2"/>
    <w:rsid w:val="00BF448D"/>
    <w:rsid w:val="00BF4672"/>
    <w:rsid w:val="00BF4891"/>
    <w:rsid w:val="00BF4898"/>
    <w:rsid w:val="00BF4A26"/>
    <w:rsid w:val="00BF4C46"/>
    <w:rsid w:val="00BF4ECD"/>
    <w:rsid w:val="00BF4ED1"/>
    <w:rsid w:val="00BF4EFD"/>
    <w:rsid w:val="00BF5131"/>
    <w:rsid w:val="00BF52A6"/>
    <w:rsid w:val="00BF533B"/>
    <w:rsid w:val="00BF5418"/>
    <w:rsid w:val="00BF56C7"/>
    <w:rsid w:val="00BF5873"/>
    <w:rsid w:val="00BF58FA"/>
    <w:rsid w:val="00BF5B5E"/>
    <w:rsid w:val="00BF605C"/>
    <w:rsid w:val="00BF632E"/>
    <w:rsid w:val="00BF6330"/>
    <w:rsid w:val="00BF63F8"/>
    <w:rsid w:val="00BF6486"/>
    <w:rsid w:val="00BF64EB"/>
    <w:rsid w:val="00BF6778"/>
    <w:rsid w:val="00BF67D3"/>
    <w:rsid w:val="00BF6964"/>
    <w:rsid w:val="00BF6A9E"/>
    <w:rsid w:val="00BF6B3C"/>
    <w:rsid w:val="00BF6D58"/>
    <w:rsid w:val="00BF6DDA"/>
    <w:rsid w:val="00BF6ECD"/>
    <w:rsid w:val="00BF70DF"/>
    <w:rsid w:val="00BF7145"/>
    <w:rsid w:val="00BF71AB"/>
    <w:rsid w:val="00BF73EB"/>
    <w:rsid w:val="00BF73F5"/>
    <w:rsid w:val="00BF7492"/>
    <w:rsid w:val="00BF74BC"/>
    <w:rsid w:val="00BF74D0"/>
    <w:rsid w:val="00BF74D5"/>
    <w:rsid w:val="00BF755A"/>
    <w:rsid w:val="00BF757C"/>
    <w:rsid w:val="00BF77ED"/>
    <w:rsid w:val="00BF7C0C"/>
    <w:rsid w:val="00BF7C11"/>
    <w:rsid w:val="00BF7E51"/>
    <w:rsid w:val="00BF7FAB"/>
    <w:rsid w:val="00C00038"/>
    <w:rsid w:val="00C00044"/>
    <w:rsid w:val="00C0055F"/>
    <w:rsid w:val="00C00581"/>
    <w:rsid w:val="00C00600"/>
    <w:rsid w:val="00C006F6"/>
    <w:rsid w:val="00C007E9"/>
    <w:rsid w:val="00C008EA"/>
    <w:rsid w:val="00C00956"/>
    <w:rsid w:val="00C00A8F"/>
    <w:rsid w:val="00C00AD3"/>
    <w:rsid w:val="00C00B62"/>
    <w:rsid w:val="00C00BC9"/>
    <w:rsid w:val="00C00BCF"/>
    <w:rsid w:val="00C00C05"/>
    <w:rsid w:val="00C00DA7"/>
    <w:rsid w:val="00C00DC4"/>
    <w:rsid w:val="00C00DD9"/>
    <w:rsid w:val="00C00E19"/>
    <w:rsid w:val="00C00EEE"/>
    <w:rsid w:val="00C00F0A"/>
    <w:rsid w:val="00C00F97"/>
    <w:rsid w:val="00C01058"/>
    <w:rsid w:val="00C012FB"/>
    <w:rsid w:val="00C0136A"/>
    <w:rsid w:val="00C01405"/>
    <w:rsid w:val="00C01624"/>
    <w:rsid w:val="00C0189D"/>
    <w:rsid w:val="00C01E0F"/>
    <w:rsid w:val="00C02180"/>
    <w:rsid w:val="00C02184"/>
    <w:rsid w:val="00C021D1"/>
    <w:rsid w:val="00C0221E"/>
    <w:rsid w:val="00C0236E"/>
    <w:rsid w:val="00C025E6"/>
    <w:rsid w:val="00C027D7"/>
    <w:rsid w:val="00C02C03"/>
    <w:rsid w:val="00C02CEB"/>
    <w:rsid w:val="00C02DAC"/>
    <w:rsid w:val="00C02FD8"/>
    <w:rsid w:val="00C032E1"/>
    <w:rsid w:val="00C0337B"/>
    <w:rsid w:val="00C03420"/>
    <w:rsid w:val="00C038FD"/>
    <w:rsid w:val="00C039F5"/>
    <w:rsid w:val="00C03F4A"/>
    <w:rsid w:val="00C04513"/>
    <w:rsid w:val="00C04A56"/>
    <w:rsid w:val="00C04A92"/>
    <w:rsid w:val="00C04AF6"/>
    <w:rsid w:val="00C04CDB"/>
    <w:rsid w:val="00C04F1E"/>
    <w:rsid w:val="00C050AC"/>
    <w:rsid w:val="00C0512B"/>
    <w:rsid w:val="00C051D5"/>
    <w:rsid w:val="00C05336"/>
    <w:rsid w:val="00C0570C"/>
    <w:rsid w:val="00C0570D"/>
    <w:rsid w:val="00C05AC4"/>
    <w:rsid w:val="00C05B26"/>
    <w:rsid w:val="00C05B43"/>
    <w:rsid w:val="00C05D49"/>
    <w:rsid w:val="00C05E40"/>
    <w:rsid w:val="00C05E6A"/>
    <w:rsid w:val="00C06038"/>
    <w:rsid w:val="00C0624F"/>
    <w:rsid w:val="00C062D1"/>
    <w:rsid w:val="00C06385"/>
    <w:rsid w:val="00C06407"/>
    <w:rsid w:val="00C066DF"/>
    <w:rsid w:val="00C0672C"/>
    <w:rsid w:val="00C068E4"/>
    <w:rsid w:val="00C069EF"/>
    <w:rsid w:val="00C06CCE"/>
    <w:rsid w:val="00C06D73"/>
    <w:rsid w:val="00C06DB0"/>
    <w:rsid w:val="00C06DD9"/>
    <w:rsid w:val="00C06ED4"/>
    <w:rsid w:val="00C06F3E"/>
    <w:rsid w:val="00C07206"/>
    <w:rsid w:val="00C07291"/>
    <w:rsid w:val="00C072F3"/>
    <w:rsid w:val="00C073EC"/>
    <w:rsid w:val="00C07641"/>
    <w:rsid w:val="00C07721"/>
    <w:rsid w:val="00C07745"/>
    <w:rsid w:val="00C077AA"/>
    <w:rsid w:val="00C078F8"/>
    <w:rsid w:val="00C0793E"/>
    <w:rsid w:val="00C079B5"/>
    <w:rsid w:val="00C07A3F"/>
    <w:rsid w:val="00C07C7E"/>
    <w:rsid w:val="00C07D0D"/>
    <w:rsid w:val="00C07E5E"/>
    <w:rsid w:val="00C10029"/>
    <w:rsid w:val="00C1042E"/>
    <w:rsid w:val="00C106EE"/>
    <w:rsid w:val="00C1087B"/>
    <w:rsid w:val="00C109E0"/>
    <w:rsid w:val="00C10CDF"/>
    <w:rsid w:val="00C10D57"/>
    <w:rsid w:val="00C10DB1"/>
    <w:rsid w:val="00C10E7C"/>
    <w:rsid w:val="00C10F33"/>
    <w:rsid w:val="00C11351"/>
    <w:rsid w:val="00C11539"/>
    <w:rsid w:val="00C11541"/>
    <w:rsid w:val="00C11727"/>
    <w:rsid w:val="00C11BDC"/>
    <w:rsid w:val="00C11C22"/>
    <w:rsid w:val="00C11D2A"/>
    <w:rsid w:val="00C11F46"/>
    <w:rsid w:val="00C12033"/>
    <w:rsid w:val="00C120BB"/>
    <w:rsid w:val="00C12198"/>
    <w:rsid w:val="00C12356"/>
    <w:rsid w:val="00C124AE"/>
    <w:rsid w:val="00C12755"/>
    <w:rsid w:val="00C12838"/>
    <w:rsid w:val="00C12907"/>
    <w:rsid w:val="00C1298D"/>
    <w:rsid w:val="00C12BF9"/>
    <w:rsid w:val="00C12D19"/>
    <w:rsid w:val="00C12D2C"/>
    <w:rsid w:val="00C12DA7"/>
    <w:rsid w:val="00C12E9F"/>
    <w:rsid w:val="00C12EEA"/>
    <w:rsid w:val="00C1349E"/>
    <w:rsid w:val="00C135C0"/>
    <w:rsid w:val="00C135F6"/>
    <w:rsid w:val="00C1366E"/>
    <w:rsid w:val="00C13724"/>
    <w:rsid w:val="00C1399F"/>
    <w:rsid w:val="00C139C3"/>
    <w:rsid w:val="00C13A25"/>
    <w:rsid w:val="00C13A84"/>
    <w:rsid w:val="00C13A98"/>
    <w:rsid w:val="00C13AD0"/>
    <w:rsid w:val="00C13BDE"/>
    <w:rsid w:val="00C13CE4"/>
    <w:rsid w:val="00C13D13"/>
    <w:rsid w:val="00C13D88"/>
    <w:rsid w:val="00C14075"/>
    <w:rsid w:val="00C14112"/>
    <w:rsid w:val="00C14120"/>
    <w:rsid w:val="00C1419C"/>
    <w:rsid w:val="00C141D5"/>
    <w:rsid w:val="00C14276"/>
    <w:rsid w:val="00C14462"/>
    <w:rsid w:val="00C14660"/>
    <w:rsid w:val="00C148DC"/>
    <w:rsid w:val="00C148F3"/>
    <w:rsid w:val="00C14AAE"/>
    <w:rsid w:val="00C14B2A"/>
    <w:rsid w:val="00C14B80"/>
    <w:rsid w:val="00C14BB3"/>
    <w:rsid w:val="00C14C9E"/>
    <w:rsid w:val="00C14CE8"/>
    <w:rsid w:val="00C14E17"/>
    <w:rsid w:val="00C14EEB"/>
    <w:rsid w:val="00C15080"/>
    <w:rsid w:val="00C150CB"/>
    <w:rsid w:val="00C151E1"/>
    <w:rsid w:val="00C15279"/>
    <w:rsid w:val="00C153B0"/>
    <w:rsid w:val="00C15469"/>
    <w:rsid w:val="00C15740"/>
    <w:rsid w:val="00C158BB"/>
    <w:rsid w:val="00C15BB0"/>
    <w:rsid w:val="00C15BEF"/>
    <w:rsid w:val="00C15EE8"/>
    <w:rsid w:val="00C16336"/>
    <w:rsid w:val="00C16423"/>
    <w:rsid w:val="00C1667A"/>
    <w:rsid w:val="00C166C3"/>
    <w:rsid w:val="00C16736"/>
    <w:rsid w:val="00C168DA"/>
    <w:rsid w:val="00C168E1"/>
    <w:rsid w:val="00C16958"/>
    <w:rsid w:val="00C1698E"/>
    <w:rsid w:val="00C16A8C"/>
    <w:rsid w:val="00C16B36"/>
    <w:rsid w:val="00C16BC8"/>
    <w:rsid w:val="00C16D0C"/>
    <w:rsid w:val="00C16E89"/>
    <w:rsid w:val="00C17106"/>
    <w:rsid w:val="00C17108"/>
    <w:rsid w:val="00C1723F"/>
    <w:rsid w:val="00C17338"/>
    <w:rsid w:val="00C174C4"/>
    <w:rsid w:val="00C174DB"/>
    <w:rsid w:val="00C175D2"/>
    <w:rsid w:val="00C176EB"/>
    <w:rsid w:val="00C17918"/>
    <w:rsid w:val="00C179B3"/>
    <w:rsid w:val="00C17B06"/>
    <w:rsid w:val="00C17BB1"/>
    <w:rsid w:val="00C17E89"/>
    <w:rsid w:val="00C20090"/>
    <w:rsid w:val="00C2014F"/>
    <w:rsid w:val="00C202B7"/>
    <w:rsid w:val="00C202C6"/>
    <w:rsid w:val="00C203D1"/>
    <w:rsid w:val="00C20404"/>
    <w:rsid w:val="00C2047C"/>
    <w:rsid w:val="00C204E6"/>
    <w:rsid w:val="00C2054A"/>
    <w:rsid w:val="00C20936"/>
    <w:rsid w:val="00C20A44"/>
    <w:rsid w:val="00C20BE7"/>
    <w:rsid w:val="00C20C7B"/>
    <w:rsid w:val="00C20C89"/>
    <w:rsid w:val="00C20D84"/>
    <w:rsid w:val="00C20E37"/>
    <w:rsid w:val="00C20EFC"/>
    <w:rsid w:val="00C20F06"/>
    <w:rsid w:val="00C21099"/>
    <w:rsid w:val="00C2117F"/>
    <w:rsid w:val="00C211E4"/>
    <w:rsid w:val="00C213AA"/>
    <w:rsid w:val="00C21435"/>
    <w:rsid w:val="00C2147D"/>
    <w:rsid w:val="00C214D0"/>
    <w:rsid w:val="00C217AA"/>
    <w:rsid w:val="00C219C1"/>
    <w:rsid w:val="00C21CA3"/>
    <w:rsid w:val="00C21D1C"/>
    <w:rsid w:val="00C21E44"/>
    <w:rsid w:val="00C2215D"/>
    <w:rsid w:val="00C221F5"/>
    <w:rsid w:val="00C223B6"/>
    <w:rsid w:val="00C22419"/>
    <w:rsid w:val="00C2247E"/>
    <w:rsid w:val="00C22601"/>
    <w:rsid w:val="00C226E3"/>
    <w:rsid w:val="00C22A54"/>
    <w:rsid w:val="00C22C96"/>
    <w:rsid w:val="00C22D4B"/>
    <w:rsid w:val="00C23055"/>
    <w:rsid w:val="00C2317F"/>
    <w:rsid w:val="00C231C9"/>
    <w:rsid w:val="00C233A2"/>
    <w:rsid w:val="00C23636"/>
    <w:rsid w:val="00C2367A"/>
    <w:rsid w:val="00C2373C"/>
    <w:rsid w:val="00C23812"/>
    <w:rsid w:val="00C23829"/>
    <w:rsid w:val="00C238CD"/>
    <w:rsid w:val="00C23985"/>
    <w:rsid w:val="00C23AD6"/>
    <w:rsid w:val="00C23C42"/>
    <w:rsid w:val="00C23C9F"/>
    <w:rsid w:val="00C23D51"/>
    <w:rsid w:val="00C23E2E"/>
    <w:rsid w:val="00C23F9D"/>
    <w:rsid w:val="00C241B2"/>
    <w:rsid w:val="00C24566"/>
    <w:rsid w:val="00C24796"/>
    <w:rsid w:val="00C247D5"/>
    <w:rsid w:val="00C247E5"/>
    <w:rsid w:val="00C24843"/>
    <w:rsid w:val="00C24869"/>
    <w:rsid w:val="00C24974"/>
    <w:rsid w:val="00C249AB"/>
    <w:rsid w:val="00C24B3B"/>
    <w:rsid w:val="00C24D25"/>
    <w:rsid w:val="00C24DC5"/>
    <w:rsid w:val="00C24F7E"/>
    <w:rsid w:val="00C25001"/>
    <w:rsid w:val="00C25131"/>
    <w:rsid w:val="00C25463"/>
    <w:rsid w:val="00C258ED"/>
    <w:rsid w:val="00C25960"/>
    <w:rsid w:val="00C25A82"/>
    <w:rsid w:val="00C25A95"/>
    <w:rsid w:val="00C25C27"/>
    <w:rsid w:val="00C25C9A"/>
    <w:rsid w:val="00C25DD2"/>
    <w:rsid w:val="00C25E30"/>
    <w:rsid w:val="00C25F06"/>
    <w:rsid w:val="00C25F3E"/>
    <w:rsid w:val="00C260FF"/>
    <w:rsid w:val="00C26423"/>
    <w:rsid w:val="00C26491"/>
    <w:rsid w:val="00C26615"/>
    <w:rsid w:val="00C269DA"/>
    <w:rsid w:val="00C26B5B"/>
    <w:rsid w:val="00C26DC3"/>
    <w:rsid w:val="00C26E3E"/>
    <w:rsid w:val="00C271A5"/>
    <w:rsid w:val="00C2735E"/>
    <w:rsid w:val="00C273DF"/>
    <w:rsid w:val="00C27580"/>
    <w:rsid w:val="00C275B5"/>
    <w:rsid w:val="00C276C9"/>
    <w:rsid w:val="00C2774F"/>
    <w:rsid w:val="00C27825"/>
    <w:rsid w:val="00C27923"/>
    <w:rsid w:val="00C27AC6"/>
    <w:rsid w:val="00C27E43"/>
    <w:rsid w:val="00C27E5A"/>
    <w:rsid w:val="00C27E9F"/>
    <w:rsid w:val="00C27ED4"/>
    <w:rsid w:val="00C30098"/>
    <w:rsid w:val="00C3017E"/>
    <w:rsid w:val="00C303AE"/>
    <w:rsid w:val="00C303FD"/>
    <w:rsid w:val="00C3062F"/>
    <w:rsid w:val="00C306D9"/>
    <w:rsid w:val="00C3077C"/>
    <w:rsid w:val="00C30A02"/>
    <w:rsid w:val="00C30AAB"/>
    <w:rsid w:val="00C30C16"/>
    <w:rsid w:val="00C30C2B"/>
    <w:rsid w:val="00C30CF0"/>
    <w:rsid w:val="00C30D15"/>
    <w:rsid w:val="00C30D72"/>
    <w:rsid w:val="00C30F3F"/>
    <w:rsid w:val="00C311E6"/>
    <w:rsid w:val="00C312B7"/>
    <w:rsid w:val="00C31519"/>
    <w:rsid w:val="00C317F1"/>
    <w:rsid w:val="00C318BB"/>
    <w:rsid w:val="00C3193D"/>
    <w:rsid w:val="00C319E8"/>
    <w:rsid w:val="00C31A2F"/>
    <w:rsid w:val="00C31AAB"/>
    <w:rsid w:val="00C31EA0"/>
    <w:rsid w:val="00C31EA1"/>
    <w:rsid w:val="00C31F13"/>
    <w:rsid w:val="00C32095"/>
    <w:rsid w:val="00C32192"/>
    <w:rsid w:val="00C32406"/>
    <w:rsid w:val="00C3242C"/>
    <w:rsid w:val="00C3247D"/>
    <w:rsid w:val="00C32698"/>
    <w:rsid w:val="00C32932"/>
    <w:rsid w:val="00C32B3D"/>
    <w:rsid w:val="00C32E06"/>
    <w:rsid w:val="00C3326A"/>
    <w:rsid w:val="00C332BA"/>
    <w:rsid w:val="00C335A8"/>
    <w:rsid w:val="00C335BD"/>
    <w:rsid w:val="00C33804"/>
    <w:rsid w:val="00C33839"/>
    <w:rsid w:val="00C33948"/>
    <w:rsid w:val="00C33B7D"/>
    <w:rsid w:val="00C33D09"/>
    <w:rsid w:val="00C33D0D"/>
    <w:rsid w:val="00C33E4C"/>
    <w:rsid w:val="00C33E6C"/>
    <w:rsid w:val="00C33F0B"/>
    <w:rsid w:val="00C33F5C"/>
    <w:rsid w:val="00C3407A"/>
    <w:rsid w:val="00C340A7"/>
    <w:rsid w:val="00C340E5"/>
    <w:rsid w:val="00C34104"/>
    <w:rsid w:val="00C34633"/>
    <w:rsid w:val="00C346A6"/>
    <w:rsid w:val="00C346BD"/>
    <w:rsid w:val="00C346E2"/>
    <w:rsid w:val="00C3473C"/>
    <w:rsid w:val="00C347A2"/>
    <w:rsid w:val="00C34804"/>
    <w:rsid w:val="00C348D2"/>
    <w:rsid w:val="00C34A2F"/>
    <w:rsid w:val="00C34B32"/>
    <w:rsid w:val="00C34BBF"/>
    <w:rsid w:val="00C34C77"/>
    <w:rsid w:val="00C34D74"/>
    <w:rsid w:val="00C34FF3"/>
    <w:rsid w:val="00C35051"/>
    <w:rsid w:val="00C350E8"/>
    <w:rsid w:val="00C352D5"/>
    <w:rsid w:val="00C352E7"/>
    <w:rsid w:val="00C35481"/>
    <w:rsid w:val="00C3549C"/>
    <w:rsid w:val="00C354B3"/>
    <w:rsid w:val="00C35565"/>
    <w:rsid w:val="00C35A11"/>
    <w:rsid w:val="00C35C8B"/>
    <w:rsid w:val="00C35CC9"/>
    <w:rsid w:val="00C35E76"/>
    <w:rsid w:val="00C361E3"/>
    <w:rsid w:val="00C3633F"/>
    <w:rsid w:val="00C36564"/>
    <w:rsid w:val="00C365A7"/>
    <w:rsid w:val="00C36669"/>
    <w:rsid w:val="00C36703"/>
    <w:rsid w:val="00C36706"/>
    <w:rsid w:val="00C36879"/>
    <w:rsid w:val="00C36894"/>
    <w:rsid w:val="00C36912"/>
    <w:rsid w:val="00C36940"/>
    <w:rsid w:val="00C36A0F"/>
    <w:rsid w:val="00C36A32"/>
    <w:rsid w:val="00C36B47"/>
    <w:rsid w:val="00C36F1D"/>
    <w:rsid w:val="00C37000"/>
    <w:rsid w:val="00C371A9"/>
    <w:rsid w:val="00C37211"/>
    <w:rsid w:val="00C37490"/>
    <w:rsid w:val="00C374A5"/>
    <w:rsid w:val="00C374D7"/>
    <w:rsid w:val="00C375A7"/>
    <w:rsid w:val="00C3762B"/>
    <w:rsid w:val="00C37795"/>
    <w:rsid w:val="00C379D2"/>
    <w:rsid w:val="00C37AE1"/>
    <w:rsid w:val="00C37D68"/>
    <w:rsid w:val="00C37E2A"/>
    <w:rsid w:val="00C37F9F"/>
    <w:rsid w:val="00C37FA9"/>
    <w:rsid w:val="00C400F5"/>
    <w:rsid w:val="00C403C1"/>
    <w:rsid w:val="00C405A7"/>
    <w:rsid w:val="00C4060E"/>
    <w:rsid w:val="00C407B6"/>
    <w:rsid w:val="00C4097D"/>
    <w:rsid w:val="00C40A67"/>
    <w:rsid w:val="00C40AD8"/>
    <w:rsid w:val="00C40C96"/>
    <w:rsid w:val="00C40EE7"/>
    <w:rsid w:val="00C40F79"/>
    <w:rsid w:val="00C40F94"/>
    <w:rsid w:val="00C41035"/>
    <w:rsid w:val="00C41268"/>
    <w:rsid w:val="00C41480"/>
    <w:rsid w:val="00C4156B"/>
    <w:rsid w:val="00C415AE"/>
    <w:rsid w:val="00C41707"/>
    <w:rsid w:val="00C41828"/>
    <w:rsid w:val="00C41963"/>
    <w:rsid w:val="00C419B7"/>
    <w:rsid w:val="00C41A70"/>
    <w:rsid w:val="00C41A9B"/>
    <w:rsid w:val="00C41B2D"/>
    <w:rsid w:val="00C41C22"/>
    <w:rsid w:val="00C41C7D"/>
    <w:rsid w:val="00C41D37"/>
    <w:rsid w:val="00C41D92"/>
    <w:rsid w:val="00C42006"/>
    <w:rsid w:val="00C42071"/>
    <w:rsid w:val="00C421A6"/>
    <w:rsid w:val="00C4231B"/>
    <w:rsid w:val="00C42862"/>
    <w:rsid w:val="00C42896"/>
    <w:rsid w:val="00C4289A"/>
    <w:rsid w:val="00C4295E"/>
    <w:rsid w:val="00C429A5"/>
    <w:rsid w:val="00C431E0"/>
    <w:rsid w:val="00C4355C"/>
    <w:rsid w:val="00C437E5"/>
    <w:rsid w:val="00C4385D"/>
    <w:rsid w:val="00C43AC1"/>
    <w:rsid w:val="00C43BC7"/>
    <w:rsid w:val="00C43C7F"/>
    <w:rsid w:val="00C43FC0"/>
    <w:rsid w:val="00C44050"/>
    <w:rsid w:val="00C44064"/>
    <w:rsid w:val="00C44232"/>
    <w:rsid w:val="00C44270"/>
    <w:rsid w:val="00C446DE"/>
    <w:rsid w:val="00C449D8"/>
    <w:rsid w:val="00C44A6C"/>
    <w:rsid w:val="00C44D4B"/>
    <w:rsid w:val="00C44E17"/>
    <w:rsid w:val="00C44F3B"/>
    <w:rsid w:val="00C45353"/>
    <w:rsid w:val="00C45372"/>
    <w:rsid w:val="00C453E7"/>
    <w:rsid w:val="00C455A3"/>
    <w:rsid w:val="00C45A84"/>
    <w:rsid w:val="00C45AC3"/>
    <w:rsid w:val="00C45B15"/>
    <w:rsid w:val="00C45B51"/>
    <w:rsid w:val="00C45C97"/>
    <w:rsid w:val="00C460E8"/>
    <w:rsid w:val="00C463EE"/>
    <w:rsid w:val="00C467F0"/>
    <w:rsid w:val="00C46899"/>
    <w:rsid w:val="00C46988"/>
    <w:rsid w:val="00C46AE5"/>
    <w:rsid w:val="00C46B47"/>
    <w:rsid w:val="00C46DF7"/>
    <w:rsid w:val="00C46E02"/>
    <w:rsid w:val="00C47055"/>
    <w:rsid w:val="00C47169"/>
    <w:rsid w:val="00C4728F"/>
    <w:rsid w:val="00C475D9"/>
    <w:rsid w:val="00C477D7"/>
    <w:rsid w:val="00C47860"/>
    <w:rsid w:val="00C47908"/>
    <w:rsid w:val="00C47A46"/>
    <w:rsid w:val="00C47AE0"/>
    <w:rsid w:val="00C47E47"/>
    <w:rsid w:val="00C47F87"/>
    <w:rsid w:val="00C47F8B"/>
    <w:rsid w:val="00C50005"/>
    <w:rsid w:val="00C5010F"/>
    <w:rsid w:val="00C501C1"/>
    <w:rsid w:val="00C503D5"/>
    <w:rsid w:val="00C504DA"/>
    <w:rsid w:val="00C505EA"/>
    <w:rsid w:val="00C50933"/>
    <w:rsid w:val="00C50A35"/>
    <w:rsid w:val="00C50AAE"/>
    <w:rsid w:val="00C50AF4"/>
    <w:rsid w:val="00C50B03"/>
    <w:rsid w:val="00C50C5C"/>
    <w:rsid w:val="00C50CC5"/>
    <w:rsid w:val="00C50D3D"/>
    <w:rsid w:val="00C50DAA"/>
    <w:rsid w:val="00C510C1"/>
    <w:rsid w:val="00C51255"/>
    <w:rsid w:val="00C514C7"/>
    <w:rsid w:val="00C5155D"/>
    <w:rsid w:val="00C51575"/>
    <w:rsid w:val="00C51972"/>
    <w:rsid w:val="00C51A4E"/>
    <w:rsid w:val="00C51ACA"/>
    <w:rsid w:val="00C51B99"/>
    <w:rsid w:val="00C51EB7"/>
    <w:rsid w:val="00C5209B"/>
    <w:rsid w:val="00C522A2"/>
    <w:rsid w:val="00C5231E"/>
    <w:rsid w:val="00C523C6"/>
    <w:rsid w:val="00C524CA"/>
    <w:rsid w:val="00C52699"/>
    <w:rsid w:val="00C528EC"/>
    <w:rsid w:val="00C52ABB"/>
    <w:rsid w:val="00C52B9D"/>
    <w:rsid w:val="00C52C4D"/>
    <w:rsid w:val="00C52DD6"/>
    <w:rsid w:val="00C52FA9"/>
    <w:rsid w:val="00C53080"/>
    <w:rsid w:val="00C530A4"/>
    <w:rsid w:val="00C5322D"/>
    <w:rsid w:val="00C5331B"/>
    <w:rsid w:val="00C53330"/>
    <w:rsid w:val="00C53428"/>
    <w:rsid w:val="00C5351C"/>
    <w:rsid w:val="00C53629"/>
    <w:rsid w:val="00C536DB"/>
    <w:rsid w:val="00C53774"/>
    <w:rsid w:val="00C53A23"/>
    <w:rsid w:val="00C53A64"/>
    <w:rsid w:val="00C53D9C"/>
    <w:rsid w:val="00C53E64"/>
    <w:rsid w:val="00C53F3D"/>
    <w:rsid w:val="00C5415B"/>
    <w:rsid w:val="00C54300"/>
    <w:rsid w:val="00C545EE"/>
    <w:rsid w:val="00C54652"/>
    <w:rsid w:val="00C5478C"/>
    <w:rsid w:val="00C54915"/>
    <w:rsid w:val="00C549C5"/>
    <w:rsid w:val="00C54BCF"/>
    <w:rsid w:val="00C54C24"/>
    <w:rsid w:val="00C54F68"/>
    <w:rsid w:val="00C55126"/>
    <w:rsid w:val="00C55339"/>
    <w:rsid w:val="00C554D0"/>
    <w:rsid w:val="00C555D8"/>
    <w:rsid w:val="00C5579D"/>
    <w:rsid w:val="00C557C1"/>
    <w:rsid w:val="00C55860"/>
    <w:rsid w:val="00C559D7"/>
    <w:rsid w:val="00C55A1A"/>
    <w:rsid w:val="00C55F02"/>
    <w:rsid w:val="00C55FAB"/>
    <w:rsid w:val="00C56177"/>
    <w:rsid w:val="00C5626F"/>
    <w:rsid w:val="00C562B6"/>
    <w:rsid w:val="00C562D5"/>
    <w:rsid w:val="00C563C2"/>
    <w:rsid w:val="00C56488"/>
    <w:rsid w:val="00C56603"/>
    <w:rsid w:val="00C56710"/>
    <w:rsid w:val="00C567EE"/>
    <w:rsid w:val="00C56B12"/>
    <w:rsid w:val="00C56B53"/>
    <w:rsid w:val="00C56CC2"/>
    <w:rsid w:val="00C56D95"/>
    <w:rsid w:val="00C56DAE"/>
    <w:rsid w:val="00C56E2D"/>
    <w:rsid w:val="00C57847"/>
    <w:rsid w:val="00C578CF"/>
    <w:rsid w:val="00C57A8C"/>
    <w:rsid w:val="00C57ACB"/>
    <w:rsid w:val="00C57CAB"/>
    <w:rsid w:val="00C600F0"/>
    <w:rsid w:val="00C6060C"/>
    <w:rsid w:val="00C6077B"/>
    <w:rsid w:val="00C6082A"/>
    <w:rsid w:val="00C60924"/>
    <w:rsid w:val="00C60984"/>
    <w:rsid w:val="00C60D0D"/>
    <w:rsid w:val="00C60E6F"/>
    <w:rsid w:val="00C60E89"/>
    <w:rsid w:val="00C60FBE"/>
    <w:rsid w:val="00C610F5"/>
    <w:rsid w:val="00C61299"/>
    <w:rsid w:val="00C614C4"/>
    <w:rsid w:val="00C6154A"/>
    <w:rsid w:val="00C6189E"/>
    <w:rsid w:val="00C61911"/>
    <w:rsid w:val="00C61A71"/>
    <w:rsid w:val="00C61E98"/>
    <w:rsid w:val="00C61F90"/>
    <w:rsid w:val="00C62003"/>
    <w:rsid w:val="00C6213E"/>
    <w:rsid w:val="00C6225F"/>
    <w:rsid w:val="00C62321"/>
    <w:rsid w:val="00C62634"/>
    <w:rsid w:val="00C62655"/>
    <w:rsid w:val="00C62699"/>
    <w:rsid w:val="00C62753"/>
    <w:rsid w:val="00C628B7"/>
    <w:rsid w:val="00C629D0"/>
    <w:rsid w:val="00C62A64"/>
    <w:rsid w:val="00C62B33"/>
    <w:rsid w:val="00C62CD5"/>
    <w:rsid w:val="00C62EEE"/>
    <w:rsid w:val="00C62EF8"/>
    <w:rsid w:val="00C62FA4"/>
    <w:rsid w:val="00C630AE"/>
    <w:rsid w:val="00C632B5"/>
    <w:rsid w:val="00C63694"/>
    <w:rsid w:val="00C63770"/>
    <w:rsid w:val="00C63A34"/>
    <w:rsid w:val="00C63B80"/>
    <w:rsid w:val="00C63E1B"/>
    <w:rsid w:val="00C64265"/>
    <w:rsid w:val="00C64370"/>
    <w:rsid w:val="00C64477"/>
    <w:rsid w:val="00C645A3"/>
    <w:rsid w:val="00C649F4"/>
    <w:rsid w:val="00C64B89"/>
    <w:rsid w:val="00C64BAC"/>
    <w:rsid w:val="00C64CF1"/>
    <w:rsid w:val="00C64D9D"/>
    <w:rsid w:val="00C64DF6"/>
    <w:rsid w:val="00C64FDD"/>
    <w:rsid w:val="00C6522A"/>
    <w:rsid w:val="00C655A0"/>
    <w:rsid w:val="00C656FA"/>
    <w:rsid w:val="00C659A7"/>
    <w:rsid w:val="00C65E59"/>
    <w:rsid w:val="00C660BE"/>
    <w:rsid w:val="00C6619C"/>
    <w:rsid w:val="00C66226"/>
    <w:rsid w:val="00C66231"/>
    <w:rsid w:val="00C662E4"/>
    <w:rsid w:val="00C66334"/>
    <w:rsid w:val="00C66569"/>
    <w:rsid w:val="00C665ED"/>
    <w:rsid w:val="00C666E3"/>
    <w:rsid w:val="00C66732"/>
    <w:rsid w:val="00C668E9"/>
    <w:rsid w:val="00C66F1E"/>
    <w:rsid w:val="00C66FB9"/>
    <w:rsid w:val="00C67031"/>
    <w:rsid w:val="00C6707D"/>
    <w:rsid w:val="00C671D1"/>
    <w:rsid w:val="00C6722E"/>
    <w:rsid w:val="00C673AA"/>
    <w:rsid w:val="00C67823"/>
    <w:rsid w:val="00C678CC"/>
    <w:rsid w:val="00C67997"/>
    <w:rsid w:val="00C67B31"/>
    <w:rsid w:val="00C67F54"/>
    <w:rsid w:val="00C70035"/>
    <w:rsid w:val="00C70432"/>
    <w:rsid w:val="00C705A8"/>
    <w:rsid w:val="00C707FF"/>
    <w:rsid w:val="00C709C8"/>
    <w:rsid w:val="00C70A5F"/>
    <w:rsid w:val="00C70BA7"/>
    <w:rsid w:val="00C70D13"/>
    <w:rsid w:val="00C70E5F"/>
    <w:rsid w:val="00C70E6B"/>
    <w:rsid w:val="00C70F10"/>
    <w:rsid w:val="00C70F40"/>
    <w:rsid w:val="00C70F45"/>
    <w:rsid w:val="00C70FDF"/>
    <w:rsid w:val="00C713D4"/>
    <w:rsid w:val="00C713F9"/>
    <w:rsid w:val="00C716F9"/>
    <w:rsid w:val="00C71713"/>
    <w:rsid w:val="00C71759"/>
    <w:rsid w:val="00C71995"/>
    <w:rsid w:val="00C71E62"/>
    <w:rsid w:val="00C72247"/>
    <w:rsid w:val="00C72343"/>
    <w:rsid w:val="00C724B9"/>
    <w:rsid w:val="00C724C5"/>
    <w:rsid w:val="00C7269E"/>
    <w:rsid w:val="00C72AC1"/>
    <w:rsid w:val="00C72C33"/>
    <w:rsid w:val="00C72C65"/>
    <w:rsid w:val="00C72D13"/>
    <w:rsid w:val="00C72D7B"/>
    <w:rsid w:val="00C730C0"/>
    <w:rsid w:val="00C7320D"/>
    <w:rsid w:val="00C7329F"/>
    <w:rsid w:val="00C73399"/>
    <w:rsid w:val="00C73495"/>
    <w:rsid w:val="00C738A8"/>
    <w:rsid w:val="00C738D6"/>
    <w:rsid w:val="00C73AA5"/>
    <w:rsid w:val="00C73B2D"/>
    <w:rsid w:val="00C73DE7"/>
    <w:rsid w:val="00C73ED3"/>
    <w:rsid w:val="00C73EDD"/>
    <w:rsid w:val="00C73F00"/>
    <w:rsid w:val="00C74042"/>
    <w:rsid w:val="00C740E8"/>
    <w:rsid w:val="00C741C4"/>
    <w:rsid w:val="00C74299"/>
    <w:rsid w:val="00C74305"/>
    <w:rsid w:val="00C7431E"/>
    <w:rsid w:val="00C74334"/>
    <w:rsid w:val="00C74456"/>
    <w:rsid w:val="00C74585"/>
    <w:rsid w:val="00C747AD"/>
    <w:rsid w:val="00C749D2"/>
    <w:rsid w:val="00C74D44"/>
    <w:rsid w:val="00C74EDA"/>
    <w:rsid w:val="00C74FBC"/>
    <w:rsid w:val="00C75060"/>
    <w:rsid w:val="00C750AC"/>
    <w:rsid w:val="00C75267"/>
    <w:rsid w:val="00C7530B"/>
    <w:rsid w:val="00C75AE2"/>
    <w:rsid w:val="00C75C3A"/>
    <w:rsid w:val="00C75E2B"/>
    <w:rsid w:val="00C75EBF"/>
    <w:rsid w:val="00C75F92"/>
    <w:rsid w:val="00C75FC9"/>
    <w:rsid w:val="00C76080"/>
    <w:rsid w:val="00C766F5"/>
    <w:rsid w:val="00C7670C"/>
    <w:rsid w:val="00C76859"/>
    <w:rsid w:val="00C768DC"/>
    <w:rsid w:val="00C76A80"/>
    <w:rsid w:val="00C76AFE"/>
    <w:rsid w:val="00C76E25"/>
    <w:rsid w:val="00C77024"/>
    <w:rsid w:val="00C7735D"/>
    <w:rsid w:val="00C774B0"/>
    <w:rsid w:val="00C774DD"/>
    <w:rsid w:val="00C77530"/>
    <w:rsid w:val="00C775AC"/>
    <w:rsid w:val="00C775ED"/>
    <w:rsid w:val="00C77677"/>
    <w:rsid w:val="00C777C3"/>
    <w:rsid w:val="00C77836"/>
    <w:rsid w:val="00C77AF2"/>
    <w:rsid w:val="00C77E0E"/>
    <w:rsid w:val="00C77F8D"/>
    <w:rsid w:val="00C800ED"/>
    <w:rsid w:val="00C800FC"/>
    <w:rsid w:val="00C8018F"/>
    <w:rsid w:val="00C803DE"/>
    <w:rsid w:val="00C80522"/>
    <w:rsid w:val="00C806E8"/>
    <w:rsid w:val="00C80ABB"/>
    <w:rsid w:val="00C80BCA"/>
    <w:rsid w:val="00C80D17"/>
    <w:rsid w:val="00C80E56"/>
    <w:rsid w:val="00C8122A"/>
    <w:rsid w:val="00C81258"/>
    <w:rsid w:val="00C817FF"/>
    <w:rsid w:val="00C81955"/>
    <w:rsid w:val="00C819B2"/>
    <w:rsid w:val="00C81AEA"/>
    <w:rsid w:val="00C81B64"/>
    <w:rsid w:val="00C81BA7"/>
    <w:rsid w:val="00C81C2D"/>
    <w:rsid w:val="00C81EAE"/>
    <w:rsid w:val="00C8229C"/>
    <w:rsid w:val="00C82396"/>
    <w:rsid w:val="00C82603"/>
    <w:rsid w:val="00C8271D"/>
    <w:rsid w:val="00C82878"/>
    <w:rsid w:val="00C82A5A"/>
    <w:rsid w:val="00C82AE5"/>
    <w:rsid w:val="00C82DBB"/>
    <w:rsid w:val="00C82E38"/>
    <w:rsid w:val="00C82FE0"/>
    <w:rsid w:val="00C8324B"/>
    <w:rsid w:val="00C83276"/>
    <w:rsid w:val="00C832C0"/>
    <w:rsid w:val="00C83721"/>
    <w:rsid w:val="00C8382F"/>
    <w:rsid w:val="00C83AA6"/>
    <w:rsid w:val="00C83C5A"/>
    <w:rsid w:val="00C83C6D"/>
    <w:rsid w:val="00C83DF9"/>
    <w:rsid w:val="00C84039"/>
    <w:rsid w:val="00C841FE"/>
    <w:rsid w:val="00C843F4"/>
    <w:rsid w:val="00C844A3"/>
    <w:rsid w:val="00C849B9"/>
    <w:rsid w:val="00C84A54"/>
    <w:rsid w:val="00C84C26"/>
    <w:rsid w:val="00C84D93"/>
    <w:rsid w:val="00C84E66"/>
    <w:rsid w:val="00C84E73"/>
    <w:rsid w:val="00C85036"/>
    <w:rsid w:val="00C85325"/>
    <w:rsid w:val="00C853A5"/>
    <w:rsid w:val="00C855CA"/>
    <w:rsid w:val="00C85653"/>
    <w:rsid w:val="00C85E21"/>
    <w:rsid w:val="00C85E34"/>
    <w:rsid w:val="00C862BF"/>
    <w:rsid w:val="00C865DB"/>
    <w:rsid w:val="00C86639"/>
    <w:rsid w:val="00C86D6A"/>
    <w:rsid w:val="00C87172"/>
    <w:rsid w:val="00C87494"/>
    <w:rsid w:val="00C875E2"/>
    <w:rsid w:val="00C87816"/>
    <w:rsid w:val="00C87908"/>
    <w:rsid w:val="00C879CA"/>
    <w:rsid w:val="00C87B2A"/>
    <w:rsid w:val="00C87B5F"/>
    <w:rsid w:val="00C87BCB"/>
    <w:rsid w:val="00C87CA7"/>
    <w:rsid w:val="00C87DA2"/>
    <w:rsid w:val="00C87DE1"/>
    <w:rsid w:val="00C87F4D"/>
    <w:rsid w:val="00C87FCD"/>
    <w:rsid w:val="00C901F8"/>
    <w:rsid w:val="00C903FF"/>
    <w:rsid w:val="00C906E0"/>
    <w:rsid w:val="00C90927"/>
    <w:rsid w:val="00C9092E"/>
    <w:rsid w:val="00C90D6D"/>
    <w:rsid w:val="00C90D8E"/>
    <w:rsid w:val="00C90E4A"/>
    <w:rsid w:val="00C90FED"/>
    <w:rsid w:val="00C91244"/>
    <w:rsid w:val="00C9128A"/>
    <w:rsid w:val="00C91380"/>
    <w:rsid w:val="00C9143B"/>
    <w:rsid w:val="00C9148E"/>
    <w:rsid w:val="00C91837"/>
    <w:rsid w:val="00C919EA"/>
    <w:rsid w:val="00C91A52"/>
    <w:rsid w:val="00C91A6B"/>
    <w:rsid w:val="00C91B8E"/>
    <w:rsid w:val="00C91BB2"/>
    <w:rsid w:val="00C91E87"/>
    <w:rsid w:val="00C91FC6"/>
    <w:rsid w:val="00C91FD1"/>
    <w:rsid w:val="00C922BA"/>
    <w:rsid w:val="00C9263D"/>
    <w:rsid w:val="00C92783"/>
    <w:rsid w:val="00C92958"/>
    <w:rsid w:val="00C9295E"/>
    <w:rsid w:val="00C92A10"/>
    <w:rsid w:val="00C92B66"/>
    <w:rsid w:val="00C92B6A"/>
    <w:rsid w:val="00C92DF1"/>
    <w:rsid w:val="00C92EDE"/>
    <w:rsid w:val="00C92FB4"/>
    <w:rsid w:val="00C932F7"/>
    <w:rsid w:val="00C93445"/>
    <w:rsid w:val="00C9359E"/>
    <w:rsid w:val="00C93719"/>
    <w:rsid w:val="00C93893"/>
    <w:rsid w:val="00C93C37"/>
    <w:rsid w:val="00C93D21"/>
    <w:rsid w:val="00C93D28"/>
    <w:rsid w:val="00C93FB8"/>
    <w:rsid w:val="00C940A4"/>
    <w:rsid w:val="00C944D0"/>
    <w:rsid w:val="00C94554"/>
    <w:rsid w:val="00C94679"/>
    <w:rsid w:val="00C94708"/>
    <w:rsid w:val="00C9477C"/>
    <w:rsid w:val="00C94793"/>
    <w:rsid w:val="00C948E1"/>
    <w:rsid w:val="00C94912"/>
    <w:rsid w:val="00C94A76"/>
    <w:rsid w:val="00C94A7E"/>
    <w:rsid w:val="00C94B45"/>
    <w:rsid w:val="00C94C40"/>
    <w:rsid w:val="00C94DA0"/>
    <w:rsid w:val="00C95191"/>
    <w:rsid w:val="00C95720"/>
    <w:rsid w:val="00C957BF"/>
    <w:rsid w:val="00C95811"/>
    <w:rsid w:val="00C95862"/>
    <w:rsid w:val="00C9598A"/>
    <w:rsid w:val="00C95B58"/>
    <w:rsid w:val="00C95F7C"/>
    <w:rsid w:val="00C960BE"/>
    <w:rsid w:val="00C96132"/>
    <w:rsid w:val="00C963E2"/>
    <w:rsid w:val="00C96624"/>
    <w:rsid w:val="00C9663A"/>
    <w:rsid w:val="00C96666"/>
    <w:rsid w:val="00C9669F"/>
    <w:rsid w:val="00C9687A"/>
    <w:rsid w:val="00C968A0"/>
    <w:rsid w:val="00C968B0"/>
    <w:rsid w:val="00C96AB4"/>
    <w:rsid w:val="00C96C46"/>
    <w:rsid w:val="00C96C58"/>
    <w:rsid w:val="00C96DBB"/>
    <w:rsid w:val="00C96E20"/>
    <w:rsid w:val="00C96E92"/>
    <w:rsid w:val="00C96F01"/>
    <w:rsid w:val="00C9714D"/>
    <w:rsid w:val="00C973C4"/>
    <w:rsid w:val="00C97419"/>
    <w:rsid w:val="00C9757F"/>
    <w:rsid w:val="00C975F4"/>
    <w:rsid w:val="00C9762C"/>
    <w:rsid w:val="00C97837"/>
    <w:rsid w:val="00C97FD5"/>
    <w:rsid w:val="00CA03A3"/>
    <w:rsid w:val="00CA03EB"/>
    <w:rsid w:val="00CA04ED"/>
    <w:rsid w:val="00CA0988"/>
    <w:rsid w:val="00CA0A44"/>
    <w:rsid w:val="00CA0AD0"/>
    <w:rsid w:val="00CA0B92"/>
    <w:rsid w:val="00CA0DCF"/>
    <w:rsid w:val="00CA127C"/>
    <w:rsid w:val="00CA14F7"/>
    <w:rsid w:val="00CA1588"/>
    <w:rsid w:val="00CA176A"/>
    <w:rsid w:val="00CA1933"/>
    <w:rsid w:val="00CA1AA1"/>
    <w:rsid w:val="00CA1E12"/>
    <w:rsid w:val="00CA1F17"/>
    <w:rsid w:val="00CA1FE7"/>
    <w:rsid w:val="00CA1FFA"/>
    <w:rsid w:val="00CA211C"/>
    <w:rsid w:val="00CA226C"/>
    <w:rsid w:val="00CA2623"/>
    <w:rsid w:val="00CA26C4"/>
    <w:rsid w:val="00CA27D6"/>
    <w:rsid w:val="00CA287B"/>
    <w:rsid w:val="00CA2B8C"/>
    <w:rsid w:val="00CA2C81"/>
    <w:rsid w:val="00CA2F97"/>
    <w:rsid w:val="00CA31FF"/>
    <w:rsid w:val="00CA32A9"/>
    <w:rsid w:val="00CA3406"/>
    <w:rsid w:val="00CA3588"/>
    <w:rsid w:val="00CA35C4"/>
    <w:rsid w:val="00CA36AC"/>
    <w:rsid w:val="00CA37FA"/>
    <w:rsid w:val="00CA38D3"/>
    <w:rsid w:val="00CA3AF0"/>
    <w:rsid w:val="00CA3E2E"/>
    <w:rsid w:val="00CA3E9A"/>
    <w:rsid w:val="00CA3FAB"/>
    <w:rsid w:val="00CA414E"/>
    <w:rsid w:val="00CA453A"/>
    <w:rsid w:val="00CA4649"/>
    <w:rsid w:val="00CA48A2"/>
    <w:rsid w:val="00CA48E4"/>
    <w:rsid w:val="00CA49D8"/>
    <w:rsid w:val="00CA4AE2"/>
    <w:rsid w:val="00CA4C2D"/>
    <w:rsid w:val="00CA4EFB"/>
    <w:rsid w:val="00CA517D"/>
    <w:rsid w:val="00CA5486"/>
    <w:rsid w:val="00CA54E5"/>
    <w:rsid w:val="00CA57FF"/>
    <w:rsid w:val="00CA589F"/>
    <w:rsid w:val="00CA5A3B"/>
    <w:rsid w:val="00CA5A66"/>
    <w:rsid w:val="00CA5B00"/>
    <w:rsid w:val="00CA5B1E"/>
    <w:rsid w:val="00CA5B34"/>
    <w:rsid w:val="00CA5FD6"/>
    <w:rsid w:val="00CA604F"/>
    <w:rsid w:val="00CA6164"/>
    <w:rsid w:val="00CA6686"/>
    <w:rsid w:val="00CA6823"/>
    <w:rsid w:val="00CA6851"/>
    <w:rsid w:val="00CA68E8"/>
    <w:rsid w:val="00CA699F"/>
    <w:rsid w:val="00CA69A9"/>
    <w:rsid w:val="00CA6A10"/>
    <w:rsid w:val="00CA6BBA"/>
    <w:rsid w:val="00CA6C7D"/>
    <w:rsid w:val="00CA6CAF"/>
    <w:rsid w:val="00CA6CB4"/>
    <w:rsid w:val="00CA6F21"/>
    <w:rsid w:val="00CA7003"/>
    <w:rsid w:val="00CA70C6"/>
    <w:rsid w:val="00CA71F2"/>
    <w:rsid w:val="00CA73C2"/>
    <w:rsid w:val="00CA7498"/>
    <w:rsid w:val="00CA7543"/>
    <w:rsid w:val="00CA7A43"/>
    <w:rsid w:val="00CA7AF5"/>
    <w:rsid w:val="00CA7B84"/>
    <w:rsid w:val="00CA7C19"/>
    <w:rsid w:val="00CA7C3B"/>
    <w:rsid w:val="00CA7D79"/>
    <w:rsid w:val="00CA7E47"/>
    <w:rsid w:val="00CA7EA3"/>
    <w:rsid w:val="00CB0106"/>
    <w:rsid w:val="00CB01EA"/>
    <w:rsid w:val="00CB0252"/>
    <w:rsid w:val="00CB0653"/>
    <w:rsid w:val="00CB09E8"/>
    <w:rsid w:val="00CB0B85"/>
    <w:rsid w:val="00CB0E0B"/>
    <w:rsid w:val="00CB0E30"/>
    <w:rsid w:val="00CB0E84"/>
    <w:rsid w:val="00CB0F4F"/>
    <w:rsid w:val="00CB0F65"/>
    <w:rsid w:val="00CB0F72"/>
    <w:rsid w:val="00CB11E0"/>
    <w:rsid w:val="00CB126C"/>
    <w:rsid w:val="00CB137B"/>
    <w:rsid w:val="00CB13A4"/>
    <w:rsid w:val="00CB15C5"/>
    <w:rsid w:val="00CB1960"/>
    <w:rsid w:val="00CB1974"/>
    <w:rsid w:val="00CB1AB4"/>
    <w:rsid w:val="00CB1D59"/>
    <w:rsid w:val="00CB1E5D"/>
    <w:rsid w:val="00CB1F8F"/>
    <w:rsid w:val="00CB2025"/>
    <w:rsid w:val="00CB202D"/>
    <w:rsid w:val="00CB2062"/>
    <w:rsid w:val="00CB21C0"/>
    <w:rsid w:val="00CB21EB"/>
    <w:rsid w:val="00CB2357"/>
    <w:rsid w:val="00CB2389"/>
    <w:rsid w:val="00CB28C2"/>
    <w:rsid w:val="00CB28D9"/>
    <w:rsid w:val="00CB2ADF"/>
    <w:rsid w:val="00CB2B4B"/>
    <w:rsid w:val="00CB2BE9"/>
    <w:rsid w:val="00CB2C83"/>
    <w:rsid w:val="00CB2CCC"/>
    <w:rsid w:val="00CB2D6B"/>
    <w:rsid w:val="00CB2ED3"/>
    <w:rsid w:val="00CB2F87"/>
    <w:rsid w:val="00CB2FB9"/>
    <w:rsid w:val="00CB3135"/>
    <w:rsid w:val="00CB32DA"/>
    <w:rsid w:val="00CB3307"/>
    <w:rsid w:val="00CB33D7"/>
    <w:rsid w:val="00CB35EF"/>
    <w:rsid w:val="00CB38BA"/>
    <w:rsid w:val="00CB3972"/>
    <w:rsid w:val="00CB39A0"/>
    <w:rsid w:val="00CB3A7B"/>
    <w:rsid w:val="00CB3F0F"/>
    <w:rsid w:val="00CB43EF"/>
    <w:rsid w:val="00CB4441"/>
    <w:rsid w:val="00CB44BE"/>
    <w:rsid w:val="00CB4599"/>
    <w:rsid w:val="00CB478F"/>
    <w:rsid w:val="00CB47C4"/>
    <w:rsid w:val="00CB48A8"/>
    <w:rsid w:val="00CB4CA8"/>
    <w:rsid w:val="00CB4EA2"/>
    <w:rsid w:val="00CB4F60"/>
    <w:rsid w:val="00CB4FAD"/>
    <w:rsid w:val="00CB51C0"/>
    <w:rsid w:val="00CB51C9"/>
    <w:rsid w:val="00CB52C5"/>
    <w:rsid w:val="00CB57F4"/>
    <w:rsid w:val="00CB581A"/>
    <w:rsid w:val="00CB5A53"/>
    <w:rsid w:val="00CB5BFD"/>
    <w:rsid w:val="00CB5D34"/>
    <w:rsid w:val="00CB5F39"/>
    <w:rsid w:val="00CB5F91"/>
    <w:rsid w:val="00CB5FCE"/>
    <w:rsid w:val="00CB6180"/>
    <w:rsid w:val="00CB6357"/>
    <w:rsid w:val="00CB6415"/>
    <w:rsid w:val="00CB6585"/>
    <w:rsid w:val="00CB6899"/>
    <w:rsid w:val="00CB6977"/>
    <w:rsid w:val="00CB6A5A"/>
    <w:rsid w:val="00CB6AA0"/>
    <w:rsid w:val="00CB6AE5"/>
    <w:rsid w:val="00CB6DC5"/>
    <w:rsid w:val="00CB7083"/>
    <w:rsid w:val="00CB726C"/>
    <w:rsid w:val="00CB7414"/>
    <w:rsid w:val="00CB74CD"/>
    <w:rsid w:val="00CB74EA"/>
    <w:rsid w:val="00CB75F4"/>
    <w:rsid w:val="00CB7601"/>
    <w:rsid w:val="00CB777B"/>
    <w:rsid w:val="00CB7813"/>
    <w:rsid w:val="00CB790F"/>
    <w:rsid w:val="00CB7A7E"/>
    <w:rsid w:val="00CB7A96"/>
    <w:rsid w:val="00CB7C92"/>
    <w:rsid w:val="00CB7D30"/>
    <w:rsid w:val="00CB7F83"/>
    <w:rsid w:val="00CB7FFC"/>
    <w:rsid w:val="00CC0068"/>
    <w:rsid w:val="00CC0675"/>
    <w:rsid w:val="00CC06F0"/>
    <w:rsid w:val="00CC06F2"/>
    <w:rsid w:val="00CC0D38"/>
    <w:rsid w:val="00CC0D71"/>
    <w:rsid w:val="00CC0D8A"/>
    <w:rsid w:val="00CC0E1C"/>
    <w:rsid w:val="00CC0F38"/>
    <w:rsid w:val="00CC11A2"/>
    <w:rsid w:val="00CC11E1"/>
    <w:rsid w:val="00CC1513"/>
    <w:rsid w:val="00CC15C2"/>
    <w:rsid w:val="00CC16AC"/>
    <w:rsid w:val="00CC17FE"/>
    <w:rsid w:val="00CC188B"/>
    <w:rsid w:val="00CC19F9"/>
    <w:rsid w:val="00CC1BC0"/>
    <w:rsid w:val="00CC1BDE"/>
    <w:rsid w:val="00CC1D3D"/>
    <w:rsid w:val="00CC1D43"/>
    <w:rsid w:val="00CC1D73"/>
    <w:rsid w:val="00CC232A"/>
    <w:rsid w:val="00CC24EA"/>
    <w:rsid w:val="00CC2521"/>
    <w:rsid w:val="00CC282D"/>
    <w:rsid w:val="00CC2858"/>
    <w:rsid w:val="00CC2A3C"/>
    <w:rsid w:val="00CC2B2F"/>
    <w:rsid w:val="00CC2BD8"/>
    <w:rsid w:val="00CC2D96"/>
    <w:rsid w:val="00CC31A3"/>
    <w:rsid w:val="00CC31C8"/>
    <w:rsid w:val="00CC355C"/>
    <w:rsid w:val="00CC3890"/>
    <w:rsid w:val="00CC3908"/>
    <w:rsid w:val="00CC3980"/>
    <w:rsid w:val="00CC3A04"/>
    <w:rsid w:val="00CC3A35"/>
    <w:rsid w:val="00CC3AC2"/>
    <w:rsid w:val="00CC3C0A"/>
    <w:rsid w:val="00CC3E4C"/>
    <w:rsid w:val="00CC4052"/>
    <w:rsid w:val="00CC423B"/>
    <w:rsid w:val="00CC4382"/>
    <w:rsid w:val="00CC4465"/>
    <w:rsid w:val="00CC4713"/>
    <w:rsid w:val="00CC4721"/>
    <w:rsid w:val="00CC4B5F"/>
    <w:rsid w:val="00CC4C50"/>
    <w:rsid w:val="00CC4C81"/>
    <w:rsid w:val="00CC4DE0"/>
    <w:rsid w:val="00CC4E3A"/>
    <w:rsid w:val="00CC5201"/>
    <w:rsid w:val="00CC5250"/>
    <w:rsid w:val="00CC527B"/>
    <w:rsid w:val="00CC52E2"/>
    <w:rsid w:val="00CC5443"/>
    <w:rsid w:val="00CC5488"/>
    <w:rsid w:val="00CC5514"/>
    <w:rsid w:val="00CC5584"/>
    <w:rsid w:val="00CC5744"/>
    <w:rsid w:val="00CC584F"/>
    <w:rsid w:val="00CC5925"/>
    <w:rsid w:val="00CC5A08"/>
    <w:rsid w:val="00CC5B1C"/>
    <w:rsid w:val="00CC5B45"/>
    <w:rsid w:val="00CC5C73"/>
    <w:rsid w:val="00CC5DAC"/>
    <w:rsid w:val="00CC60B9"/>
    <w:rsid w:val="00CC61A1"/>
    <w:rsid w:val="00CC61F2"/>
    <w:rsid w:val="00CC63BB"/>
    <w:rsid w:val="00CC6484"/>
    <w:rsid w:val="00CC64A5"/>
    <w:rsid w:val="00CC6605"/>
    <w:rsid w:val="00CC6953"/>
    <w:rsid w:val="00CC6AA3"/>
    <w:rsid w:val="00CC6B14"/>
    <w:rsid w:val="00CC716D"/>
    <w:rsid w:val="00CC723D"/>
    <w:rsid w:val="00CC72A2"/>
    <w:rsid w:val="00CC72BF"/>
    <w:rsid w:val="00CC76A3"/>
    <w:rsid w:val="00CC792F"/>
    <w:rsid w:val="00CC797C"/>
    <w:rsid w:val="00CC7A15"/>
    <w:rsid w:val="00CC7A23"/>
    <w:rsid w:val="00CC7B0A"/>
    <w:rsid w:val="00CC7D7E"/>
    <w:rsid w:val="00CC7E3D"/>
    <w:rsid w:val="00CD026B"/>
    <w:rsid w:val="00CD03F2"/>
    <w:rsid w:val="00CD0468"/>
    <w:rsid w:val="00CD060D"/>
    <w:rsid w:val="00CD0658"/>
    <w:rsid w:val="00CD07C8"/>
    <w:rsid w:val="00CD08C1"/>
    <w:rsid w:val="00CD0918"/>
    <w:rsid w:val="00CD0919"/>
    <w:rsid w:val="00CD09DB"/>
    <w:rsid w:val="00CD0A32"/>
    <w:rsid w:val="00CD0B95"/>
    <w:rsid w:val="00CD0C1F"/>
    <w:rsid w:val="00CD0CFF"/>
    <w:rsid w:val="00CD0D22"/>
    <w:rsid w:val="00CD0EFC"/>
    <w:rsid w:val="00CD1740"/>
    <w:rsid w:val="00CD18AD"/>
    <w:rsid w:val="00CD1A50"/>
    <w:rsid w:val="00CD1D4F"/>
    <w:rsid w:val="00CD2030"/>
    <w:rsid w:val="00CD215D"/>
    <w:rsid w:val="00CD23BD"/>
    <w:rsid w:val="00CD24C9"/>
    <w:rsid w:val="00CD2543"/>
    <w:rsid w:val="00CD2655"/>
    <w:rsid w:val="00CD27FC"/>
    <w:rsid w:val="00CD2C0D"/>
    <w:rsid w:val="00CD2FDE"/>
    <w:rsid w:val="00CD3009"/>
    <w:rsid w:val="00CD314D"/>
    <w:rsid w:val="00CD3202"/>
    <w:rsid w:val="00CD3245"/>
    <w:rsid w:val="00CD3301"/>
    <w:rsid w:val="00CD3321"/>
    <w:rsid w:val="00CD35FB"/>
    <w:rsid w:val="00CD3637"/>
    <w:rsid w:val="00CD3689"/>
    <w:rsid w:val="00CD3870"/>
    <w:rsid w:val="00CD3974"/>
    <w:rsid w:val="00CD39C0"/>
    <w:rsid w:val="00CD3A26"/>
    <w:rsid w:val="00CD3B09"/>
    <w:rsid w:val="00CD3D21"/>
    <w:rsid w:val="00CD3E9A"/>
    <w:rsid w:val="00CD4136"/>
    <w:rsid w:val="00CD435F"/>
    <w:rsid w:val="00CD43AC"/>
    <w:rsid w:val="00CD444B"/>
    <w:rsid w:val="00CD44F4"/>
    <w:rsid w:val="00CD471B"/>
    <w:rsid w:val="00CD4769"/>
    <w:rsid w:val="00CD4818"/>
    <w:rsid w:val="00CD4A2A"/>
    <w:rsid w:val="00CD4B04"/>
    <w:rsid w:val="00CD4B86"/>
    <w:rsid w:val="00CD4B8C"/>
    <w:rsid w:val="00CD4B96"/>
    <w:rsid w:val="00CD4EF3"/>
    <w:rsid w:val="00CD4F20"/>
    <w:rsid w:val="00CD4F89"/>
    <w:rsid w:val="00CD5259"/>
    <w:rsid w:val="00CD52DE"/>
    <w:rsid w:val="00CD5386"/>
    <w:rsid w:val="00CD53F8"/>
    <w:rsid w:val="00CD5438"/>
    <w:rsid w:val="00CD55EC"/>
    <w:rsid w:val="00CD569C"/>
    <w:rsid w:val="00CD57FD"/>
    <w:rsid w:val="00CD590F"/>
    <w:rsid w:val="00CD5937"/>
    <w:rsid w:val="00CD5C95"/>
    <w:rsid w:val="00CD5D26"/>
    <w:rsid w:val="00CD5D3A"/>
    <w:rsid w:val="00CD5DBF"/>
    <w:rsid w:val="00CD5FFA"/>
    <w:rsid w:val="00CD6121"/>
    <w:rsid w:val="00CD614E"/>
    <w:rsid w:val="00CD63B5"/>
    <w:rsid w:val="00CD647D"/>
    <w:rsid w:val="00CD6851"/>
    <w:rsid w:val="00CD6B2B"/>
    <w:rsid w:val="00CD6C93"/>
    <w:rsid w:val="00CD6DAA"/>
    <w:rsid w:val="00CD6E7C"/>
    <w:rsid w:val="00CD7039"/>
    <w:rsid w:val="00CD741F"/>
    <w:rsid w:val="00CD754A"/>
    <w:rsid w:val="00CD7802"/>
    <w:rsid w:val="00CD7862"/>
    <w:rsid w:val="00CD789B"/>
    <w:rsid w:val="00CD791E"/>
    <w:rsid w:val="00CD7974"/>
    <w:rsid w:val="00CD79A1"/>
    <w:rsid w:val="00CD79C8"/>
    <w:rsid w:val="00CD7B10"/>
    <w:rsid w:val="00CD7C41"/>
    <w:rsid w:val="00CD7D6D"/>
    <w:rsid w:val="00CD7DC7"/>
    <w:rsid w:val="00CD7DE2"/>
    <w:rsid w:val="00CD7E2C"/>
    <w:rsid w:val="00CE004E"/>
    <w:rsid w:val="00CE011A"/>
    <w:rsid w:val="00CE0330"/>
    <w:rsid w:val="00CE03FF"/>
    <w:rsid w:val="00CE0464"/>
    <w:rsid w:val="00CE0472"/>
    <w:rsid w:val="00CE04BD"/>
    <w:rsid w:val="00CE0550"/>
    <w:rsid w:val="00CE084A"/>
    <w:rsid w:val="00CE0D98"/>
    <w:rsid w:val="00CE0E55"/>
    <w:rsid w:val="00CE10B7"/>
    <w:rsid w:val="00CE10FA"/>
    <w:rsid w:val="00CE11D9"/>
    <w:rsid w:val="00CE11DC"/>
    <w:rsid w:val="00CE1224"/>
    <w:rsid w:val="00CE1237"/>
    <w:rsid w:val="00CE123C"/>
    <w:rsid w:val="00CE131E"/>
    <w:rsid w:val="00CE13C4"/>
    <w:rsid w:val="00CE147B"/>
    <w:rsid w:val="00CE156C"/>
    <w:rsid w:val="00CE1654"/>
    <w:rsid w:val="00CE1728"/>
    <w:rsid w:val="00CE1834"/>
    <w:rsid w:val="00CE1917"/>
    <w:rsid w:val="00CE19B3"/>
    <w:rsid w:val="00CE19FF"/>
    <w:rsid w:val="00CE1BB3"/>
    <w:rsid w:val="00CE1C98"/>
    <w:rsid w:val="00CE1E3D"/>
    <w:rsid w:val="00CE1F95"/>
    <w:rsid w:val="00CE21B7"/>
    <w:rsid w:val="00CE22E5"/>
    <w:rsid w:val="00CE25C1"/>
    <w:rsid w:val="00CE27A6"/>
    <w:rsid w:val="00CE27C0"/>
    <w:rsid w:val="00CE2976"/>
    <w:rsid w:val="00CE2D03"/>
    <w:rsid w:val="00CE2E67"/>
    <w:rsid w:val="00CE2EA9"/>
    <w:rsid w:val="00CE305D"/>
    <w:rsid w:val="00CE3077"/>
    <w:rsid w:val="00CE3117"/>
    <w:rsid w:val="00CE3229"/>
    <w:rsid w:val="00CE329E"/>
    <w:rsid w:val="00CE3457"/>
    <w:rsid w:val="00CE34DD"/>
    <w:rsid w:val="00CE3679"/>
    <w:rsid w:val="00CE3787"/>
    <w:rsid w:val="00CE38ED"/>
    <w:rsid w:val="00CE39D6"/>
    <w:rsid w:val="00CE3A40"/>
    <w:rsid w:val="00CE3C8F"/>
    <w:rsid w:val="00CE3CAA"/>
    <w:rsid w:val="00CE3F96"/>
    <w:rsid w:val="00CE414B"/>
    <w:rsid w:val="00CE41DA"/>
    <w:rsid w:val="00CE4384"/>
    <w:rsid w:val="00CE4596"/>
    <w:rsid w:val="00CE45A0"/>
    <w:rsid w:val="00CE4642"/>
    <w:rsid w:val="00CE46BE"/>
    <w:rsid w:val="00CE471B"/>
    <w:rsid w:val="00CE4933"/>
    <w:rsid w:val="00CE4AF7"/>
    <w:rsid w:val="00CE4B91"/>
    <w:rsid w:val="00CE4BF1"/>
    <w:rsid w:val="00CE4E12"/>
    <w:rsid w:val="00CE4FAB"/>
    <w:rsid w:val="00CE5007"/>
    <w:rsid w:val="00CE5059"/>
    <w:rsid w:val="00CE50BF"/>
    <w:rsid w:val="00CE50D8"/>
    <w:rsid w:val="00CE5128"/>
    <w:rsid w:val="00CE5176"/>
    <w:rsid w:val="00CE5245"/>
    <w:rsid w:val="00CE54F5"/>
    <w:rsid w:val="00CE554F"/>
    <w:rsid w:val="00CE5684"/>
    <w:rsid w:val="00CE5A94"/>
    <w:rsid w:val="00CE5B59"/>
    <w:rsid w:val="00CE5B8E"/>
    <w:rsid w:val="00CE5C21"/>
    <w:rsid w:val="00CE5EFE"/>
    <w:rsid w:val="00CE5F6E"/>
    <w:rsid w:val="00CE6097"/>
    <w:rsid w:val="00CE60F6"/>
    <w:rsid w:val="00CE61C3"/>
    <w:rsid w:val="00CE6277"/>
    <w:rsid w:val="00CE62BF"/>
    <w:rsid w:val="00CE633A"/>
    <w:rsid w:val="00CE640F"/>
    <w:rsid w:val="00CE67C2"/>
    <w:rsid w:val="00CE6900"/>
    <w:rsid w:val="00CE6944"/>
    <w:rsid w:val="00CE696C"/>
    <w:rsid w:val="00CE6CD2"/>
    <w:rsid w:val="00CE6D84"/>
    <w:rsid w:val="00CE6E06"/>
    <w:rsid w:val="00CE6FBB"/>
    <w:rsid w:val="00CE6FC0"/>
    <w:rsid w:val="00CE742F"/>
    <w:rsid w:val="00CE7430"/>
    <w:rsid w:val="00CE7443"/>
    <w:rsid w:val="00CE75CF"/>
    <w:rsid w:val="00CE762A"/>
    <w:rsid w:val="00CE76C1"/>
    <w:rsid w:val="00CE7770"/>
    <w:rsid w:val="00CE7780"/>
    <w:rsid w:val="00CE795D"/>
    <w:rsid w:val="00CE7999"/>
    <w:rsid w:val="00CE79AB"/>
    <w:rsid w:val="00CF0027"/>
    <w:rsid w:val="00CF068C"/>
    <w:rsid w:val="00CF06BC"/>
    <w:rsid w:val="00CF06F0"/>
    <w:rsid w:val="00CF07F9"/>
    <w:rsid w:val="00CF0846"/>
    <w:rsid w:val="00CF089F"/>
    <w:rsid w:val="00CF08E1"/>
    <w:rsid w:val="00CF09AF"/>
    <w:rsid w:val="00CF09FC"/>
    <w:rsid w:val="00CF0A52"/>
    <w:rsid w:val="00CF0A82"/>
    <w:rsid w:val="00CF0A99"/>
    <w:rsid w:val="00CF0B76"/>
    <w:rsid w:val="00CF0B7B"/>
    <w:rsid w:val="00CF0BE7"/>
    <w:rsid w:val="00CF0CF9"/>
    <w:rsid w:val="00CF0E3A"/>
    <w:rsid w:val="00CF0F24"/>
    <w:rsid w:val="00CF0F41"/>
    <w:rsid w:val="00CF1043"/>
    <w:rsid w:val="00CF1227"/>
    <w:rsid w:val="00CF131C"/>
    <w:rsid w:val="00CF1868"/>
    <w:rsid w:val="00CF197B"/>
    <w:rsid w:val="00CF1AFB"/>
    <w:rsid w:val="00CF1CAB"/>
    <w:rsid w:val="00CF1F1E"/>
    <w:rsid w:val="00CF1FCB"/>
    <w:rsid w:val="00CF2018"/>
    <w:rsid w:val="00CF2112"/>
    <w:rsid w:val="00CF21AF"/>
    <w:rsid w:val="00CF21D3"/>
    <w:rsid w:val="00CF2360"/>
    <w:rsid w:val="00CF23F6"/>
    <w:rsid w:val="00CF246B"/>
    <w:rsid w:val="00CF2486"/>
    <w:rsid w:val="00CF267C"/>
    <w:rsid w:val="00CF2819"/>
    <w:rsid w:val="00CF2A6E"/>
    <w:rsid w:val="00CF2D42"/>
    <w:rsid w:val="00CF2E7D"/>
    <w:rsid w:val="00CF2EC4"/>
    <w:rsid w:val="00CF32FC"/>
    <w:rsid w:val="00CF330E"/>
    <w:rsid w:val="00CF3516"/>
    <w:rsid w:val="00CF35E6"/>
    <w:rsid w:val="00CF3773"/>
    <w:rsid w:val="00CF390A"/>
    <w:rsid w:val="00CF3A29"/>
    <w:rsid w:val="00CF3A4A"/>
    <w:rsid w:val="00CF3C8E"/>
    <w:rsid w:val="00CF3D27"/>
    <w:rsid w:val="00CF3D34"/>
    <w:rsid w:val="00CF3D99"/>
    <w:rsid w:val="00CF3E00"/>
    <w:rsid w:val="00CF400A"/>
    <w:rsid w:val="00CF42D5"/>
    <w:rsid w:val="00CF42F0"/>
    <w:rsid w:val="00CF4350"/>
    <w:rsid w:val="00CF437C"/>
    <w:rsid w:val="00CF473D"/>
    <w:rsid w:val="00CF49EC"/>
    <w:rsid w:val="00CF4B21"/>
    <w:rsid w:val="00CF4C1E"/>
    <w:rsid w:val="00CF4CB3"/>
    <w:rsid w:val="00CF4EC7"/>
    <w:rsid w:val="00CF4F44"/>
    <w:rsid w:val="00CF50D1"/>
    <w:rsid w:val="00CF5102"/>
    <w:rsid w:val="00CF5161"/>
    <w:rsid w:val="00CF5309"/>
    <w:rsid w:val="00CF54E4"/>
    <w:rsid w:val="00CF5666"/>
    <w:rsid w:val="00CF567F"/>
    <w:rsid w:val="00CF5712"/>
    <w:rsid w:val="00CF580D"/>
    <w:rsid w:val="00CF59C4"/>
    <w:rsid w:val="00CF5ABA"/>
    <w:rsid w:val="00CF5AD6"/>
    <w:rsid w:val="00CF5CE2"/>
    <w:rsid w:val="00CF5DD2"/>
    <w:rsid w:val="00CF5E5C"/>
    <w:rsid w:val="00CF5FCA"/>
    <w:rsid w:val="00CF614D"/>
    <w:rsid w:val="00CF6167"/>
    <w:rsid w:val="00CF61CC"/>
    <w:rsid w:val="00CF6421"/>
    <w:rsid w:val="00CF6440"/>
    <w:rsid w:val="00CF656F"/>
    <w:rsid w:val="00CF657C"/>
    <w:rsid w:val="00CF6960"/>
    <w:rsid w:val="00CF69DE"/>
    <w:rsid w:val="00CF6AE8"/>
    <w:rsid w:val="00CF6D26"/>
    <w:rsid w:val="00CF6F41"/>
    <w:rsid w:val="00CF7089"/>
    <w:rsid w:val="00CF7186"/>
    <w:rsid w:val="00CF71D4"/>
    <w:rsid w:val="00CF722D"/>
    <w:rsid w:val="00CF72B8"/>
    <w:rsid w:val="00CF73A8"/>
    <w:rsid w:val="00CF755E"/>
    <w:rsid w:val="00CF764E"/>
    <w:rsid w:val="00CF7675"/>
    <w:rsid w:val="00CF76A3"/>
    <w:rsid w:val="00CF7822"/>
    <w:rsid w:val="00CF794F"/>
    <w:rsid w:val="00D0025C"/>
    <w:rsid w:val="00D002BC"/>
    <w:rsid w:val="00D002DB"/>
    <w:rsid w:val="00D0030B"/>
    <w:rsid w:val="00D00338"/>
    <w:rsid w:val="00D00472"/>
    <w:rsid w:val="00D0047A"/>
    <w:rsid w:val="00D004E8"/>
    <w:rsid w:val="00D00653"/>
    <w:rsid w:val="00D0068B"/>
    <w:rsid w:val="00D00799"/>
    <w:rsid w:val="00D007CB"/>
    <w:rsid w:val="00D0080D"/>
    <w:rsid w:val="00D00C01"/>
    <w:rsid w:val="00D00DBD"/>
    <w:rsid w:val="00D00F40"/>
    <w:rsid w:val="00D00FA2"/>
    <w:rsid w:val="00D01132"/>
    <w:rsid w:val="00D01172"/>
    <w:rsid w:val="00D0121E"/>
    <w:rsid w:val="00D01254"/>
    <w:rsid w:val="00D0125B"/>
    <w:rsid w:val="00D012E8"/>
    <w:rsid w:val="00D016AB"/>
    <w:rsid w:val="00D01996"/>
    <w:rsid w:val="00D01C11"/>
    <w:rsid w:val="00D01C39"/>
    <w:rsid w:val="00D01CAE"/>
    <w:rsid w:val="00D01D5D"/>
    <w:rsid w:val="00D01E16"/>
    <w:rsid w:val="00D01E17"/>
    <w:rsid w:val="00D01E1E"/>
    <w:rsid w:val="00D02081"/>
    <w:rsid w:val="00D02137"/>
    <w:rsid w:val="00D024D1"/>
    <w:rsid w:val="00D0259A"/>
    <w:rsid w:val="00D0260A"/>
    <w:rsid w:val="00D028BA"/>
    <w:rsid w:val="00D02C4B"/>
    <w:rsid w:val="00D02EF1"/>
    <w:rsid w:val="00D03079"/>
    <w:rsid w:val="00D0307D"/>
    <w:rsid w:val="00D03244"/>
    <w:rsid w:val="00D032D4"/>
    <w:rsid w:val="00D03434"/>
    <w:rsid w:val="00D035EF"/>
    <w:rsid w:val="00D03A40"/>
    <w:rsid w:val="00D03AE7"/>
    <w:rsid w:val="00D03BEF"/>
    <w:rsid w:val="00D03D9C"/>
    <w:rsid w:val="00D03DBB"/>
    <w:rsid w:val="00D03E8B"/>
    <w:rsid w:val="00D04158"/>
    <w:rsid w:val="00D0423A"/>
    <w:rsid w:val="00D043C7"/>
    <w:rsid w:val="00D04489"/>
    <w:rsid w:val="00D0476F"/>
    <w:rsid w:val="00D0497E"/>
    <w:rsid w:val="00D049C0"/>
    <w:rsid w:val="00D04D0A"/>
    <w:rsid w:val="00D04D52"/>
    <w:rsid w:val="00D04D6C"/>
    <w:rsid w:val="00D054DF"/>
    <w:rsid w:val="00D0553D"/>
    <w:rsid w:val="00D0559C"/>
    <w:rsid w:val="00D056BE"/>
    <w:rsid w:val="00D05782"/>
    <w:rsid w:val="00D057A9"/>
    <w:rsid w:val="00D05918"/>
    <w:rsid w:val="00D05921"/>
    <w:rsid w:val="00D05A63"/>
    <w:rsid w:val="00D05AB6"/>
    <w:rsid w:val="00D05C93"/>
    <w:rsid w:val="00D05CB2"/>
    <w:rsid w:val="00D05FDD"/>
    <w:rsid w:val="00D06035"/>
    <w:rsid w:val="00D06309"/>
    <w:rsid w:val="00D06361"/>
    <w:rsid w:val="00D0638B"/>
    <w:rsid w:val="00D0647B"/>
    <w:rsid w:val="00D0666D"/>
    <w:rsid w:val="00D066A2"/>
    <w:rsid w:val="00D0675F"/>
    <w:rsid w:val="00D06975"/>
    <w:rsid w:val="00D06992"/>
    <w:rsid w:val="00D06A97"/>
    <w:rsid w:val="00D06C4D"/>
    <w:rsid w:val="00D06D0D"/>
    <w:rsid w:val="00D06EB5"/>
    <w:rsid w:val="00D06ED1"/>
    <w:rsid w:val="00D07039"/>
    <w:rsid w:val="00D0733B"/>
    <w:rsid w:val="00D0743F"/>
    <w:rsid w:val="00D0760D"/>
    <w:rsid w:val="00D0773B"/>
    <w:rsid w:val="00D077ED"/>
    <w:rsid w:val="00D078CE"/>
    <w:rsid w:val="00D078DA"/>
    <w:rsid w:val="00D079E0"/>
    <w:rsid w:val="00D07A38"/>
    <w:rsid w:val="00D07B4F"/>
    <w:rsid w:val="00D07D90"/>
    <w:rsid w:val="00D07E60"/>
    <w:rsid w:val="00D07EB8"/>
    <w:rsid w:val="00D10164"/>
    <w:rsid w:val="00D10216"/>
    <w:rsid w:val="00D10234"/>
    <w:rsid w:val="00D103CA"/>
    <w:rsid w:val="00D1042F"/>
    <w:rsid w:val="00D104E6"/>
    <w:rsid w:val="00D105E5"/>
    <w:rsid w:val="00D1066A"/>
    <w:rsid w:val="00D106F9"/>
    <w:rsid w:val="00D10748"/>
    <w:rsid w:val="00D10A3C"/>
    <w:rsid w:val="00D10B78"/>
    <w:rsid w:val="00D10D5C"/>
    <w:rsid w:val="00D10D87"/>
    <w:rsid w:val="00D1101A"/>
    <w:rsid w:val="00D1137F"/>
    <w:rsid w:val="00D1139C"/>
    <w:rsid w:val="00D11457"/>
    <w:rsid w:val="00D114E8"/>
    <w:rsid w:val="00D11521"/>
    <w:rsid w:val="00D115EA"/>
    <w:rsid w:val="00D1164B"/>
    <w:rsid w:val="00D117CB"/>
    <w:rsid w:val="00D118A8"/>
    <w:rsid w:val="00D11B19"/>
    <w:rsid w:val="00D11B26"/>
    <w:rsid w:val="00D11B3B"/>
    <w:rsid w:val="00D11E61"/>
    <w:rsid w:val="00D11F46"/>
    <w:rsid w:val="00D1209C"/>
    <w:rsid w:val="00D121E8"/>
    <w:rsid w:val="00D12836"/>
    <w:rsid w:val="00D12927"/>
    <w:rsid w:val="00D12D6C"/>
    <w:rsid w:val="00D132A6"/>
    <w:rsid w:val="00D1331E"/>
    <w:rsid w:val="00D13633"/>
    <w:rsid w:val="00D13970"/>
    <w:rsid w:val="00D13B7E"/>
    <w:rsid w:val="00D13BE6"/>
    <w:rsid w:val="00D13C0A"/>
    <w:rsid w:val="00D13D2C"/>
    <w:rsid w:val="00D13D56"/>
    <w:rsid w:val="00D13D7D"/>
    <w:rsid w:val="00D13DBA"/>
    <w:rsid w:val="00D13EA4"/>
    <w:rsid w:val="00D140E1"/>
    <w:rsid w:val="00D1416B"/>
    <w:rsid w:val="00D145CC"/>
    <w:rsid w:val="00D146B6"/>
    <w:rsid w:val="00D1470D"/>
    <w:rsid w:val="00D1474D"/>
    <w:rsid w:val="00D147CE"/>
    <w:rsid w:val="00D14876"/>
    <w:rsid w:val="00D14B54"/>
    <w:rsid w:val="00D14B67"/>
    <w:rsid w:val="00D14BC4"/>
    <w:rsid w:val="00D14CAF"/>
    <w:rsid w:val="00D14DB0"/>
    <w:rsid w:val="00D14DBB"/>
    <w:rsid w:val="00D1504A"/>
    <w:rsid w:val="00D150AD"/>
    <w:rsid w:val="00D150B5"/>
    <w:rsid w:val="00D150D9"/>
    <w:rsid w:val="00D15200"/>
    <w:rsid w:val="00D15422"/>
    <w:rsid w:val="00D15433"/>
    <w:rsid w:val="00D158B6"/>
    <w:rsid w:val="00D159CB"/>
    <w:rsid w:val="00D15C5F"/>
    <w:rsid w:val="00D15D1E"/>
    <w:rsid w:val="00D15D71"/>
    <w:rsid w:val="00D15DB9"/>
    <w:rsid w:val="00D15F5F"/>
    <w:rsid w:val="00D16067"/>
    <w:rsid w:val="00D1673D"/>
    <w:rsid w:val="00D16835"/>
    <w:rsid w:val="00D16894"/>
    <w:rsid w:val="00D16920"/>
    <w:rsid w:val="00D16CAF"/>
    <w:rsid w:val="00D16E9A"/>
    <w:rsid w:val="00D16FAD"/>
    <w:rsid w:val="00D17066"/>
    <w:rsid w:val="00D170BB"/>
    <w:rsid w:val="00D170CE"/>
    <w:rsid w:val="00D17135"/>
    <w:rsid w:val="00D1742B"/>
    <w:rsid w:val="00D1771D"/>
    <w:rsid w:val="00D177CC"/>
    <w:rsid w:val="00D1788E"/>
    <w:rsid w:val="00D17B93"/>
    <w:rsid w:val="00D17D72"/>
    <w:rsid w:val="00D17DB6"/>
    <w:rsid w:val="00D17E5A"/>
    <w:rsid w:val="00D17E81"/>
    <w:rsid w:val="00D17F61"/>
    <w:rsid w:val="00D201DF"/>
    <w:rsid w:val="00D20290"/>
    <w:rsid w:val="00D2030F"/>
    <w:rsid w:val="00D2046C"/>
    <w:rsid w:val="00D2050A"/>
    <w:rsid w:val="00D20C68"/>
    <w:rsid w:val="00D20DD4"/>
    <w:rsid w:val="00D20EBE"/>
    <w:rsid w:val="00D20F75"/>
    <w:rsid w:val="00D20FD7"/>
    <w:rsid w:val="00D2105B"/>
    <w:rsid w:val="00D210C3"/>
    <w:rsid w:val="00D21313"/>
    <w:rsid w:val="00D2150D"/>
    <w:rsid w:val="00D218C6"/>
    <w:rsid w:val="00D219E2"/>
    <w:rsid w:val="00D21B7D"/>
    <w:rsid w:val="00D21C7D"/>
    <w:rsid w:val="00D21DED"/>
    <w:rsid w:val="00D21FDF"/>
    <w:rsid w:val="00D21FE3"/>
    <w:rsid w:val="00D220B3"/>
    <w:rsid w:val="00D22825"/>
    <w:rsid w:val="00D2282C"/>
    <w:rsid w:val="00D2294D"/>
    <w:rsid w:val="00D22B3C"/>
    <w:rsid w:val="00D22BCA"/>
    <w:rsid w:val="00D22D20"/>
    <w:rsid w:val="00D22F7F"/>
    <w:rsid w:val="00D22FC1"/>
    <w:rsid w:val="00D2320E"/>
    <w:rsid w:val="00D233D8"/>
    <w:rsid w:val="00D2343B"/>
    <w:rsid w:val="00D234C4"/>
    <w:rsid w:val="00D23768"/>
    <w:rsid w:val="00D237BA"/>
    <w:rsid w:val="00D239D8"/>
    <w:rsid w:val="00D23BD2"/>
    <w:rsid w:val="00D23D50"/>
    <w:rsid w:val="00D24092"/>
    <w:rsid w:val="00D24258"/>
    <w:rsid w:val="00D24654"/>
    <w:rsid w:val="00D24658"/>
    <w:rsid w:val="00D24848"/>
    <w:rsid w:val="00D24C96"/>
    <w:rsid w:val="00D24CED"/>
    <w:rsid w:val="00D24DC2"/>
    <w:rsid w:val="00D25081"/>
    <w:rsid w:val="00D250C9"/>
    <w:rsid w:val="00D251BF"/>
    <w:rsid w:val="00D253A5"/>
    <w:rsid w:val="00D253D2"/>
    <w:rsid w:val="00D255FC"/>
    <w:rsid w:val="00D256FA"/>
    <w:rsid w:val="00D25798"/>
    <w:rsid w:val="00D25923"/>
    <w:rsid w:val="00D2598D"/>
    <w:rsid w:val="00D25B00"/>
    <w:rsid w:val="00D25C3E"/>
    <w:rsid w:val="00D25CA9"/>
    <w:rsid w:val="00D25D2F"/>
    <w:rsid w:val="00D25D58"/>
    <w:rsid w:val="00D25D5C"/>
    <w:rsid w:val="00D25E53"/>
    <w:rsid w:val="00D25EA0"/>
    <w:rsid w:val="00D2604C"/>
    <w:rsid w:val="00D26132"/>
    <w:rsid w:val="00D261FD"/>
    <w:rsid w:val="00D2638F"/>
    <w:rsid w:val="00D26443"/>
    <w:rsid w:val="00D264E4"/>
    <w:rsid w:val="00D265A4"/>
    <w:rsid w:val="00D26A52"/>
    <w:rsid w:val="00D26A75"/>
    <w:rsid w:val="00D26A7B"/>
    <w:rsid w:val="00D26B94"/>
    <w:rsid w:val="00D26E05"/>
    <w:rsid w:val="00D26F14"/>
    <w:rsid w:val="00D271E8"/>
    <w:rsid w:val="00D272A3"/>
    <w:rsid w:val="00D27622"/>
    <w:rsid w:val="00D27660"/>
    <w:rsid w:val="00D276B1"/>
    <w:rsid w:val="00D2779D"/>
    <w:rsid w:val="00D278F4"/>
    <w:rsid w:val="00D27AAF"/>
    <w:rsid w:val="00D27C5D"/>
    <w:rsid w:val="00D27D46"/>
    <w:rsid w:val="00D27F36"/>
    <w:rsid w:val="00D3036A"/>
    <w:rsid w:val="00D30442"/>
    <w:rsid w:val="00D30450"/>
    <w:rsid w:val="00D3050E"/>
    <w:rsid w:val="00D305A0"/>
    <w:rsid w:val="00D305F1"/>
    <w:rsid w:val="00D308F1"/>
    <w:rsid w:val="00D3091D"/>
    <w:rsid w:val="00D30947"/>
    <w:rsid w:val="00D30998"/>
    <w:rsid w:val="00D30B67"/>
    <w:rsid w:val="00D30B9D"/>
    <w:rsid w:val="00D30BE1"/>
    <w:rsid w:val="00D30C89"/>
    <w:rsid w:val="00D30EA0"/>
    <w:rsid w:val="00D31342"/>
    <w:rsid w:val="00D3134A"/>
    <w:rsid w:val="00D314C9"/>
    <w:rsid w:val="00D315E4"/>
    <w:rsid w:val="00D31831"/>
    <w:rsid w:val="00D318EE"/>
    <w:rsid w:val="00D31A1F"/>
    <w:rsid w:val="00D31A2F"/>
    <w:rsid w:val="00D32016"/>
    <w:rsid w:val="00D32082"/>
    <w:rsid w:val="00D322A0"/>
    <w:rsid w:val="00D322C0"/>
    <w:rsid w:val="00D323A5"/>
    <w:rsid w:val="00D32442"/>
    <w:rsid w:val="00D326D4"/>
    <w:rsid w:val="00D327B4"/>
    <w:rsid w:val="00D328C6"/>
    <w:rsid w:val="00D328C9"/>
    <w:rsid w:val="00D32A38"/>
    <w:rsid w:val="00D32B04"/>
    <w:rsid w:val="00D32B3B"/>
    <w:rsid w:val="00D32BD9"/>
    <w:rsid w:val="00D32D3C"/>
    <w:rsid w:val="00D32E93"/>
    <w:rsid w:val="00D32FB8"/>
    <w:rsid w:val="00D330A1"/>
    <w:rsid w:val="00D332C0"/>
    <w:rsid w:val="00D3337D"/>
    <w:rsid w:val="00D33508"/>
    <w:rsid w:val="00D337A3"/>
    <w:rsid w:val="00D337A8"/>
    <w:rsid w:val="00D337DD"/>
    <w:rsid w:val="00D339D4"/>
    <w:rsid w:val="00D33A44"/>
    <w:rsid w:val="00D33D9D"/>
    <w:rsid w:val="00D33EC0"/>
    <w:rsid w:val="00D33F23"/>
    <w:rsid w:val="00D33F3F"/>
    <w:rsid w:val="00D33F7E"/>
    <w:rsid w:val="00D34145"/>
    <w:rsid w:val="00D341DB"/>
    <w:rsid w:val="00D34248"/>
    <w:rsid w:val="00D342B3"/>
    <w:rsid w:val="00D345C2"/>
    <w:rsid w:val="00D3468B"/>
    <w:rsid w:val="00D34A07"/>
    <w:rsid w:val="00D34AFC"/>
    <w:rsid w:val="00D34CC8"/>
    <w:rsid w:val="00D35069"/>
    <w:rsid w:val="00D35127"/>
    <w:rsid w:val="00D3567C"/>
    <w:rsid w:val="00D356DB"/>
    <w:rsid w:val="00D35744"/>
    <w:rsid w:val="00D359FC"/>
    <w:rsid w:val="00D35BEF"/>
    <w:rsid w:val="00D35D13"/>
    <w:rsid w:val="00D35D16"/>
    <w:rsid w:val="00D361C8"/>
    <w:rsid w:val="00D36635"/>
    <w:rsid w:val="00D36639"/>
    <w:rsid w:val="00D36BCC"/>
    <w:rsid w:val="00D36DBB"/>
    <w:rsid w:val="00D36DFE"/>
    <w:rsid w:val="00D36F5A"/>
    <w:rsid w:val="00D37210"/>
    <w:rsid w:val="00D372EF"/>
    <w:rsid w:val="00D374B3"/>
    <w:rsid w:val="00D37B04"/>
    <w:rsid w:val="00D37B21"/>
    <w:rsid w:val="00D37B70"/>
    <w:rsid w:val="00D37CFB"/>
    <w:rsid w:val="00D400D7"/>
    <w:rsid w:val="00D400F1"/>
    <w:rsid w:val="00D40153"/>
    <w:rsid w:val="00D4036A"/>
    <w:rsid w:val="00D4048C"/>
    <w:rsid w:val="00D405B7"/>
    <w:rsid w:val="00D40642"/>
    <w:rsid w:val="00D407FC"/>
    <w:rsid w:val="00D40D3D"/>
    <w:rsid w:val="00D40DCA"/>
    <w:rsid w:val="00D40DF7"/>
    <w:rsid w:val="00D40E00"/>
    <w:rsid w:val="00D40EDA"/>
    <w:rsid w:val="00D41009"/>
    <w:rsid w:val="00D4115D"/>
    <w:rsid w:val="00D413A2"/>
    <w:rsid w:val="00D413D9"/>
    <w:rsid w:val="00D4147F"/>
    <w:rsid w:val="00D41487"/>
    <w:rsid w:val="00D414A6"/>
    <w:rsid w:val="00D41513"/>
    <w:rsid w:val="00D41634"/>
    <w:rsid w:val="00D417B0"/>
    <w:rsid w:val="00D417FC"/>
    <w:rsid w:val="00D41897"/>
    <w:rsid w:val="00D419ED"/>
    <w:rsid w:val="00D41ABE"/>
    <w:rsid w:val="00D41B68"/>
    <w:rsid w:val="00D41CF9"/>
    <w:rsid w:val="00D41F00"/>
    <w:rsid w:val="00D41F7F"/>
    <w:rsid w:val="00D420DC"/>
    <w:rsid w:val="00D4211C"/>
    <w:rsid w:val="00D421E2"/>
    <w:rsid w:val="00D42277"/>
    <w:rsid w:val="00D42305"/>
    <w:rsid w:val="00D423B8"/>
    <w:rsid w:val="00D4244B"/>
    <w:rsid w:val="00D425E1"/>
    <w:rsid w:val="00D42B63"/>
    <w:rsid w:val="00D42C81"/>
    <w:rsid w:val="00D42DB2"/>
    <w:rsid w:val="00D42E3D"/>
    <w:rsid w:val="00D42EC4"/>
    <w:rsid w:val="00D43481"/>
    <w:rsid w:val="00D4371C"/>
    <w:rsid w:val="00D437ED"/>
    <w:rsid w:val="00D43CCF"/>
    <w:rsid w:val="00D43E4C"/>
    <w:rsid w:val="00D43E98"/>
    <w:rsid w:val="00D442AB"/>
    <w:rsid w:val="00D44307"/>
    <w:rsid w:val="00D44575"/>
    <w:rsid w:val="00D446CA"/>
    <w:rsid w:val="00D44788"/>
    <w:rsid w:val="00D448EA"/>
    <w:rsid w:val="00D44C7F"/>
    <w:rsid w:val="00D44EDF"/>
    <w:rsid w:val="00D45138"/>
    <w:rsid w:val="00D451E7"/>
    <w:rsid w:val="00D45356"/>
    <w:rsid w:val="00D457AC"/>
    <w:rsid w:val="00D457F4"/>
    <w:rsid w:val="00D45914"/>
    <w:rsid w:val="00D459C9"/>
    <w:rsid w:val="00D45C95"/>
    <w:rsid w:val="00D45CD6"/>
    <w:rsid w:val="00D45FDE"/>
    <w:rsid w:val="00D461F4"/>
    <w:rsid w:val="00D46408"/>
    <w:rsid w:val="00D464E6"/>
    <w:rsid w:val="00D467C2"/>
    <w:rsid w:val="00D468C7"/>
    <w:rsid w:val="00D46A28"/>
    <w:rsid w:val="00D46A48"/>
    <w:rsid w:val="00D46B8B"/>
    <w:rsid w:val="00D46BAF"/>
    <w:rsid w:val="00D46F4D"/>
    <w:rsid w:val="00D46F68"/>
    <w:rsid w:val="00D4702C"/>
    <w:rsid w:val="00D47208"/>
    <w:rsid w:val="00D4720A"/>
    <w:rsid w:val="00D472D0"/>
    <w:rsid w:val="00D47546"/>
    <w:rsid w:val="00D475DF"/>
    <w:rsid w:val="00D476DA"/>
    <w:rsid w:val="00D47719"/>
    <w:rsid w:val="00D4773C"/>
    <w:rsid w:val="00D477CE"/>
    <w:rsid w:val="00D4786A"/>
    <w:rsid w:val="00D47913"/>
    <w:rsid w:val="00D479E9"/>
    <w:rsid w:val="00D47B55"/>
    <w:rsid w:val="00D47B98"/>
    <w:rsid w:val="00D47C08"/>
    <w:rsid w:val="00D47C0D"/>
    <w:rsid w:val="00D47CD6"/>
    <w:rsid w:val="00D47D49"/>
    <w:rsid w:val="00D47DD3"/>
    <w:rsid w:val="00D503D4"/>
    <w:rsid w:val="00D50419"/>
    <w:rsid w:val="00D50669"/>
    <w:rsid w:val="00D509DD"/>
    <w:rsid w:val="00D50B91"/>
    <w:rsid w:val="00D50EBF"/>
    <w:rsid w:val="00D510D6"/>
    <w:rsid w:val="00D511B4"/>
    <w:rsid w:val="00D51261"/>
    <w:rsid w:val="00D51264"/>
    <w:rsid w:val="00D516EE"/>
    <w:rsid w:val="00D51AD1"/>
    <w:rsid w:val="00D51C79"/>
    <w:rsid w:val="00D51D47"/>
    <w:rsid w:val="00D52150"/>
    <w:rsid w:val="00D5233B"/>
    <w:rsid w:val="00D523D2"/>
    <w:rsid w:val="00D52536"/>
    <w:rsid w:val="00D52557"/>
    <w:rsid w:val="00D526CB"/>
    <w:rsid w:val="00D52A29"/>
    <w:rsid w:val="00D52B38"/>
    <w:rsid w:val="00D52C5E"/>
    <w:rsid w:val="00D52CA5"/>
    <w:rsid w:val="00D534D8"/>
    <w:rsid w:val="00D5358C"/>
    <w:rsid w:val="00D535CB"/>
    <w:rsid w:val="00D5368C"/>
    <w:rsid w:val="00D53693"/>
    <w:rsid w:val="00D5379F"/>
    <w:rsid w:val="00D539B8"/>
    <w:rsid w:val="00D53D70"/>
    <w:rsid w:val="00D53E97"/>
    <w:rsid w:val="00D5421A"/>
    <w:rsid w:val="00D5436C"/>
    <w:rsid w:val="00D54439"/>
    <w:rsid w:val="00D5469A"/>
    <w:rsid w:val="00D54AD7"/>
    <w:rsid w:val="00D54CBF"/>
    <w:rsid w:val="00D5510D"/>
    <w:rsid w:val="00D55426"/>
    <w:rsid w:val="00D554ED"/>
    <w:rsid w:val="00D555F9"/>
    <w:rsid w:val="00D55778"/>
    <w:rsid w:val="00D5580D"/>
    <w:rsid w:val="00D5593F"/>
    <w:rsid w:val="00D5595C"/>
    <w:rsid w:val="00D55CFE"/>
    <w:rsid w:val="00D55DCD"/>
    <w:rsid w:val="00D55DDC"/>
    <w:rsid w:val="00D55F77"/>
    <w:rsid w:val="00D560ED"/>
    <w:rsid w:val="00D562A8"/>
    <w:rsid w:val="00D56308"/>
    <w:rsid w:val="00D5643D"/>
    <w:rsid w:val="00D56470"/>
    <w:rsid w:val="00D564B4"/>
    <w:rsid w:val="00D564FA"/>
    <w:rsid w:val="00D56619"/>
    <w:rsid w:val="00D569D1"/>
    <w:rsid w:val="00D569D2"/>
    <w:rsid w:val="00D56E9A"/>
    <w:rsid w:val="00D57017"/>
    <w:rsid w:val="00D570A7"/>
    <w:rsid w:val="00D570D0"/>
    <w:rsid w:val="00D5789B"/>
    <w:rsid w:val="00D57AF5"/>
    <w:rsid w:val="00D57B34"/>
    <w:rsid w:val="00D602A7"/>
    <w:rsid w:val="00D6057E"/>
    <w:rsid w:val="00D608A1"/>
    <w:rsid w:val="00D60A65"/>
    <w:rsid w:val="00D60A66"/>
    <w:rsid w:val="00D60C98"/>
    <w:rsid w:val="00D60D84"/>
    <w:rsid w:val="00D60E5A"/>
    <w:rsid w:val="00D60ED9"/>
    <w:rsid w:val="00D613AB"/>
    <w:rsid w:val="00D615BD"/>
    <w:rsid w:val="00D61A0C"/>
    <w:rsid w:val="00D61A43"/>
    <w:rsid w:val="00D61AA1"/>
    <w:rsid w:val="00D61ADF"/>
    <w:rsid w:val="00D61B53"/>
    <w:rsid w:val="00D61DA1"/>
    <w:rsid w:val="00D61E03"/>
    <w:rsid w:val="00D61E82"/>
    <w:rsid w:val="00D61FB9"/>
    <w:rsid w:val="00D621D3"/>
    <w:rsid w:val="00D6220D"/>
    <w:rsid w:val="00D6258A"/>
    <w:rsid w:val="00D6268A"/>
    <w:rsid w:val="00D626A0"/>
    <w:rsid w:val="00D62847"/>
    <w:rsid w:val="00D62930"/>
    <w:rsid w:val="00D62A10"/>
    <w:rsid w:val="00D62A26"/>
    <w:rsid w:val="00D62A3F"/>
    <w:rsid w:val="00D62AD2"/>
    <w:rsid w:val="00D62FD5"/>
    <w:rsid w:val="00D63179"/>
    <w:rsid w:val="00D631DE"/>
    <w:rsid w:val="00D63243"/>
    <w:rsid w:val="00D63565"/>
    <w:rsid w:val="00D6358B"/>
    <w:rsid w:val="00D6377A"/>
    <w:rsid w:val="00D637A0"/>
    <w:rsid w:val="00D6380C"/>
    <w:rsid w:val="00D6386C"/>
    <w:rsid w:val="00D638FC"/>
    <w:rsid w:val="00D63B77"/>
    <w:rsid w:val="00D63BA4"/>
    <w:rsid w:val="00D63C55"/>
    <w:rsid w:val="00D63D32"/>
    <w:rsid w:val="00D64125"/>
    <w:rsid w:val="00D64250"/>
    <w:rsid w:val="00D6434C"/>
    <w:rsid w:val="00D6455F"/>
    <w:rsid w:val="00D64636"/>
    <w:rsid w:val="00D64657"/>
    <w:rsid w:val="00D64684"/>
    <w:rsid w:val="00D646F1"/>
    <w:rsid w:val="00D64B81"/>
    <w:rsid w:val="00D64BDB"/>
    <w:rsid w:val="00D64DA0"/>
    <w:rsid w:val="00D64DBF"/>
    <w:rsid w:val="00D64E72"/>
    <w:rsid w:val="00D64EB6"/>
    <w:rsid w:val="00D64F8F"/>
    <w:rsid w:val="00D64FF1"/>
    <w:rsid w:val="00D6501E"/>
    <w:rsid w:val="00D6504F"/>
    <w:rsid w:val="00D65179"/>
    <w:rsid w:val="00D65333"/>
    <w:rsid w:val="00D65446"/>
    <w:rsid w:val="00D6556C"/>
    <w:rsid w:val="00D656BD"/>
    <w:rsid w:val="00D656D0"/>
    <w:rsid w:val="00D65717"/>
    <w:rsid w:val="00D6579E"/>
    <w:rsid w:val="00D657DF"/>
    <w:rsid w:val="00D6589A"/>
    <w:rsid w:val="00D6589C"/>
    <w:rsid w:val="00D659BA"/>
    <w:rsid w:val="00D65A92"/>
    <w:rsid w:val="00D65DE3"/>
    <w:rsid w:val="00D66006"/>
    <w:rsid w:val="00D662E5"/>
    <w:rsid w:val="00D6633E"/>
    <w:rsid w:val="00D664C4"/>
    <w:rsid w:val="00D666F9"/>
    <w:rsid w:val="00D667CD"/>
    <w:rsid w:val="00D667E7"/>
    <w:rsid w:val="00D66934"/>
    <w:rsid w:val="00D66B76"/>
    <w:rsid w:val="00D66B9C"/>
    <w:rsid w:val="00D66C1D"/>
    <w:rsid w:val="00D66D37"/>
    <w:rsid w:val="00D66D4A"/>
    <w:rsid w:val="00D66DE9"/>
    <w:rsid w:val="00D66F9E"/>
    <w:rsid w:val="00D66FA0"/>
    <w:rsid w:val="00D6708D"/>
    <w:rsid w:val="00D6722A"/>
    <w:rsid w:val="00D6749F"/>
    <w:rsid w:val="00D67569"/>
    <w:rsid w:val="00D6799A"/>
    <w:rsid w:val="00D67C0C"/>
    <w:rsid w:val="00D67C54"/>
    <w:rsid w:val="00D67E2B"/>
    <w:rsid w:val="00D700AB"/>
    <w:rsid w:val="00D70289"/>
    <w:rsid w:val="00D7035F"/>
    <w:rsid w:val="00D703E9"/>
    <w:rsid w:val="00D70669"/>
    <w:rsid w:val="00D707A6"/>
    <w:rsid w:val="00D70855"/>
    <w:rsid w:val="00D708B7"/>
    <w:rsid w:val="00D70BD1"/>
    <w:rsid w:val="00D70C97"/>
    <w:rsid w:val="00D70D30"/>
    <w:rsid w:val="00D70E62"/>
    <w:rsid w:val="00D70EB4"/>
    <w:rsid w:val="00D710D3"/>
    <w:rsid w:val="00D71404"/>
    <w:rsid w:val="00D71492"/>
    <w:rsid w:val="00D7152F"/>
    <w:rsid w:val="00D71534"/>
    <w:rsid w:val="00D7174C"/>
    <w:rsid w:val="00D717D9"/>
    <w:rsid w:val="00D71921"/>
    <w:rsid w:val="00D71B15"/>
    <w:rsid w:val="00D71DAA"/>
    <w:rsid w:val="00D71E1D"/>
    <w:rsid w:val="00D71F59"/>
    <w:rsid w:val="00D72341"/>
    <w:rsid w:val="00D727E0"/>
    <w:rsid w:val="00D728FD"/>
    <w:rsid w:val="00D72980"/>
    <w:rsid w:val="00D72EE5"/>
    <w:rsid w:val="00D73186"/>
    <w:rsid w:val="00D731F8"/>
    <w:rsid w:val="00D73591"/>
    <w:rsid w:val="00D73968"/>
    <w:rsid w:val="00D73993"/>
    <w:rsid w:val="00D73A75"/>
    <w:rsid w:val="00D73B46"/>
    <w:rsid w:val="00D73CD3"/>
    <w:rsid w:val="00D73D02"/>
    <w:rsid w:val="00D73DA4"/>
    <w:rsid w:val="00D74060"/>
    <w:rsid w:val="00D74117"/>
    <w:rsid w:val="00D7428C"/>
    <w:rsid w:val="00D743D8"/>
    <w:rsid w:val="00D74807"/>
    <w:rsid w:val="00D7480F"/>
    <w:rsid w:val="00D74810"/>
    <w:rsid w:val="00D74B7E"/>
    <w:rsid w:val="00D74CFA"/>
    <w:rsid w:val="00D74DA6"/>
    <w:rsid w:val="00D74F21"/>
    <w:rsid w:val="00D75139"/>
    <w:rsid w:val="00D75578"/>
    <w:rsid w:val="00D755C1"/>
    <w:rsid w:val="00D755EB"/>
    <w:rsid w:val="00D7570A"/>
    <w:rsid w:val="00D75844"/>
    <w:rsid w:val="00D758A9"/>
    <w:rsid w:val="00D7598C"/>
    <w:rsid w:val="00D759C4"/>
    <w:rsid w:val="00D75C01"/>
    <w:rsid w:val="00D75D32"/>
    <w:rsid w:val="00D75D98"/>
    <w:rsid w:val="00D75FB7"/>
    <w:rsid w:val="00D7608B"/>
    <w:rsid w:val="00D761AF"/>
    <w:rsid w:val="00D761F1"/>
    <w:rsid w:val="00D7631E"/>
    <w:rsid w:val="00D767A0"/>
    <w:rsid w:val="00D767B7"/>
    <w:rsid w:val="00D7681B"/>
    <w:rsid w:val="00D768D9"/>
    <w:rsid w:val="00D76910"/>
    <w:rsid w:val="00D76A88"/>
    <w:rsid w:val="00D76AC8"/>
    <w:rsid w:val="00D76C8C"/>
    <w:rsid w:val="00D76DC2"/>
    <w:rsid w:val="00D7704B"/>
    <w:rsid w:val="00D7704D"/>
    <w:rsid w:val="00D7708E"/>
    <w:rsid w:val="00D770A9"/>
    <w:rsid w:val="00D77111"/>
    <w:rsid w:val="00D771F4"/>
    <w:rsid w:val="00D7767E"/>
    <w:rsid w:val="00D779C3"/>
    <w:rsid w:val="00D77A40"/>
    <w:rsid w:val="00D77ABF"/>
    <w:rsid w:val="00D77B75"/>
    <w:rsid w:val="00D77BB4"/>
    <w:rsid w:val="00D77C2E"/>
    <w:rsid w:val="00D80588"/>
    <w:rsid w:val="00D805C7"/>
    <w:rsid w:val="00D805D8"/>
    <w:rsid w:val="00D805FC"/>
    <w:rsid w:val="00D809A4"/>
    <w:rsid w:val="00D80A9B"/>
    <w:rsid w:val="00D80B94"/>
    <w:rsid w:val="00D80BB7"/>
    <w:rsid w:val="00D80CEF"/>
    <w:rsid w:val="00D80DC4"/>
    <w:rsid w:val="00D810EE"/>
    <w:rsid w:val="00D814D3"/>
    <w:rsid w:val="00D816B4"/>
    <w:rsid w:val="00D816DD"/>
    <w:rsid w:val="00D818F4"/>
    <w:rsid w:val="00D81990"/>
    <w:rsid w:val="00D81A1F"/>
    <w:rsid w:val="00D81E5A"/>
    <w:rsid w:val="00D81E9E"/>
    <w:rsid w:val="00D81F30"/>
    <w:rsid w:val="00D8234B"/>
    <w:rsid w:val="00D82613"/>
    <w:rsid w:val="00D8275E"/>
    <w:rsid w:val="00D827AE"/>
    <w:rsid w:val="00D82814"/>
    <w:rsid w:val="00D82909"/>
    <w:rsid w:val="00D82945"/>
    <w:rsid w:val="00D829A1"/>
    <w:rsid w:val="00D82A8A"/>
    <w:rsid w:val="00D82B48"/>
    <w:rsid w:val="00D82EEC"/>
    <w:rsid w:val="00D830AF"/>
    <w:rsid w:val="00D8311E"/>
    <w:rsid w:val="00D83574"/>
    <w:rsid w:val="00D836A2"/>
    <w:rsid w:val="00D837C8"/>
    <w:rsid w:val="00D838DC"/>
    <w:rsid w:val="00D838F5"/>
    <w:rsid w:val="00D83B70"/>
    <w:rsid w:val="00D83C6E"/>
    <w:rsid w:val="00D83CCF"/>
    <w:rsid w:val="00D83D0B"/>
    <w:rsid w:val="00D83F73"/>
    <w:rsid w:val="00D83FA9"/>
    <w:rsid w:val="00D83FB4"/>
    <w:rsid w:val="00D84097"/>
    <w:rsid w:val="00D840FC"/>
    <w:rsid w:val="00D842AD"/>
    <w:rsid w:val="00D842DC"/>
    <w:rsid w:val="00D84300"/>
    <w:rsid w:val="00D84303"/>
    <w:rsid w:val="00D849CD"/>
    <w:rsid w:val="00D84A73"/>
    <w:rsid w:val="00D84C59"/>
    <w:rsid w:val="00D84D5C"/>
    <w:rsid w:val="00D84D93"/>
    <w:rsid w:val="00D84EC0"/>
    <w:rsid w:val="00D85338"/>
    <w:rsid w:val="00D85413"/>
    <w:rsid w:val="00D85650"/>
    <w:rsid w:val="00D8567D"/>
    <w:rsid w:val="00D85797"/>
    <w:rsid w:val="00D857ED"/>
    <w:rsid w:val="00D85AA2"/>
    <w:rsid w:val="00D85ABF"/>
    <w:rsid w:val="00D85BEF"/>
    <w:rsid w:val="00D85C15"/>
    <w:rsid w:val="00D85C43"/>
    <w:rsid w:val="00D85D21"/>
    <w:rsid w:val="00D85D72"/>
    <w:rsid w:val="00D85F46"/>
    <w:rsid w:val="00D860F4"/>
    <w:rsid w:val="00D8613B"/>
    <w:rsid w:val="00D86140"/>
    <w:rsid w:val="00D8616A"/>
    <w:rsid w:val="00D861B3"/>
    <w:rsid w:val="00D862B9"/>
    <w:rsid w:val="00D865E6"/>
    <w:rsid w:val="00D86661"/>
    <w:rsid w:val="00D867B2"/>
    <w:rsid w:val="00D868A3"/>
    <w:rsid w:val="00D86972"/>
    <w:rsid w:val="00D86A0E"/>
    <w:rsid w:val="00D86A1E"/>
    <w:rsid w:val="00D86A46"/>
    <w:rsid w:val="00D86A4D"/>
    <w:rsid w:val="00D86AB8"/>
    <w:rsid w:val="00D86C1C"/>
    <w:rsid w:val="00D86C26"/>
    <w:rsid w:val="00D86C57"/>
    <w:rsid w:val="00D86C96"/>
    <w:rsid w:val="00D86E3B"/>
    <w:rsid w:val="00D86E62"/>
    <w:rsid w:val="00D870E8"/>
    <w:rsid w:val="00D872F0"/>
    <w:rsid w:val="00D873E9"/>
    <w:rsid w:val="00D876BC"/>
    <w:rsid w:val="00D878E4"/>
    <w:rsid w:val="00D87A28"/>
    <w:rsid w:val="00D87E98"/>
    <w:rsid w:val="00D87EC0"/>
    <w:rsid w:val="00D87FC6"/>
    <w:rsid w:val="00D9008D"/>
    <w:rsid w:val="00D90148"/>
    <w:rsid w:val="00D90195"/>
    <w:rsid w:val="00D90489"/>
    <w:rsid w:val="00D90598"/>
    <w:rsid w:val="00D905BC"/>
    <w:rsid w:val="00D907EC"/>
    <w:rsid w:val="00D90C21"/>
    <w:rsid w:val="00D90C6F"/>
    <w:rsid w:val="00D90D0D"/>
    <w:rsid w:val="00D90D4F"/>
    <w:rsid w:val="00D912C9"/>
    <w:rsid w:val="00D913B2"/>
    <w:rsid w:val="00D914BF"/>
    <w:rsid w:val="00D918C6"/>
    <w:rsid w:val="00D9192D"/>
    <w:rsid w:val="00D91973"/>
    <w:rsid w:val="00D91C70"/>
    <w:rsid w:val="00D91F89"/>
    <w:rsid w:val="00D924B5"/>
    <w:rsid w:val="00D9287E"/>
    <w:rsid w:val="00D92BD8"/>
    <w:rsid w:val="00D92C09"/>
    <w:rsid w:val="00D92F73"/>
    <w:rsid w:val="00D93095"/>
    <w:rsid w:val="00D93219"/>
    <w:rsid w:val="00D93453"/>
    <w:rsid w:val="00D934FC"/>
    <w:rsid w:val="00D9365C"/>
    <w:rsid w:val="00D93960"/>
    <w:rsid w:val="00D93CC0"/>
    <w:rsid w:val="00D93EEC"/>
    <w:rsid w:val="00D94237"/>
    <w:rsid w:val="00D945F3"/>
    <w:rsid w:val="00D946E4"/>
    <w:rsid w:val="00D947DD"/>
    <w:rsid w:val="00D949AE"/>
    <w:rsid w:val="00D94A3C"/>
    <w:rsid w:val="00D94BD4"/>
    <w:rsid w:val="00D94C8F"/>
    <w:rsid w:val="00D94E56"/>
    <w:rsid w:val="00D94EB4"/>
    <w:rsid w:val="00D94FC5"/>
    <w:rsid w:val="00D951D6"/>
    <w:rsid w:val="00D9521D"/>
    <w:rsid w:val="00D952C3"/>
    <w:rsid w:val="00D95391"/>
    <w:rsid w:val="00D95695"/>
    <w:rsid w:val="00D95A2F"/>
    <w:rsid w:val="00D95AA3"/>
    <w:rsid w:val="00D95AA7"/>
    <w:rsid w:val="00D95E63"/>
    <w:rsid w:val="00D95E8B"/>
    <w:rsid w:val="00D9602C"/>
    <w:rsid w:val="00D96068"/>
    <w:rsid w:val="00D96100"/>
    <w:rsid w:val="00D961C5"/>
    <w:rsid w:val="00D96373"/>
    <w:rsid w:val="00D963BE"/>
    <w:rsid w:val="00D963D6"/>
    <w:rsid w:val="00D96542"/>
    <w:rsid w:val="00D965E8"/>
    <w:rsid w:val="00D9666C"/>
    <w:rsid w:val="00D96684"/>
    <w:rsid w:val="00D9686E"/>
    <w:rsid w:val="00D968E9"/>
    <w:rsid w:val="00D969FD"/>
    <w:rsid w:val="00D96B82"/>
    <w:rsid w:val="00D96BDA"/>
    <w:rsid w:val="00D96CA9"/>
    <w:rsid w:val="00D97037"/>
    <w:rsid w:val="00D9717F"/>
    <w:rsid w:val="00D97231"/>
    <w:rsid w:val="00D9745F"/>
    <w:rsid w:val="00D97461"/>
    <w:rsid w:val="00D97728"/>
    <w:rsid w:val="00D977A6"/>
    <w:rsid w:val="00D97839"/>
    <w:rsid w:val="00D979D4"/>
    <w:rsid w:val="00D97DFA"/>
    <w:rsid w:val="00DA009F"/>
    <w:rsid w:val="00DA02DE"/>
    <w:rsid w:val="00DA0539"/>
    <w:rsid w:val="00DA0559"/>
    <w:rsid w:val="00DA058B"/>
    <w:rsid w:val="00DA0616"/>
    <w:rsid w:val="00DA064D"/>
    <w:rsid w:val="00DA08DD"/>
    <w:rsid w:val="00DA0CD5"/>
    <w:rsid w:val="00DA0E9F"/>
    <w:rsid w:val="00DA0F62"/>
    <w:rsid w:val="00DA0FC6"/>
    <w:rsid w:val="00DA0FF4"/>
    <w:rsid w:val="00DA1127"/>
    <w:rsid w:val="00DA139D"/>
    <w:rsid w:val="00DA1633"/>
    <w:rsid w:val="00DA1784"/>
    <w:rsid w:val="00DA1815"/>
    <w:rsid w:val="00DA184A"/>
    <w:rsid w:val="00DA1A8C"/>
    <w:rsid w:val="00DA1BEC"/>
    <w:rsid w:val="00DA1C4F"/>
    <w:rsid w:val="00DA1F17"/>
    <w:rsid w:val="00DA21EB"/>
    <w:rsid w:val="00DA2467"/>
    <w:rsid w:val="00DA246B"/>
    <w:rsid w:val="00DA256F"/>
    <w:rsid w:val="00DA2646"/>
    <w:rsid w:val="00DA2702"/>
    <w:rsid w:val="00DA294A"/>
    <w:rsid w:val="00DA299E"/>
    <w:rsid w:val="00DA2A56"/>
    <w:rsid w:val="00DA2E61"/>
    <w:rsid w:val="00DA30F4"/>
    <w:rsid w:val="00DA32C3"/>
    <w:rsid w:val="00DA3401"/>
    <w:rsid w:val="00DA34F6"/>
    <w:rsid w:val="00DA35F3"/>
    <w:rsid w:val="00DA3611"/>
    <w:rsid w:val="00DA3A69"/>
    <w:rsid w:val="00DA3AC0"/>
    <w:rsid w:val="00DA3B77"/>
    <w:rsid w:val="00DA3BD7"/>
    <w:rsid w:val="00DA3C25"/>
    <w:rsid w:val="00DA3CA1"/>
    <w:rsid w:val="00DA3CF2"/>
    <w:rsid w:val="00DA3F19"/>
    <w:rsid w:val="00DA3FE5"/>
    <w:rsid w:val="00DA41F1"/>
    <w:rsid w:val="00DA4321"/>
    <w:rsid w:val="00DA46FA"/>
    <w:rsid w:val="00DA47BB"/>
    <w:rsid w:val="00DA486F"/>
    <w:rsid w:val="00DA48DC"/>
    <w:rsid w:val="00DA4A04"/>
    <w:rsid w:val="00DA4AF2"/>
    <w:rsid w:val="00DA4C44"/>
    <w:rsid w:val="00DA50B3"/>
    <w:rsid w:val="00DA513B"/>
    <w:rsid w:val="00DA5227"/>
    <w:rsid w:val="00DA53B2"/>
    <w:rsid w:val="00DA5406"/>
    <w:rsid w:val="00DA571B"/>
    <w:rsid w:val="00DA597E"/>
    <w:rsid w:val="00DA5A72"/>
    <w:rsid w:val="00DA5B37"/>
    <w:rsid w:val="00DA5B68"/>
    <w:rsid w:val="00DA5BB4"/>
    <w:rsid w:val="00DA5BD9"/>
    <w:rsid w:val="00DA5CD3"/>
    <w:rsid w:val="00DA5DEF"/>
    <w:rsid w:val="00DA6042"/>
    <w:rsid w:val="00DA6090"/>
    <w:rsid w:val="00DA60DA"/>
    <w:rsid w:val="00DA6219"/>
    <w:rsid w:val="00DA6245"/>
    <w:rsid w:val="00DA63CB"/>
    <w:rsid w:val="00DA6703"/>
    <w:rsid w:val="00DA6733"/>
    <w:rsid w:val="00DA6829"/>
    <w:rsid w:val="00DA684A"/>
    <w:rsid w:val="00DA68D8"/>
    <w:rsid w:val="00DA6A52"/>
    <w:rsid w:val="00DA6C35"/>
    <w:rsid w:val="00DA6CD2"/>
    <w:rsid w:val="00DA6EA1"/>
    <w:rsid w:val="00DA6F58"/>
    <w:rsid w:val="00DA6FF1"/>
    <w:rsid w:val="00DA7044"/>
    <w:rsid w:val="00DA7293"/>
    <w:rsid w:val="00DA7367"/>
    <w:rsid w:val="00DA73B6"/>
    <w:rsid w:val="00DA7519"/>
    <w:rsid w:val="00DA75CD"/>
    <w:rsid w:val="00DA764F"/>
    <w:rsid w:val="00DA7768"/>
    <w:rsid w:val="00DA77C7"/>
    <w:rsid w:val="00DA786E"/>
    <w:rsid w:val="00DA78DB"/>
    <w:rsid w:val="00DA795A"/>
    <w:rsid w:val="00DA79A9"/>
    <w:rsid w:val="00DA7E7D"/>
    <w:rsid w:val="00DB01F4"/>
    <w:rsid w:val="00DB029D"/>
    <w:rsid w:val="00DB0417"/>
    <w:rsid w:val="00DB044C"/>
    <w:rsid w:val="00DB046D"/>
    <w:rsid w:val="00DB04DB"/>
    <w:rsid w:val="00DB04FF"/>
    <w:rsid w:val="00DB0612"/>
    <w:rsid w:val="00DB0699"/>
    <w:rsid w:val="00DB0895"/>
    <w:rsid w:val="00DB08BA"/>
    <w:rsid w:val="00DB091E"/>
    <w:rsid w:val="00DB0BBE"/>
    <w:rsid w:val="00DB0CA6"/>
    <w:rsid w:val="00DB0DE5"/>
    <w:rsid w:val="00DB0E9B"/>
    <w:rsid w:val="00DB0EE3"/>
    <w:rsid w:val="00DB10E9"/>
    <w:rsid w:val="00DB1215"/>
    <w:rsid w:val="00DB12B9"/>
    <w:rsid w:val="00DB14AA"/>
    <w:rsid w:val="00DB14FD"/>
    <w:rsid w:val="00DB15F2"/>
    <w:rsid w:val="00DB1715"/>
    <w:rsid w:val="00DB1720"/>
    <w:rsid w:val="00DB1742"/>
    <w:rsid w:val="00DB1A09"/>
    <w:rsid w:val="00DB1C54"/>
    <w:rsid w:val="00DB1E9A"/>
    <w:rsid w:val="00DB213B"/>
    <w:rsid w:val="00DB27FA"/>
    <w:rsid w:val="00DB2A33"/>
    <w:rsid w:val="00DB2CCB"/>
    <w:rsid w:val="00DB3441"/>
    <w:rsid w:val="00DB3482"/>
    <w:rsid w:val="00DB3501"/>
    <w:rsid w:val="00DB362E"/>
    <w:rsid w:val="00DB3B6D"/>
    <w:rsid w:val="00DB3C4B"/>
    <w:rsid w:val="00DB3CF2"/>
    <w:rsid w:val="00DB3D3D"/>
    <w:rsid w:val="00DB3E7C"/>
    <w:rsid w:val="00DB3EBE"/>
    <w:rsid w:val="00DB4473"/>
    <w:rsid w:val="00DB4A48"/>
    <w:rsid w:val="00DB4B28"/>
    <w:rsid w:val="00DB4C0B"/>
    <w:rsid w:val="00DB4D93"/>
    <w:rsid w:val="00DB5088"/>
    <w:rsid w:val="00DB5109"/>
    <w:rsid w:val="00DB5245"/>
    <w:rsid w:val="00DB539A"/>
    <w:rsid w:val="00DB5583"/>
    <w:rsid w:val="00DB55E3"/>
    <w:rsid w:val="00DB5678"/>
    <w:rsid w:val="00DB5850"/>
    <w:rsid w:val="00DB5AF3"/>
    <w:rsid w:val="00DB5B7D"/>
    <w:rsid w:val="00DB5BA4"/>
    <w:rsid w:val="00DB5C9C"/>
    <w:rsid w:val="00DB5CF5"/>
    <w:rsid w:val="00DB6465"/>
    <w:rsid w:val="00DB64A7"/>
    <w:rsid w:val="00DB64C9"/>
    <w:rsid w:val="00DB66A2"/>
    <w:rsid w:val="00DB66F4"/>
    <w:rsid w:val="00DB67F0"/>
    <w:rsid w:val="00DB681D"/>
    <w:rsid w:val="00DB685A"/>
    <w:rsid w:val="00DB6C40"/>
    <w:rsid w:val="00DB6C5A"/>
    <w:rsid w:val="00DB6DF7"/>
    <w:rsid w:val="00DB7101"/>
    <w:rsid w:val="00DB711A"/>
    <w:rsid w:val="00DB7160"/>
    <w:rsid w:val="00DB72DF"/>
    <w:rsid w:val="00DB78A1"/>
    <w:rsid w:val="00DB7B06"/>
    <w:rsid w:val="00DB7DA6"/>
    <w:rsid w:val="00DB7E76"/>
    <w:rsid w:val="00DB7F51"/>
    <w:rsid w:val="00DB7FDC"/>
    <w:rsid w:val="00DC00E0"/>
    <w:rsid w:val="00DC017D"/>
    <w:rsid w:val="00DC01DE"/>
    <w:rsid w:val="00DC01F0"/>
    <w:rsid w:val="00DC0349"/>
    <w:rsid w:val="00DC0350"/>
    <w:rsid w:val="00DC03D5"/>
    <w:rsid w:val="00DC04A5"/>
    <w:rsid w:val="00DC04B2"/>
    <w:rsid w:val="00DC0528"/>
    <w:rsid w:val="00DC0650"/>
    <w:rsid w:val="00DC083A"/>
    <w:rsid w:val="00DC0844"/>
    <w:rsid w:val="00DC0C4A"/>
    <w:rsid w:val="00DC0CCB"/>
    <w:rsid w:val="00DC0D06"/>
    <w:rsid w:val="00DC0D40"/>
    <w:rsid w:val="00DC0E8B"/>
    <w:rsid w:val="00DC113F"/>
    <w:rsid w:val="00DC125C"/>
    <w:rsid w:val="00DC1276"/>
    <w:rsid w:val="00DC1614"/>
    <w:rsid w:val="00DC1D75"/>
    <w:rsid w:val="00DC1D95"/>
    <w:rsid w:val="00DC1FDE"/>
    <w:rsid w:val="00DC2016"/>
    <w:rsid w:val="00DC2218"/>
    <w:rsid w:val="00DC22AE"/>
    <w:rsid w:val="00DC246B"/>
    <w:rsid w:val="00DC24FB"/>
    <w:rsid w:val="00DC26E7"/>
    <w:rsid w:val="00DC27BE"/>
    <w:rsid w:val="00DC288C"/>
    <w:rsid w:val="00DC2900"/>
    <w:rsid w:val="00DC29CB"/>
    <w:rsid w:val="00DC2AA4"/>
    <w:rsid w:val="00DC2B41"/>
    <w:rsid w:val="00DC2BB2"/>
    <w:rsid w:val="00DC2C23"/>
    <w:rsid w:val="00DC2C91"/>
    <w:rsid w:val="00DC2CC9"/>
    <w:rsid w:val="00DC2CCB"/>
    <w:rsid w:val="00DC2DF7"/>
    <w:rsid w:val="00DC3002"/>
    <w:rsid w:val="00DC35D4"/>
    <w:rsid w:val="00DC3741"/>
    <w:rsid w:val="00DC3755"/>
    <w:rsid w:val="00DC3761"/>
    <w:rsid w:val="00DC3A6A"/>
    <w:rsid w:val="00DC3AA9"/>
    <w:rsid w:val="00DC3C47"/>
    <w:rsid w:val="00DC3C49"/>
    <w:rsid w:val="00DC3D9F"/>
    <w:rsid w:val="00DC3DEA"/>
    <w:rsid w:val="00DC3DF2"/>
    <w:rsid w:val="00DC4037"/>
    <w:rsid w:val="00DC4169"/>
    <w:rsid w:val="00DC416F"/>
    <w:rsid w:val="00DC4319"/>
    <w:rsid w:val="00DC4479"/>
    <w:rsid w:val="00DC44CB"/>
    <w:rsid w:val="00DC46DD"/>
    <w:rsid w:val="00DC471D"/>
    <w:rsid w:val="00DC485D"/>
    <w:rsid w:val="00DC4A0C"/>
    <w:rsid w:val="00DC4A4E"/>
    <w:rsid w:val="00DC4B5F"/>
    <w:rsid w:val="00DC4B7C"/>
    <w:rsid w:val="00DC4DCC"/>
    <w:rsid w:val="00DC508B"/>
    <w:rsid w:val="00DC51DD"/>
    <w:rsid w:val="00DC52D6"/>
    <w:rsid w:val="00DC5416"/>
    <w:rsid w:val="00DC55F0"/>
    <w:rsid w:val="00DC55F4"/>
    <w:rsid w:val="00DC5A0C"/>
    <w:rsid w:val="00DC5ACC"/>
    <w:rsid w:val="00DC5B30"/>
    <w:rsid w:val="00DC5B48"/>
    <w:rsid w:val="00DC5BED"/>
    <w:rsid w:val="00DC5D2B"/>
    <w:rsid w:val="00DC5DBF"/>
    <w:rsid w:val="00DC5E0F"/>
    <w:rsid w:val="00DC5E5A"/>
    <w:rsid w:val="00DC5EEF"/>
    <w:rsid w:val="00DC5FAF"/>
    <w:rsid w:val="00DC6214"/>
    <w:rsid w:val="00DC6292"/>
    <w:rsid w:val="00DC62AF"/>
    <w:rsid w:val="00DC67A1"/>
    <w:rsid w:val="00DC6815"/>
    <w:rsid w:val="00DC686C"/>
    <w:rsid w:val="00DC6884"/>
    <w:rsid w:val="00DC693A"/>
    <w:rsid w:val="00DC6CC3"/>
    <w:rsid w:val="00DC6E2E"/>
    <w:rsid w:val="00DC7031"/>
    <w:rsid w:val="00DC70B2"/>
    <w:rsid w:val="00DC71C1"/>
    <w:rsid w:val="00DC72D5"/>
    <w:rsid w:val="00DC7306"/>
    <w:rsid w:val="00DC7685"/>
    <w:rsid w:val="00DC76FC"/>
    <w:rsid w:val="00DC782C"/>
    <w:rsid w:val="00DC786F"/>
    <w:rsid w:val="00DC7973"/>
    <w:rsid w:val="00DC7AC3"/>
    <w:rsid w:val="00DC7C41"/>
    <w:rsid w:val="00DC7C46"/>
    <w:rsid w:val="00DC7D91"/>
    <w:rsid w:val="00DC7E06"/>
    <w:rsid w:val="00DC7ED2"/>
    <w:rsid w:val="00DC7F0B"/>
    <w:rsid w:val="00DC7F19"/>
    <w:rsid w:val="00DC7F9F"/>
    <w:rsid w:val="00DD0039"/>
    <w:rsid w:val="00DD00A8"/>
    <w:rsid w:val="00DD01B4"/>
    <w:rsid w:val="00DD01DA"/>
    <w:rsid w:val="00DD01E8"/>
    <w:rsid w:val="00DD0220"/>
    <w:rsid w:val="00DD03E4"/>
    <w:rsid w:val="00DD0902"/>
    <w:rsid w:val="00DD09D7"/>
    <w:rsid w:val="00DD09E7"/>
    <w:rsid w:val="00DD0A14"/>
    <w:rsid w:val="00DD0C8B"/>
    <w:rsid w:val="00DD0C8C"/>
    <w:rsid w:val="00DD0DC3"/>
    <w:rsid w:val="00DD0DCB"/>
    <w:rsid w:val="00DD0F5B"/>
    <w:rsid w:val="00DD0F9B"/>
    <w:rsid w:val="00DD1039"/>
    <w:rsid w:val="00DD11F2"/>
    <w:rsid w:val="00DD1239"/>
    <w:rsid w:val="00DD12F5"/>
    <w:rsid w:val="00DD1441"/>
    <w:rsid w:val="00DD1755"/>
    <w:rsid w:val="00DD19B3"/>
    <w:rsid w:val="00DD1A39"/>
    <w:rsid w:val="00DD1B8E"/>
    <w:rsid w:val="00DD1C79"/>
    <w:rsid w:val="00DD1CE5"/>
    <w:rsid w:val="00DD1F19"/>
    <w:rsid w:val="00DD2525"/>
    <w:rsid w:val="00DD253F"/>
    <w:rsid w:val="00DD254F"/>
    <w:rsid w:val="00DD2557"/>
    <w:rsid w:val="00DD299D"/>
    <w:rsid w:val="00DD29EB"/>
    <w:rsid w:val="00DD2B20"/>
    <w:rsid w:val="00DD2BD6"/>
    <w:rsid w:val="00DD2D3C"/>
    <w:rsid w:val="00DD2E99"/>
    <w:rsid w:val="00DD2ECA"/>
    <w:rsid w:val="00DD30FF"/>
    <w:rsid w:val="00DD3165"/>
    <w:rsid w:val="00DD3365"/>
    <w:rsid w:val="00DD3473"/>
    <w:rsid w:val="00DD348D"/>
    <w:rsid w:val="00DD363D"/>
    <w:rsid w:val="00DD3671"/>
    <w:rsid w:val="00DD36B4"/>
    <w:rsid w:val="00DD389A"/>
    <w:rsid w:val="00DD3947"/>
    <w:rsid w:val="00DD3BD7"/>
    <w:rsid w:val="00DD4016"/>
    <w:rsid w:val="00DD4217"/>
    <w:rsid w:val="00DD42B9"/>
    <w:rsid w:val="00DD437C"/>
    <w:rsid w:val="00DD4446"/>
    <w:rsid w:val="00DD4660"/>
    <w:rsid w:val="00DD47B6"/>
    <w:rsid w:val="00DD4B28"/>
    <w:rsid w:val="00DD4C06"/>
    <w:rsid w:val="00DD4C11"/>
    <w:rsid w:val="00DD5308"/>
    <w:rsid w:val="00DD5425"/>
    <w:rsid w:val="00DD55F0"/>
    <w:rsid w:val="00DD57B8"/>
    <w:rsid w:val="00DD58CE"/>
    <w:rsid w:val="00DD59EF"/>
    <w:rsid w:val="00DD5D4D"/>
    <w:rsid w:val="00DD5E24"/>
    <w:rsid w:val="00DD5E69"/>
    <w:rsid w:val="00DD5F15"/>
    <w:rsid w:val="00DD6016"/>
    <w:rsid w:val="00DD6807"/>
    <w:rsid w:val="00DD698B"/>
    <w:rsid w:val="00DD6D8B"/>
    <w:rsid w:val="00DD6E96"/>
    <w:rsid w:val="00DD6F63"/>
    <w:rsid w:val="00DD708F"/>
    <w:rsid w:val="00DD70A0"/>
    <w:rsid w:val="00DD71AB"/>
    <w:rsid w:val="00DD73CD"/>
    <w:rsid w:val="00DD73E4"/>
    <w:rsid w:val="00DD740F"/>
    <w:rsid w:val="00DD74D5"/>
    <w:rsid w:val="00DD75FB"/>
    <w:rsid w:val="00DD7690"/>
    <w:rsid w:val="00DD76AC"/>
    <w:rsid w:val="00DD77FF"/>
    <w:rsid w:val="00DD7897"/>
    <w:rsid w:val="00DD7964"/>
    <w:rsid w:val="00DD79F4"/>
    <w:rsid w:val="00DD7C53"/>
    <w:rsid w:val="00DD7E23"/>
    <w:rsid w:val="00DD7F5B"/>
    <w:rsid w:val="00DE0115"/>
    <w:rsid w:val="00DE025E"/>
    <w:rsid w:val="00DE0309"/>
    <w:rsid w:val="00DE0457"/>
    <w:rsid w:val="00DE050F"/>
    <w:rsid w:val="00DE0534"/>
    <w:rsid w:val="00DE061D"/>
    <w:rsid w:val="00DE0833"/>
    <w:rsid w:val="00DE0890"/>
    <w:rsid w:val="00DE08BD"/>
    <w:rsid w:val="00DE0939"/>
    <w:rsid w:val="00DE0F42"/>
    <w:rsid w:val="00DE0FEE"/>
    <w:rsid w:val="00DE11C2"/>
    <w:rsid w:val="00DE11C4"/>
    <w:rsid w:val="00DE128E"/>
    <w:rsid w:val="00DE1376"/>
    <w:rsid w:val="00DE13A9"/>
    <w:rsid w:val="00DE1581"/>
    <w:rsid w:val="00DE1606"/>
    <w:rsid w:val="00DE160D"/>
    <w:rsid w:val="00DE1617"/>
    <w:rsid w:val="00DE18A4"/>
    <w:rsid w:val="00DE1AB0"/>
    <w:rsid w:val="00DE1C44"/>
    <w:rsid w:val="00DE1EAE"/>
    <w:rsid w:val="00DE1F04"/>
    <w:rsid w:val="00DE1F13"/>
    <w:rsid w:val="00DE1F3C"/>
    <w:rsid w:val="00DE1FF2"/>
    <w:rsid w:val="00DE2015"/>
    <w:rsid w:val="00DE2043"/>
    <w:rsid w:val="00DE235C"/>
    <w:rsid w:val="00DE26D1"/>
    <w:rsid w:val="00DE27FF"/>
    <w:rsid w:val="00DE2A90"/>
    <w:rsid w:val="00DE2B1F"/>
    <w:rsid w:val="00DE2BE3"/>
    <w:rsid w:val="00DE2C26"/>
    <w:rsid w:val="00DE2D81"/>
    <w:rsid w:val="00DE2DC6"/>
    <w:rsid w:val="00DE2DE0"/>
    <w:rsid w:val="00DE2E8F"/>
    <w:rsid w:val="00DE2FB0"/>
    <w:rsid w:val="00DE3179"/>
    <w:rsid w:val="00DE31DB"/>
    <w:rsid w:val="00DE34E8"/>
    <w:rsid w:val="00DE3503"/>
    <w:rsid w:val="00DE3715"/>
    <w:rsid w:val="00DE3821"/>
    <w:rsid w:val="00DE3B3A"/>
    <w:rsid w:val="00DE3D19"/>
    <w:rsid w:val="00DE3E0F"/>
    <w:rsid w:val="00DE3ECB"/>
    <w:rsid w:val="00DE3FE5"/>
    <w:rsid w:val="00DE4423"/>
    <w:rsid w:val="00DE46B0"/>
    <w:rsid w:val="00DE46C7"/>
    <w:rsid w:val="00DE4802"/>
    <w:rsid w:val="00DE4807"/>
    <w:rsid w:val="00DE4A7E"/>
    <w:rsid w:val="00DE4AE2"/>
    <w:rsid w:val="00DE4C0A"/>
    <w:rsid w:val="00DE4FE2"/>
    <w:rsid w:val="00DE50F6"/>
    <w:rsid w:val="00DE51CB"/>
    <w:rsid w:val="00DE51F0"/>
    <w:rsid w:val="00DE52BF"/>
    <w:rsid w:val="00DE5543"/>
    <w:rsid w:val="00DE56F6"/>
    <w:rsid w:val="00DE573D"/>
    <w:rsid w:val="00DE5781"/>
    <w:rsid w:val="00DE5902"/>
    <w:rsid w:val="00DE5BD9"/>
    <w:rsid w:val="00DE61EB"/>
    <w:rsid w:val="00DE6353"/>
    <w:rsid w:val="00DE66B3"/>
    <w:rsid w:val="00DE6764"/>
    <w:rsid w:val="00DE676C"/>
    <w:rsid w:val="00DE6911"/>
    <w:rsid w:val="00DE6A86"/>
    <w:rsid w:val="00DE6B6A"/>
    <w:rsid w:val="00DE6E73"/>
    <w:rsid w:val="00DE6F3D"/>
    <w:rsid w:val="00DE6FD7"/>
    <w:rsid w:val="00DE709B"/>
    <w:rsid w:val="00DE717C"/>
    <w:rsid w:val="00DE740D"/>
    <w:rsid w:val="00DE7650"/>
    <w:rsid w:val="00DE7711"/>
    <w:rsid w:val="00DE7734"/>
    <w:rsid w:val="00DE79EF"/>
    <w:rsid w:val="00DE7D52"/>
    <w:rsid w:val="00DE7D65"/>
    <w:rsid w:val="00DE7DB6"/>
    <w:rsid w:val="00DE7E4F"/>
    <w:rsid w:val="00DE7F1B"/>
    <w:rsid w:val="00DE7FDD"/>
    <w:rsid w:val="00DF0054"/>
    <w:rsid w:val="00DF00A7"/>
    <w:rsid w:val="00DF0339"/>
    <w:rsid w:val="00DF039F"/>
    <w:rsid w:val="00DF04AF"/>
    <w:rsid w:val="00DF04CC"/>
    <w:rsid w:val="00DF05FC"/>
    <w:rsid w:val="00DF06F6"/>
    <w:rsid w:val="00DF0802"/>
    <w:rsid w:val="00DF082A"/>
    <w:rsid w:val="00DF0AE3"/>
    <w:rsid w:val="00DF0C9E"/>
    <w:rsid w:val="00DF0D02"/>
    <w:rsid w:val="00DF117E"/>
    <w:rsid w:val="00DF11C7"/>
    <w:rsid w:val="00DF11D6"/>
    <w:rsid w:val="00DF132A"/>
    <w:rsid w:val="00DF1478"/>
    <w:rsid w:val="00DF192D"/>
    <w:rsid w:val="00DF1B34"/>
    <w:rsid w:val="00DF1BBE"/>
    <w:rsid w:val="00DF1CCD"/>
    <w:rsid w:val="00DF1D0F"/>
    <w:rsid w:val="00DF1F31"/>
    <w:rsid w:val="00DF2058"/>
    <w:rsid w:val="00DF220C"/>
    <w:rsid w:val="00DF2346"/>
    <w:rsid w:val="00DF2402"/>
    <w:rsid w:val="00DF254C"/>
    <w:rsid w:val="00DF26D4"/>
    <w:rsid w:val="00DF26EF"/>
    <w:rsid w:val="00DF276D"/>
    <w:rsid w:val="00DF27E9"/>
    <w:rsid w:val="00DF27F2"/>
    <w:rsid w:val="00DF282B"/>
    <w:rsid w:val="00DF28D4"/>
    <w:rsid w:val="00DF2A73"/>
    <w:rsid w:val="00DF2BB3"/>
    <w:rsid w:val="00DF2C55"/>
    <w:rsid w:val="00DF2ECC"/>
    <w:rsid w:val="00DF2EE1"/>
    <w:rsid w:val="00DF2F65"/>
    <w:rsid w:val="00DF2FD9"/>
    <w:rsid w:val="00DF32A4"/>
    <w:rsid w:val="00DF32C9"/>
    <w:rsid w:val="00DF352A"/>
    <w:rsid w:val="00DF3537"/>
    <w:rsid w:val="00DF3578"/>
    <w:rsid w:val="00DF3698"/>
    <w:rsid w:val="00DF389F"/>
    <w:rsid w:val="00DF3B74"/>
    <w:rsid w:val="00DF3D4B"/>
    <w:rsid w:val="00DF4075"/>
    <w:rsid w:val="00DF41CC"/>
    <w:rsid w:val="00DF4304"/>
    <w:rsid w:val="00DF4312"/>
    <w:rsid w:val="00DF4334"/>
    <w:rsid w:val="00DF472C"/>
    <w:rsid w:val="00DF47E9"/>
    <w:rsid w:val="00DF4820"/>
    <w:rsid w:val="00DF4856"/>
    <w:rsid w:val="00DF4920"/>
    <w:rsid w:val="00DF4A54"/>
    <w:rsid w:val="00DF4E1F"/>
    <w:rsid w:val="00DF4EE5"/>
    <w:rsid w:val="00DF5346"/>
    <w:rsid w:val="00DF55A5"/>
    <w:rsid w:val="00DF55B4"/>
    <w:rsid w:val="00DF5947"/>
    <w:rsid w:val="00DF59C0"/>
    <w:rsid w:val="00DF59DE"/>
    <w:rsid w:val="00DF5AFD"/>
    <w:rsid w:val="00DF5CF2"/>
    <w:rsid w:val="00DF5DBA"/>
    <w:rsid w:val="00DF5E0F"/>
    <w:rsid w:val="00DF5EB5"/>
    <w:rsid w:val="00DF635D"/>
    <w:rsid w:val="00DF636A"/>
    <w:rsid w:val="00DF64B8"/>
    <w:rsid w:val="00DF6582"/>
    <w:rsid w:val="00DF6681"/>
    <w:rsid w:val="00DF6772"/>
    <w:rsid w:val="00DF67C5"/>
    <w:rsid w:val="00DF6839"/>
    <w:rsid w:val="00DF68EA"/>
    <w:rsid w:val="00DF69A0"/>
    <w:rsid w:val="00DF6C8A"/>
    <w:rsid w:val="00DF6D8C"/>
    <w:rsid w:val="00DF7014"/>
    <w:rsid w:val="00DF7057"/>
    <w:rsid w:val="00DF71AC"/>
    <w:rsid w:val="00DF72F4"/>
    <w:rsid w:val="00DF74C6"/>
    <w:rsid w:val="00DF75B9"/>
    <w:rsid w:val="00DF7765"/>
    <w:rsid w:val="00DF78E9"/>
    <w:rsid w:val="00DF7BB2"/>
    <w:rsid w:val="00DF7C42"/>
    <w:rsid w:val="00DF7DEF"/>
    <w:rsid w:val="00E0010F"/>
    <w:rsid w:val="00E001AE"/>
    <w:rsid w:val="00E00273"/>
    <w:rsid w:val="00E00499"/>
    <w:rsid w:val="00E005AB"/>
    <w:rsid w:val="00E00A49"/>
    <w:rsid w:val="00E00AF1"/>
    <w:rsid w:val="00E00AF3"/>
    <w:rsid w:val="00E00B74"/>
    <w:rsid w:val="00E00C16"/>
    <w:rsid w:val="00E00D57"/>
    <w:rsid w:val="00E00DC7"/>
    <w:rsid w:val="00E00EC5"/>
    <w:rsid w:val="00E01217"/>
    <w:rsid w:val="00E01535"/>
    <w:rsid w:val="00E0154D"/>
    <w:rsid w:val="00E0156D"/>
    <w:rsid w:val="00E01584"/>
    <w:rsid w:val="00E015D1"/>
    <w:rsid w:val="00E016F3"/>
    <w:rsid w:val="00E017F8"/>
    <w:rsid w:val="00E0189D"/>
    <w:rsid w:val="00E018DB"/>
    <w:rsid w:val="00E01982"/>
    <w:rsid w:val="00E019D9"/>
    <w:rsid w:val="00E019E0"/>
    <w:rsid w:val="00E01A20"/>
    <w:rsid w:val="00E01A86"/>
    <w:rsid w:val="00E01B40"/>
    <w:rsid w:val="00E01DB0"/>
    <w:rsid w:val="00E01F1A"/>
    <w:rsid w:val="00E01F61"/>
    <w:rsid w:val="00E02322"/>
    <w:rsid w:val="00E02439"/>
    <w:rsid w:val="00E024E4"/>
    <w:rsid w:val="00E02838"/>
    <w:rsid w:val="00E029D4"/>
    <w:rsid w:val="00E02A37"/>
    <w:rsid w:val="00E02B5F"/>
    <w:rsid w:val="00E02E39"/>
    <w:rsid w:val="00E02E47"/>
    <w:rsid w:val="00E02EEB"/>
    <w:rsid w:val="00E030B6"/>
    <w:rsid w:val="00E03339"/>
    <w:rsid w:val="00E0346A"/>
    <w:rsid w:val="00E03806"/>
    <w:rsid w:val="00E03819"/>
    <w:rsid w:val="00E03A71"/>
    <w:rsid w:val="00E03B50"/>
    <w:rsid w:val="00E03C5A"/>
    <w:rsid w:val="00E03D1A"/>
    <w:rsid w:val="00E03D7F"/>
    <w:rsid w:val="00E03DCF"/>
    <w:rsid w:val="00E03EB6"/>
    <w:rsid w:val="00E03ED4"/>
    <w:rsid w:val="00E0409E"/>
    <w:rsid w:val="00E040D2"/>
    <w:rsid w:val="00E0417D"/>
    <w:rsid w:val="00E04297"/>
    <w:rsid w:val="00E04464"/>
    <w:rsid w:val="00E04562"/>
    <w:rsid w:val="00E04781"/>
    <w:rsid w:val="00E04974"/>
    <w:rsid w:val="00E04B8C"/>
    <w:rsid w:val="00E04C20"/>
    <w:rsid w:val="00E04ED3"/>
    <w:rsid w:val="00E04F56"/>
    <w:rsid w:val="00E04F65"/>
    <w:rsid w:val="00E04F7F"/>
    <w:rsid w:val="00E04FC5"/>
    <w:rsid w:val="00E05414"/>
    <w:rsid w:val="00E059E3"/>
    <w:rsid w:val="00E05A9F"/>
    <w:rsid w:val="00E05AB4"/>
    <w:rsid w:val="00E05E3A"/>
    <w:rsid w:val="00E062B7"/>
    <w:rsid w:val="00E0639A"/>
    <w:rsid w:val="00E063AA"/>
    <w:rsid w:val="00E063C0"/>
    <w:rsid w:val="00E0658F"/>
    <w:rsid w:val="00E06719"/>
    <w:rsid w:val="00E06806"/>
    <w:rsid w:val="00E06A0F"/>
    <w:rsid w:val="00E06B28"/>
    <w:rsid w:val="00E06C79"/>
    <w:rsid w:val="00E06DA3"/>
    <w:rsid w:val="00E06DE8"/>
    <w:rsid w:val="00E06E72"/>
    <w:rsid w:val="00E06F70"/>
    <w:rsid w:val="00E06F72"/>
    <w:rsid w:val="00E07179"/>
    <w:rsid w:val="00E0739B"/>
    <w:rsid w:val="00E07424"/>
    <w:rsid w:val="00E0747F"/>
    <w:rsid w:val="00E07507"/>
    <w:rsid w:val="00E075DA"/>
    <w:rsid w:val="00E07974"/>
    <w:rsid w:val="00E079A8"/>
    <w:rsid w:val="00E079CD"/>
    <w:rsid w:val="00E07D45"/>
    <w:rsid w:val="00E07DE7"/>
    <w:rsid w:val="00E07E86"/>
    <w:rsid w:val="00E07ED3"/>
    <w:rsid w:val="00E10173"/>
    <w:rsid w:val="00E10426"/>
    <w:rsid w:val="00E1071B"/>
    <w:rsid w:val="00E10945"/>
    <w:rsid w:val="00E10AFC"/>
    <w:rsid w:val="00E10B89"/>
    <w:rsid w:val="00E10BF4"/>
    <w:rsid w:val="00E10D46"/>
    <w:rsid w:val="00E10E4A"/>
    <w:rsid w:val="00E10F65"/>
    <w:rsid w:val="00E110C6"/>
    <w:rsid w:val="00E1110B"/>
    <w:rsid w:val="00E1116F"/>
    <w:rsid w:val="00E111CF"/>
    <w:rsid w:val="00E11668"/>
    <w:rsid w:val="00E11712"/>
    <w:rsid w:val="00E117B8"/>
    <w:rsid w:val="00E11929"/>
    <w:rsid w:val="00E11B4C"/>
    <w:rsid w:val="00E11C1B"/>
    <w:rsid w:val="00E11DAB"/>
    <w:rsid w:val="00E11F3C"/>
    <w:rsid w:val="00E1207B"/>
    <w:rsid w:val="00E122DD"/>
    <w:rsid w:val="00E1232F"/>
    <w:rsid w:val="00E1233C"/>
    <w:rsid w:val="00E1260D"/>
    <w:rsid w:val="00E1268D"/>
    <w:rsid w:val="00E126D4"/>
    <w:rsid w:val="00E127CC"/>
    <w:rsid w:val="00E12816"/>
    <w:rsid w:val="00E128AD"/>
    <w:rsid w:val="00E12A33"/>
    <w:rsid w:val="00E12A42"/>
    <w:rsid w:val="00E12B75"/>
    <w:rsid w:val="00E12C0C"/>
    <w:rsid w:val="00E12CE3"/>
    <w:rsid w:val="00E12DF2"/>
    <w:rsid w:val="00E130E8"/>
    <w:rsid w:val="00E1311B"/>
    <w:rsid w:val="00E1320B"/>
    <w:rsid w:val="00E1339D"/>
    <w:rsid w:val="00E13475"/>
    <w:rsid w:val="00E1371F"/>
    <w:rsid w:val="00E13777"/>
    <w:rsid w:val="00E1383C"/>
    <w:rsid w:val="00E1385C"/>
    <w:rsid w:val="00E1398D"/>
    <w:rsid w:val="00E13AA3"/>
    <w:rsid w:val="00E13AAC"/>
    <w:rsid w:val="00E13BD9"/>
    <w:rsid w:val="00E13E6C"/>
    <w:rsid w:val="00E13F0C"/>
    <w:rsid w:val="00E14042"/>
    <w:rsid w:val="00E140A1"/>
    <w:rsid w:val="00E1410F"/>
    <w:rsid w:val="00E149C1"/>
    <w:rsid w:val="00E149EB"/>
    <w:rsid w:val="00E14A0F"/>
    <w:rsid w:val="00E14B9A"/>
    <w:rsid w:val="00E14BCB"/>
    <w:rsid w:val="00E14C2F"/>
    <w:rsid w:val="00E14F87"/>
    <w:rsid w:val="00E14FEC"/>
    <w:rsid w:val="00E15071"/>
    <w:rsid w:val="00E150E6"/>
    <w:rsid w:val="00E15188"/>
    <w:rsid w:val="00E15238"/>
    <w:rsid w:val="00E152C9"/>
    <w:rsid w:val="00E1577D"/>
    <w:rsid w:val="00E1590A"/>
    <w:rsid w:val="00E15A6C"/>
    <w:rsid w:val="00E15AA8"/>
    <w:rsid w:val="00E15FDC"/>
    <w:rsid w:val="00E160EB"/>
    <w:rsid w:val="00E1610B"/>
    <w:rsid w:val="00E16177"/>
    <w:rsid w:val="00E16194"/>
    <w:rsid w:val="00E16208"/>
    <w:rsid w:val="00E16293"/>
    <w:rsid w:val="00E162C3"/>
    <w:rsid w:val="00E16573"/>
    <w:rsid w:val="00E16719"/>
    <w:rsid w:val="00E16757"/>
    <w:rsid w:val="00E1682E"/>
    <w:rsid w:val="00E1698F"/>
    <w:rsid w:val="00E16A72"/>
    <w:rsid w:val="00E16BD2"/>
    <w:rsid w:val="00E172D3"/>
    <w:rsid w:val="00E175A3"/>
    <w:rsid w:val="00E177AE"/>
    <w:rsid w:val="00E1786E"/>
    <w:rsid w:val="00E1787C"/>
    <w:rsid w:val="00E17C2A"/>
    <w:rsid w:val="00E17C66"/>
    <w:rsid w:val="00E17D85"/>
    <w:rsid w:val="00E17F25"/>
    <w:rsid w:val="00E17F45"/>
    <w:rsid w:val="00E202B3"/>
    <w:rsid w:val="00E202BA"/>
    <w:rsid w:val="00E20447"/>
    <w:rsid w:val="00E2079D"/>
    <w:rsid w:val="00E2080D"/>
    <w:rsid w:val="00E208DC"/>
    <w:rsid w:val="00E20EAC"/>
    <w:rsid w:val="00E20F35"/>
    <w:rsid w:val="00E2110C"/>
    <w:rsid w:val="00E21557"/>
    <w:rsid w:val="00E21761"/>
    <w:rsid w:val="00E217EE"/>
    <w:rsid w:val="00E21A30"/>
    <w:rsid w:val="00E21A9A"/>
    <w:rsid w:val="00E21BA8"/>
    <w:rsid w:val="00E21CB1"/>
    <w:rsid w:val="00E21E50"/>
    <w:rsid w:val="00E21FBE"/>
    <w:rsid w:val="00E2204A"/>
    <w:rsid w:val="00E22139"/>
    <w:rsid w:val="00E2218E"/>
    <w:rsid w:val="00E22226"/>
    <w:rsid w:val="00E2225F"/>
    <w:rsid w:val="00E2237E"/>
    <w:rsid w:val="00E2255A"/>
    <w:rsid w:val="00E22C70"/>
    <w:rsid w:val="00E22E01"/>
    <w:rsid w:val="00E23008"/>
    <w:rsid w:val="00E23013"/>
    <w:rsid w:val="00E232F8"/>
    <w:rsid w:val="00E23357"/>
    <w:rsid w:val="00E2351A"/>
    <w:rsid w:val="00E23532"/>
    <w:rsid w:val="00E23831"/>
    <w:rsid w:val="00E2383B"/>
    <w:rsid w:val="00E238AD"/>
    <w:rsid w:val="00E238C4"/>
    <w:rsid w:val="00E23903"/>
    <w:rsid w:val="00E23962"/>
    <w:rsid w:val="00E23B6B"/>
    <w:rsid w:val="00E23D8F"/>
    <w:rsid w:val="00E23EB2"/>
    <w:rsid w:val="00E2400D"/>
    <w:rsid w:val="00E2402F"/>
    <w:rsid w:val="00E2449C"/>
    <w:rsid w:val="00E245A0"/>
    <w:rsid w:val="00E245CA"/>
    <w:rsid w:val="00E24633"/>
    <w:rsid w:val="00E248AF"/>
    <w:rsid w:val="00E24B03"/>
    <w:rsid w:val="00E24B5B"/>
    <w:rsid w:val="00E24B70"/>
    <w:rsid w:val="00E24BEF"/>
    <w:rsid w:val="00E24C29"/>
    <w:rsid w:val="00E24CCB"/>
    <w:rsid w:val="00E24EA3"/>
    <w:rsid w:val="00E24EB7"/>
    <w:rsid w:val="00E24FEA"/>
    <w:rsid w:val="00E25125"/>
    <w:rsid w:val="00E25146"/>
    <w:rsid w:val="00E25221"/>
    <w:rsid w:val="00E25234"/>
    <w:rsid w:val="00E25277"/>
    <w:rsid w:val="00E25308"/>
    <w:rsid w:val="00E2557C"/>
    <w:rsid w:val="00E25628"/>
    <w:rsid w:val="00E25794"/>
    <w:rsid w:val="00E25803"/>
    <w:rsid w:val="00E25823"/>
    <w:rsid w:val="00E25966"/>
    <w:rsid w:val="00E2598D"/>
    <w:rsid w:val="00E259F1"/>
    <w:rsid w:val="00E259F6"/>
    <w:rsid w:val="00E25C20"/>
    <w:rsid w:val="00E25C8C"/>
    <w:rsid w:val="00E25CDD"/>
    <w:rsid w:val="00E25E4A"/>
    <w:rsid w:val="00E26031"/>
    <w:rsid w:val="00E26262"/>
    <w:rsid w:val="00E264AC"/>
    <w:rsid w:val="00E266DB"/>
    <w:rsid w:val="00E2688C"/>
    <w:rsid w:val="00E2699D"/>
    <w:rsid w:val="00E26F38"/>
    <w:rsid w:val="00E26FDE"/>
    <w:rsid w:val="00E270EB"/>
    <w:rsid w:val="00E2711C"/>
    <w:rsid w:val="00E27171"/>
    <w:rsid w:val="00E272BD"/>
    <w:rsid w:val="00E273E1"/>
    <w:rsid w:val="00E27557"/>
    <w:rsid w:val="00E27614"/>
    <w:rsid w:val="00E27618"/>
    <w:rsid w:val="00E2775D"/>
    <w:rsid w:val="00E27CEE"/>
    <w:rsid w:val="00E27D45"/>
    <w:rsid w:val="00E27D9E"/>
    <w:rsid w:val="00E3012F"/>
    <w:rsid w:val="00E301BA"/>
    <w:rsid w:val="00E301F8"/>
    <w:rsid w:val="00E304E7"/>
    <w:rsid w:val="00E305AB"/>
    <w:rsid w:val="00E30718"/>
    <w:rsid w:val="00E307C7"/>
    <w:rsid w:val="00E30801"/>
    <w:rsid w:val="00E3089D"/>
    <w:rsid w:val="00E30BEA"/>
    <w:rsid w:val="00E3100D"/>
    <w:rsid w:val="00E3139C"/>
    <w:rsid w:val="00E315D6"/>
    <w:rsid w:val="00E316A5"/>
    <w:rsid w:val="00E31759"/>
    <w:rsid w:val="00E319BD"/>
    <w:rsid w:val="00E31CBA"/>
    <w:rsid w:val="00E32010"/>
    <w:rsid w:val="00E32191"/>
    <w:rsid w:val="00E324C9"/>
    <w:rsid w:val="00E327AE"/>
    <w:rsid w:val="00E327E3"/>
    <w:rsid w:val="00E32A40"/>
    <w:rsid w:val="00E32AF8"/>
    <w:rsid w:val="00E32CB0"/>
    <w:rsid w:val="00E32DE6"/>
    <w:rsid w:val="00E32EF8"/>
    <w:rsid w:val="00E330A5"/>
    <w:rsid w:val="00E33108"/>
    <w:rsid w:val="00E3319F"/>
    <w:rsid w:val="00E331D8"/>
    <w:rsid w:val="00E3323F"/>
    <w:rsid w:val="00E3349F"/>
    <w:rsid w:val="00E334DF"/>
    <w:rsid w:val="00E335A7"/>
    <w:rsid w:val="00E335CC"/>
    <w:rsid w:val="00E33667"/>
    <w:rsid w:val="00E337A6"/>
    <w:rsid w:val="00E33831"/>
    <w:rsid w:val="00E3390E"/>
    <w:rsid w:val="00E33944"/>
    <w:rsid w:val="00E33A6D"/>
    <w:rsid w:val="00E33CC9"/>
    <w:rsid w:val="00E33D85"/>
    <w:rsid w:val="00E34064"/>
    <w:rsid w:val="00E340D2"/>
    <w:rsid w:val="00E340D8"/>
    <w:rsid w:val="00E341CD"/>
    <w:rsid w:val="00E3439F"/>
    <w:rsid w:val="00E34485"/>
    <w:rsid w:val="00E3478D"/>
    <w:rsid w:val="00E347F6"/>
    <w:rsid w:val="00E34A21"/>
    <w:rsid w:val="00E34AEC"/>
    <w:rsid w:val="00E34BF1"/>
    <w:rsid w:val="00E34C52"/>
    <w:rsid w:val="00E34E59"/>
    <w:rsid w:val="00E34FC4"/>
    <w:rsid w:val="00E34FFD"/>
    <w:rsid w:val="00E35033"/>
    <w:rsid w:val="00E350C1"/>
    <w:rsid w:val="00E3544A"/>
    <w:rsid w:val="00E35574"/>
    <w:rsid w:val="00E3569D"/>
    <w:rsid w:val="00E356B6"/>
    <w:rsid w:val="00E35789"/>
    <w:rsid w:val="00E35798"/>
    <w:rsid w:val="00E35817"/>
    <w:rsid w:val="00E35886"/>
    <w:rsid w:val="00E3597A"/>
    <w:rsid w:val="00E35A5A"/>
    <w:rsid w:val="00E35B12"/>
    <w:rsid w:val="00E35D76"/>
    <w:rsid w:val="00E35E6A"/>
    <w:rsid w:val="00E35F9C"/>
    <w:rsid w:val="00E35FC4"/>
    <w:rsid w:val="00E36190"/>
    <w:rsid w:val="00E361B4"/>
    <w:rsid w:val="00E36288"/>
    <w:rsid w:val="00E362BF"/>
    <w:rsid w:val="00E362C4"/>
    <w:rsid w:val="00E36399"/>
    <w:rsid w:val="00E3651C"/>
    <w:rsid w:val="00E36583"/>
    <w:rsid w:val="00E3668B"/>
    <w:rsid w:val="00E36829"/>
    <w:rsid w:val="00E368D0"/>
    <w:rsid w:val="00E36A92"/>
    <w:rsid w:val="00E36AF5"/>
    <w:rsid w:val="00E36BA9"/>
    <w:rsid w:val="00E36DD9"/>
    <w:rsid w:val="00E37058"/>
    <w:rsid w:val="00E3729D"/>
    <w:rsid w:val="00E375E9"/>
    <w:rsid w:val="00E375F5"/>
    <w:rsid w:val="00E3781B"/>
    <w:rsid w:val="00E378D3"/>
    <w:rsid w:val="00E3795F"/>
    <w:rsid w:val="00E37A9D"/>
    <w:rsid w:val="00E37C69"/>
    <w:rsid w:val="00E37DE7"/>
    <w:rsid w:val="00E37E14"/>
    <w:rsid w:val="00E37E35"/>
    <w:rsid w:val="00E37E87"/>
    <w:rsid w:val="00E40423"/>
    <w:rsid w:val="00E4044C"/>
    <w:rsid w:val="00E4058F"/>
    <w:rsid w:val="00E408A4"/>
    <w:rsid w:val="00E40A62"/>
    <w:rsid w:val="00E40ABD"/>
    <w:rsid w:val="00E40ACE"/>
    <w:rsid w:val="00E40B6A"/>
    <w:rsid w:val="00E40E65"/>
    <w:rsid w:val="00E40F08"/>
    <w:rsid w:val="00E41101"/>
    <w:rsid w:val="00E41177"/>
    <w:rsid w:val="00E41587"/>
    <w:rsid w:val="00E418BB"/>
    <w:rsid w:val="00E41925"/>
    <w:rsid w:val="00E41B94"/>
    <w:rsid w:val="00E41C46"/>
    <w:rsid w:val="00E41C73"/>
    <w:rsid w:val="00E41F1C"/>
    <w:rsid w:val="00E41F73"/>
    <w:rsid w:val="00E41F75"/>
    <w:rsid w:val="00E4207D"/>
    <w:rsid w:val="00E4217B"/>
    <w:rsid w:val="00E42285"/>
    <w:rsid w:val="00E422D7"/>
    <w:rsid w:val="00E4257D"/>
    <w:rsid w:val="00E427AA"/>
    <w:rsid w:val="00E42997"/>
    <w:rsid w:val="00E429D3"/>
    <w:rsid w:val="00E42AC9"/>
    <w:rsid w:val="00E42AE6"/>
    <w:rsid w:val="00E42C84"/>
    <w:rsid w:val="00E42CFF"/>
    <w:rsid w:val="00E42E7F"/>
    <w:rsid w:val="00E42EAE"/>
    <w:rsid w:val="00E42F9C"/>
    <w:rsid w:val="00E4305D"/>
    <w:rsid w:val="00E435D3"/>
    <w:rsid w:val="00E43986"/>
    <w:rsid w:val="00E43A34"/>
    <w:rsid w:val="00E43A3F"/>
    <w:rsid w:val="00E43A59"/>
    <w:rsid w:val="00E43AF5"/>
    <w:rsid w:val="00E43CAD"/>
    <w:rsid w:val="00E43CEF"/>
    <w:rsid w:val="00E43E4C"/>
    <w:rsid w:val="00E43F2D"/>
    <w:rsid w:val="00E43FAA"/>
    <w:rsid w:val="00E440B9"/>
    <w:rsid w:val="00E444F7"/>
    <w:rsid w:val="00E4450D"/>
    <w:rsid w:val="00E445D4"/>
    <w:rsid w:val="00E447EB"/>
    <w:rsid w:val="00E4496D"/>
    <w:rsid w:val="00E44B7A"/>
    <w:rsid w:val="00E44CE4"/>
    <w:rsid w:val="00E44D8B"/>
    <w:rsid w:val="00E4501F"/>
    <w:rsid w:val="00E45133"/>
    <w:rsid w:val="00E452C8"/>
    <w:rsid w:val="00E45543"/>
    <w:rsid w:val="00E45582"/>
    <w:rsid w:val="00E4586F"/>
    <w:rsid w:val="00E458A4"/>
    <w:rsid w:val="00E4599E"/>
    <w:rsid w:val="00E45AD7"/>
    <w:rsid w:val="00E45B88"/>
    <w:rsid w:val="00E45EC0"/>
    <w:rsid w:val="00E45F88"/>
    <w:rsid w:val="00E45FA3"/>
    <w:rsid w:val="00E46362"/>
    <w:rsid w:val="00E46402"/>
    <w:rsid w:val="00E46593"/>
    <w:rsid w:val="00E4690F"/>
    <w:rsid w:val="00E46ABD"/>
    <w:rsid w:val="00E46BD9"/>
    <w:rsid w:val="00E46BF8"/>
    <w:rsid w:val="00E46E97"/>
    <w:rsid w:val="00E46F24"/>
    <w:rsid w:val="00E46FA2"/>
    <w:rsid w:val="00E470FF"/>
    <w:rsid w:val="00E47343"/>
    <w:rsid w:val="00E474AF"/>
    <w:rsid w:val="00E478A5"/>
    <w:rsid w:val="00E47AB3"/>
    <w:rsid w:val="00E47AF6"/>
    <w:rsid w:val="00E47BB5"/>
    <w:rsid w:val="00E47BD3"/>
    <w:rsid w:val="00E47E95"/>
    <w:rsid w:val="00E47F0A"/>
    <w:rsid w:val="00E47FEB"/>
    <w:rsid w:val="00E50063"/>
    <w:rsid w:val="00E50131"/>
    <w:rsid w:val="00E50145"/>
    <w:rsid w:val="00E5018B"/>
    <w:rsid w:val="00E504EC"/>
    <w:rsid w:val="00E50533"/>
    <w:rsid w:val="00E5064B"/>
    <w:rsid w:val="00E5075F"/>
    <w:rsid w:val="00E50B18"/>
    <w:rsid w:val="00E50BD0"/>
    <w:rsid w:val="00E50BE0"/>
    <w:rsid w:val="00E50C54"/>
    <w:rsid w:val="00E50CAA"/>
    <w:rsid w:val="00E50D31"/>
    <w:rsid w:val="00E50F75"/>
    <w:rsid w:val="00E510F2"/>
    <w:rsid w:val="00E51343"/>
    <w:rsid w:val="00E51524"/>
    <w:rsid w:val="00E51935"/>
    <w:rsid w:val="00E51962"/>
    <w:rsid w:val="00E51B85"/>
    <w:rsid w:val="00E51C47"/>
    <w:rsid w:val="00E51D73"/>
    <w:rsid w:val="00E51E2A"/>
    <w:rsid w:val="00E5209E"/>
    <w:rsid w:val="00E52116"/>
    <w:rsid w:val="00E52347"/>
    <w:rsid w:val="00E5241A"/>
    <w:rsid w:val="00E5244A"/>
    <w:rsid w:val="00E52673"/>
    <w:rsid w:val="00E5267F"/>
    <w:rsid w:val="00E5299B"/>
    <w:rsid w:val="00E529E6"/>
    <w:rsid w:val="00E52A34"/>
    <w:rsid w:val="00E5300F"/>
    <w:rsid w:val="00E53083"/>
    <w:rsid w:val="00E53199"/>
    <w:rsid w:val="00E53469"/>
    <w:rsid w:val="00E5378C"/>
    <w:rsid w:val="00E538FD"/>
    <w:rsid w:val="00E53A25"/>
    <w:rsid w:val="00E53D2C"/>
    <w:rsid w:val="00E53E75"/>
    <w:rsid w:val="00E540E9"/>
    <w:rsid w:val="00E541C4"/>
    <w:rsid w:val="00E54282"/>
    <w:rsid w:val="00E54376"/>
    <w:rsid w:val="00E5444D"/>
    <w:rsid w:val="00E54507"/>
    <w:rsid w:val="00E5452B"/>
    <w:rsid w:val="00E54531"/>
    <w:rsid w:val="00E545A3"/>
    <w:rsid w:val="00E54714"/>
    <w:rsid w:val="00E54732"/>
    <w:rsid w:val="00E54813"/>
    <w:rsid w:val="00E54888"/>
    <w:rsid w:val="00E54962"/>
    <w:rsid w:val="00E54BD4"/>
    <w:rsid w:val="00E54CCC"/>
    <w:rsid w:val="00E54D2D"/>
    <w:rsid w:val="00E54D62"/>
    <w:rsid w:val="00E54D96"/>
    <w:rsid w:val="00E552C1"/>
    <w:rsid w:val="00E55411"/>
    <w:rsid w:val="00E5543C"/>
    <w:rsid w:val="00E5548D"/>
    <w:rsid w:val="00E554A2"/>
    <w:rsid w:val="00E55547"/>
    <w:rsid w:val="00E557BE"/>
    <w:rsid w:val="00E55971"/>
    <w:rsid w:val="00E55A07"/>
    <w:rsid w:val="00E55A62"/>
    <w:rsid w:val="00E55A94"/>
    <w:rsid w:val="00E55AE5"/>
    <w:rsid w:val="00E55AF3"/>
    <w:rsid w:val="00E55B39"/>
    <w:rsid w:val="00E55D13"/>
    <w:rsid w:val="00E55D6C"/>
    <w:rsid w:val="00E55EB9"/>
    <w:rsid w:val="00E55F3C"/>
    <w:rsid w:val="00E55FBC"/>
    <w:rsid w:val="00E5602D"/>
    <w:rsid w:val="00E56100"/>
    <w:rsid w:val="00E5618E"/>
    <w:rsid w:val="00E5623A"/>
    <w:rsid w:val="00E56523"/>
    <w:rsid w:val="00E569CE"/>
    <w:rsid w:val="00E569F9"/>
    <w:rsid w:val="00E56A7A"/>
    <w:rsid w:val="00E56BA2"/>
    <w:rsid w:val="00E56BB7"/>
    <w:rsid w:val="00E56C36"/>
    <w:rsid w:val="00E56C3C"/>
    <w:rsid w:val="00E56CE7"/>
    <w:rsid w:val="00E56E72"/>
    <w:rsid w:val="00E56E93"/>
    <w:rsid w:val="00E57039"/>
    <w:rsid w:val="00E57158"/>
    <w:rsid w:val="00E57255"/>
    <w:rsid w:val="00E572C3"/>
    <w:rsid w:val="00E57308"/>
    <w:rsid w:val="00E57365"/>
    <w:rsid w:val="00E573B7"/>
    <w:rsid w:val="00E575BA"/>
    <w:rsid w:val="00E575DD"/>
    <w:rsid w:val="00E57752"/>
    <w:rsid w:val="00E578FD"/>
    <w:rsid w:val="00E57A31"/>
    <w:rsid w:val="00E57A89"/>
    <w:rsid w:val="00E57A9E"/>
    <w:rsid w:val="00E57AE9"/>
    <w:rsid w:val="00E57AF8"/>
    <w:rsid w:val="00E57D9C"/>
    <w:rsid w:val="00E57E9E"/>
    <w:rsid w:val="00E57EE8"/>
    <w:rsid w:val="00E60129"/>
    <w:rsid w:val="00E60238"/>
    <w:rsid w:val="00E60541"/>
    <w:rsid w:val="00E605E6"/>
    <w:rsid w:val="00E60602"/>
    <w:rsid w:val="00E6064D"/>
    <w:rsid w:val="00E60774"/>
    <w:rsid w:val="00E607C2"/>
    <w:rsid w:val="00E6082A"/>
    <w:rsid w:val="00E60891"/>
    <w:rsid w:val="00E60899"/>
    <w:rsid w:val="00E608C2"/>
    <w:rsid w:val="00E609BC"/>
    <w:rsid w:val="00E60BEB"/>
    <w:rsid w:val="00E60D38"/>
    <w:rsid w:val="00E60E8F"/>
    <w:rsid w:val="00E61063"/>
    <w:rsid w:val="00E6107D"/>
    <w:rsid w:val="00E610F0"/>
    <w:rsid w:val="00E61164"/>
    <w:rsid w:val="00E613D8"/>
    <w:rsid w:val="00E614E9"/>
    <w:rsid w:val="00E61634"/>
    <w:rsid w:val="00E61749"/>
    <w:rsid w:val="00E61A18"/>
    <w:rsid w:val="00E61CB7"/>
    <w:rsid w:val="00E61D2B"/>
    <w:rsid w:val="00E61EB6"/>
    <w:rsid w:val="00E61F54"/>
    <w:rsid w:val="00E620A9"/>
    <w:rsid w:val="00E621F5"/>
    <w:rsid w:val="00E6229A"/>
    <w:rsid w:val="00E62395"/>
    <w:rsid w:val="00E62517"/>
    <w:rsid w:val="00E62870"/>
    <w:rsid w:val="00E62885"/>
    <w:rsid w:val="00E62A5A"/>
    <w:rsid w:val="00E62A73"/>
    <w:rsid w:val="00E62BA9"/>
    <w:rsid w:val="00E62BB0"/>
    <w:rsid w:val="00E62BE2"/>
    <w:rsid w:val="00E62DF3"/>
    <w:rsid w:val="00E62F68"/>
    <w:rsid w:val="00E630F8"/>
    <w:rsid w:val="00E63142"/>
    <w:rsid w:val="00E63251"/>
    <w:rsid w:val="00E632B6"/>
    <w:rsid w:val="00E632D9"/>
    <w:rsid w:val="00E633CC"/>
    <w:rsid w:val="00E63420"/>
    <w:rsid w:val="00E6370A"/>
    <w:rsid w:val="00E637EF"/>
    <w:rsid w:val="00E63811"/>
    <w:rsid w:val="00E638B5"/>
    <w:rsid w:val="00E63955"/>
    <w:rsid w:val="00E63A00"/>
    <w:rsid w:val="00E63AFA"/>
    <w:rsid w:val="00E63D43"/>
    <w:rsid w:val="00E63FB0"/>
    <w:rsid w:val="00E64192"/>
    <w:rsid w:val="00E641B8"/>
    <w:rsid w:val="00E6428A"/>
    <w:rsid w:val="00E64424"/>
    <w:rsid w:val="00E6468F"/>
    <w:rsid w:val="00E64721"/>
    <w:rsid w:val="00E64B5F"/>
    <w:rsid w:val="00E64CD4"/>
    <w:rsid w:val="00E64E84"/>
    <w:rsid w:val="00E64FE8"/>
    <w:rsid w:val="00E65190"/>
    <w:rsid w:val="00E6520B"/>
    <w:rsid w:val="00E6526F"/>
    <w:rsid w:val="00E6540D"/>
    <w:rsid w:val="00E65615"/>
    <w:rsid w:val="00E658F6"/>
    <w:rsid w:val="00E65B09"/>
    <w:rsid w:val="00E65DA2"/>
    <w:rsid w:val="00E65DF5"/>
    <w:rsid w:val="00E660D2"/>
    <w:rsid w:val="00E66213"/>
    <w:rsid w:val="00E66401"/>
    <w:rsid w:val="00E6659B"/>
    <w:rsid w:val="00E665A6"/>
    <w:rsid w:val="00E66726"/>
    <w:rsid w:val="00E667F8"/>
    <w:rsid w:val="00E6687B"/>
    <w:rsid w:val="00E6691C"/>
    <w:rsid w:val="00E66BCF"/>
    <w:rsid w:val="00E66BF1"/>
    <w:rsid w:val="00E66C9A"/>
    <w:rsid w:val="00E66DB7"/>
    <w:rsid w:val="00E66EDC"/>
    <w:rsid w:val="00E670F8"/>
    <w:rsid w:val="00E672C0"/>
    <w:rsid w:val="00E67301"/>
    <w:rsid w:val="00E67562"/>
    <w:rsid w:val="00E67693"/>
    <w:rsid w:val="00E676D3"/>
    <w:rsid w:val="00E677E9"/>
    <w:rsid w:val="00E67815"/>
    <w:rsid w:val="00E6784C"/>
    <w:rsid w:val="00E67B06"/>
    <w:rsid w:val="00E67C08"/>
    <w:rsid w:val="00E67CEF"/>
    <w:rsid w:val="00E67E8B"/>
    <w:rsid w:val="00E67EC9"/>
    <w:rsid w:val="00E70395"/>
    <w:rsid w:val="00E70444"/>
    <w:rsid w:val="00E70531"/>
    <w:rsid w:val="00E70549"/>
    <w:rsid w:val="00E705D2"/>
    <w:rsid w:val="00E706B5"/>
    <w:rsid w:val="00E70729"/>
    <w:rsid w:val="00E70804"/>
    <w:rsid w:val="00E709A5"/>
    <w:rsid w:val="00E70A0B"/>
    <w:rsid w:val="00E70A5B"/>
    <w:rsid w:val="00E70B39"/>
    <w:rsid w:val="00E70B76"/>
    <w:rsid w:val="00E70BDD"/>
    <w:rsid w:val="00E70D5C"/>
    <w:rsid w:val="00E70E5F"/>
    <w:rsid w:val="00E70E86"/>
    <w:rsid w:val="00E71251"/>
    <w:rsid w:val="00E71292"/>
    <w:rsid w:val="00E7148B"/>
    <w:rsid w:val="00E7149C"/>
    <w:rsid w:val="00E7166B"/>
    <w:rsid w:val="00E71834"/>
    <w:rsid w:val="00E71C1F"/>
    <w:rsid w:val="00E71D44"/>
    <w:rsid w:val="00E71E0D"/>
    <w:rsid w:val="00E71E1C"/>
    <w:rsid w:val="00E71F4D"/>
    <w:rsid w:val="00E72146"/>
    <w:rsid w:val="00E7228D"/>
    <w:rsid w:val="00E7229A"/>
    <w:rsid w:val="00E724D1"/>
    <w:rsid w:val="00E7250D"/>
    <w:rsid w:val="00E72682"/>
    <w:rsid w:val="00E72740"/>
    <w:rsid w:val="00E727EC"/>
    <w:rsid w:val="00E7285C"/>
    <w:rsid w:val="00E72A77"/>
    <w:rsid w:val="00E72B69"/>
    <w:rsid w:val="00E72EA5"/>
    <w:rsid w:val="00E730D2"/>
    <w:rsid w:val="00E730D9"/>
    <w:rsid w:val="00E730FA"/>
    <w:rsid w:val="00E73260"/>
    <w:rsid w:val="00E735C4"/>
    <w:rsid w:val="00E736D5"/>
    <w:rsid w:val="00E73734"/>
    <w:rsid w:val="00E738DF"/>
    <w:rsid w:val="00E73993"/>
    <w:rsid w:val="00E73A2F"/>
    <w:rsid w:val="00E73C2B"/>
    <w:rsid w:val="00E73D7D"/>
    <w:rsid w:val="00E73E69"/>
    <w:rsid w:val="00E73FBC"/>
    <w:rsid w:val="00E741AD"/>
    <w:rsid w:val="00E743D1"/>
    <w:rsid w:val="00E7447E"/>
    <w:rsid w:val="00E744BF"/>
    <w:rsid w:val="00E7457E"/>
    <w:rsid w:val="00E7472B"/>
    <w:rsid w:val="00E747D4"/>
    <w:rsid w:val="00E749DC"/>
    <w:rsid w:val="00E74A56"/>
    <w:rsid w:val="00E74B4C"/>
    <w:rsid w:val="00E74BBC"/>
    <w:rsid w:val="00E74E43"/>
    <w:rsid w:val="00E75013"/>
    <w:rsid w:val="00E751B2"/>
    <w:rsid w:val="00E752AD"/>
    <w:rsid w:val="00E7544A"/>
    <w:rsid w:val="00E75505"/>
    <w:rsid w:val="00E756F4"/>
    <w:rsid w:val="00E758A5"/>
    <w:rsid w:val="00E758E4"/>
    <w:rsid w:val="00E75A68"/>
    <w:rsid w:val="00E75BC2"/>
    <w:rsid w:val="00E75BE9"/>
    <w:rsid w:val="00E75E8B"/>
    <w:rsid w:val="00E76209"/>
    <w:rsid w:val="00E76312"/>
    <w:rsid w:val="00E76338"/>
    <w:rsid w:val="00E7640C"/>
    <w:rsid w:val="00E765A8"/>
    <w:rsid w:val="00E765D6"/>
    <w:rsid w:val="00E76642"/>
    <w:rsid w:val="00E76970"/>
    <w:rsid w:val="00E769B7"/>
    <w:rsid w:val="00E769CE"/>
    <w:rsid w:val="00E76B23"/>
    <w:rsid w:val="00E76B26"/>
    <w:rsid w:val="00E76B33"/>
    <w:rsid w:val="00E76C7A"/>
    <w:rsid w:val="00E76E60"/>
    <w:rsid w:val="00E76E98"/>
    <w:rsid w:val="00E77024"/>
    <w:rsid w:val="00E7707A"/>
    <w:rsid w:val="00E7734C"/>
    <w:rsid w:val="00E77563"/>
    <w:rsid w:val="00E77583"/>
    <w:rsid w:val="00E775B8"/>
    <w:rsid w:val="00E7779F"/>
    <w:rsid w:val="00E77916"/>
    <w:rsid w:val="00E77936"/>
    <w:rsid w:val="00E77966"/>
    <w:rsid w:val="00E77AB9"/>
    <w:rsid w:val="00E77AF3"/>
    <w:rsid w:val="00E77B1E"/>
    <w:rsid w:val="00E77D54"/>
    <w:rsid w:val="00E77E12"/>
    <w:rsid w:val="00E77E61"/>
    <w:rsid w:val="00E8024D"/>
    <w:rsid w:val="00E802DE"/>
    <w:rsid w:val="00E80439"/>
    <w:rsid w:val="00E808ED"/>
    <w:rsid w:val="00E809C7"/>
    <w:rsid w:val="00E809D5"/>
    <w:rsid w:val="00E80C84"/>
    <w:rsid w:val="00E80CF3"/>
    <w:rsid w:val="00E80ED3"/>
    <w:rsid w:val="00E80FC9"/>
    <w:rsid w:val="00E80FF8"/>
    <w:rsid w:val="00E81372"/>
    <w:rsid w:val="00E81410"/>
    <w:rsid w:val="00E81783"/>
    <w:rsid w:val="00E81AB2"/>
    <w:rsid w:val="00E81BFF"/>
    <w:rsid w:val="00E81CC2"/>
    <w:rsid w:val="00E81D8B"/>
    <w:rsid w:val="00E81D8D"/>
    <w:rsid w:val="00E81E86"/>
    <w:rsid w:val="00E81EF8"/>
    <w:rsid w:val="00E81F32"/>
    <w:rsid w:val="00E8200D"/>
    <w:rsid w:val="00E8204F"/>
    <w:rsid w:val="00E820D0"/>
    <w:rsid w:val="00E820DA"/>
    <w:rsid w:val="00E8238C"/>
    <w:rsid w:val="00E82468"/>
    <w:rsid w:val="00E82618"/>
    <w:rsid w:val="00E82715"/>
    <w:rsid w:val="00E827ED"/>
    <w:rsid w:val="00E8281A"/>
    <w:rsid w:val="00E828E0"/>
    <w:rsid w:val="00E82914"/>
    <w:rsid w:val="00E829AC"/>
    <w:rsid w:val="00E829E7"/>
    <w:rsid w:val="00E82AAC"/>
    <w:rsid w:val="00E82D92"/>
    <w:rsid w:val="00E82FED"/>
    <w:rsid w:val="00E8321E"/>
    <w:rsid w:val="00E837B8"/>
    <w:rsid w:val="00E839A9"/>
    <w:rsid w:val="00E83D26"/>
    <w:rsid w:val="00E83F78"/>
    <w:rsid w:val="00E84030"/>
    <w:rsid w:val="00E84659"/>
    <w:rsid w:val="00E846A0"/>
    <w:rsid w:val="00E8479F"/>
    <w:rsid w:val="00E84974"/>
    <w:rsid w:val="00E84BD2"/>
    <w:rsid w:val="00E84E79"/>
    <w:rsid w:val="00E850DC"/>
    <w:rsid w:val="00E851D1"/>
    <w:rsid w:val="00E855B0"/>
    <w:rsid w:val="00E857DF"/>
    <w:rsid w:val="00E8585E"/>
    <w:rsid w:val="00E85941"/>
    <w:rsid w:val="00E8595D"/>
    <w:rsid w:val="00E8597C"/>
    <w:rsid w:val="00E85A5E"/>
    <w:rsid w:val="00E85AD0"/>
    <w:rsid w:val="00E85B58"/>
    <w:rsid w:val="00E85D1C"/>
    <w:rsid w:val="00E85F20"/>
    <w:rsid w:val="00E85F6C"/>
    <w:rsid w:val="00E85F83"/>
    <w:rsid w:val="00E8601F"/>
    <w:rsid w:val="00E860B0"/>
    <w:rsid w:val="00E86271"/>
    <w:rsid w:val="00E862B1"/>
    <w:rsid w:val="00E863CD"/>
    <w:rsid w:val="00E864ED"/>
    <w:rsid w:val="00E86525"/>
    <w:rsid w:val="00E867EC"/>
    <w:rsid w:val="00E86821"/>
    <w:rsid w:val="00E8694A"/>
    <w:rsid w:val="00E869AE"/>
    <w:rsid w:val="00E86A27"/>
    <w:rsid w:val="00E86CAA"/>
    <w:rsid w:val="00E86DDE"/>
    <w:rsid w:val="00E87051"/>
    <w:rsid w:val="00E871E4"/>
    <w:rsid w:val="00E873CE"/>
    <w:rsid w:val="00E8740D"/>
    <w:rsid w:val="00E87502"/>
    <w:rsid w:val="00E8761D"/>
    <w:rsid w:val="00E87712"/>
    <w:rsid w:val="00E878EB"/>
    <w:rsid w:val="00E87ADC"/>
    <w:rsid w:val="00E87CF5"/>
    <w:rsid w:val="00E87F04"/>
    <w:rsid w:val="00E87F18"/>
    <w:rsid w:val="00E87F24"/>
    <w:rsid w:val="00E901B0"/>
    <w:rsid w:val="00E903AB"/>
    <w:rsid w:val="00E90428"/>
    <w:rsid w:val="00E904D1"/>
    <w:rsid w:val="00E905F5"/>
    <w:rsid w:val="00E9063D"/>
    <w:rsid w:val="00E9082C"/>
    <w:rsid w:val="00E90922"/>
    <w:rsid w:val="00E90A3E"/>
    <w:rsid w:val="00E90C59"/>
    <w:rsid w:val="00E91046"/>
    <w:rsid w:val="00E91244"/>
    <w:rsid w:val="00E914FF"/>
    <w:rsid w:val="00E9158C"/>
    <w:rsid w:val="00E915AF"/>
    <w:rsid w:val="00E91ADF"/>
    <w:rsid w:val="00E91D2B"/>
    <w:rsid w:val="00E91E14"/>
    <w:rsid w:val="00E91E17"/>
    <w:rsid w:val="00E91EAF"/>
    <w:rsid w:val="00E91FF9"/>
    <w:rsid w:val="00E921D7"/>
    <w:rsid w:val="00E9258A"/>
    <w:rsid w:val="00E92798"/>
    <w:rsid w:val="00E92814"/>
    <w:rsid w:val="00E92876"/>
    <w:rsid w:val="00E92897"/>
    <w:rsid w:val="00E928EF"/>
    <w:rsid w:val="00E9297B"/>
    <w:rsid w:val="00E92B27"/>
    <w:rsid w:val="00E92C3D"/>
    <w:rsid w:val="00E92C89"/>
    <w:rsid w:val="00E92E91"/>
    <w:rsid w:val="00E92F18"/>
    <w:rsid w:val="00E934A0"/>
    <w:rsid w:val="00E93590"/>
    <w:rsid w:val="00E936DC"/>
    <w:rsid w:val="00E9379F"/>
    <w:rsid w:val="00E939C0"/>
    <w:rsid w:val="00E93AB6"/>
    <w:rsid w:val="00E93B94"/>
    <w:rsid w:val="00E93C4C"/>
    <w:rsid w:val="00E94002"/>
    <w:rsid w:val="00E9414C"/>
    <w:rsid w:val="00E94262"/>
    <w:rsid w:val="00E943BC"/>
    <w:rsid w:val="00E94444"/>
    <w:rsid w:val="00E944EA"/>
    <w:rsid w:val="00E944F8"/>
    <w:rsid w:val="00E9452E"/>
    <w:rsid w:val="00E94718"/>
    <w:rsid w:val="00E94A31"/>
    <w:rsid w:val="00E94BCB"/>
    <w:rsid w:val="00E950F4"/>
    <w:rsid w:val="00E9517B"/>
    <w:rsid w:val="00E952DF"/>
    <w:rsid w:val="00E95361"/>
    <w:rsid w:val="00E95483"/>
    <w:rsid w:val="00E955D7"/>
    <w:rsid w:val="00E956AF"/>
    <w:rsid w:val="00E957A9"/>
    <w:rsid w:val="00E9594B"/>
    <w:rsid w:val="00E95B0E"/>
    <w:rsid w:val="00E95B4B"/>
    <w:rsid w:val="00E95D17"/>
    <w:rsid w:val="00E95DFB"/>
    <w:rsid w:val="00E95FD6"/>
    <w:rsid w:val="00E9603F"/>
    <w:rsid w:val="00E96045"/>
    <w:rsid w:val="00E961D1"/>
    <w:rsid w:val="00E9622E"/>
    <w:rsid w:val="00E9623B"/>
    <w:rsid w:val="00E96525"/>
    <w:rsid w:val="00E966B2"/>
    <w:rsid w:val="00E96743"/>
    <w:rsid w:val="00E967E1"/>
    <w:rsid w:val="00E96AD5"/>
    <w:rsid w:val="00E96D00"/>
    <w:rsid w:val="00E96D61"/>
    <w:rsid w:val="00E96E04"/>
    <w:rsid w:val="00E96EBA"/>
    <w:rsid w:val="00E96EC9"/>
    <w:rsid w:val="00E96FA9"/>
    <w:rsid w:val="00E971FB"/>
    <w:rsid w:val="00E97244"/>
    <w:rsid w:val="00E97497"/>
    <w:rsid w:val="00E974F5"/>
    <w:rsid w:val="00E9761A"/>
    <w:rsid w:val="00E97753"/>
    <w:rsid w:val="00E977B7"/>
    <w:rsid w:val="00E977CF"/>
    <w:rsid w:val="00E9790B"/>
    <w:rsid w:val="00E9797A"/>
    <w:rsid w:val="00E97D04"/>
    <w:rsid w:val="00E97D14"/>
    <w:rsid w:val="00E97DA4"/>
    <w:rsid w:val="00E97E11"/>
    <w:rsid w:val="00E97E18"/>
    <w:rsid w:val="00E97E29"/>
    <w:rsid w:val="00E97E60"/>
    <w:rsid w:val="00E97F94"/>
    <w:rsid w:val="00EA01E1"/>
    <w:rsid w:val="00EA0271"/>
    <w:rsid w:val="00EA03AE"/>
    <w:rsid w:val="00EA03BD"/>
    <w:rsid w:val="00EA052B"/>
    <w:rsid w:val="00EA0548"/>
    <w:rsid w:val="00EA0A33"/>
    <w:rsid w:val="00EA0BB7"/>
    <w:rsid w:val="00EA0DFE"/>
    <w:rsid w:val="00EA0ED1"/>
    <w:rsid w:val="00EA0FEB"/>
    <w:rsid w:val="00EA1179"/>
    <w:rsid w:val="00EA15D7"/>
    <w:rsid w:val="00EA18BB"/>
    <w:rsid w:val="00EA1C90"/>
    <w:rsid w:val="00EA1DAE"/>
    <w:rsid w:val="00EA1F51"/>
    <w:rsid w:val="00EA2051"/>
    <w:rsid w:val="00EA215A"/>
    <w:rsid w:val="00EA230B"/>
    <w:rsid w:val="00EA25BF"/>
    <w:rsid w:val="00EA2612"/>
    <w:rsid w:val="00EA263C"/>
    <w:rsid w:val="00EA2860"/>
    <w:rsid w:val="00EA293C"/>
    <w:rsid w:val="00EA2964"/>
    <w:rsid w:val="00EA298A"/>
    <w:rsid w:val="00EA2AB3"/>
    <w:rsid w:val="00EA2BCE"/>
    <w:rsid w:val="00EA2C56"/>
    <w:rsid w:val="00EA2D92"/>
    <w:rsid w:val="00EA2E7E"/>
    <w:rsid w:val="00EA3065"/>
    <w:rsid w:val="00EA3106"/>
    <w:rsid w:val="00EA3353"/>
    <w:rsid w:val="00EA35C2"/>
    <w:rsid w:val="00EA3665"/>
    <w:rsid w:val="00EA37FE"/>
    <w:rsid w:val="00EA3A7A"/>
    <w:rsid w:val="00EA3D81"/>
    <w:rsid w:val="00EA3E4B"/>
    <w:rsid w:val="00EA3F70"/>
    <w:rsid w:val="00EA410D"/>
    <w:rsid w:val="00EA4379"/>
    <w:rsid w:val="00EA4580"/>
    <w:rsid w:val="00EA4A3D"/>
    <w:rsid w:val="00EA4AA0"/>
    <w:rsid w:val="00EA5102"/>
    <w:rsid w:val="00EA514B"/>
    <w:rsid w:val="00EA52DC"/>
    <w:rsid w:val="00EA53F0"/>
    <w:rsid w:val="00EA5451"/>
    <w:rsid w:val="00EA5471"/>
    <w:rsid w:val="00EA55B5"/>
    <w:rsid w:val="00EA5679"/>
    <w:rsid w:val="00EA5955"/>
    <w:rsid w:val="00EA5B68"/>
    <w:rsid w:val="00EA5D1E"/>
    <w:rsid w:val="00EA5D78"/>
    <w:rsid w:val="00EA5DAF"/>
    <w:rsid w:val="00EA5FB9"/>
    <w:rsid w:val="00EA612C"/>
    <w:rsid w:val="00EA62F2"/>
    <w:rsid w:val="00EA64FE"/>
    <w:rsid w:val="00EA6583"/>
    <w:rsid w:val="00EA6684"/>
    <w:rsid w:val="00EA6747"/>
    <w:rsid w:val="00EA67B1"/>
    <w:rsid w:val="00EA687B"/>
    <w:rsid w:val="00EA6EB5"/>
    <w:rsid w:val="00EA6FF8"/>
    <w:rsid w:val="00EA7142"/>
    <w:rsid w:val="00EA71AC"/>
    <w:rsid w:val="00EA7394"/>
    <w:rsid w:val="00EA7444"/>
    <w:rsid w:val="00EA7971"/>
    <w:rsid w:val="00EA7AAA"/>
    <w:rsid w:val="00EA7B53"/>
    <w:rsid w:val="00EA7C07"/>
    <w:rsid w:val="00EA7D43"/>
    <w:rsid w:val="00EA7D5F"/>
    <w:rsid w:val="00EA7E9A"/>
    <w:rsid w:val="00EA7F09"/>
    <w:rsid w:val="00EB01B7"/>
    <w:rsid w:val="00EB02A1"/>
    <w:rsid w:val="00EB02EE"/>
    <w:rsid w:val="00EB04FF"/>
    <w:rsid w:val="00EB05CA"/>
    <w:rsid w:val="00EB068D"/>
    <w:rsid w:val="00EB0A90"/>
    <w:rsid w:val="00EB1073"/>
    <w:rsid w:val="00EB11FA"/>
    <w:rsid w:val="00EB13B1"/>
    <w:rsid w:val="00EB1484"/>
    <w:rsid w:val="00EB15C7"/>
    <w:rsid w:val="00EB1668"/>
    <w:rsid w:val="00EB18E0"/>
    <w:rsid w:val="00EB1B04"/>
    <w:rsid w:val="00EB1C31"/>
    <w:rsid w:val="00EB1C44"/>
    <w:rsid w:val="00EB1CBF"/>
    <w:rsid w:val="00EB1D0B"/>
    <w:rsid w:val="00EB1E0E"/>
    <w:rsid w:val="00EB1FDD"/>
    <w:rsid w:val="00EB2434"/>
    <w:rsid w:val="00EB25BE"/>
    <w:rsid w:val="00EB261E"/>
    <w:rsid w:val="00EB2638"/>
    <w:rsid w:val="00EB27C8"/>
    <w:rsid w:val="00EB2ADA"/>
    <w:rsid w:val="00EB2B84"/>
    <w:rsid w:val="00EB2CE7"/>
    <w:rsid w:val="00EB2EB2"/>
    <w:rsid w:val="00EB2F16"/>
    <w:rsid w:val="00EB2F43"/>
    <w:rsid w:val="00EB3013"/>
    <w:rsid w:val="00EB313F"/>
    <w:rsid w:val="00EB3193"/>
    <w:rsid w:val="00EB320A"/>
    <w:rsid w:val="00EB32B7"/>
    <w:rsid w:val="00EB3AF6"/>
    <w:rsid w:val="00EB3D77"/>
    <w:rsid w:val="00EB3D97"/>
    <w:rsid w:val="00EB3E83"/>
    <w:rsid w:val="00EB3EFB"/>
    <w:rsid w:val="00EB4207"/>
    <w:rsid w:val="00EB435A"/>
    <w:rsid w:val="00EB48A8"/>
    <w:rsid w:val="00EB49BA"/>
    <w:rsid w:val="00EB49C9"/>
    <w:rsid w:val="00EB4C8F"/>
    <w:rsid w:val="00EB4DBD"/>
    <w:rsid w:val="00EB4ED7"/>
    <w:rsid w:val="00EB5222"/>
    <w:rsid w:val="00EB525E"/>
    <w:rsid w:val="00EB52A6"/>
    <w:rsid w:val="00EB54C5"/>
    <w:rsid w:val="00EB557B"/>
    <w:rsid w:val="00EB5705"/>
    <w:rsid w:val="00EB573A"/>
    <w:rsid w:val="00EB587C"/>
    <w:rsid w:val="00EB594B"/>
    <w:rsid w:val="00EB5983"/>
    <w:rsid w:val="00EB5BE5"/>
    <w:rsid w:val="00EB5DD3"/>
    <w:rsid w:val="00EB5F6B"/>
    <w:rsid w:val="00EB6041"/>
    <w:rsid w:val="00EB62D7"/>
    <w:rsid w:val="00EB655D"/>
    <w:rsid w:val="00EB6788"/>
    <w:rsid w:val="00EB6A69"/>
    <w:rsid w:val="00EB6A82"/>
    <w:rsid w:val="00EB6AB6"/>
    <w:rsid w:val="00EB6D92"/>
    <w:rsid w:val="00EB6DDA"/>
    <w:rsid w:val="00EB6DED"/>
    <w:rsid w:val="00EB6F64"/>
    <w:rsid w:val="00EB714E"/>
    <w:rsid w:val="00EB7249"/>
    <w:rsid w:val="00EB7517"/>
    <w:rsid w:val="00EB785B"/>
    <w:rsid w:val="00EB7DCF"/>
    <w:rsid w:val="00EB7E7E"/>
    <w:rsid w:val="00EC0051"/>
    <w:rsid w:val="00EC0286"/>
    <w:rsid w:val="00EC02AE"/>
    <w:rsid w:val="00EC02CD"/>
    <w:rsid w:val="00EC06C1"/>
    <w:rsid w:val="00EC077F"/>
    <w:rsid w:val="00EC0783"/>
    <w:rsid w:val="00EC0794"/>
    <w:rsid w:val="00EC0B43"/>
    <w:rsid w:val="00EC0B67"/>
    <w:rsid w:val="00EC0D10"/>
    <w:rsid w:val="00EC0F0B"/>
    <w:rsid w:val="00EC108D"/>
    <w:rsid w:val="00EC12C2"/>
    <w:rsid w:val="00EC140C"/>
    <w:rsid w:val="00EC144C"/>
    <w:rsid w:val="00EC1518"/>
    <w:rsid w:val="00EC16D5"/>
    <w:rsid w:val="00EC1706"/>
    <w:rsid w:val="00EC1777"/>
    <w:rsid w:val="00EC18ED"/>
    <w:rsid w:val="00EC1A13"/>
    <w:rsid w:val="00EC1DA1"/>
    <w:rsid w:val="00EC1EFC"/>
    <w:rsid w:val="00EC1F94"/>
    <w:rsid w:val="00EC2158"/>
    <w:rsid w:val="00EC219E"/>
    <w:rsid w:val="00EC2270"/>
    <w:rsid w:val="00EC2291"/>
    <w:rsid w:val="00EC235D"/>
    <w:rsid w:val="00EC23A1"/>
    <w:rsid w:val="00EC264B"/>
    <w:rsid w:val="00EC266F"/>
    <w:rsid w:val="00EC27A2"/>
    <w:rsid w:val="00EC28DB"/>
    <w:rsid w:val="00EC28F7"/>
    <w:rsid w:val="00EC2AA7"/>
    <w:rsid w:val="00EC2B2E"/>
    <w:rsid w:val="00EC2BF8"/>
    <w:rsid w:val="00EC2F39"/>
    <w:rsid w:val="00EC2F5D"/>
    <w:rsid w:val="00EC2FA7"/>
    <w:rsid w:val="00EC305E"/>
    <w:rsid w:val="00EC30E6"/>
    <w:rsid w:val="00EC323F"/>
    <w:rsid w:val="00EC3312"/>
    <w:rsid w:val="00EC34FB"/>
    <w:rsid w:val="00EC352B"/>
    <w:rsid w:val="00EC3536"/>
    <w:rsid w:val="00EC35ED"/>
    <w:rsid w:val="00EC3645"/>
    <w:rsid w:val="00EC36DF"/>
    <w:rsid w:val="00EC370A"/>
    <w:rsid w:val="00EC379C"/>
    <w:rsid w:val="00EC37DF"/>
    <w:rsid w:val="00EC395D"/>
    <w:rsid w:val="00EC3AB1"/>
    <w:rsid w:val="00EC3B92"/>
    <w:rsid w:val="00EC3BE8"/>
    <w:rsid w:val="00EC3C54"/>
    <w:rsid w:val="00EC3CB2"/>
    <w:rsid w:val="00EC3CD1"/>
    <w:rsid w:val="00EC3E89"/>
    <w:rsid w:val="00EC3FB0"/>
    <w:rsid w:val="00EC413B"/>
    <w:rsid w:val="00EC452F"/>
    <w:rsid w:val="00EC464D"/>
    <w:rsid w:val="00EC47D6"/>
    <w:rsid w:val="00EC47F7"/>
    <w:rsid w:val="00EC48D5"/>
    <w:rsid w:val="00EC48F3"/>
    <w:rsid w:val="00EC492B"/>
    <w:rsid w:val="00EC4944"/>
    <w:rsid w:val="00EC4D16"/>
    <w:rsid w:val="00EC4FC4"/>
    <w:rsid w:val="00EC541E"/>
    <w:rsid w:val="00EC5571"/>
    <w:rsid w:val="00EC5584"/>
    <w:rsid w:val="00EC56DC"/>
    <w:rsid w:val="00EC5719"/>
    <w:rsid w:val="00EC577E"/>
    <w:rsid w:val="00EC57DE"/>
    <w:rsid w:val="00EC58BD"/>
    <w:rsid w:val="00EC5BA6"/>
    <w:rsid w:val="00EC5D70"/>
    <w:rsid w:val="00EC5DC2"/>
    <w:rsid w:val="00EC60EA"/>
    <w:rsid w:val="00EC60FA"/>
    <w:rsid w:val="00EC6898"/>
    <w:rsid w:val="00EC6A45"/>
    <w:rsid w:val="00EC6B4E"/>
    <w:rsid w:val="00EC6B96"/>
    <w:rsid w:val="00EC6CFC"/>
    <w:rsid w:val="00EC6D0D"/>
    <w:rsid w:val="00EC6D79"/>
    <w:rsid w:val="00EC6DFA"/>
    <w:rsid w:val="00EC72AE"/>
    <w:rsid w:val="00EC765F"/>
    <w:rsid w:val="00EC7753"/>
    <w:rsid w:val="00EC777F"/>
    <w:rsid w:val="00EC7B31"/>
    <w:rsid w:val="00EC7E1B"/>
    <w:rsid w:val="00EC7E38"/>
    <w:rsid w:val="00EC7E53"/>
    <w:rsid w:val="00EC7EAE"/>
    <w:rsid w:val="00ED0018"/>
    <w:rsid w:val="00ED007E"/>
    <w:rsid w:val="00ED0156"/>
    <w:rsid w:val="00ED01BC"/>
    <w:rsid w:val="00ED02C7"/>
    <w:rsid w:val="00ED0324"/>
    <w:rsid w:val="00ED047A"/>
    <w:rsid w:val="00ED073A"/>
    <w:rsid w:val="00ED0780"/>
    <w:rsid w:val="00ED0843"/>
    <w:rsid w:val="00ED0A34"/>
    <w:rsid w:val="00ED0A91"/>
    <w:rsid w:val="00ED0B52"/>
    <w:rsid w:val="00ED0C4F"/>
    <w:rsid w:val="00ED0DFA"/>
    <w:rsid w:val="00ED0E34"/>
    <w:rsid w:val="00ED1078"/>
    <w:rsid w:val="00ED10D8"/>
    <w:rsid w:val="00ED11A0"/>
    <w:rsid w:val="00ED11CD"/>
    <w:rsid w:val="00ED125A"/>
    <w:rsid w:val="00ED12BE"/>
    <w:rsid w:val="00ED13CF"/>
    <w:rsid w:val="00ED15C5"/>
    <w:rsid w:val="00ED15E6"/>
    <w:rsid w:val="00ED1628"/>
    <w:rsid w:val="00ED167E"/>
    <w:rsid w:val="00ED174A"/>
    <w:rsid w:val="00ED182D"/>
    <w:rsid w:val="00ED187C"/>
    <w:rsid w:val="00ED1A31"/>
    <w:rsid w:val="00ED1EDB"/>
    <w:rsid w:val="00ED2195"/>
    <w:rsid w:val="00ED219E"/>
    <w:rsid w:val="00ED225A"/>
    <w:rsid w:val="00ED2646"/>
    <w:rsid w:val="00ED2828"/>
    <w:rsid w:val="00ED294C"/>
    <w:rsid w:val="00ED29B4"/>
    <w:rsid w:val="00ED2BA7"/>
    <w:rsid w:val="00ED2F76"/>
    <w:rsid w:val="00ED2F7F"/>
    <w:rsid w:val="00ED2FBD"/>
    <w:rsid w:val="00ED3075"/>
    <w:rsid w:val="00ED3131"/>
    <w:rsid w:val="00ED31EA"/>
    <w:rsid w:val="00ED32BF"/>
    <w:rsid w:val="00ED37E2"/>
    <w:rsid w:val="00ED38DF"/>
    <w:rsid w:val="00ED3927"/>
    <w:rsid w:val="00ED3CB8"/>
    <w:rsid w:val="00ED3CF3"/>
    <w:rsid w:val="00ED3EBF"/>
    <w:rsid w:val="00ED3FE7"/>
    <w:rsid w:val="00ED4194"/>
    <w:rsid w:val="00ED43BA"/>
    <w:rsid w:val="00ED4659"/>
    <w:rsid w:val="00ED491D"/>
    <w:rsid w:val="00ED4941"/>
    <w:rsid w:val="00ED49AF"/>
    <w:rsid w:val="00ED49BD"/>
    <w:rsid w:val="00ED4B85"/>
    <w:rsid w:val="00ED4D12"/>
    <w:rsid w:val="00ED4D7F"/>
    <w:rsid w:val="00ED4DB8"/>
    <w:rsid w:val="00ED4E66"/>
    <w:rsid w:val="00ED4F3E"/>
    <w:rsid w:val="00ED4FAB"/>
    <w:rsid w:val="00ED521D"/>
    <w:rsid w:val="00ED52B4"/>
    <w:rsid w:val="00ED5882"/>
    <w:rsid w:val="00ED5AF7"/>
    <w:rsid w:val="00ED5B91"/>
    <w:rsid w:val="00ED5F6B"/>
    <w:rsid w:val="00ED5FBA"/>
    <w:rsid w:val="00ED63CC"/>
    <w:rsid w:val="00ED6DE7"/>
    <w:rsid w:val="00ED6E44"/>
    <w:rsid w:val="00ED6FC1"/>
    <w:rsid w:val="00ED6FF3"/>
    <w:rsid w:val="00ED70A7"/>
    <w:rsid w:val="00ED7136"/>
    <w:rsid w:val="00ED7411"/>
    <w:rsid w:val="00ED7412"/>
    <w:rsid w:val="00ED7430"/>
    <w:rsid w:val="00ED74F0"/>
    <w:rsid w:val="00ED750B"/>
    <w:rsid w:val="00ED7561"/>
    <w:rsid w:val="00ED757B"/>
    <w:rsid w:val="00ED76AF"/>
    <w:rsid w:val="00ED7A77"/>
    <w:rsid w:val="00ED7C84"/>
    <w:rsid w:val="00ED7D63"/>
    <w:rsid w:val="00EE0361"/>
    <w:rsid w:val="00EE03FF"/>
    <w:rsid w:val="00EE0453"/>
    <w:rsid w:val="00EE05B4"/>
    <w:rsid w:val="00EE0611"/>
    <w:rsid w:val="00EE0854"/>
    <w:rsid w:val="00EE0B02"/>
    <w:rsid w:val="00EE10CE"/>
    <w:rsid w:val="00EE113F"/>
    <w:rsid w:val="00EE11DE"/>
    <w:rsid w:val="00EE1793"/>
    <w:rsid w:val="00EE17C5"/>
    <w:rsid w:val="00EE1C29"/>
    <w:rsid w:val="00EE1CF5"/>
    <w:rsid w:val="00EE1E24"/>
    <w:rsid w:val="00EE2027"/>
    <w:rsid w:val="00EE210A"/>
    <w:rsid w:val="00EE2246"/>
    <w:rsid w:val="00EE2318"/>
    <w:rsid w:val="00EE2708"/>
    <w:rsid w:val="00EE2780"/>
    <w:rsid w:val="00EE29A3"/>
    <w:rsid w:val="00EE2A14"/>
    <w:rsid w:val="00EE2A17"/>
    <w:rsid w:val="00EE2A88"/>
    <w:rsid w:val="00EE2B06"/>
    <w:rsid w:val="00EE2CA6"/>
    <w:rsid w:val="00EE2D51"/>
    <w:rsid w:val="00EE2DFF"/>
    <w:rsid w:val="00EE2F5F"/>
    <w:rsid w:val="00EE2F9A"/>
    <w:rsid w:val="00EE32B3"/>
    <w:rsid w:val="00EE32B5"/>
    <w:rsid w:val="00EE35DD"/>
    <w:rsid w:val="00EE3626"/>
    <w:rsid w:val="00EE36D5"/>
    <w:rsid w:val="00EE37F7"/>
    <w:rsid w:val="00EE38D9"/>
    <w:rsid w:val="00EE3979"/>
    <w:rsid w:val="00EE3B46"/>
    <w:rsid w:val="00EE3D43"/>
    <w:rsid w:val="00EE3EF0"/>
    <w:rsid w:val="00EE4152"/>
    <w:rsid w:val="00EE438D"/>
    <w:rsid w:val="00EE44AF"/>
    <w:rsid w:val="00EE44C5"/>
    <w:rsid w:val="00EE4690"/>
    <w:rsid w:val="00EE4AA2"/>
    <w:rsid w:val="00EE4EA3"/>
    <w:rsid w:val="00EE5261"/>
    <w:rsid w:val="00EE5434"/>
    <w:rsid w:val="00EE54DE"/>
    <w:rsid w:val="00EE54F6"/>
    <w:rsid w:val="00EE5593"/>
    <w:rsid w:val="00EE5756"/>
    <w:rsid w:val="00EE5A16"/>
    <w:rsid w:val="00EE5AD0"/>
    <w:rsid w:val="00EE5B2D"/>
    <w:rsid w:val="00EE5BBB"/>
    <w:rsid w:val="00EE5C08"/>
    <w:rsid w:val="00EE5D4A"/>
    <w:rsid w:val="00EE5E8F"/>
    <w:rsid w:val="00EE60E1"/>
    <w:rsid w:val="00EE61AD"/>
    <w:rsid w:val="00EE6287"/>
    <w:rsid w:val="00EE62C2"/>
    <w:rsid w:val="00EE656B"/>
    <w:rsid w:val="00EE65A6"/>
    <w:rsid w:val="00EE65B3"/>
    <w:rsid w:val="00EE6620"/>
    <w:rsid w:val="00EE6DB1"/>
    <w:rsid w:val="00EE6E16"/>
    <w:rsid w:val="00EE6FAA"/>
    <w:rsid w:val="00EE6FB6"/>
    <w:rsid w:val="00EE70BF"/>
    <w:rsid w:val="00EE70F8"/>
    <w:rsid w:val="00EE715F"/>
    <w:rsid w:val="00EE75D9"/>
    <w:rsid w:val="00EE75F6"/>
    <w:rsid w:val="00EE7879"/>
    <w:rsid w:val="00EE78AA"/>
    <w:rsid w:val="00EE7A16"/>
    <w:rsid w:val="00EE7A57"/>
    <w:rsid w:val="00EE7ACB"/>
    <w:rsid w:val="00EE7BBA"/>
    <w:rsid w:val="00EE7CF6"/>
    <w:rsid w:val="00EE7E09"/>
    <w:rsid w:val="00EE7FD7"/>
    <w:rsid w:val="00EE7FF3"/>
    <w:rsid w:val="00EF0100"/>
    <w:rsid w:val="00EF0145"/>
    <w:rsid w:val="00EF01B4"/>
    <w:rsid w:val="00EF01C4"/>
    <w:rsid w:val="00EF0343"/>
    <w:rsid w:val="00EF03D0"/>
    <w:rsid w:val="00EF0628"/>
    <w:rsid w:val="00EF062A"/>
    <w:rsid w:val="00EF0777"/>
    <w:rsid w:val="00EF0837"/>
    <w:rsid w:val="00EF0998"/>
    <w:rsid w:val="00EF0C00"/>
    <w:rsid w:val="00EF0C96"/>
    <w:rsid w:val="00EF0D61"/>
    <w:rsid w:val="00EF0F00"/>
    <w:rsid w:val="00EF0F3B"/>
    <w:rsid w:val="00EF10A1"/>
    <w:rsid w:val="00EF117F"/>
    <w:rsid w:val="00EF11DC"/>
    <w:rsid w:val="00EF1215"/>
    <w:rsid w:val="00EF1277"/>
    <w:rsid w:val="00EF13A2"/>
    <w:rsid w:val="00EF15E9"/>
    <w:rsid w:val="00EF16B4"/>
    <w:rsid w:val="00EF175C"/>
    <w:rsid w:val="00EF17B0"/>
    <w:rsid w:val="00EF1810"/>
    <w:rsid w:val="00EF1A92"/>
    <w:rsid w:val="00EF1AC1"/>
    <w:rsid w:val="00EF1BE4"/>
    <w:rsid w:val="00EF1EBD"/>
    <w:rsid w:val="00EF1FB2"/>
    <w:rsid w:val="00EF2027"/>
    <w:rsid w:val="00EF2038"/>
    <w:rsid w:val="00EF2048"/>
    <w:rsid w:val="00EF20E9"/>
    <w:rsid w:val="00EF2575"/>
    <w:rsid w:val="00EF2663"/>
    <w:rsid w:val="00EF281E"/>
    <w:rsid w:val="00EF2D29"/>
    <w:rsid w:val="00EF2DFE"/>
    <w:rsid w:val="00EF3083"/>
    <w:rsid w:val="00EF30E9"/>
    <w:rsid w:val="00EF31F2"/>
    <w:rsid w:val="00EF322C"/>
    <w:rsid w:val="00EF33D0"/>
    <w:rsid w:val="00EF34AC"/>
    <w:rsid w:val="00EF3586"/>
    <w:rsid w:val="00EF360B"/>
    <w:rsid w:val="00EF3686"/>
    <w:rsid w:val="00EF368C"/>
    <w:rsid w:val="00EF3760"/>
    <w:rsid w:val="00EF37A2"/>
    <w:rsid w:val="00EF3A34"/>
    <w:rsid w:val="00EF3A97"/>
    <w:rsid w:val="00EF3B64"/>
    <w:rsid w:val="00EF3E2C"/>
    <w:rsid w:val="00EF3F6C"/>
    <w:rsid w:val="00EF407B"/>
    <w:rsid w:val="00EF40B2"/>
    <w:rsid w:val="00EF40C2"/>
    <w:rsid w:val="00EF40E0"/>
    <w:rsid w:val="00EF41CE"/>
    <w:rsid w:val="00EF4291"/>
    <w:rsid w:val="00EF430A"/>
    <w:rsid w:val="00EF4801"/>
    <w:rsid w:val="00EF489A"/>
    <w:rsid w:val="00EF4B5D"/>
    <w:rsid w:val="00EF4FBC"/>
    <w:rsid w:val="00EF5180"/>
    <w:rsid w:val="00EF529C"/>
    <w:rsid w:val="00EF52A9"/>
    <w:rsid w:val="00EF534D"/>
    <w:rsid w:val="00EF53B4"/>
    <w:rsid w:val="00EF565A"/>
    <w:rsid w:val="00EF567A"/>
    <w:rsid w:val="00EF59ED"/>
    <w:rsid w:val="00EF5C23"/>
    <w:rsid w:val="00EF5FB2"/>
    <w:rsid w:val="00EF5FD8"/>
    <w:rsid w:val="00EF6037"/>
    <w:rsid w:val="00EF60EF"/>
    <w:rsid w:val="00EF60FC"/>
    <w:rsid w:val="00EF6282"/>
    <w:rsid w:val="00EF64FE"/>
    <w:rsid w:val="00EF65B0"/>
    <w:rsid w:val="00EF664F"/>
    <w:rsid w:val="00EF67C0"/>
    <w:rsid w:val="00EF6842"/>
    <w:rsid w:val="00EF6AAB"/>
    <w:rsid w:val="00EF6BEE"/>
    <w:rsid w:val="00EF6D35"/>
    <w:rsid w:val="00EF6D6A"/>
    <w:rsid w:val="00EF6E3E"/>
    <w:rsid w:val="00EF740A"/>
    <w:rsid w:val="00EF7621"/>
    <w:rsid w:val="00EF77E8"/>
    <w:rsid w:val="00EF7883"/>
    <w:rsid w:val="00EF78D1"/>
    <w:rsid w:val="00EF79DE"/>
    <w:rsid w:val="00EF7AD9"/>
    <w:rsid w:val="00EF7D43"/>
    <w:rsid w:val="00EF7ED4"/>
    <w:rsid w:val="00EF7F46"/>
    <w:rsid w:val="00EF7F4C"/>
    <w:rsid w:val="00F0006F"/>
    <w:rsid w:val="00F0009E"/>
    <w:rsid w:val="00F0013B"/>
    <w:rsid w:val="00F001DC"/>
    <w:rsid w:val="00F00350"/>
    <w:rsid w:val="00F00620"/>
    <w:rsid w:val="00F00654"/>
    <w:rsid w:val="00F0078E"/>
    <w:rsid w:val="00F007D0"/>
    <w:rsid w:val="00F00817"/>
    <w:rsid w:val="00F00C2A"/>
    <w:rsid w:val="00F00F0D"/>
    <w:rsid w:val="00F010EA"/>
    <w:rsid w:val="00F012F3"/>
    <w:rsid w:val="00F01399"/>
    <w:rsid w:val="00F01460"/>
    <w:rsid w:val="00F01471"/>
    <w:rsid w:val="00F0147D"/>
    <w:rsid w:val="00F0152B"/>
    <w:rsid w:val="00F0177F"/>
    <w:rsid w:val="00F019A8"/>
    <w:rsid w:val="00F01AFB"/>
    <w:rsid w:val="00F01C2E"/>
    <w:rsid w:val="00F01CC1"/>
    <w:rsid w:val="00F01D2B"/>
    <w:rsid w:val="00F0229F"/>
    <w:rsid w:val="00F022CF"/>
    <w:rsid w:val="00F02764"/>
    <w:rsid w:val="00F02828"/>
    <w:rsid w:val="00F02859"/>
    <w:rsid w:val="00F02A15"/>
    <w:rsid w:val="00F02A45"/>
    <w:rsid w:val="00F02C65"/>
    <w:rsid w:val="00F02DCA"/>
    <w:rsid w:val="00F02E0E"/>
    <w:rsid w:val="00F02ED9"/>
    <w:rsid w:val="00F02F70"/>
    <w:rsid w:val="00F031F3"/>
    <w:rsid w:val="00F0320F"/>
    <w:rsid w:val="00F03412"/>
    <w:rsid w:val="00F034EE"/>
    <w:rsid w:val="00F034F0"/>
    <w:rsid w:val="00F03562"/>
    <w:rsid w:val="00F0359E"/>
    <w:rsid w:val="00F035EF"/>
    <w:rsid w:val="00F038BC"/>
    <w:rsid w:val="00F03A59"/>
    <w:rsid w:val="00F03AFD"/>
    <w:rsid w:val="00F03C50"/>
    <w:rsid w:val="00F03CA4"/>
    <w:rsid w:val="00F03DB8"/>
    <w:rsid w:val="00F03E0C"/>
    <w:rsid w:val="00F04001"/>
    <w:rsid w:val="00F04092"/>
    <w:rsid w:val="00F04170"/>
    <w:rsid w:val="00F04242"/>
    <w:rsid w:val="00F04446"/>
    <w:rsid w:val="00F0458A"/>
    <w:rsid w:val="00F0476C"/>
    <w:rsid w:val="00F04A65"/>
    <w:rsid w:val="00F04A97"/>
    <w:rsid w:val="00F04B25"/>
    <w:rsid w:val="00F04B5E"/>
    <w:rsid w:val="00F04C9D"/>
    <w:rsid w:val="00F04CB2"/>
    <w:rsid w:val="00F04D22"/>
    <w:rsid w:val="00F04D27"/>
    <w:rsid w:val="00F04E60"/>
    <w:rsid w:val="00F04F65"/>
    <w:rsid w:val="00F050D2"/>
    <w:rsid w:val="00F0522C"/>
    <w:rsid w:val="00F05491"/>
    <w:rsid w:val="00F055DD"/>
    <w:rsid w:val="00F0560C"/>
    <w:rsid w:val="00F05804"/>
    <w:rsid w:val="00F05A1D"/>
    <w:rsid w:val="00F05C1B"/>
    <w:rsid w:val="00F05D0C"/>
    <w:rsid w:val="00F05E98"/>
    <w:rsid w:val="00F05EA8"/>
    <w:rsid w:val="00F05FD3"/>
    <w:rsid w:val="00F0609A"/>
    <w:rsid w:val="00F0648E"/>
    <w:rsid w:val="00F06541"/>
    <w:rsid w:val="00F06626"/>
    <w:rsid w:val="00F06724"/>
    <w:rsid w:val="00F06739"/>
    <w:rsid w:val="00F0674E"/>
    <w:rsid w:val="00F06842"/>
    <w:rsid w:val="00F0691A"/>
    <w:rsid w:val="00F0694E"/>
    <w:rsid w:val="00F06ABD"/>
    <w:rsid w:val="00F06B0C"/>
    <w:rsid w:val="00F06CE1"/>
    <w:rsid w:val="00F06E63"/>
    <w:rsid w:val="00F06EE7"/>
    <w:rsid w:val="00F06F0A"/>
    <w:rsid w:val="00F0703F"/>
    <w:rsid w:val="00F0706E"/>
    <w:rsid w:val="00F07388"/>
    <w:rsid w:val="00F074B7"/>
    <w:rsid w:val="00F076F1"/>
    <w:rsid w:val="00F07744"/>
    <w:rsid w:val="00F07950"/>
    <w:rsid w:val="00F07A57"/>
    <w:rsid w:val="00F07B23"/>
    <w:rsid w:val="00F07E2B"/>
    <w:rsid w:val="00F07ED2"/>
    <w:rsid w:val="00F10073"/>
    <w:rsid w:val="00F10282"/>
    <w:rsid w:val="00F10353"/>
    <w:rsid w:val="00F1040E"/>
    <w:rsid w:val="00F10698"/>
    <w:rsid w:val="00F10A6D"/>
    <w:rsid w:val="00F10B13"/>
    <w:rsid w:val="00F10B64"/>
    <w:rsid w:val="00F10C61"/>
    <w:rsid w:val="00F10EFB"/>
    <w:rsid w:val="00F10F96"/>
    <w:rsid w:val="00F11197"/>
    <w:rsid w:val="00F113D7"/>
    <w:rsid w:val="00F117CB"/>
    <w:rsid w:val="00F118F5"/>
    <w:rsid w:val="00F11A43"/>
    <w:rsid w:val="00F11CD4"/>
    <w:rsid w:val="00F11DBC"/>
    <w:rsid w:val="00F11E43"/>
    <w:rsid w:val="00F11E70"/>
    <w:rsid w:val="00F122BC"/>
    <w:rsid w:val="00F1230C"/>
    <w:rsid w:val="00F123C3"/>
    <w:rsid w:val="00F123FE"/>
    <w:rsid w:val="00F125DD"/>
    <w:rsid w:val="00F12608"/>
    <w:rsid w:val="00F1261F"/>
    <w:rsid w:val="00F12782"/>
    <w:rsid w:val="00F12904"/>
    <w:rsid w:val="00F129C6"/>
    <w:rsid w:val="00F12B85"/>
    <w:rsid w:val="00F12BB1"/>
    <w:rsid w:val="00F12D22"/>
    <w:rsid w:val="00F12D39"/>
    <w:rsid w:val="00F12E6A"/>
    <w:rsid w:val="00F1329F"/>
    <w:rsid w:val="00F1344B"/>
    <w:rsid w:val="00F1352D"/>
    <w:rsid w:val="00F1359C"/>
    <w:rsid w:val="00F1384D"/>
    <w:rsid w:val="00F13867"/>
    <w:rsid w:val="00F138B5"/>
    <w:rsid w:val="00F13A50"/>
    <w:rsid w:val="00F13B29"/>
    <w:rsid w:val="00F13D96"/>
    <w:rsid w:val="00F13DD0"/>
    <w:rsid w:val="00F1408D"/>
    <w:rsid w:val="00F14143"/>
    <w:rsid w:val="00F141C5"/>
    <w:rsid w:val="00F141C8"/>
    <w:rsid w:val="00F141E5"/>
    <w:rsid w:val="00F144D5"/>
    <w:rsid w:val="00F145B7"/>
    <w:rsid w:val="00F1461B"/>
    <w:rsid w:val="00F146D7"/>
    <w:rsid w:val="00F147CE"/>
    <w:rsid w:val="00F149AB"/>
    <w:rsid w:val="00F149F2"/>
    <w:rsid w:val="00F14BF0"/>
    <w:rsid w:val="00F14CBF"/>
    <w:rsid w:val="00F14EE7"/>
    <w:rsid w:val="00F15562"/>
    <w:rsid w:val="00F155BC"/>
    <w:rsid w:val="00F15B2B"/>
    <w:rsid w:val="00F15B33"/>
    <w:rsid w:val="00F15B52"/>
    <w:rsid w:val="00F15B92"/>
    <w:rsid w:val="00F15BA5"/>
    <w:rsid w:val="00F15CAA"/>
    <w:rsid w:val="00F15EE1"/>
    <w:rsid w:val="00F15F14"/>
    <w:rsid w:val="00F16189"/>
    <w:rsid w:val="00F161EB"/>
    <w:rsid w:val="00F163FE"/>
    <w:rsid w:val="00F165AD"/>
    <w:rsid w:val="00F165BB"/>
    <w:rsid w:val="00F1660C"/>
    <w:rsid w:val="00F16634"/>
    <w:rsid w:val="00F16ADE"/>
    <w:rsid w:val="00F16BC4"/>
    <w:rsid w:val="00F16F21"/>
    <w:rsid w:val="00F16F58"/>
    <w:rsid w:val="00F170D4"/>
    <w:rsid w:val="00F17110"/>
    <w:rsid w:val="00F17252"/>
    <w:rsid w:val="00F172C1"/>
    <w:rsid w:val="00F17369"/>
    <w:rsid w:val="00F173B7"/>
    <w:rsid w:val="00F174D0"/>
    <w:rsid w:val="00F1750A"/>
    <w:rsid w:val="00F176DE"/>
    <w:rsid w:val="00F1792E"/>
    <w:rsid w:val="00F1794B"/>
    <w:rsid w:val="00F17998"/>
    <w:rsid w:val="00F17A40"/>
    <w:rsid w:val="00F17AB7"/>
    <w:rsid w:val="00F17C08"/>
    <w:rsid w:val="00F17C56"/>
    <w:rsid w:val="00F17C6C"/>
    <w:rsid w:val="00F17CBF"/>
    <w:rsid w:val="00F17D3B"/>
    <w:rsid w:val="00F17F67"/>
    <w:rsid w:val="00F200B3"/>
    <w:rsid w:val="00F2016D"/>
    <w:rsid w:val="00F20289"/>
    <w:rsid w:val="00F20416"/>
    <w:rsid w:val="00F204CF"/>
    <w:rsid w:val="00F204D0"/>
    <w:rsid w:val="00F20645"/>
    <w:rsid w:val="00F206F4"/>
    <w:rsid w:val="00F20717"/>
    <w:rsid w:val="00F20BD6"/>
    <w:rsid w:val="00F20C44"/>
    <w:rsid w:val="00F21193"/>
    <w:rsid w:val="00F211D4"/>
    <w:rsid w:val="00F2120F"/>
    <w:rsid w:val="00F213A5"/>
    <w:rsid w:val="00F213B2"/>
    <w:rsid w:val="00F213B8"/>
    <w:rsid w:val="00F216B0"/>
    <w:rsid w:val="00F21712"/>
    <w:rsid w:val="00F21A3D"/>
    <w:rsid w:val="00F21A65"/>
    <w:rsid w:val="00F21C4E"/>
    <w:rsid w:val="00F21C95"/>
    <w:rsid w:val="00F21CAB"/>
    <w:rsid w:val="00F21D93"/>
    <w:rsid w:val="00F21E48"/>
    <w:rsid w:val="00F21EAE"/>
    <w:rsid w:val="00F21EB0"/>
    <w:rsid w:val="00F21EE8"/>
    <w:rsid w:val="00F2202C"/>
    <w:rsid w:val="00F223B2"/>
    <w:rsid w:val="00F22D82"/>
    <w:rsid w:val="00F22F97"/>
    <w:rsid w:val="00F231C9"/>
    <w:rsid w:val="00F23233"/>
    <w:rsid w:val="00F233A2"/>
    <w:rsid w:val="00F234A1"/>
    <w:rsid w:val="00F235C4"/>
    <w:rsid w:val="00F23792"/>
    <w:rsid w:val="00F237DE"/>
    <w:rsid w:val="00F2384C"/>
    <w:rsid w:val="00F23BE9"/>
    <w:rsid w:val="00F23C97"/>
    <w:rsid w:val="00F23E37"/>
    <w:rsid w:val="00F23FAB"/>
    <w:rsid w:val="00F24066"/>
    <w:rsid w:val="00F240AB"/>
    <w:rsid w:val="00F2424A"/>
    <w:rsid w:val="00F242E3"/>
    <w:rsid w:val="00F244B9"/>
    <w:rsid w:val="00F244C1"/>
    <w:rsid w:val="00F24563"/>
    <w:rsid w:val="00F2476C"/>
    <w:rsid w:val="00F24859"/>
    <w:rsid w:val="00F24944"/>
    <w:rsid w:val="00F24977"/>
    <w:rsid w:val="00F24A6B"/>
    <w:rsid w:val="00F24B19"/>
    <w:rsid w:val="00F24B4F"/>
    <w:rsid w:val="00F24E94"/>
    <w:rsid w:val="00F24F4B"/>
    <w:rsid w:val="00F250E1"/>
    <w:rsid w:val="00F2514B"/>
    <w:rsid w:val="00F252A7"/>
    <w:rsid w:val="00F25373"/>
    <w:rsid w:val="00F25571"/>
    <w:rsid w:val="00F255D8"/>
    <w:rsid w:val="00F25936"/>
    <w:rsid w:val="00F25989"/>
    <w:rsid w:val="00F25FE0"/>
    <w:rsid w:val="00F26114"/>
    <w:rsid w:val="00F261EF"/>
    <w:rsid w:val="00F26331"/>
    <w:rsid w:val="00F263E0"/>
    <w:rsid w:val="00F26439"/>
    <w:rsid w:val="00F2643B"/>
    <w:rsid w:val="00F265D9"/>
    <w:rsid w:val="00F26DF5"/>
    <w:rsid w:val="00F26F4D"/>
    <w:rsid w:val="00F27033"/>
    <w:rsid w:val="00F27716"/>
    <w:rsid w:val="00F2781E"/>
    <w:rsid w:val="00F27AB2"/>
    <w:rsid w:val="00F27B05"/>
    <w:rsid w:val="00F27BB0"/>
    <w:rsid w:val="00F27C54"/>
    <w:rsid w:val="00F27CBA"/>
    <w:rsid w:val="00F27D92"/>
    <w:rsid w:val="00F27DD9"/>
    <w:rsid w:val="00F27E3F"/>
    <w:rsid w:val="00F30265"/>
    <w:rsid w:val="00F30399"/>
    <w:rsid w:val="00F303FF"/>
    <w:rsid w:val="00F30595"/>
    <w:rsid w:val="00F309C5"/>
    <w:rsid w:val="00F30A11"/>
    <w:rsid w:val="00F30B92"/>
    <w:rsid w:val="00F30BB7"/>
    <w:rsid w:val="00F30C70"/>
    <w:rsid w:val="00F30EEA"/>
    <w:rsid w:val="00F31317"/>
    <w:rsid w:val="00F314C3"/>
    <w:rsid w:val="00F3153D"/>
    <w:rsid w:val="00F3156E"/>
    <w:rsid w:val="00F317C8"/>
    <w:rsid w:val="00F31A65"/>
    <w:rsid w:val="00F31AEB"/>
    <w:rsid w:val="00F31D55"/>
    <w:rsid w:val="00F31DB1"/>
    <w:rsid w:val="00F322F3"/>
    <w:rsid w:val="00F3239E"/>
    <w:rsid w:val="00F323DF"/>
    <w:rsid w:val="00F32535"/>
    <w:rsid w:val="00F3258A"/>
    <w:rsid w:val="00F325C8"/>
    <w:rsid w:val="00F326C1"/>
    <w:rsid w:val="00F326F7"/>
    <w:rsid w:val="00F32934"/>
    <w:rsid w:val="00F32EC2"/>
    <w:rsid w:val="00F330C8"/>
    <w:rsid w:val="00F3314C"/>
    <w:rsid w:val="00F33406"/>
    <w:rsid w:val="00F334FE"/>
    <w:rsid w:val="00F335C1"/>
    <w:rsid w:val="00F336D9"/>
    <w:rsid w:val="00F337C0"/>
    <w:rsid w:val="00F33892"/>
    <w:rsid w:val="00F3397A"/>
    <w:rsid w:val="00F339EE"/>
    <w:rsid w:val="00F33B3B"/>
    <w:rsid w:val="00F33F1B"/>
    <w:rsid w:val="00F34094"/>
    <w:rsid w:val="00F3410A"/>
    <w:rsid w:val="00F341AE"/>
    <w:rsid w:val="00F3475C"/>
    <w:rsid w:val="00F3483A"/>
    <w:rsid w:val="00F348C7"/>
    <w:rsid w:val="00F34B90"/>
    <w:rsid w:val="00F34C8C"/>
    <w:rsid w:val="00F34DAA"/>
    <w:rsid w:val="00F34F00"/>
    <w:rsid w:val="00F34FC1"/>
    <w:rsid w:val="00F35142"/>
    <w:rsid w:val="00F35246"/>
    <w:rsid w:val="00F35348"/>
    <w:rsid w:val="00F353C7"/>
    <w:rsid w:val="00F353D7"/>
    <w:rsid w:val="00F353F4"/>
    <w:rsid w:val="00F35415"/>
    <w:rsid w:val="00F354B4"/>
    <w:rsid w:val="00F35591"/>
    <w:rsid w:val="00F3590D"/>
    <w:rsid w:val="00F35B0C"/>
    <w:rsid w:val="00F35C5A"/>
    <w:rsid w:val="00F35CBD"/>
    <w:rsid w:val="00F35D15"/>
    <w:rsid w:val="00F35E01"/>
    <w:rsid w:val="00F35E99"/>
    <w:rsid w:val="00F35F7B"/>
    <w:rsid w:val="00F35FFB"/>
    <w:rsid w:val="00F36337"/>
    <w:rsid w:val="00F363C8"/>
    <w:rsid w:val="00F3644E"/>
    <w:rsid w:val="00F3653D"/>
    <w:rsid w:val="00F36751"/>
    <w:rsid w:val="00F36776"/>
    <w:rsid w:val="00F36B69"/>
    <w:rsid w:val="00F36B89"/>
    <w:rsid w:val="00F36BEF"/>
    <w:rsid w:val="00F36ECE"/>
    <w:rsid w:val="00F36F96"/>
    <w:rsid w:val="00F36FBE"/>
    <w:rsid w:val="00F37016"/>
    <w:rsid w:val="00F3702D"/>
    <w:rsid w:val="00F37205"/>
    <w:rsid w:val="00F37329"/>
    <w:rsid w:val="00F3732C"/>
    <w:rsid w:val="00F3771A"/>
    <w:rsid w:val="00F379C2"/>
    <w:rsid w:val="00F37A18"/>
    <w:rsid w:val="00F37A68"/>
    <w:rsid w:val="00F37AA7"/>
    <w:rsid w:val="00F37B40"/>
    <w:rsid w:val="00F37C8B"/>
    <w:rsid w:val="00F37CD1"/>
    <w:rsid w:val="00F37D0B"/>
    <w:rsid w:val="00F37EAD"/>
    <w:rsid w:val="00F37FB3"/>
    <w:rsid w:val="00F4007E"/>
    <w:rsid w:val="00F402C1"/>
    <w:rsid w:val="00F4043B"/>
    <w:rsid w:val="00F404FD"/>
    <w:rsid w:val="00F40561"/>
    <w:rsid w:val="00F4072A"/>
    <w:rsid w:val="00F4079D"/>
    <w:rsid w:val="00F40903"/>
    <w:rsid w:val="00F40AC0"/>
    <w:rsid w:val="00F40AEF"/>
    <w:rsid w:val="00F40C78"/>
    <w:rsid w:val="00F40D4F"/>
    <w:rsid w:val="00F40D69"/>
    <w:rsid w:val="00F40D7F"/>
    <w:rsid w:val="00F41035"/>
    <w:rsid w:val="00F4119F"/>
    <w:rsid w:val="00F4133A"/>
    <w:rsid w:val="00F41461"/>
    <w:rsid w:val="00F415F8"/>
    <w:rsid w:val="00F4165B"/>
    <w:rsid w:val="00F41677"/>
    <w:rsid w:val="00F417A5"/>
    <w:rsid w:val="00F41EBA"/>
    <w:rsid w:val="00F41F5E"/>
    <w:rsid w:val="00F41FEA"/>
    <w:rsid w:val="00F4201C"/>
    <w:rsid w:val="00F426E3"/>
    <w:rsid w:val="00F4280E"/>
    <w:rsid w:val="00F428CC"/>
    <w:rsid w:val="00F42956"/>
    <w:rsid w:val="00F42AB6"/>
    <w:rsid w:val="00F42C95"/>
    <w:rsid w:val="00F42CCC"/>
    <w:rsid w:val="00F43023"/>
    <w:rsid w:val="00F430AC"/>
    <w:rsid w:val="00F43159"/>
    <w:rsid w:val="00F43396"/>
    <w:rsid w:val="00F43399"/>
    <w:rsid w:val="00F43836"/>
    <w:rsid w:val="00F43886"/>
    <w:rsid w:val="00F43B03"/>
    <w:rsid w:val="00F43C60"/>
    <w:rsid w:val="00F43D53"/>
    <w:rsid w:val="00F43F90"/>
    <w:rsid w:val="00F44106"/>
    <w:rsid w:val="00F44124"/>
    <w:rsid w:val="00F441D6"/>
    <w:rsid w:val="00F44403"/>
    <w:rsid w:val="00F4446C"/>
    <w:rsid w:val="00F44849"/>
    <w:rsid w:val="00F449A0"/>
    <w:rsid w:val="00F44D0E"/>
    <w:rsid w:val="00F45284"/>
    <w:rsid w:val="00F454DF"/>
    <w:rsid w:val="00F45500"/>
    <w:rsid w:val="00F455EB"/>
    <w:rsid w:val="00F4564F"/>
    <w:rsid w:val="00F45677"/>
    <w:rsid w:val="00F4592A"/>
    <w:rsid w:val="00F45A57"/>
    <w:rsid w:val="00F45ADB"/>
    <w:rsid w:val="00F45C28"/>
    <w:rsid w:val="00F45D30"/>
    <w:rsid w:val="00F45EBE"/>
    <w:rsid w:val="00F4608A"/>
    <w:rsid w:val="00F46133"/>
    <w:rsid w:val="00F4630C"/>
    <w:rsid w:val="00F4642C"/>
    <w:rsid w:val="00F464D7"/>
    <w:rsid w:val="00F464DF"/>
    <w:rsid w:val="00F4652A"/>
    <w:rsid w:val="00F4664B"/>
    <w:rsid w:val="00F46728"/>
    <w:rsid w:val="00F46921"/>
    <w:rsid w:val="00F46AD1"/>
    <w:rsid w:val="00F46B5E"/>
    <w:rsid w:val="00F46DE0"/>
    <w:rsid w:val="00F46F9D"/>
    <w:rsid w:val="00F46FA6"/>
    <w:rsid w:val="00F4704E"/>
    <w:rsid w:val="00F47096"/>
    <w:rsid w:val="00F470B7"/>
    <w:rsid w:val="00F470F9"/>
    <w:rsid w:val="00F47217"/>
    <w:rsid w:val="00F473E8"/>
    <w:rsid w:val="00F4748B"/>
    <w:rsid w:val="00F475A9"/>
    <w:rsid w:val="00F47640"/>
    <w:rsid w:val="00F47847"/>
    <w:rsid w:val="00F479AB"/>
    <w:rsid w:val="00F47A00"/>
    <w:rsid w:val="00F47AED"/>
    <w:rsid w:val="00F47B94"/>
    <w:rsid w:val="00F47DD6"/>
    <w:rsid w:val="00F47E26"/>
    <w:rsid w:val="00F47FF1"/>
    <w:rsid w:val="00F50004"/>
    <w:rsid w:val="00F50763"/>
    <w:rsid w:val="00F509B0"/>
    <w:rsid w:val="00F50A4F"/>
    <w:rsid w:val="00F50AB2"/>
    <w:rsid w:val="00F50E43"/>
    <w:rsid w:val="00F50E97"/>
    <w:rsid w:val="00F50ECD"/>
    <w:rsid w:val="00F50F62"/>
    <w:rsid w:val="00F50FAD"/>
    <w:rsid w:val="00F514FF"/>
    <w:rsid w:val="00F51542"/>
    <w:rsid w:val="00F5154B"/>
    <w:rsid w:val="00F51769"/>
    <w:rsid w:val="00F5185E"/>
    <w:rsid w:val="00F51BA8"/>
    <w:rsid w:val="00F51BC0"/>
    <w:rsid w:val="00F51C56"/>
    <w:rsid w:val="00F51D61"/>
    <w:rsid w:val="00F51D9D"/>
    <w:rsid w:val="00F52092"/>
    <w:rsid w:val="00F5213A"/>
    <w:rsid w:val="00F52150"/>
    <w:rsid w:val="00F52475"/>
    <w:rsid w:val="00F524EF"/>
    <w:rsid w:val="00F52667"/>
    <w:rsid w:val="00F52862"/>
    <w:rsid w:val="00F52A05"/>
    <w:rsid w:val="00F52B21"/>
    <w:rsid w:val="00F52B69"/>
    <w:rsid w:val="00F52D59"/>
    <w:rsid w:val="00F52E1F"/>
    <w:rsid w:val="00F5324B"/>
    <w:rsid w:val="00F5340A"/>
    <w:rsid w:val="00F535A3"/>
    <w:rsid w:val="00F5375D"/>
    <w:rsid w:val="00F538E3"/>
    <w:rsid w:val="00F53B25"/>
    <w:rsid w:val="00F53BE0"/>
    <w:rsid w:val="00F541AA"/>
    <w:rsid w:val="00F542D9"/>
    <w:rsid w:val="00F543A8"/>
    <w:rsid w:val="00F5441F"/>
    <w:rsid w:val="00F5447E"/>
    <w:rsid w:val="00F544CF"/>
    <w:rsid w:val="00F5458C"/>
    <w:rsid w:val="00F545B8"/>
    <w:rsid w:val="00F54645"/>
    <w:rsid w:val="00F5466B"/>
    <w:rsid w:val="00F5472A"/>
    <w:rsid w:val="00F54760"/>
    <w:rsid w:val="00F547C2"/>
    <w:rsid w:val="00F547D3"/>
    <w:rsid w:val="00F54922"/>
    <w:rsid w:val="00F5492A"/>
    <w:rsid w:val="00F54933"/>
    <w:rsid w:val="00F54F9C"/>
    <w:rsid w:val="00F5510F"/>
    <w:rsid w:val="00F5512E"/>
    <w:rsid w:val="00F551F6"/>
    <w:rsid w:val="00F551F9"/>
    <w:rsid w:val="00F552B9"/>
    <w:rsid w:val="00F55458"/>
    <w:rsid w:val="00F5568A"/>
    <w:rsid w:val="00F5574F"/>
    <w:rsid w:val="00F5594E"/>
    <w:rsid w:val="00F55971"/>
    <w:rsid w:val="00F55A2E"/>
    <w:rsid w:val="00F55EA7"/>
    <w:rsid w:val="00F55F60"/>
    <w:rsid w:val="00F55F71"/>
    <w:rsid w:val="00F5621D"/>
    <w:rsid w:val="00F56653"/>
    <w:rsid w:val="00F566BA"/>
    <w:rsid w:val="00F56997"/>
    <w:rsid w:val="00F56B7A"/>
    <w:rsid w:val="00F56EC9"/>
    <w:rsid w:val="00F56EDF"/>
    <w:rsid w:val="00F570B1"/>
    <w:rsid w:val="00F5716E"/>
    <w:rsid w:val="00F571AB"/>
    <w:rsid w:val="00F571CD"/>
    <w:rsid w:val="00F575FB"/>
    <w:rsid w:val="00F5786E"/>
    <w:rsid w:val="00F578E2"/>
    <w:rsid w:val="00F57A61"/>
    <w:rsid w:val="00F57BF1"/>
    <w:rsid w:val="00F57CDA"/>
    <w:rsid w:val="00F57D89"/>
    <w:rsid w:val="00F57E12"/>
    <w:rsid w:val="00F57E3C"/>
    <w:rsid w:val="00F57E4F"/>
    <w:rsid w:val="00F57E98"/>
    <w:rsid w:val="00F600B2"/>
    <w:rsid w:val="00F601DC"/>
    <w:rsid w:val="00F602CD"/>
    <w:rsid w:val="00F6046A"/>
    <w:rsid w:val="00F6048D"/>
    <w:rsid w:val="00F604D9"/>
    <w:rsid w:val="00F607C6"/>
    <w:rsid w:val="00F60C43"/>
    <w:rsid w:val="00F60C88"/>
    <w:rsid w:val="00F60CB8"/>
    <w:rsid w:val="00F60CBA"/>
    <w:rsid w:val="00F60CD0"/>
    <w:rsid w:val="00F60E34"/>
    <w:rsid w:val="00F60EA6"/>
    <w:rsid w:val="00F60FBA"/>
    <w:rsid w:val="00F61108"/>
    <w:rsid w:val="00F6119F"/>
    <w:rsid w:val="00F6136E"/>
    <w:rsid w:val="00F6142F"/>
    <w:rsid w:val="00F6145D"/>
    <w:rsid w:val="00F615E1"/>
    <w:rsid w:val="00F61782"/>
    <w:rsid w:val="00F6182B"/>
    <w:rsid w:val="00F61839"/>
    <w:rsid w:val="00F6192B"/>
    <w:rsid w:val="00F61B9B"/>
    <w:rsid w:val="00F61C4D"/>
    <w:rsid w:val="00F61D46"/>
    <w:rsid w:val="00F61D51"/>
    <w:rsid w:val="00F6214E"/>
    <w:rsid w:val="00F621B4"/>
    <w:rsid w:val="00F62406"/>
    <w:rsid w:val="00F62690"/>
    <w:rsid w:val="00F627B7"/>
    <w:rsid w:val="00F62830"/>
    <w:rsid w:val="00F62BE5"/>
    <w:rsid w:val="00F62CC8"/>
    <w:rsid w:val="00F62D82"/>
    <w:rsid w:val="00F62E01"/>
    <w:rsid w:val="00F63222"/>
    <w:rsid w:val="00F6374C"/>
    <w:rsid w:val="00F63945"/>
    <w:rsid w:val="00F63DD5"/>
    <w:rsid w:val="00F63F7A"/>
    <w:rsid w:val="00F63F80"/>
    <w:rsid w:val="00F640C8"/>
    <w:rsid w:val="00F641E1"/>
    <w:rsid w:val="00F6427D"/>
    <w:rsid w:val="00F642C6"/>
    <w:rsid w:val="00F64588"/>
    <w:rsid w:val="00F648A8"/>
    <w:rsid w:val="00F64AA3"/>
    <w:rsid w:val="00F64B50"/>
    <w:rsid w:val="00F64EC8"/>
    <w:rsid w:val="00F653DE"/>
    <w:rsid w:val="00F65512"/>
    <w:rsid w:val="00F6556E"/>
    <w:rsid w:val="00F655C3"/>
    <w:rsid w:val="00F65648"/>
    <w:rsid w:val="00F65725"/>
    <w:rsid w:val="00F659C6"/>
    <w:rsid w:val="00F65BB1"/>
    <w:rsid w:val="00F65BCE"/>
    <w:rsid w:val="00F65C2A"/>
    <w:rsid w:val="00F65CD3"/>
    <w:rsid w:val="00F65FA1"/>
    <w:rsid w:val="00F66044"/>
    <w:rsid w:val="00F6604A"/>
    <w:rsid w:val="00F660C0"/>
    <w:rsid w:val="00F661AD"/>
    <w:rsid w:val="00F66293"/>
    <w:rsid w:val="00F662B8"/>
    <w:rsid w:val="00F663E5"/>
    <w:rsid w:val="00F664E6"/>
    <w:rsid w:val="00F6671F"/>
    <w:rsid w:val="00F667DA"/>
    <w:rsid w:val="00F668F8"/>
    <w:rsid w:val="00F66D3E"/>
    <w:rsid w:val="00F66DA9"/>
    <w:rsid w:val="00F66E18"/>
    <w:rsid w:val="00F66F87"/>
    <w:rsid w:val="00F67092"/>
    <w:rsid w:val="00F670C4"/>
    <w:rsid w:val="00F67264"/>
    <w:rsid w:val="00F672E5"/>
    <w:rsid w:val="00F6737F"/>
    <w:rsid w:val="00F67445"/>
    <w:rsid w:val="00F675AB"/>
    <w:rsid w:val="00F67A80"/>
    <w:rsid w:val="00F67CA9"/>
    <w:rsid w:val="00F67D46"/>
    <w:rsid w:val="00F70054"/>
    <w:rsid w:val="00F70062"/>
    <w:rsid w:val="00F70109"/>
    <w:rsid w:val="00F7015A"/>
    <w:rsid w:val="00F701B2"/>
    <w:rsid w:val="00F7031C"/>
    <w:rsid w:val="00F703B9"/>
    <w:rsid w:val="00F703CB"/>
    <w:rsid w:val="00F703CD"/>
    <w:rsid w:val="00F7087B"/>
    <w:rsid w:val="00F70B11"/>
    <w:rsid w:val="00F70C1B"/>
    <w:rsid w:val="00F70D56"/>
    <w:rsid w:val="00F711D8"/>
    <w:rsid w:val="00F7121A"/>
    <w:rsid w:val="00F712E5"/>
    <w:rsid w:val="00F713A6"/>
    <w:rsid w:val="00F716CD"/>
    <w:rsid w:val="00F71778"/>
    <w:rsid w:val="00F718D8"/>
    <w:rsid w:val="00F71A05"/>
    <w:rsid w:val="00F71B14"/>
    <w:rsid w:val="00F71B2A"/>
    <w:rsid w:val="00F71B80"/>
    <w:rsid w:val="00F71C6E"/>
    <w:rsid w:val="00F71C70"/>
    <w:rsid w:val="00F71CF5"/>
    <w:rsid w:val="00F71D1C"/>
    <w:rsid w:val="00F71D76"/>
    <w:rsid w:val="00F71DFF"/>
    <w:rsid w:val="00F72104"/>
    <w:rsid w:val="00F721A3"/>
    <w:rsid w:val="00F722EF"/>
    <w:rsid w:val="00F72500"/>
    <w:rsid w:val="00F72521"/>
    <w:rsid w:val="00F7252D"/>
    <w:rsid w:val="00F7282B"/>
    <w:rsid w:val="00F7285E"/>
    <w:rsid w:val="00F728E2"/>
    <w:rsid w:val="00F72BA6"/>
    <w:rsid w:val="00F72C5C"/>
    <w:rsid w:val="00F72CFC"/>
    <w:rsid w:val="00F72EAF"/>
    <w:rsid w:val="00F73151"/>
    <w:rsid w:val="00F732B4"/>
    <w:rsid w:val="00F7335F"/>
    <w:rsid w:val="00F73503"/>
    <w:rsid w:val="00F738A0"/>
    <w:rsid w:val="00F73A27"/>
    <w:rsid w:val="00F73B13"/>
    <w:rsid w:val="00F73BC1"/>
    <w:rsid w:val="00F73D74"/>
    <w:rsid w:val="00F73D88"/>
    <w:rsid w:val="00F73DE2"/>
    <w:rsid w:val="00F73DE8"/>
    <w:rsid w:val="00F73F4C"/>
    <w:rsid w:val="00F740E7"/>
    <w:rsid w:val="00F741A6"/>
    <w:rsid w:val="00F74538"/>
    <w:rsid w:val="00F7457A"/>
    <w:rsid w:val="00F747A4"/>
    <w:rsid w:val="00F74C6C"/>
    <w:rsid w:val="00F74D02"/>
    <w:rsid w:val="00F74DA8"/>
    <w:rsid w:val="00F74EAD"/>
    <w:rsid w:val="00F75050"/>
    <w:rsid w:val="00F750C7"/>
    <w:rsid w:val="00F7519F"/>
    <w:rsid w:val="00F751BB"/>
    <w:rsid w:val="00F752FD"/>
    <w:rsid w:val="00F7557D"/>
    <w:rsid w:val="00F755B2"/>
    <w:rsid w:val="00F756BB"/>
    <w:rsid w:val="00F75A34"/>
    <w:rsid w:val="00F75AE7"/>
    <w:rsid w:val="00F75B4D"/>
    <w:rsid w:val="00F75D37"/>
    <w:rsid w:val="00F75DF1"/>
    <w:rsid w:val="00F75E3D"/>
    <w:rsid w:val="00F75E7B"/>
    <w:rsid w:val="00F75EE4"/>
    <w:rsid w:val="00F7603B"/>
    <w:rsid w:val="00F761B0"/>
    <w:rsid w:val="00F763A4"/>
    <w:rsid w:val="00F7647A"/>
    <w:rsid w:val="00F7697A"/>
    <w:rsid w:val="00F76A2C"/>
    <w:rsid w:val="00F76BA2"/>
    <w:rsid w:val="00F76BE3"/>
    <w:rsid w:val="00F76E42"/>
    <w:rsid w:val="00F76E47"/>
    <w:rsid w:val="00F76EEA"/>
    <w:rsid w:val="00F770DA"/>
    <w:rsid w:val="00F771BE"/>
    <w:rsid w:val="00F773EC"/>
    <w:rsid w:val="00F77456"/>
    <w:rsid w:val="00F774C1"/>
    <w:rsid w:val="00F77516"/>
    <w:rsid w:val="00F77525"/>
    <w:rsid w:val="00F77641"/>
    <w:rsid w:val="00F776C0"/>
    <w:rsid w:val="00F776F6"/>
    <w:rsid w:val="00F778A9"/>
    <w:rsid w:val="00F77C15"/>
    <w:rsid w:val="00F77CAF"/>
    <w:rsid w:val="00F77F1B"/>
    <w:rsid w:val="00F800F4"/>
    <w:rsid w:val="00F80137"/>
    <w:rsid w:val="00F8013F"/>
    <w:rsid w:val="00F801A5"/>
    <w:rsid w:val="00F80259"/>
    <w:rsid w:val="00F80263"/>
    <w:rsid w:val="00F80385"/>
    <w:rsid w:val="00F80586"/>
    <w:rsid w:val="00F806A0"/>
    <w:rsid w:val="00F806E3"/>
    <w:rsid w:val="00F80818"/>
    <w:rsid w:val="00F809FD"/>
    <w:rsid w:val="00F80A15"/>
    <w:rsid w:val="00F80CDA"/>
    <w:rsid w:val="00F80F4A"/>
    <w:rsid w:val="00F81008"/>
    <w:rsid w:val="00F810DC"/>
    <w:rsid w:val="00F81175"/>
    <w:rsid w:val="00F811B8"/>
    <w:rsid w:val="00F81386"/>
    <w:rsid w:val="00F814C2"/>
    <w:rsid w:val="00F814D2"/>
    <w:rsid w:val="00F816B1"/>
    <w:rsid w:val="00F817B8"/>
    <w:rsid w:val="00F817D6"/>
    <w:rsid w:val="00F819C8"/>
    <w:rsid w:val="00F81A8D"/>
    <w:rsid w:val="00F81C54"/>
    <w:rsid w:val="00F81C72"/>
    <w:rsid w:val="00F82015"/>
    <w:rsid w:val="00F82320"/>
    <w:rsid w:val="00F82604"/>
    <w:rsid w:val="00F82780"/>
    <w:rsid w:val="00F8281A"/>
    <w:rsid w:val="00F8284B"/>
    <w:rsid w:val="00F828E4"/>
    <w:rsid w:val="00F82A0A"/>
    <w:rsid w:val="00F82A5E"/>
    <w:rsid w:val="00F82B3D"/>
    <w:rsid w:val="00F82B5D"/>
    <w:rsid w:val="00F82BD8"/>
    <w:rsid w:val="00F82C4A"/>
    <w:rsid w:val="00F82D93"/>
    <w:rsid w:val="00F82D98"/>
    <w:rsid w:val="00F82E13"/>
    <w:rsid w:val="00F82E92"/>
    <w:rsid w:val="00F82EBB"/>
    <w:rsid w:val="00F82EEF"/>
    <w:rsid w:val="00F831C9"/>
    <w:rsid w:val="00F83220"/>
    <w:rsid w:val="00F83350"/>
    <w:rsid w:val="00F833C5"/>
    <w:rsid w:val="00F83652"/>
    <w:rsid w:val="00F836EB"/>
    <w:rsid w:val="00F837F9"/>
    <w:rsid w:val="00F838DD"/>
    <w:rsid w:val="00F8398B"/>
    <w:rsid w:val="00F839D7"/>
    <w:rsid w:val="00F83C02"/>
    <w:rsid w:val="00F83D41"/>
    <w:rsid w:val="00F83DD3"/>
    <w:rsid w:val="00F83FC1"/>
    <w:rsid w:val="00F83FFD"/>
    <w:rsid w:val="00F84008"/>
    <w:rsid w:val="00F84730"/>
    <w:rsid w:val="00F847C9"/>
    <w:rsid w:val="00F84860"/>
    <w:rsid w:val="00F848DF"/>
    <w:rsid w:val="00F8499C"/>
    <w:rsid w:val="00F84F06"/>
    <w:rsid w:val="00F84F1A"/>
    <w:rsid w:val="00F84F5E"/>
    <w:rsid w:val="00F85189"/>
    <w:rsid w:val="00F85204"/>
    <w:rsid w:val="00F85336"/>
    <w:rsid w:val="00F853DC"/>
    <w:rsid w:val="00F855D8"/>
    <w:rsid w:val="00F856BF"/>
    <w:rsid w:val="00F85D1C"/>
    <w:rsid w:val="00F85D80"/>
    <w:rsid w:val="00F85D85"/>
    <w:rsid w:val="00F85DA2"/>
    <w:rsid w:val="00F85DAA"/>
    <w:rsid w:val="00F85DE8"/>
    <w:rsid w:val="00F85EA5"/>
    <w:rsid w:val="00F8623D"/>
    <w:rsid w:val="00F86380"/>
    <w:rsid w:val="00F866EA"/>
    <w:rsid w:val="00F86D08"/>
    <w:rsid w:val="00F86DE9"/>
    <w:rsid w:val="00F87000"/>
    <w:rsid w:val="00F87013"/>
    <w:rsid w:val="00F87296"/>
    <w:rsid w:val="00F872C4"/>
    <w:rsid w:val="00F874BA"/>
    <w:rsid w:val="00F87594"/>
    <w:rsid w:val="00F875EC"/>
    <w:rsid w:val="00F876E2"/>
    <w:rsid w:val="00F877F6"/>
    <w:rsid w:val="00F879FB"/>
    <w:rsid w:val="00F87A35"/>
    <w:rsid w:val="00F87CAC"/>
    <w:rsid w:val="00F87EEE"/>
    <w:rsid w:val="00F87F30"/>
    <w:rsid w:val="00F90000"/>
    <w:rsid w:val="00F900F2"/>
    <w:rsid w:val="00F90171"/>
    <w:rsid w:val="00F90187"/>
    <w:rsid w:val="00F90367"/>
    <w:rsid w:val="00F906A7"/>
    <w:rsid w:val="00F90897"/>
    <w:rsid w:val="00F90AE3"/>
    <w:rsid w:val="00F90C44"/>
    <w:rsid w:val="00F90E69"/>
    <w:rsid w:val="00F910FC"/>
    <w:rsid w:val="00F91103"/>
    <w:rsid w:val="00F911D9"/>
    <w:rsid w:val="00F91202"/>
    <w:rsid w:val="00F91224"/>
    <w:rsid w:val="00F91504"/>
    <w:rsid w:val="00F91651"/>
    <w:rsid w:val="00F9179C"/>
    <w:rsid w:val="00F917CA"/>
    <w:rsid w:val="00F917DC"/>
    <w:rsid w:val="00F91BB7"/>
    <w:rsid w:val="00F91C23"/>
    <w:rsid w:val="00F91CD6"/>
    <w:rsid w:val="00F91EFE"/>
    <w:rsid w:val="00F92085"/>
    <w:rsid w:val="00F920CB"/>
    <w:rsid w:val="00F921C9"/>
    <w:rsid w:val="00F924C1"/>
    <w:rsid w:val="00F92563"/>
    <w:rsid w:val="00F92716"/>
    <w:rsid w:val="00F92981"/>
    <w:rsid w:val="00F92D2F"/>
    <w:rsid w:val="00F92E68"/>
    <w:rsid w:val="00F92E8A"/>
    <w:rsid w:val="00F92ED5"/>
    <w:rsid w:val="00F92F8E"/>
    <w:rsid w:val="00F93557"/>
    <w:rsid w:val="00F9389C"/>
    <w:rsid w:val="00F93A45"/>
    <w:rsid w:val="00F93ABD"/>
    <w:rsid w:val="00F93B80"/>
    <w:rsid w:val="00F93C37"/>
    <w:rsid w:val="00F93CD8"/>
    <w:rsid w:val="00F9408C"/>
    <w:rsid w:val="00F9411B"/>
    <w:rsid w:val="00F941B2"/>
    <w:rsid w:val="00F944F6"/>
    <w:rsid w:val="00F94764"/>
    <w:rsid w:val="00F94976"/>
    <w:rsid w:val="00F94A22"/>
    <w:rsid w:val="00F94A91"/>
    <w:rsid w:val="00F94B54"/>
    <w:rsid w:val="00F94E88"/>
    <w:rsid w:val="00F94F57"/>
    <w:rsid w:val="00F95110"/>
    <w:rsid w:val="00F95187"/>
    <w:rsid w:val="00F9540C"/>
    <w:rsid w:val="00F95493"/>
    <w:rsid w:val="00F95678"/>
    <w:rsid w:val="00F95755"/>
    <w:rsid w:val="00F9575D"/>
    <w:rsid w:val="00F957AC"/>
    <w:rsid w:val="00F9598D"/>
    <w:rsid w:val="00F95A3F"/>
    <w:rsid w:val="00F95B89"/>
    <w:rsid w:val="00F960F1"/>
    <w:rsid w:val="00F9618B"/>
    <w:rsid w:val="00F961E4"/>
    <w:rsid w:val="00F96205"/>
    <w:rsid w:val="00F96402"/>
    <w:rsid w:val="00F96648"/>
    <w:rsid w:val="00F968B1"/>
    <w:rsid w:val="00F96A5A"/>
    <w:rsid w:val="00F96CF6"/>
    <w:rsid w:val="00F97086"/>
    <w:rsid w:val="00F97092"/>
    <w:rsid w:val="00F97306"/>
    <w:rsid w:val="00F9738E"/>
    <w:rsid w:val="00F9741F"/>
    <w:rsid w:val="00F97549"/>
    <w:rsid w:val="00F9776C"/>
    <w:rsid w:val="00F978CE"/>
    <w:rsid w:val="00F978CF"/>
    <w:rsid w:val="00F97974"/>
    <w:rsid w:val="00F97AE7"/>
    <w:rsid w:val="00F97BA5"/>
    <w:rsid w:val="00F97C85"/>
    <w:rsid w:val="00F97D3D"/>
    <w:rsid w:val="00F97E87"/>
    <w:rsid w:val="00F97EE5"/>
    <w:rsid w:val="00F97FAE"/>
    <w:rsid w:val="00FA0216"/>
    <w:rsid w:val="00FA0370"/>
    <w:rsid w:val="00FA0456"/>
    <w:rsid w:val="00FA06D1"/>
    <w:rsid w:val="00FA074A"/>
    <w:rsid w:val="00FA074F"/>
    <w:rsid w:val="00FA07B9"/>
    <w:rsid w:val="00FA07BF"/>
    <w:rsid w:val="00FA0949"/>
    <w:rsid w:val="00FA0A7F"/>
    <w:rsid w:val="00FA0CAE"/>
    <w:rsid w:val="00FA0CBB"/>
    <w:rsid w:val="00FA0E0D"/>
    <w:rsid w:val="00FA0E37"/>
    <w:rsid w:val="00FA0EE3"/>
    <w:rsid w:val="00FA0FA6"/>
    <w:rsid w:val="00FA0FD6"/>
    <w:rsid w:val="00FA114B"/>
    <w:rsid w:val="00FA11F1"/>
    <w:rsid w:val="00FA1296"/>
    <w:rsid w:val="00FA12B2"/>
    <w:rsid w:val="00FA14BC"/>
    <w:rsid w:val="00FA1513"/>
    <w:rsid w:val="00FA15B3"/>
    <w:rsid w:val="00FA1629"/>
    <w:rsid w:val="00FA1646"/>
    <w:rsid w:val="00FA1647"/>
    <w:rsid w:val="00FA167C"/>
    <w:rsid w:val="00FA1684"/>
    <w:rsid w:val="00FA189A"/>
    <w:rsid w:val="00FA1922"/>
    <w:rsid w:val="00FA19C9"/>
    <w:rsid w:val="00FA1A75"/>
    <w:rsid w:val="00FA1C4C"/>
    <w:rsid w:val="00FA1DF7"/>
    <w:rsid w:val="00FA205A"/>
    <w:rsid w:val="00FA20B8"/>
    <w:rsid w:val="00FA20D7"/>
    <w:rsid w:val="00FA2186"/>
    <w:rsid w:val="00FA21DB"/>
    <w:rsid w:val="00FA238A"/>
    <w:rsid w:val="00FA261C"/>
    <w:rsid w:val="00FA2967"/>
    <w:rsid w:val="00FA2AD8"/>
    <w:rsid w:val="00FA2AFD"/>
    <w:rsid w:val="00FA2BCC"/>
    <w:rsid w:val="00FA2C0F"/>
    <w:rsid w:val="00FA2D4C"/>
    <w:rsid w:val="00FA2D7E"/>
    <w:rsid w:val="00FA2FA5"/>
    <w:rsid w:val="00FA3084"/>
    <w:rsid w:val="00FA31D5"/>
    <w:rsid w:val="00FA3228"/>
    <w:rsid w:val="00FA327F"/>
    <w:rsid w:val="00FA32DA"/>
    <w:rsid w:val="00FA32E5"/>
    <w:rsid w:val="00FA34B5"/>
    <w:rsid w:val="00FA386D"/>
    <w:rsid w:val="00FA3A64"/>
    <w:rsid w:val="00FA3B8A"/>
    <w:rsid w:val="00FA4150"/>
    <w:rsid w:val="00FA42DD"/>
    <w:rsid w:val="00FA430E"/>
    <w:rsid w:val="00FA436D"/>
    <w:rsid w:val="00FA442D"/>
    <w:rsid w:val="00FA4484"/>
    <w:rsid w:val="00FA47D3"/>
    <w:rsid w:val="00FA482B"/>
    <w:rsid w:val="00FA4992"/>
    <w:rsid w:val="00FA4A0E"/>
    <w:rsid w:val="00FA4B16"/>
    <w:rsid w:val="00FA4B57"/>
    <w:rsid w:val="00FA4EAC"/>
    <w:rsid w:val="00FA51F4"/>
    <w:rsid w:val="00FA51F7"/>
    <w:rsid w:val="00FA5404"/>
    <w:rsid w:val="00FA5460"/>
    <w:rsid w:val="00FA54FF"/>
    <w:rsid w:val="00FA55F9"/>
    <w:rsid w:val="00FA560E"/>
    <w:rsid w:val="00FA56D4"/>
    <w:rsid w:val="00FA5804"/>
    <w:rsid w:val="00FA5950"/>
    <w:rsid w:val="00FA5A22"/>
    <w:rsid w:val="00FA5B94"/>
    <w:rsid w:val="00FA5D54"/>
    <w:rsid w:val="00FA5DAA"/>
    <w:rsid w:val="00FA5E00"/>
    <w:rsid w:val="00FA5E08"/>
    <w:rsid w:val="00FA5FAF"/>
    <w:rsid w:val="00FA605B"/>
    <w:rsid w:val="00FA6210"/>
    <w:rsid w:val="00FA63FC"/>
    <w:rsid w:val="00FA647B"/>
    <w:rsid w:val="00FA6486"/>
    <w:rsid w:val="00FA65E1"/>
    <w:rsid w:val="00FA6616"/>
    <w:rsid w:val="00FA6638"/>
    <w:rsid w:val="00FA671A"/>
    <w:rsid w:val="00FA677F"/>
    <w:rsid w:val="00FA688F"/>
    <w:rsid w:val="00FA6AD7"/>
    <w:rsid w:val="00FA6DCB"/>
    <w:rsid w:val="00FA6DCF"/>
    <w:rsid w:val="00FA6F81"/>
    <w:rsid w:val="00FA7022"/>
    <w:rsid w:val="00FA7044"/>
    <w:rsid w:val="00FA711E"/>
    <w:rsid w:val="00FA7152"/>
    <w:rsid w:val="00FA759D"/>
    <w:rsid w:val="00FA7BAD"/>
    <w:rsid w:val="00FA7E44"/>
    <w:rsid w:val="00FA7F1B"/>
    <w:rsid w:val="00FB007D"/>
    <w:rsid w:val="00FB018E"/>
    <w:rsid w:val="00FB0431"/>
    <w:rsid w:val="00FB045F"/>
    <w:rsid w:val="00FB073B"/>
    <w:rsid w:val="00FB08CF"/>
    <w:rsid w:val="00FB090C"/>
    <w:rsid w:val="00FB0DA8"/>
    <w:rsid w:val="00FB0DE6"/>
    <w:rsid w:val="00FB0DE8"/>
    <w:rsid w:val="00FB0F70"/>
    <w:rsid w:val="00FB0F77"/>
    <w:rsid w:val="00FB0F99"/>
    <w:rsid w:val="00FB0FD8"/>
    <w:rsid w:val="00FB11BF"/>
    <w:rsid w:val="00FB1223"/>
    <w:rsid w:val="00FB12BA"/>
    <w:rsid w:val="00FB18A2"/>
    <w:rsid w:val="00FB1955"/>
    <w:rsid w:val="00FB19B0"/>
    <w:rsid w:val="00FB19E2"/>
    <w:rsid w:val="00FB19F3"/>
    <w:rsid w:val="00FB1A31"/>
    <w:rsid w:val="00FB1A6E"/>
    <w:rsid w:val="00FB1B73"/>
    <w:rsid w:val="00FB1BEE"/>
    <w:rsid w:val="00FB1EBD"/>
    <w:rsid w:val="00FB2065"/>
    <w:rsid w:val="00FB2077"/>
    <w:rsid w:val="00FB2560"/>
    <w:rsid w:val="00FB26ED"/>
    <w:rsid w:val="00FB2861"/>
    <w:rsid w:val="00FB28D8"/>
    <w:rsid w:val="00FB2A5C"/>
    <w:rsid w:val="00FB2AFB"/>
    <w:rsid w:val="00FB2B97"/>
    <w:rsid w:val="00FB2BF2"/>
    <w:rsid w:val="00FB2C58"/>
    <w:rsid w:val="00FB2D8D"/>
    <w:rsid w:val="00FB2F21"/>
    <w:rsid w:val="00FB2F63"/>
    <w:rsid w:val="00FB3049"/>
    <w:rsid w:val="00FB3178"/>
    <w:rsid w:val="00FB319D"/>
    <w:rsid w:val="00FB31B9"/>
    <w:rsid w:val="00FB31BB"/>
    <w:rsid w:val="00FB323E"/>
    <w:rsid w:val="00FB332E"/>
    <w:rsid w:val="00FB33A6"/>
    <w:rsid w:val="00FB3427"/>
    <w:rsid w:val="00FB35D0"/>
    <w:rsid w:val="00FB366D"/>
    <w:rsid w:val="00FB37BC"/>
    <w:rsid w:val="00FB39CE"/>
    <w:rsid w:val="00FB3A12"/>
    <w:rsid w:val="00FB3AE6"/>
    <w:rsid w:val="00FB3CB3"/>
    <w:rsid w:val="00FB3E1F"/>
    <w:rsid w:val="00FB3F35"/>
    <w:rsid w:val="00FB3FF8"/>
    <w:rsid w:val="00FB4082"/>
    <w:rsid w:val="00FB433C"/>
    <w:rsid w:val="00FB43FF"/>
    <w:rsid w:val="00FB4470"/>
    <w:rsid w:val="00FB46B9"/>
    <w:rsid w:val="00FB48FF"/>
    <w:rsid w:val="00FB4984"/>
    <w:rsid w:val="00FB499D"/>
    <w:rsid w:val="00FB4A78"/>
    <w:rsid w:val="00FB4B13"/>
    <w:rsid w:val="00FB4D46"/>
    <w:rsid w:val="00FB4E8B"/>
    <w:rsid w:val="00FB4E8D"/>
    <w:rsid w:val="00FB5096"/>
    <w:rsid w:val="00FB5157"/>
    <w:rsid w:val="00FB51AD"/>
    <w:rsid w:val="00FB526F"/>
    <w:rsid w:val="00FB52D1"/>
    <w:rsid w:val="00FB56CF"/>
    <w:rsid w:val="00FB5863"/>
    <w:rsid w:val="00FB5AF3"/>
    <w:rsid w:val="00FB5C4A"/>
    <w:rsid w:val="00FB5D86"/>
    <w:rsid w:val="00FB5FDB"/>
    <w:rsid w:val="00FB61F5"/>
    <w:rsid w:val="00FB63BB"/>
    <w:rsid w:val="00FB6674"/>
    <w:rsid w:val="00FB67AF"/>
    <w:rsid w:val="00FB67BD"/>
    <w:rsid w:val="00FB6A12"/>
    <w:rsid w:val="00FB6B43"/>
    <w:rsid w:val="00FB6C48"/>
    <w:rsid w:val="00FB6E6B"/>
    <w:rsid w:val="00FB7005"/>
    <w:rsid w:val="00FB728B"/>
    <w:rsid w:val="00FB7409"/>
    <w:rsid w:val="00FB7789"/>
    <w:rsid w:val="00FB7793"/>
    <w:rsid w:val="00FB7D98"/>
    <w:rsid w:val="00FB7EB7"/>
    <w:rsid w:val="00FB7EF9"/>
    <w:rsid w:val="00FC019E"/>
    <w:rsid w:val="00FC01A1"/>
    <w:rsid w:val="00FC01F8"/>
    <w:rsid w:val="00FC057F"/>
    <w:rsid w:val="00FC05DB"/>
    <w:rsid w:val="00FC05E2"/>
    <w:rsid w:val="00FC06B2"/>
    <w:rsid w:val="00FC0765"/>
    <w:rsid w:val="00FC095C"/>
    <w:rsid w:val="00FC0987"/>
    <w:rsid w:val="00FC09E9"/>
    <w:rsid w:val="00FC0C0F"/>
    <w:rsid w:val="00FC0C4C"/>
    <w:rsid w:val="00FC0CA1"/>
    <w:rsid w:val="00FC0D2C"/>
    <w:rsid w:val="00FC0DA2"/>
    <w:rsid w:val="00FC0E14"/>
    <w:rsid w:val="00FC131A"/>
    <w:rsid w:val="00FC15BE"/>
    <w:rsid w:val="00FC17EF"/>
    <w:rsid w:val="00FC18BD"/>
    <w:rsid w:val="00FC1AB7"/>
    <w:rsid w:val="00FC1F2F"/>
    <w:rsid w:val="00FC1F3D"/>
    <w:rsid w:val="00FC2131"/>
    <w:rsid w:val="00FC23A3"/>
    <w:rsid w:val="00FC2658"/>
    <w:rsid w:val="00FC277E"/>
    <w:rsid w:val="00FC2852"/>
    <w:rsid w:val="00FC2862"/>
    <w:rsid w:val="00FC286E"/>
    <w:rsid w:val="00FC2917"/>
    <w:rsid w:val="00FC29B3"/>
    <w:rsid w:val="00FC2A4F"/>
    <w:rsid w:val="00FC2B2E"/>
    <w:rsid w:val="00FC2BD9"/>
    <w:rsid w:val="00FC2F13"/>
    <w:rsid w:val="00FC2F51"/>
    <w:rsid w:val="00FC31E9"/>
    <w:rsid w:val="00FC32EC"/>
    <w:rsid w:val="00FC366A"/>
    <w:rsid w:val="00FC3688"/>
    <w:rsid w:val="00FC3972"/>
    <w:rsid w:val="00FC3D17"/>
    <w:rsid w:val="00FC413C"/>
    <w:rsid w:val="00FC45CE"/>
    <w:rsid w:val="00FC45FD"/>
    <w:rsid w:val="00FC465A"/>
    <w:rsid w:val="00FC4761"/>
    <w:rsid w:val="00FC47CF"/>
    <w:rsid w:val="00FC4818"/>
    <w:rsid w:val="00FC48EB"/>
    <w:rsid w:val="00FC4968"/>
    <w:rsid w:val="00FC4B0D"/>
    <w:rsid w:val="00FC4E5E"/>
    <w:rsid w:val="00FC4E80"/>
    <w:rsid w:val="00FC51AF"/>
    <w:rsid w:val="00FC5306"/>
    <w:rsid w:val="00FC53DE"/>
    <w:rsid w:val="00FC53F9"/>
    <w:rsid w:val="00FC58FC"/>
    <w:rsid w:val="00FC5980"/>
    <w:rsid w:val="00FC5A76"/>
    <w:rsid w:val="00FC5A7B"/>
    <w:rsid w:val="00FC5D63"/>
    <w:rsid w:val="00FC60E5"/>
    <w:rsid w:val="00FC6176"/>
    <w:rsid w:val="00FC620B"/>
    <w:rsid w:val="00FC6464"/>
    <w:rsid w:val="00FC6529"/>
    <w:rsid w:val="00FC680D"/>
    <w:rsid w:val="00FC69C3"/>
    <w:rsid w:val="00FC6B6B"/>
    <w:rsid w:val="00FC6FE6"/>
    <w:rsid w:val="00FC70C6"/>
    <w:rsid w:val="00FC710B"/>
    <w:rsid w:val="00FC7478"/>
    <w:rsid w:val="00FC75D2"/>
    <w:rsid w:val="00FC766F"/>
    <w:rsid w:val="00FC77DC"/>
    <w:rsid w:val="00FC78C5"/>
    <w:rsid w:val="00FC7D82"/>
    <w:rsid w:val="00FD0012"/>
    <w:rsid w:val="00FD026B"/>
    <w:rsid w:val="00FD04A6"/>
    <w:rsid w:val="00FD06BC"/>
    <w:rsid w:val="00FD0805"/>
    <w:rsid w:val="00FD0884"/>
    <w:rsid w:val="00FD0A70"/>
    <w:rsid w:val="00FD0DAA"/>
    <w:rsid w:val="00FD11D9"/>
    <w:rsid w:val="00FD1204"/>
    <w:rsid w:val="00FD1464"/>
    <w:rsid w:val="00FD14E4"/>
    <w:rsid w:val="00FD1651"/>
    <w:rsid w:val="00FD1680"/>
    <w:rsid w:val="00FD17A0"/>
    <w:rsid w:val="00FD17AB"/>
    <w:rsid w:val="00FD1841"/>
    <w:rsid w:val="00FD1864"/>
    <w:rsid w:val="00FD1874"/>
    <w:rsid w:val="00FD1896"/>
    <w:rsid w:val="00FD1A4C"/>
    <w:rsid w:val="00FD1B1D"/>
    <w:rsid w:val="00FD1B3F"/>
    <w:rsid w:val="00FD1C45"/>
    <w:rsid w:val="00FD1DCA"/>
    <w:rsid w:val="00FD1E2F"/>
    <w:rsid w:val="00FD1FA9"/>
    <w:rsid w:val="00FD22B6"/>
    <w:rsid w:val="00FD230A"/>
    <w:rsid w:val="00FD232E"/>
    <w:rsid w:val="00FD23C9"/>
    <w:rsid w:val="00FD243D"/>
    <w:rsid w:val="00FD252C"/>
    <w:rsid w:val="00FD2642"/>
    <w:rsid w:val="00FD276C"/>
    <w:rsid w:val="00FD298E"/>
    <w:rsid w:val="00FD2A40"/>
    <w:rsid w:val="00FD2D34"/>
    <w:rsid w:val="00FD2E2E"/>
    <w:rsid w:val="00FD2F53"/>
    <w:rsid w:val="00FD3021"/>
    <w:rsid w:val="00FD3129"/>
    <w:rsid w:val="00FD31DE"/>
    <w:rsid w:val="00FD32C4"/>
    <w:rsid w:val="00FD344C"/>
    <w:rsid w:val="00FD3602"/>
    <w:rsid w:val="00FD3817"/>
    <w:rsid w:val="00FD39CC"/>
    <w:rsid w:val="00FD3D26"/>
    <w:rsid w:val="00FD3DFA"/>
    <w:rsid w:val="00FD4028"/>
    <w:rsid w:val="00FD4199"/>
    <w:rsid w:val="00FD43CF"/>
    <w:rsid w:val="00FD44F6"/>
    <w:rsid w:val="00FD44FB"/>
    <w:rsid w:val="00FD471E"/>
    <w:rsid w:val="00FD49B4"/>
    <w:rsid w:val="00FD4A06"/>
    <w:rsid w:val="00FD4AAB"/>
    <w:rsid w:val="00FD4B28"/>
    <w:rsid w:val="00FD4BF1"/>
    <w:rsid w:val="00FD4C0C"/>
    <w:rsid w:val="00FD4DC5"/>
    <w:rsid w:val="00FD4EBA"/>
    <w:rsid w:val="00FD4F42"/>
    <w:rsid w:val="00FD5054"/>
    <w:rsid w:val="00FD5137"/>
    <w:rsid w:val="00FD523B"/>
    <w:rsid w:val="00FD5356"/>
    <w:rsid w:val="00FD56D9"/>
    <w:rsid w:val="00FD5895"/>
    <w:rsid w:val="00FD59AF"/>
    <w:rsid w:val="00FD5E6D"/>
    <w:rsid w:val="00FD5F43"/>
    <w:rsid w:val="00FD5F79"/>
    <w:rsid w:val="00FD5F91"/>
    <w:rsid w:val="00FD600D"/>
    <w:rsid w:val="00FD6133"/>
    <w:rsid w:val="00FD6267"/>
    <w:rsid w:val="00FD658C"/>
    <w:rsid w:val="00FD666A"/>
    <w:rsid w:val="00FD676A"/>
    <w:rsid w:val="00FD6845"/>
    <w:rsid w:val="00FD68A5"/>
    <w:rsid w:val="00FD696E"/>
    <w:rsid w:val="00FD6E18"/>
    <w:rsid w:val="00FD6EAD"/>
    <w:rsid w:val="00FD6EC1"/>
    <w:rsid w:val="00FD6EFE"/>
    <w:rsid w:val="00FD70B2"/>
    <w:rsid w:val="00FD7148"/>
    <w:rsid w:val="00FD718A"/>
    <w:rsid w:val="00FD724C"/>
    <w:rsid w:val="00FD72EE"/>
    <w:rsid w:val="00FD77BB"/>
    <w:rsid w:val="00FD77C7"/>
    <w:rsid w:val="00FD7923"/>
    <w:rsid w:val="00FD7997"/>
    <w:rsid w:val="00FD799F"/>
    <w:rsid w:val="00FD7B12"/>
    <w:rsid w:val="00FD7C58"/>
    <w:rsid w:val="00FD7C64"/>
    <w:rsid w:val="00FD7C71"/>
    <w:rsid w:val="00FD7E79"/>
    <w:rsid w:val="00FD7ED0"/>
    <w:rsid w:val="00FE03C8"/>
    <w:rsid w:val="00FE046F"/>
    <w:rsid w:val="00FE049F"/>
    <w:rsid w:val="00FE0A06"/>
    <w:rsid w:val="00FE0D9C"/>
    <w:rsid w:val="00FE0EC5"/>
    <w:rsid w:val="00FE0ECB"/>
    <w:rsid w:val="00FE0F94"/>
    <w:rsid w:val="00FE0FD8"/>
    <w:rsid w:val="00FE1002"/>
    <w:rsid w:val="00FE1032"/>
    <w:rsid w:val="00FE127B"/>
    <w:rsid w:val="00FE1339"/>
    <w:rsid w:val="00FE1418"/>
    <w:rsid w:val="00FE18B1"/>
    <w:rsid w:val="00FE1B28"/>
    <w:rsid w:val="00FE1B4C"/>
    <w:rsid w:val="00FE1BAE"/>
    <w:rsid w:val="00FE1D26"/>
    <w:rsid w:val="00FE201C"/>
    <w:rsid w:val="00FE2227"/>
    <w:rsid w:val="00FE252D"/>
    <w:rsid w:val="00FE2530"/>
    <w:rsid w:val="00FE2897"/>
    <w:rsid w:val="00FE2972"/>
    <w:rsid w:val="00FE2A22"/>
    <w:rsid w:val="00FE2CB2"/>
    <w:rsid w:val="00FE2CD6"/>
    <w:rsid w:val="00FE2D07"/>
    <w:rsid w:val="00FE2D49"/>
    <w:rsid w:val="00FE30CB"/>
    <w:rsid w:val="00FE36AC"/>
    <w:rsid w:val="00FE36B3"/>
    <w:rsid w:val="00FE37D1"/>
    <w:rsid w:val="00FE3869"/>
    <w:rsid w:val="00FE3B32"/>
    <w:rsid w:val="00FE3D4B"/>
    <w:rsid w:val="00FE3DEE"/>
    <w:rsid w:val="00FE3E60"/>
    <w:rsid w:val="00FE3E68"/>
    <w:rsid w:val="00FE3F66"/>
    <w:rsid w:val="00FE3F78"/>
    <w:rsid w:val="00FE42F4"/>
    <w:rsid w:val="00FE43D4"/>
    <w:rsid w:val="00FE45DD"/>
    <w:rsid w:val="00FE47C6"/>
    <w:rsid w:val="00FE4861"/>
    <w:rsid w:val="00FE4B35"/>
    <w:rsid w:val="00FE4DA6"/>
    <w:rsid w:val="00FE4DD6"/>
    <w:rsid w:val="00FE4FD7"/>
    <w:rsid w:val="00FE51D2"/>
    <w:rsid w:val="00FE52D6"/>
    <w:rsid w:val="00FE5325"/>
    <w:rsid w:val="00FE53BD"/>
    <w:rsid w:val="00FE53CB"/>
    <w:rsid w:val="00FE54B0"/>
    <w:rsid w:val="00FE5696"/>
    <w:rsid w:val="00FE57ED"/>
    <w:rsid w:val="00FE5A1D"/>
    <w:rsid w:val="00FE5A9A"/>
    <w:rsid w:val="00FE5AA9"/>
    <w:rsid w:val="00FE5B9C"/>
    <w:rsid w:val="00FE5E80"/>
    <w:rsid w:val="00FE5F52"/>
    <w:rsid w:val="00FE64CC"/>
    <w:rsid w:val="00FE650D"/>
    <w:rsid w:val="00FE65C2"/>
    <w:rsid w:val="00FE6697"/>
    <w:rsid w:val="00FE6F0B"/>
    <w:rsid w:val="00FE7204"/>
    <w:rsid w:val="00FE7404"/>
    <w:rsid w:val="00FE74DE"/>
    <w:rsid w:val="00FE78B4"/>
    <w:rsid w:val="00FE78B7"/>
    <w:rsid w:val="00FE7F58"/>
    <w:rsid w:val="00FF0356"/>
    <w:rsid w:val="00FF03B1"/>
    <w:rsid w:val="00FF0566"/>
    <w:rsid w:val="00FF06C3"/>
    <w:rsid w:val="00FF077A"/>
    <w:rsid w:val="00FF07A0"/>
    <w:rsid w:val="00FF07B0"/>
    <w:rsid w:val="00FF08AB"/>
    <w:rsid w:val="00FF0942"/>
    <w:rsid w:val="00FF0CE4"/>
    <w:rsid w:val="00FF0D58"/>
    <w:rsid w:val="00FF0E21"/>
    <w:rsid w:val="00FF10D5"/>
    <w:rsid w:val="00FF1336"/>
    <w:rsid w:val="00FF13D1"/>
    <w:rsid w:val="00FF143F"/>
    <w:rsid w:val="00FF14FF"/>
    <w:rsid w:val="00FF1817"/>
    <w:rsid w:val="00FF19BE"/>
    <w:rsid w:val="00FF1AFE"/>
    <w:rsid w:val="00FF1D0A"/>
    <w:rsid w:val="00FF1D52"/>
    <w:rsid w:val="00FF1DBC"/>
    <w:rsid w:val="00FF1EDB"/>
    <w:rsid w:val="00FF1F28"/>
    <w:rsid w:val="00FF2032"/>
    <w:rsid w:val="00FF23A3"/>
    <w:rsid w:val="00FF2716"/>
    <w:rsid w:val="00FF2781"/>
    <w:rsid w:val="00FF2902"/>
    <w:rsid w:val="00FF2B6B"/>
    <w:rsid w:val="00FF2E23"/>
    <w:rsid w:val="00FF2EA1"/>
    <w:rsid w:val="00FF2EFF"/>
    <w:rsid w:val="00FF2F18"/>
    <w:rsid w:val="00FF301E"/>
    <w:rsid w:val="00FF3361"/>
    <w:rsid w:val="00FF33E1"/>
    <w:rsid w:val="00FF34F6"/>
    <w:rsid w:val="00FF3590"/>
    <w:rsid w:val="00FF3666"/>
    <w:rsid w:val="00FF37A3"/>
    <w:rsid w:val="00FF3825"/>
    <w:rsid w:val="00FF38A3"/>
    <w:rsid w:val="00FF393B"/>
    <w:rsid w:val="00FF3A6B"/>
    <w:rsid w:val="00FF3D2F"/>
    <w:rsid w:val="00FF3DA7"/>
    <w:rsid w:val="00FF3F4E"/>
    <w:rsid w:val="00FF3FCA"/>
    <w:rsid w:val="00FF3FF3"/>
    <w:rsid w:val="00FF4347"/>
    <w:rsid w:val="00FF44DA"/>
    <w:rsid w:val="00FF45CC"/>
    <w:rsid w:val="00FF47D2"/>
    <w:rsid w:val="00FF4951"/>
    <w:rsid w:val="00FF4AA1"/>
    <w:rsid w:val="00FF4CF2"/>
    <w:rsid w:val="00FF4D73"/>
    <w:rsid w:val="00FF4E83"/>
    <w:rsid w:val="00FF5031"/>
    <w:rsid w:val="00FF504E"/>
    <w:rsid w:val="00FF54BE"/>
    <w:rsid w:val="00FF5575"/>
    <w:rsid w:val="00FF55C7"/>
    <w:rsid w:val="00FF578E"/>
    <w:rsid w:val="00FF578F"/>
    <w:rsid w:val="00FF592C"/>
    <w:rsid w:val="00FF5954"/>
    <w:rsid w:val="00FF5A78"/>
    <w:rsid w:val="00FF5C01"/>
    <w:rsid w:val="00FF5C2A"/>
    <w:rsid w:val="00FF5D09"/>
    <w:rsid w:val="00FF61F2"/>
    <w:rsid w:val="00FF6300"/>
    <w:rsid w:val="00FF630C"/>
    <w:rsid w:val="00FF6B19"/>
    <w:rsid w:val="00FF6D0F"/>
    <w:rsid w:val="00FF6D1E"/>
    <w:rsid w:val="00FF6DA1"/>
    <w:rsid w:val="00FF6DCD"/>
    <w:rsid w:val="00FF6E12"/>
    <w:rsid w:val="00FF6ED9"/>
    <w:rsid w:val="00FF6F15"/>
    <w:rsid w:val="00FF6F3F"/>
    <w:rsid w:val="00FF6FE7"/>
    <w:rsid w:val="00FF7089"/>
    <w:rsid w:val="00FF719C"/>
    <w:rsid w:val="00FF72A0"/>
    <w:rsid w:val="00FF747E"/>
    <w:rsid w:val="00FF76ED"/>
    <w:rsid w:val="00FF773E"/>
    <w:rsid w:val="00FF7B6E"/>
    <w:rsid w:val="00FF7BC7"/>
    <w:rsid w:val="00FF7C79"/>
    <w:rsid w:val="00FF7D03"/>
    <w:rsid w:val="00FF7D22"/>
    <w:rsid w:val="00FF7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04DAEA"/>
  <w15:docId w15:val="{5F743BEF-C9A8-4E56-B8F9-1D0B6EF07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Schoolbook" w:eastAsia="宋体" w:hAnsi="Century Schoolbook"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E17BB"/>
    <w:pPr>
      <w:adjustRightInd w:val="0"/>
      <w:snapToGrid w:val="0"/>
      <w:spacing w:beforeLines="50" w:before="50" w:afterLines="50" w:after="50" w:line="300" w:lineRule="auto"/>
      <w:jc w:val="both"/>
    </w:pPr>
  </w:style>
  <w:style w:type="paragraph" w:styleId="1">
    <w:name w:val="heading 1"/>
    <w:aliases w:val="my标题1级"/>
    <w:next w:val="a1"/>
    <w:link w:val="10"/>
    <w:uiPriority w:val="9"/>
    <w:qFormat/>
    <w:rsid w:val="00D52A29"/>
    <w:pPr>
      <w:keepNext/>
      <w:pageBreakBefore/>
      <w:widowControl w:val="0"/>
      <w:numPr>
        <w:numId w:val="10"/>
      </w:numPr>
      <w:pBdr>
        <w:bottom w:val="single" w:sz="12" w:space="1" w:color="auto"/>
      </w:pBdr>
      <w:adjustRightInd w:val="0"/>
      <w:snapToGrid w:val="0"/>
      <w:spacing w:after="240" w:line="300" w:lineRule="auto"/>
      <w:outlineLvl w:val="0"/>
    </w:pPr>
    <w:rPr>
      <w:rFonts w:cs="Arial"/>
      <w:b/>
      <w:bCs/>
      <w:color w:val="C00000"/>
      <w:kern w:val="52"/>
      <w:sz w:val="36"/>
      <w:szCs w:val="52"/>
      <w:lang w:eastAsia="zh-TW"/>
    </w:rPr>
  </w:style>
  <w:style w:type="paragraph" w:styleId="2">
    <w:name w:val="heading 2"/>
    <w:aliases w:val="my标题2级"/>
    <w:basedOn w:val="1"/>
    <w:next w:val="a1"/>
    <w:link w:val="20"/>
    <w:uiPriority w:val="9"/>
    <w:qFormat/>
    <w:rsid w:val="00350C59"/>
    <w:pPr>
      <w:pageBreakBefore w:val="0"/>
      <w:widowControl/>
      <w:numPr>
        <w:ilvl w:val="1"/>
      </w:numPr>
      <w:pBdr>
        <w:bottom w:val="none" w:sz="0" w:space="0" w:color="auto"/>
      </w:pBdr>
      <w:tabs>
        <w:tab w:val="left" w:pos="737"/>
      </w:tabs>
      <w:spacing w:before="360"/>
      <w:outlineLvl w:val="1"/>
    </w:pPr>
    <w:rPr>
      <w:bCs w:val="0"/>
      <w:sz w:val="28"/>
      <w:szCs w:val="48"/>
      <w:lang w:eastAsia="zh-CN"/>
    </w:rPr>
  </w:style>
  <w:style w:type="paragraph" w:styleId="3">
    <w:name w:val="heading 3"/>
    <w:aliases w:val="my标题3级"/>
    <w:basedOn w:val="2"/>
    <w:next w:val="a1"/>
    <w:link w:val="30"/>
    <w:uiPriority w:val="9"/>
    <w:qFormat/>
    <w:rsid w:val="00081378"/>
    <w:pPr>
      <w:numPr>
        <w:ilvl w:val="2"/>
      </w:numPr>
      <w:tabs>
        <w:tab w:val="clear" w:pos="737"/>
        <w:tab w:val="clear" w:pos="1361"/>
        <w:tab w:val="num" w:pos="1077"/>
      </w:tabs>
      <w:ind w:left="1077"/>
      <w:outlineLvl w:val="2"/>
    </w:pPr>
    <w:rPr>
      <w:bCs/>
      <w:sz w:val="24"/>
      <w:szCs w:val="24"/>
    </w:rPr>
  </w:style>
  <w:style w:type="paragraph" w:styleId="4">
    <w:name w:val="heading 4"/>
    <w:basedOn w:val="3"/>
    <w:next w:val="a1"/>
    <w:link w:val="40"/>
    <w:uiPriority w:val="9"/>
    <w:qFormat/>
    <w:rsid w:val="00035477"/>
    <w:pPr>
      <w:numPr>
        <w:ilvl w:val="3"/>
      </w:numPr>
      <w:tabs>
        <w:tab w:val="clear" w:pos="3062"/>
        <w:tab w:val="num" w:pos="1503"/>
      </w:tabs>
      <w:ind w:left="1503"/>
      <w:outlineLvl w:val="3"/>
    </w:pPr>
    <w:rPr>
      <w:bCs w:val="0"/>
      <w:sz w:val="22"/>
      <w:szCs w:val="22"/>
    </w:rPr>
  </w:style>
  <w:style w:type="paragraph" w:styleId="5">
    <w:name w:val="heading 5"/>
    <w:basedOn w:val="4"/>
    <w:next w:val="a1"/>
    <w:link w:val="50"/>
    <w:uiPriority w:val="9"/>
    <w:qFormat/>
    <w:rsid w:val="00556939"/>
    <w:pPr>
      <w:numPr>
        <w:ilvl w:val="4"/>
      </w:numPr>
      <w:outlineLvl w:val="4"/>
    </w:pPr>
    <w:rPr>
      <w:sz w:val="20"/>
      <w:szCs w:val="20"/>
    </w:rPr>
  </w:style>
  <w:style w:type="paragraph" w:styleId="6">
    <w:name w:val="heading 6"/>
    <w:basedOn w:val="5"/>
    <w:next w:val="a1"/>
    <w:link w:val="60"/>
    <w:uiPriority w:val="9"/>
    <w:qFormat/>
    <w:rsid w:val="00556939"/>
    <w:pPr>
      <w:numPr>
        <w:ilvl w:val="5"/>
      </w:numPr>
      <w:outlineLvl w:val="5"/>
    </w:pPr>
    <w:rPr>
      <w:b w:val="0"/>
      <w:bCs/>
    </w:rPr>
  </w:style>
  <w:style w:type="paragraph" w:styleId="7">
    <w:name w:val="heading 7"/>
    <w:basedOn w:val="a1"/>
    <w:next w:val="a1"/>
    <w:link w:val="70"/>
    <w:uiPriority w:val="99"/>
    <w:qFormat/>
    <w:rsid w:val="00512DC7"/>
    <w:pPr>
      <w:tabs>
        <w:tab w:val="num" w:pos="0"/>
        <w:tab w:val="num" w:pos="1298"/>
      </w:tabs>
      <w:adjustRightInd/>
      <w:snapToGrid/>
      <w:spacing w:before="240" w:after="60" w:line="240" w:lineRule="auto"/>
      <w:jc w:val="left"/>
      <w:outlineLvl w:val="6"/>
    </w:pPr>
    <w:rPr>
      <w:rFonts w:eastAsia="PMingLiU"/>
      <w:i/>
    </w:rPr>
  </w:style>
  <w:style w:type="paragraph" w:styleId="8">
    <w:name w:val="heading 8"/>
    <w:basedOn w:val="a1"/>
    <w:next w:val="a1"/>
    <w:link w:val="80"/>
    <w:uiPriority w:val="99"/>
    <w:qFormat/>
    <w:rsid w:val="00512DC7"/>
    <w:pPr>
      <w:tabs>
        <w:tab w:val="num" w:pos="0"/>
        <w:tab w:val="num" w:pos="1440"/>
      </w:tabs>
      <w:adjustRightInd/>
      <w:snapToGrid/>
      <w:spacing w:before="240" w:after="60" w:line="240" w:lineRule="auto"/>
      <w:jc w:val="left"/>
      <w:outlineLvl w:val="7"/>
    </w:pPr>
    <w:rPr>
      <w:rFonts w:eastAsia="PMingLiU"/>
      <w:i/>
      <w:iCs/>
    </w:rPr>
  </w:style>
  <w:style w:type="paragraph" w:styleId="9">
    <w:name w:val="heading 9"/>
    <w:basedOn w:val="a1"/>
    <w:next w:val="a1"/>
    <w:link w:val="90"/>
    <w:uiPriority w:val="99"/>
    <w:qFormat/>
    <w:rsid w:val="00512DC7"/>
    <w:pPr>
      <w:tabs>
        <w:tab w:val="num" w:pos="0"/>
        <w:tab w:val="num" w:pos="1582"/>
      </w:tabs>
      <w:adjustRightInd/>
      <w:snapToGrid/>
      <w:spacing w:before="240" w:after="60" w:line="240" w:lineRule="auto"/>
      <w:jc w:val="left"/>
      <w:outlineLvl w:val="8"/>
    </w:pPr>
    <w:rPr>
      <w:rFonts w:eastAsia="PMingLiU" w:cs="Arial"/>
      <w:i/>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caption"/>
    <w:basedOn w:val="a1"/>
    <w:next w:val="a1"/>
    <w:uiPriority w:val="99"/>
    <w:qFormat/>
    <w:rsid w:val="00B202CD"/>
    <w:pPr>
      <w:spacing w:before="120" w:after="120" w:line="360" w:lineRule="auto"/>
      <w:jc w:val="center"/>
    </w:pPr>
    <w:rPr>
      <w:rFonts w:cs="Arial"/>
      <w:b/>
      <w:bCs/>
    </w:rPr>
  </w:style>
  <w:style w:type="paragraph" w:customStyle="1" w:styleId="Figure">
    <w:name w:val="Figure"/>
    <w:basedOn w:val="a1"/>
    <w:next w:val="FigureCaption"/>
    <w:uiPriority w:val="99"/>
    <w:rsid w:val="00813D22"/>
    <w:pPr>
      <w:keepNext/>
      <w:tabs>
        <w:tab w:val="left" w:pos="2700"/>
      </w:tabs>
      <w:jc w:val="center"/>
    </w:pPr>
    <w:rPr>
      <w:rFonts w:cs="Arial"/>
    </w:rPr>
  </w:style>
  <w:style w:type="paragraph" w:customStyle="1" w:styleId="ReferenceItem">
    <w:name w:val="Reference Item"/>
    <w:basedOn w:val="a1"/>
    <w:uiPriority w:val="99"/>
    <w:rsid w:val="00663C74"/>
    <w:pPr>
      <w:numPr>
        <w:numId w:val="1"/>
      </w:numPr>
    </w:pPr>
  </w:style>
  <w:style w:type="paragraph" w:customStyle="1" w:styleId="TitreSansNumero">
    <w:name w:val="Titre Sans Numero"/>
    <w:basedOn w:val="1"/>
    <w:next w:val="a1"/>
    <w:uiPriority w:val="99"/>
    <w:rsid w:val="00663C74"/>
    <w:pPr>
      <w:numPr>
        <w:numId w:val="0"/>
      </w:numPr>
    </w:pPr>
  </w:style>
  <w:style w:type="paragraph" w:styleId="11">
    <w:name w:val="toc 1"/>
    <w:basedOn w:val="a1"/>
    <w:next w:val="a1"/>
    <w:autoRedefine/>
    <w:uiPriority w:val="39"/>
    <w:rsid w:val="00C33804"/>
    <w:pPr>
      <w:tabs>
        <w:tab w:val="left" w:pos="540"/>
        <w:tab w:val="right" w:leader="dot" w:pos="9072"/>
      </w:tabs>
      <w:adjustRightInd/>
      <w:snapToGrid/>
      <w:spacing w:before="60" w:after="60" w:line="240" w:lineRule="auto"/>
    </w:pPr>
    <w:rPr>
      <w:rFonts w:ascii="Verdana" w:hAnsi="Verdana" w:cs="Arial"/>
      <w:b/>
      <w:noProof/>
    </w:rPr>
  </w:style>
  <w:style w:type="paragraph" w:styleId="21">
    <w:name w:val="toc 2"/>
    <w:basedOn w:val="a1"/>
    <w:next w:val="a1"/>
    <w:autoRedefine/>
    <w:uiPriority w:val="39"/>
    <w:rsid w:val="00F00654"/>
    <w:pPr>
      <w:tabs>
        <w:tab w:val="left" w:pos="1080"/>
        <w:tab w:val="right" w:leader="dot" w:pos="9072"/>
      </w:tabs>
      <w:adjustRightInd/>
      <w:snapToGrid/>
      <w:ind w:left="1080" w:hanging="540"/>
    </w:pPr>
    <w:rPr>
      <w:rFonts w:cs="Arial"/>
      <w:noProof/>
    </w:rPr>
  </w:style>
  <w:style w:type="paragraph" w:styleId="31">
    <w:name w:val="toc 3"/>
    <w:basedOn w:val="a1"/>
    <w:next w:val="a1"/>
    <w:autoRedefine/>
    <w:uiPriority w:val="39"/>
    <w:rsid w:val="002C01F4"/>
    <w:pPr>
      <w:tabs>
        <w:tab w:val="left" w:pos="1980"/>
        <w:tab w:val="right" w:leader="dot" w:pos="9072"/>
      </w:tabs>
      <w:adjustRightInd/>
      <w:snapToGrid/>
      <w:spacing w:line="288" w:lineRule="auto"/>
      <w:ind w:left="1979" w:hanging="902"/>
    </w:pPr>
    <w:rPr>
      <w:rFonts w:cs="Arial"/>
      <w:noProof/>
    </w:rPr>
  </w:style>
  <w:style w:type="paragraph" w:styleId="41">
    <w:name w:val="toc 4"/>
    <w:basedOn w:val="a1"/>
    <w:next w:val="a1"/>
    <w:autoRedefine/>
    <w:uiPriority w:val="39"/>
    <w:rsid w:val="00663C74"/>
    <w:pPr>
      <w:adjustRightInd/>
      <w:snapToGrid/>
      <w:ind w:left="480" w:firstLine="181"/>
    </w:pPr>
    <w:rPr>
      <w:rFonts w:cs="Arial"/>
    </w:rPr>
  </w:style>
  <w:style w:type="paragraph" w:styleId="a6">
    <w:name w:val="header"/>
    <w:basedOn w:val="a1"/>
    <w:next w:val="a1"/>
    <w:link w:val="a7"/>
    <w:uiPriority w:val="99"/>
    <w:rsid w:val="00B96E16"/>
    <w:pPr>
      <w:tabs>
        <w:tab w:val="center" w:pos="4536"/>
        <w:tab w:val="right" w:pos="9072"/>
      </w:tabs>
    </w:pPr>
    <w:rPr>
      <w:b/>
      <w:sz w:val="32"/>
    </w:rPr>
  </w:style>
  <w:style w:type="paragraph" w:styleId="51">
    <w:name w:val="toc 5"/>
    <w:basedOn w:val="a1"/>
    <w:next w:val="a1"/>
    <w:autoRedefine/>
    <w:uiPriority w:val="39"/>
    <w:rsid w:val="00663C74"/>
    <w:pPr>
      <w:tabs>
        <w:tab w:val="left" w:pos="1911"/>
        <w:tab w:val="right" w:leader="dot" w:pos="9396"/>
      </w:tabs>
      <w:ind w:left="1911" w:hanging="910"/>
    </w:pPr>
    <w:rPr>
      <w:noProof/>
      <w:szCs w:val="18"/>
    </w:rPr>
  </w:style>
  <w:style w:type="paragraph" w:customStyle="1" w:styleId="NormalTableau">
    <w:name w:val="Normal Tableau"/>
    <w:basedOn w:val="a1"/>
    <w:uiPriority w:val="99"/>
    <w:rsid w:val="00035B9F"/>
    <w:pPr>
      <w:widowControl w:val="0"/>
      <w:spacing w:before="60" w:after="60" w:line="240" w:lineRule="auto"/>
      <w:jc w:val="left"/>
      <w:textAlignment w:val="baseline"/>
    </w:pPr>
  </w:style>
  <w:style w:type="paragraph" w:styleId="a8">
    <w:name w:val="footer"/>
    <w:basedOn w:val="a1"/>
    <w:link w:val="a9"/>
    <w:uiPriority w:val="99"/>
    <w:qFormat/>
    <w:rsid w:val="004959DA"/>
    <w:pPr>
      <w:tabs>
        <w:tab w:val="center" w:pos="4153"/>
        <w:tab w:val="right" w:pos="8306"/>
      </w:tabs>
    </w:pPr>
  </w:style>
  <w:style w:type="table" w:styleId="aa">
    <w:name w:val="Table Grid"/>
    <w:basedOn w:val="a3"/>
    <w:qFormat/>
    <w:rsid w:val="00192A03"/>
    <w:pPr>
      <w:keepLines/>
      <w:adjustRightInd w:val="0"/>
      <w:spacing w:line="360" w:lineRule="atLeast"/>
      <w:jc w:val="center"/>
      <w:textAlignment w:val="baseline"/>
    </w:pPr>
    <w:rPr>
      <w:rFonts w:ascii="Arial" w:eastAsia="Arial" w:hAnsi="Arial" w:cs="PMingLiU"/>
    </w:rPr>
    <w:tblPr>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rPr>
      <w:jc w:val="center"/>
    </w:trPr>
    <w:tcPr>
      <w:vAlign w:val="center"/>
    </w:tcPr>
    <w:tblStylePr w:type="firstRow">
      <w:rPr>
        <w:rFonts w:eastAsia="Arial"/>
        <w:b/>
        <w:sz w:val="20"/>
      </w:rPr>
      <w:tblPr/>
      <w:trPr>
        <w:cantSplit/>
        <w:tblHeader/>
      </w:tr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firstCol">
      <w:pPr>
        <w:wordWrap/>
        <w:jc w:val="both"/>
      </w:pPr>
      <w:rPr>
        <w:rFonts w:eastAsia="Arial"/>
        <w:sz w:val="20"/>
      </w:rPr>
    </w:tblStylePr>
  </w:style>
  <w:style w:type="paragraph" w:styleId="ab">
    <w:name w:val="Document Map"/>
    <w:basedOn w:val="a1"/>
    <w:link w:val="ac"/>
    <w:uiPriority w:val="99"/>
    <w:rsid w:val="004959DA"/>
    <w:pPr>
      <w:shd w:val="clear" w:color="auto" w:fill="000080"/>
    </w:pPr>
  </w:style>
  <w:style w:type="character" w:styleId="ad">
    <w:name w:val="page number"/>
    <w:basedOn w:val="a2"/>
    <w:qFormat/>
    <w:rsid w:val="00426BAB"/>
  </w:style>
  <w:style w:type="character" w:styleId="ae">
    <w:name w:val="Hyperlink"/>
    <w:basedOn w:val="a2"/>
    <w:uiPriority w:val="99"/>
    <w:rsid w:val="00BE0221"/>
    <w:rPr>
      <w:color w:val="0000FF"/>
      <w:u w:val="single"/>
    </w:rPr>
  </w:style>
  <w:style w:type="paragraph" w:styleId="af">
    <w:name w:val="table of figures"/>
    <w:basedOn w:val="a1"/>
    <w:next w:val="a1"/>
    <w:uiPriority w:val="99"/>
    <w:rsid w:val="00155A82"/>
    <w:pPr>
      <w:tabs>
        <w:tab w:val="right" w:leader="dot" w:pos="9016"/>
      </w:tabs>
      <w:spacing w:line="240" w:lineRule="auto"/>
    </w:pPr>
    <w:rPr>
      <w:noProof/>
    </w:rPr>
  </w:style>
  <w:style w:type="paragraph" w:customStyle="1" w:styleId="Feature-Item">
    <w:name w:val="Feature-Item"/>
    <w:basedOn w:val="a1"/>
    <w:uiPriority w:val="99"/>
    <w:rsid w:val="00BE22DA"/>
    <w:pPr>
      <w:numPr>
        <w:numId w:val="3"/>
      </w:numPr>
    </w:pPr>
  </w:style>
  <w:style w:type="paragraph" w:customStyle="1" w:styleId="regdescription">
    <w:name w:val="reg description"/>
    <w:basedOn w:val="a1"/>
    <w:uiPriority w:val="99"/>
    <w:rsid w:val="00FE3F66"/>
    <w:pPr>
      <w:overflowPunct w:val="0"/>
      <w:autoSpaceDE w:val="0"/>
      <w:autoSpaceDN w:val="0"/>
      <w:snapToGrid/>
      <w:spacing w:line="240" w:lineRule="exact"/>
      <w:textAlignment w:val="baseline"/>
    </w:pPr>
    <w:rPr>
      <w:rFonts w:eastAsia="PMingLiU"/>
      <w:noProof/>
      <w:sz w:val="18"/>
    </w:rPr>
  </w:style>
  <w:style w:type="paragraph" w:customStyle="1" w:styleId="RegisterForm">
    <w:name w:val="Register Form"/>
    <w:uiPriority w:val="99"/>
    <w:rsid w:val="00FE3F66"/>
    <w:pPr>
      <w:adjustRightInd w:val="0"/>
      <w:snapToGrid w:val="0"/>
      <w:spacing w:line="200" w:lineRule="exact"/>
      <w:jc w:val="center"/>
    </w:pPr>
    <w:rPr>
      <w:rFonts w:ascii="Arial" w:hAnsi="Arial"/>
      <w:bCs/>
      <w:sz w:val="18"/>
      <w:lang w:eastAsia="zh-TW"/>
    </w:rPr>
  </w:style>
  <w:style w:type="paragraph" w:customStyle="1" w:styleId="RegisterFormField">
    <w:name w:val="Register Form Field"/>
    <w:basedOn w:val="RegisterForm"/>
    <w:uiPriority w:val="99"/>
    <w:rsid w:val="00FE3F66"/>
    <w:pPr>
      <w:widowControl w:val="0"/>
    </w:pPr>
    <w:rPr>
      <w:b/>
      <w:bCs w:val="0"/>
      <w:caps/>
      <w:snapToGrid w:val="0"/>
      <w:sz w:val="16"/>
    </w:rPr>
  </w:style>
  <w:style w:type="paragraph" w:customStyle="1" w:styleId="RegDescriptionColName">
    <w:name w:val="RegDescription ColName"/>
    <w:basedOn w:val="a1"/>
    <w:uiPriority w:val="99"/>
    <w:rsid w:val="00FE3F66"/>
    <w:pPr>
      <w:adjustRightInd/>
      <w:snapToGrid/>
      <w:spacing w:line="240" w:lineRule="exact"/>
      <w:jc w:val="center"/>
    </w:pPr>
    <w:rPr>
      <w:rFonts w:eastAsia="PMingLiU"/>
      <w:b/>
      <w:bCs/>
      <w:sz w:val="18"/>
    </w:rPr>
  </w:style>
  <w:style w:type="paragraph" w:customStyle="1" w:styleId="RegDescriptionCenter">
    <w:name w:val="RegDescription Center"/>
    <w:basedOn w:val="a1"/>
    <w:uiPriority w:val="99"/>
    <w:rsid w:val="00FE3F66"/>
    <w:pPr>
      <w:adjustRightInd/>
      <w:snapToGrid/>
      <w:spacing w:line="240" w:lineRule="exact"/>
      <w:jc w:val="center"/>
    </w:pPr>
    <w:rPr>
      <w:rFonts w:eastAsia="PMingLiU"/>
      <w:sz w:val="18"/>
    </w:rPr>
  </w:style>
  <w:style w:type="paragraph" w:customStyle="1" w:styleId="DTVNotes">
    <w:name w:val="!DTV頁面內文Notes"/>
    <w:basedOn w:val="a1"/>
    <w:uiPriority w:val="99"/>
    <w:rsid w:val="00FE3F66"/>
    <w:pPr>
      <w:numPr>
        <w:numId w:val="2"/>
      </w:numPr>
      <w:adjustRightInd/>
      <w:snapToGrid/>
      <w:spacing w:line="240" w:lineRule="atLeast"/>
    </w:pPr>
    <w:rPr>
      <w:rFonts w:eastAsia="PMingLiU"/>
    </w:rPr>
  </w:style>
  <w:style w:type="paragraph" w:customStyle="1" w:styleId="tableconfiguremiddle">
    <w:name w:val="table configure (middle)"/>
    <w:basedOn w:val="a1"/>
    <w:uiPriority w:val="99"/>
    <w:rsid w:val="00FE3F66"/>
    <w:pPr>
      <w:widowControl w:val="0"/>
      <w:adjustRightInd/>
      <w:spacing w:line="240" w:lineRule="atLeast"/>
      <w:jc w:val="center"/>
    </w:pPr>
    <w:rPr>
      <w:rFonts w:eastAsia="PMingLiU"/>
      <w:sz w:val="18"/>
    </w:rPr>
  </w:style>
  <w:style w:type="paragraph" w:customStyle="1" w:styleId="tableconfiguremiddlebitname">
    <w:name w:val="table configure (middle_bit_name)"/>
    <w:basedOn w:val="tableconfiguremiddle"/>
    <w:uiPriority w:val="99"/>
    <w:rsid w:val="00FE3F66"/>
    <w:pPr>
      <w:snapToGrid/>
      <w:spacing w:before="20" w:after="20" w:line="240" w:lineRule="exact"/>
    </w:pPr>
    <w:rPr>
      <w:color w:val="0000FF"/>
    </w:rPr>
  </w:style>
  <w:style w:type="paragraph" w:customStyle="1" w:styleId="TableText">
    <w:name w:val="Table Text"/>
    <w:basedOn w:val="a1"/>
    <w:uiPriority w:val="99"/>
    <w:rsid w:val="00FE3F66"/>
    <w:pPr>
      <w:spacing w:before="40" w:after="40" w:line="240" w:lineRule="auto"/>
      <w:ind w:left="29" w:right="29"/>
      <w:jc w:val="left"/>
    </w:pPr>
    <w:rPr>
      <w:rFonts w:ascii="Times New Roman" w:eastAsia="PMingLiU" w:hAnsi="Times New Roman"/>
      <w:snapToGrid w:val="0"/>
    </w:rPr>
  </w:style>
  <w:style w:type="numbering" w:customStyle="1" w:styleId="BulletOutline">
    <w:name w:val="Bullet Outline"/>
    <w:rsid w:val="008C7E5D"/>
  </w:style>
  <w:style w:type="paragraph" w:styleId="HTML">
    <w:name w:val="HTML Preformatted"/>
    <w:basedOn w:val="a1"/>
    <w:link w:val="HTML0"/>
    <w:uiPriority w:val="99"/>
    <w:rsid w:val="00286B99"/>
    <w:rPr>
      <w:rFonts w:ascii="Courier New" w:hAnsi="Courier New" w:cs="Courier New"/>
    </w:rPr>
  </w:style>
  <w:style w:type="paragraph" w:customStyle="1" w:styleId="TableCaption">
    <w:name w:val="Table Caption"/>
    <w:basedOn w:val="a5"/>
    <w:next w:val="NormalTableau"/>
    <w:uiPriority w:val="99"/>
    <w:rsid w:val="00FE2530"/>
    <w:pPr>
      <w:keepNext/>
    </w:pPr>
  </w:style>
  <w:style w:type="paragraph" w:customStyle="1" w:styleId="FigureCaption">
    <w:name w:val="Figure Caption"/>
    <w:basedOn w:val="a5"/>
    <w:next w:val="a1"/>
    <w:uiPriority w:val="99"/>
    <w:rsid w:val="00FE2530"/>
    <w:rPr>
      <w:rFonts w:eastAsia="Arial"/>
    </w:rPr>
  </w:style>
  <w:style w:type="paragraph" w:customStyle="1" w:styleId="CodeExcerpt">
    <w:name w:val="Code Excerpt"/>
    <w:basedOn w:val="a1"/>
    <w:uiPriority w:val="99"/>
    <w:rsid w:val="00464043"/>
    <w:pPr>
      <w:ind w:left="357"/>
      <w:jc w:val="left"/>
    </w:pPr>
    <w:rPr>
      <w:rFonts w:ascii="Lucida Console" w:eastAsia="Lucida Console" w:hAnsi="Lucida Console"/>
      <w:sz w:val="16"/>
    </w:rPr>
  </w:style>
  <w:style w:type="paragraph" w:styleId="af0">
    <w:name w:val="Date"/>
    <w:basedOn w:val="a1"/>
    <w:next w:val="a1"/>
    <w:link w:val="af1"/>
    <w:uiPriority w:val="99"/>
    <w:rsid w:val="00325E8F"/>
    <w:pPr>
      <w:ind w:leftChars="2500" w:left="100"/>
    </w:pPr>
  </w:style>
  <w:style w:type="numbering" w:styleId="1111110">
    <w:name w:val="Outline List 2"/>
    <w:basedOn w:val="a4"/>
    <w:rsid w:val="008C439D"/>
  </w:style>
  <w:style w:type="character" w:styleId="af2">
    <w:name w:val="annotation reference"/>
    <w:basedOn w:val="a2"/>
    <w:uiPriority w:val="99"/>
    <w:rsid w:val="00134832"/>
    <w:rPr>
      <w:sz w:val="18"/>
      <w:szCs w:val="18"/>
    </w:rPr>
  </w:style>
  <w:style w:type="paragraph" w:styleId="af3">
    <w:name w:val="annotation text"/>
    <w:basedOn w:val="a1"/>
    <w:link w:val="af4"/>
    <w:uiPriority w:val="99"/>
    <w:rsid w:val="00134832"/>
    <w:pPr>
      <w:jc w:val="left"/>
    </w:pPr>
  </w:style>
  <w:style w:type="paragraph" w:styleId="af5">
    <w:name w:val="Balloon Text"/>
    <w:basedOn w:val="a1"/>
    <w:link w:val="af6"/>
    <w:uiPriority w:val="99"/>
    <w:rsid w:val="00134832"/>
    <w:rPr>
      <w:sz w:val="18"/>
      <w:szCs w:val="18"/>
    </w:rPr>
  </w:style>
  <w:style w:type="table" w:styleId="12">
    <w:name w:val="Table Classic 1"/>
    <w:basedOn w:val="a3"/>
    <w:rsid w:val="00247675"/>
    <w:pPr>
      <w:adjustRightInd w:val="0"/>
      <w:snapToGrid w:val="0"/>
      <w:spacing w:line="300" w:lineRule="auto"/>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Columns 3"/>
    <w:basedOn w:val="a3"/>
    <w:rsid w:val="00247675"/>
    <w:pPr>
      <w:adjustRightInd w:val="0"/>
      <w:snapToGrid w:val="0"/>
      <w:spacing w:line="300" w:lineRule="auto"/>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81">
    <w:name w:val="Table Grid 8"/>
    <w:basedOn w:val="a3"/>
    <w:rsid w:val="00247675"/>
    <w:pPr>
      <w:adjustRightInd w:val="0"/>
      <w:snapToGrid w:val="0"/>
      <w:spacing w:line="300" w:lineRule="auto"/>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7">
    <w:name w:val="Intense Quote"/>
    <w:basedOn w:val="a1"/>
    <w:next w:val="a1"/>
    <w:link w:val="af8"/>
    <w:uiPriority w:val="30"/>
    <w:qFormat/>
    <w:rsid w:val="00E42F9C"/>
    <w:pPr>
      <w:pBdr>
        <w:bottom w:val="single" w:sz="4" w:space="4" w:color="4F81BD" w:themeColor="accent1"/>
      </w:pBdr>
      <w:spacing w:before="200" w:after="280"/>
      <w:ind w:left="936" w:right="936"/>
    </w:pPr>
    <w:rPr>
      <w:b/>
      <w:bCs/>
      <w:i/>
      <w:iCs/>
      <w:color w:val="4F81BD" w:themeColor="accent1"/>
    </w:rPr>
  </w:style>
  <w:style w:type="character" w:customStyle="1" w:styleId="af8">
    <w:name w:val="明显引用 字符"/>
    <w:basedOn w:val="a2"/>
    <w:link w:val="af7"/>
    <w:uiPriority w:val="30"/>
    <w:rsid w:val="00E42F9C"/>
    <w:rPr>
      <w:rFonts w:ascii="Arial" w:eastAsia="Arial" w:hAnsi="Arial"/>
      <w:b/>
      <w:bCs/>
      <w:i/>
      <w:iCs/>
      <w:color w:val="4F81BD" w:themeColor="accent1"/>
      <w:kern w:val="2"/>
      <w:szCs w:val="24"/>
      <w:lang w:eastAsia="zh-TW"/>
    </w:rPr>
  </w:style>
  <w:style w:type="character" w:styleId="af9">
    <w:name w:val="Subtle Reference"/>
    <w:basedOn w:val="a2"/>
    <w:uiPriority w:val="31"/>
    <w:qFormat/>
    <w:rsid w:val="00E42F9C"/>
    <w:rPr>
      <w:smallCaps/>
      <w:color w:val="C0504D" w:themeColor="accent2"/>
      <w:u w:val="single"/>
    </w:rPr>
  </w:style>
  <w:style w:type="paragraph" w:styleId="afa">
    <w:name w:val="List Paragraph"/>
    <w:basedOn w:val="a1"/>
    <w:link w:val="afb"/>
    <w:uiPriority w:val="34"/>
    <w:qFormat/>
    <w:rsid w:val="00061A6F"/>
    <w:pPr>
      <w:ind w:firstLineChars="200" w:firstLine="420"/>
    </w:pPr>
  </w:style>
  <w:style w:type="character" w:customStyle="1" w:styleId="10">
    <w:name w:val="标题 1 字符"/>
    <w:aliases w:val="my标题1级 字符"/>
    <w:basedOn w:val="a2"/>
    <w:link w:val="1"/>
    <w:uiPriority w:val="9"/>
    <w:rsid w:val="00D52A29"/>
    <w:rPr>
      <w:rFonts w:ascii="Century Schoolbook" w:eastAsia="宋体" w:hAnsi="Century Schoolbook" w:cs="Arial"/>
      <w:b/>
      <w:bCs/>
      <w:color w:val="C00000"/>
      <w:kern w:val="52"/>
      <w:sz w:val="36"/>
      <w:szCs w:val="52"/>
      <w:lang w:eastAsia="zh-TW"/>
    </w:rPr>
  </w:style>
  <w:style w:type="character" w:customStyle="1" w:styleId="20">
    <w:name w:val="标题 2 字符"/>
    <w:aliases w:val="my标题2级 字符"/>
    <w:basedOn w:val="a2"/>
    <w:link w:val="2"/>
    <w:uiPriority w:val="9"/>
    <w:rsid w:val="00350C59"/>
    <w:rPr>
      <w:rFonts w:ascii="Century Schoolbook" w:eastAsia="宋体" w:hAnsi="Century Schoolbook" w:cs="Arial"/>
      <w:b/>
      <w:color w:val="C00000"/>
      <w:kern w:val="52"/>
      <w:sz w:val="28"/>
      <w:szCs w:val="48"/>
    </w:rPr>
  </w:style>
  <w:style w:type="character" w:customStyle="1" w:styleId="30">
    <w:name w:val="标题 3 字符"/>
    <w:aliases w:val="my标题3级 字符"/>
    <w:basedOn w:val="a2"/>
    <w:link w:val="3"/>
    <w:uiPriority w:val="9"/>
    <w:rsid w:val="00081378"/>
    <w:rPr>
      <w:rFonts w:ascii="Century Schoolbook" w:eastAsia="宋体" w:hAnsi="Century Schoolbook" w:cs="Arial"/>
      <w:b/>
      <w:bCs/>
      <w:color w:val="C00000"/>
      <w:kern w:val="52"/>
      <w:sz w:val="24"/>
      <w:szCs w:val="24"/>
    </w:rPr>
  </w:style>
  <w:style w:type="character" w:customStyle="1" w:styleId="40">
    <w:name w:val="标题 4 字符"/>
    <w:basedOn w:val="a2"/>
    <w:link w:val="4"/>
    <w:uiPriority w:val="9"/>
    <w:rsid w:val="00035477"/>
    <w:rPr>
      <w:rFonts w:ascii="Century Schoolbook" w:eastAsia="宋体" w:hAnsi="Century Schoolbook" w:cs="Arial"/>
      <w:b/>
      <w:color w:val="C00000"/>
      <w:kern w:val="52"/>
      <w:sz w:val="22"/>
      <w:szCs w:val="22"/>
    </w:rPr>
  </w:style>
  <w:style w:type="character" w:customStyle="1" w:styleId="50">
    <w:name w:val="标题 5 字符"/>
    <w:basedOn w:val="a2"/>
    <w:link w:val="5"/>
    <w:uiPriority w:val="9"/>
    <w:rsid w:val="00E00499"/>
    <w:rPr>
      <w:rFonts w:ascii="Century Schoolbook" w:eastAsia="宋体" w:hAnsi="Century Schoolbook" w:cs="Arial"/>
      <w:b/>
      <w:color w:val="C00000"/>
      <w:kern w:val="52"/>
    </w:rPr>
  </w:style>
  <w:style w:type="character" w:customStyle="1" w:styleId="60">
    <w:name w:val="标题 6 字符"/>
    <w:basedOn w:val="a2"/>
    <w:link w:val="6"/>
    <w:uiPriority w:val="9"/>
    <w:rsid w:val="00E00499"/>
    <w:rPr>
      <w:rFonts w:ascii="Century Schoolbook" w:eastAsia="宋体" w:hAnsi="Century Schoolbook" w:cs="Arial"/>
      <w:bCs/>
      <w:color w:val="C00000"/>
      <w:kern w:val="52"/>
    </w:rPr>
  </w:style>
  <w:style w:type="character" w:customStyle="1" w:styleId="70">
    <w:name w:val="标题 7 字符"/>
    <w:basedOn w:val="a2"/>
    <w:link w:val="7"/>
    <w:uiPriority w:val="99"/>
    <w:rsid w:val="00E00499"/>
    <w:rPr>
      <w:rFonts w:ascii="Arial" w:hAnsi="Arial"/>
      <w:i/>
      <w:szCs w:val="24"/>
      <w:lang w:eastAsia="zh-TW"/>
    </w:rPr>
  </w:style>
  <w:style w:type="character" w:customStyle="1" w:styleId="80">
    <w:name w:val="标题 8 字符"/>
    <w:basedOn w:val="a2"/>
    <w:link w:val="8"/>
    <w:uiPriority w:val="99"/>
    <w:rsid w:val="00E00499"/>
    <w:rPr>
      <w:rFonts w:ascii="Arial" w:hAnsi="Arial"/>
      <w:i/>
      <w:iCs/>
      <w:szCs w:val="24"/>
      <w:lang w:eastAsia="zh-TW"/>
    </w:rPr>
  </w:style>
  <w:style w:type="character" w:customStyle="1" w:styleId="90">
    <w:name w:val="标题 9 字符"/>
    <w:basedOn w:val="a2"/>
    <w:link w:val="9"/>
    <w:uiPriority w:val="99"/>
    <w:rsid w:val="00E00499"/>
    <w:rPr>
      <w:rFonts w:ascii="Arial" w:hAnsi="Arial" w:cs="Arial"/>
      <w:i/>
      <w:szCs w:val="22"/>
      <w:lang w:eastAsia="zh-TW"/>
    </w:rPr>
  </w:style>
  <w:style w:type="character" w:styleId="afc">
    <w:name w:val="FollowedHyperlink"/>
    <w:basedOn w:val="a2"/>
    <w:uiPriority w:val="99"/>
    <w:unhideWhenUsed/>
    <w:rsid w:val="00E00499"/>
    <w:rPr>
      <w:color w:val="800080" w:themeColor="followedHyperlink"/>
      <w:u w:val="single"/>
    </w:rPr>
  </w:style>
  <w:style w:type="character" w:customStyle="1" w:styleId="HTML0">
    <w:name w:val="HTML 预设格式 字符"/>
    <w:basedOn w:val="a2"/>
    <w:link w:val="HTML"/>
    <w:uiPriority w:val="99"/>
    <w:rsid w:val="00E00499"/>
    <w:rPr>
      <w:rFonts w:ascii="Courier New" w:eastAsia="Arial" w:hAnsi="Courier New" w:cs="Courier New"/>
      <w:kern w:val="2"/>
      <w:lang w:eastAsia="zh-TW"/>
    </w:rPr>
  </w:style>
  <w:style w:type="character" w:customStyle="1" w:styleId="af4">
    <w:name w:val="批注文字 字符"/>
    <w:basedOn w:val="a2"/>
    <w:link w:val="af3"/>
    <w:uiPriority w:val="99"/>
    <w:rsid w:val="00E00499"/>
    <w:rPr>
      <w:rFonts w:ascii="Arial" w:eastAsia="Arial" w:hAnsi="Arial"/>
      <w:kern w:val="2"/>
      <w:szCs w:val="24"/>
      <w:lang w:eastAsia="zh-TW"/>
    </w:rPr>
  </w:style>
  <w:style w:type="character" w:customStyle="1" w:styleId="a7">
    <w:name w:val="页眉 字符"/>
    <w:basedOn w:val="a2"/>
    <w:link w:val="a6"/>
    <w:uiPriority w:val="99"/>
    <w:rsid w:val="00E00499"/>
    <w:rPr>
      <w:rFonts w:ascii="Arial" w:eastAsia="Arial" w:hAnsi="Arial"/>
      <w:b/>
      <w:kern w:val="2"/>
      <w:sz w:val="32"/>
      <w:szCs w:val="24"/>
      <w:lang w:eastAsia="zh-TW"/>
    </w:rPr>
  </w:style>
  <w:style w:type="character" w:customStyle="1" w:styleId="a9">
    <w:name w:val="页脚 字符"/>
    <w:basedOn w:val="a2"/>
    <w:link w:val="a8"/>
    <w:uiPriority w:val="99"/>
    <w:rsid w:val="00E00499"/>
    <w:rPr>
      <w:rFonts w:ascii="Arial" w:eastAsia="Arial" w:hAnsi="Arial"/>
      <w:kern w:val="2"/>
      <w:lang w:eastAsia="zh-TW"/>
    </w:rPr>
  </w:style>
  <w:style w:type="character" w:customStyle="1" w:styleId="af1">
    <w:name w:val="日期 字符"/>
    <w:basedOn w:val="a2"/>
    <w:link w:val="af0"/>
    <w:uiPriority w:val="99"/>
    <w:rsid w:val="00E00499"/>
    <w:rPr>
      <w:rFonts w:ascii="Arial" w:eastAsia="Arial" w:hAnsi="Arial"/>
      <w:kern w:val="2"/>
      <w:szCs w:val="24"/>
      <w:lang w:eastAsia="zh-TW"/>
    </w:rPr>
  </w:style>
  <w:style w:type="character" w:customStyle="1" w:styleId="ac">
    <w:name w:val="文档结构图 字符"/>
    <w:basedOn w:val="a2"/>
    <w:link w:val="ab"/>
    <w:uiPriority w:val="99"/>
    <w:rsid w:val="00E00499"/>
    <w:rPr>
      <w:rFonts w:ascii="Arial" w:eastAsia="Arial" w:hAnsi="Arial"/>
      <w:kern w:val="2"/>
      <w:szCs w:val="24"/>
      <w:shd w:val="clear" w:color="auto" w:fill="000080"/>
      <w:lang w:eastAsia="zh-TW"/>
    </w:rPr>
  </w:style>
  <w:style w:type="character" w:customStyle="1" w:styleId="af6">
    <w:name w:val="批注框文本 字符"/>
    <w:basedOn w:val="a2"/>
    <w:link w:val="af5"/>
    <w:uiPriority w:val="99"/>
    <w:rsid w:val="00E00499"/>
    <w:rPr>
      <w:rFonts w:ascii="Arial" w:eastAsia="Arial" w:hAnsi="Arial"/>
      <w:kern w:val="2"/>
      <w:sz w:val="18"/>
      <w:szCs w:val="18"/>
      <w:lang w:eastAsia="zh-TW"/>
    </w:rPr>
  </w:style>
  <w:style w:type="paragraph" w:styleId="TOC">
    <w:name w:val="TOC Heading"/>
    <w:basedOn w:val="1"/>
    <w:next w:val="a1"/>
    <w:uiPriority w:val="39"/>
    <w:unhideWhenUsed/>
    <w:qFormat/>
    <w:rsid w:val="00FD7997"/>
    <w:pPr>
      <w:keepLines/>
      <w:pageBreakBefore w:val="0"/>
      <w:widowControl/>
      <w:numPr>
        <w:numId w:val="0"/>
      </w:numPr>
      <w:pBdr>
        <w:bottom w:val="none" w:sz="0" w:space="0" w:color="auto"/>
      </w:pBdr>
      <w:adjustRightInd/>
      <w:snapToGrid/>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a0">
    <w:name w:val="範本說明"/>
    <w:basedOn w:val="a1"/>
    <w:next w:val="a1"/>
    <w:autoRedefine/>
    <w:uiPriority w:val="99"/>
    <w:rsid w:val="00774FE0"/>
    <w:pPr>
      <w:numPr>
        <w:numId w:val="7"/>
      </w:numPr>
      <w:adjustRightInd/>
      <w:snapToGrid/>
      <w:ind w:right="180"/>
    </w:pPr>
    <w:rPr>
      <w:rFonts w:eastAsia="PMingLiU" w:cs="Arial"/>
      <w:color w:val="0000FF"/>
      <w:sz w:val="24"/>
    </w:rPr>
  </w:style>
  <w:style w:type="paragraph" w:styleId="afd">
    <w:name w:val="Normal Indent"/>
    <w:basedOn w:val="a1"/>
    <w:uiPriority w:val="99"/>
    <w:unhideWhenUsed/>
    <w:rsid w:val="005511E9"/>
    <w:pPr>
      <w:adjustRightInd/>
      <w:snapToGrid/>
      <w:ind w:left="482"/>
      <w:jc w:val="left"/>
    </w:pPr>
    <w:rPr>
      <w:rFonts w:eastAsia="PMingLiU" w:cs="Arial"/>
      <w:sz w:val="18"/>
    </w:rPr>
  </w:style>
  <w:style w:type="paragraph" w:customStyle="1" w:styleId="Indentbullet">
    <w:name w:val="Indent bullet"/>
    <w:basedOn w:val="a1"/>
    <w:autoRedefine/>
    <w:uiPriority w:val="99"/>
    <w:rsid w:val="007124D3"/>
    <w:pPr>
      <w:tabs>
        <w:tab w:val="num" w:pos="720"/>
      </w:tabs>
      <w:adjustRightInd/>
      <w:spacing w:line="240" w:lineRule="auto"/>
      <w:ind w:left="720"/>
      <w:jc w:val="left"/>
    </w:pPr>
    <w:rPr>
      <w:rFonts w:eastAsia="PMingLiU"/>
      <w:sz w:val="18"/>
      <w:lang w:eastAsia="en-US"/>
    </w:rPr>
  </w:style>
  <w:style w:type="paragraph" w:styleId="afe">
    <w:name w:val="Normal (Web)"/>
    <w:basedOn w:val="a1"/>
    <w:uiPriority w:val="99"/>
    <w:unhideWhenUsed/>
    <w:rsid w:val="00CC0068"/>
    <w:pPr>
      <w:widowControl w:val="0"/>
      <w:adjustRightInd/>
      <w:snapToGrid/>
      <w:spacing w:line="240" w:lineRule="auto"/>
      <w:jc w:val="left"/>
    </w:pPr>
    <w:rPr>
      <w:rFonts w:ascii="Times New Roman" w:eastAsia="PMingLiU" w:hAnsi="Times New Roman" w:cs="Arial"/>
      <w:sz w:val="24"/>
    </w:rPr>
  </w:style>
  <w:style w:type="paragraph" w:styleId="a">
    <w:name w:val="List Number"/>
    <w:basedOn w:val="a1"/>
    <w:uiPriority w:val="99"/>
    <w:unhideWhenUsed/>
    <w:rsid w:val="00CC0068"/>
    <w:pPr>
      <w:numPr>
        <w:numId w:val="6"/>
      </w:numPr>
      <w:adjustRightInd/>
      <w:snapToGrid/>
    </w:pPr>
    <w:rPr>
      <w:rFonts w:eastAsia="PMingLiU" w:cs="Arial"/>
      <w:sz w:val="18"/>
    </w:rPr>
  </w:style>
  <w:style w:type="paragraph" w:customStyle="1" w:styleId="13">
    <w:name w:val="1"/>
    <w:link w:val="Char"/>
    <w:uiPriority w:val="99"/>
    <w:rsid w:val="00585F7F"/>
    <w:rPr>
      <w:sz w:val="18"/>
      <w:szCs w:val="18"/>
    </w:rPr>
  </w:style>
  <w:style w:type="character" w:customStyle="1" w:styleId="Char">
    <w:name w:val="批注框文本 Char"/>
    <w:basedOn w:val="a2"/>
    <w:link w:val="13"/>
    <w:uiPriority w:val="99"/>
    <w:rsid w:val="00585F7F"/>
    <w:rPr>
      <w:rFonts w:ascii="Arial" w:eastAsia="Arial" w:hAnsi="Arial"/>
      <w:kern w:val="2"/>
      <w:sz w:val="18"/>
      <w:szCs w:val="18"/>
      <w:lang w:eastAsia="zh-TW"/>
    </w:rPr>
  </w:style>
  <w:style w:type="character" w:customStyle="1" w:styleId="Char0">
    <w:name w:val="页眉 Char"/>
    <w:basedOn w:val="a2"/>
    <w:uiPriority w:val="99"/>
    <w:rsid w:val="00585F7F"/>
    <w:rPr>
      <w:rFonts w:ascii="Arial" w:eastAsia="Arial" w:hAnsi="Arial"/>
      <w:b/>
      <w:kern w:val="2"/>
      <w:sz w:val="32"/>
      <w:szCs w:val="24"/>
      <w:lang w:eastAsia="zh-TW"/>
    </w:rPr>
  </w:style>
  <w:style w:type="character" w:customStyle="1" w:styleId="Char1">
    <w:name w:val="页脚 Char"/>
    <w:basedOn w:val="a2"/>
    <w:uiPriority w:val="99"/>
    <w:rsid w:val="00585F7F"/>
    <w:rPr>
      <w:rFonts w:ascii="Arial" w:eastAsia="Arial" w:hAnsi="Arial"/>
      <w:kern w:val="2"/>
      <w:lang w:eastAsia="zh-TW"/>
    </w:rPr>
  </w:style>
  <w:style w:type="character" w:customStyle="1" w:styleId="opdicttext2">
    <w:name w:val="op_dict_text2"/>
    <w:basedOn w:val="a2"/>
    <w:rsid w:val="00585F7F"/>
  </w:style>
  <w:style w:type="character" w:customStyle="1" w:styleId="Char2">
    <w:name w:val="尾注文本 Char"/>
    <w:basedOn w:val="a2"/>
    <w:rsid w:val="00585F7F"/>
    <w:rPr>
      <w:rFonts w:ascii="Arial" w:eastAsia="Arial" w:hAnsi="Arial"/>
      <w:kern w:val="2"/>
      <w:lang w:eastAsia="zh-TW"/>
    </w:rPr>
  </w:style>
  <w:style w:type="paragraph" w:styleId="aff">
    <w:name w:val="endnote text"/>
    <w:basedOn w:val="a1"/>
    <w:link w:val="aff0"/>
    <w:uiPriority w:val="99"/>
    <w:rsid w:val="00585F7F"/>
    <w:pPr>
      <w:spacing w:line="240" w:lineRule="auto"/>
    </w:pPr>
  </w:style>
  <w:style w:type="character" w:customStyle="1" w:styleId="aff0">
    <w:name w:val="尾注文本 字符"/>
    <w:basedOn w:val="a2"/>
    <w:link w:val="aff"/>
    <w:uiPriority w:val="99"/>
    <w:rsid w:val="00585F7F"/>
    <w:rPr>
      <w:rFonts w:ascii="Arial" w:eastAsia="Arial" w:hAnsi="Arial"/>
      <w:kern w:val="2"/>
      <w:lang w:eastAsia="zh-TW"/>
    </w:rPr>
  </w:style>
  <w:style w:type="character" w:styleId="aff1">
    <w:name w:val="endnote reference"/>
    <w:basedOn w:val="a2"/>
    <w:rsid w:val="00585F7F"/>
    <w:rPr>
      <w:vertAlign w:val="superscript"/>
    </w:rPr>
  </w:style>
  <w:style w:type="paragraph" w:styleId="aff2">
    <w:name w:val="Title"/>
    <w:basedOn w:val="a1"/>
    <w:next w:val="a1"/>
    <w:link w:val="aff3"/>
    <w:uiPriority w:val="10"/>
    <w:qFormat/>
    <w:rsid w:val="009411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3">
    <w:name w:val="标题 字符"/>
    <w:basedOn w:val="a2"/>
    <w:link w:val="aff2"/>
    <w:uiPriority w:val="10"/>
    <w:rsid w:val="00941195"/>
    <w:rPr>
      <w:rFonts w:asciiTheme="majorHAnsi" w:eastAsiaTheme="majorEastAsia" w:hAnsiTheme="majorHAnsi" w:cstheme="majorBidi"/>
      <w:color w:val="17365D" w:themeColor="text2" w:themeShade="BF"/>
      <w:spacing w:val="5"/>
      <w:kern w:val="28"/>
      <w:sz w:val="52"/>
      <w:szCs w:val="52"/>
      <w:lang w:eastAsia="zh-TW"/>
    </w:rPr>
  </w:style>
  <w:style w:type="paragraph" w:customStyle="1" w:styleId="Pa15">
    <w:name w:val="Pa15"/>
    <w:basedOn w:val="a1"/>
    <w:next w:val="a1"/>
    <w:uiPriority w:val="99"/>
    <w:rsid w:val="00941195"/>
    <w:pPr>
      <w:autoSpaceDE w:val="0"/>
      <w:autoSpaceDN w:val="0"/>
      <w:snapToGrid/>
      <w:spacing w:line="201" w:lineRule="atLeast"/>
      <w:jc w:val="left"/>
    </w:pPr>
    <w:rPr>
      <w:rFonts w:eastAsiaTheme="minorEastAsia" w:cs="Arial"/>
      <w:sz w:val="24"/>
    </w:rPr>
  </w:style>
  <w:style w:type="character" w:styleId="aff4">
    <w:name w:val="Placeholder Text"/>
    <w:basedOn w:val="a2"/>
    <w:uiPriority w:val="99"/>
    <w:semiHidden/>
    <w:rsid w:val="00CC5584"/>
    <w:rPr>
      <w:color w:val="808080"/>
    </w:rPr>
  </w:style>
  <w:style w:type="paragraph" w:customStyle="1" w:styleId="Default">
    <w:name w:val="Default"/>
    <w:rsid w:val="00CC5584"/>
    <w:pPr>
      <w:autoSpaceDE w:val="0"/>
      <w:autoSpaceDN w:val="0"/>
      <w:adjustRightInd w:val="0"/>
    </w:pPr>
    <w:rPr>
      <w:rFonts w:ascii="Tahoma" w:hAnsi="Tahoma" w:cs="Tahoma"/>
      <w:color w:val="000000"/>
      <w:sz w:val="24"/>
      <w:szCs w:val="24"/>
    </w:rPr>
  </w:style>
  <w:style w:type="paragraph" w:styleId="61">
    <w:name w:val="toc 6"/>
    <w:basedOn w:val="a1"/>
    <w:next w:val="a1"/>
    <w:autoRedefine/>
    <w:uiPriority w:val="39"/>
    <w:unhideWhenUsed/>
    <w:rsid w:val="00CC5584"/>
    <w:pPr>
      <w:adjustRightInd/>
      <w:snapToGrid/>
      <w:spacing w:after="100" w:line="276" w:lineRule="auto"/>
      <w:ind w:left="1100"/>
      <w:jc w:val="left"/>
    </w:pPr>
    <w:rPr>
      <w:rFonts w:asciiTheme="minorHAnsi" w:eastAsiaTheme="minorEastAsia" w:hAnsiTheme="minorHAnsi" w:cstheme="minorBidi"/>
      <w:sz w:val="22"/>
      <w:szCs w:val="22"/>
    </w:rPr>
  </w:style>
  <w:style w:type="paragraph" w:styleId="71">
    <w:name w:val="toc 7"/>
    <w:basedOn w:val="a1"/>
    <w:next w:val="a1"/>
    <w:autoRedefine/>
    <w:uiPriority w:val="39"/>
    <w:unhideWhenUsed/>
    <w:rsid w:val="00CC5584"/>
    <w:pPr>
      <w:adjustRightInd/>
      <w:snapToGrid/>
      <w:spacing w:after="100" w:line="276" w:lineRule="auto"/>
      <w:ind w:left="1320"/>
      <w:jc w:val="left"/>
    </w:pPr>
    <w:rPr>
      <w:rFonts w:asciiTheme="minorHAnsi" w:eastAsiaTheme="minorEastAsia" w:hAnsiTheme="minorHAnsi" w:cstheme="minorBidi"/>
      <w:sz w:val="22"/>
      <w:szCs w:val="22"/>
    </w:rPr>
  </w:style>
  <w:style w:type="paragraph" w:styleId="82">
    <w:name w:val="toc 8"/>
    <w:basedOn w:val="a1"/>
    <w:next w:val="a1"/>
    <w:autoRedefine/>
    <w:uiPriority w:val="39"/>
    <w:unhideWhenUsed/>
    <w:rsid w:val="00CC5584"/>
    <w:pPr>
      <w:adjustRightInd/>
      <w:snapToGrid/>
      <w:spacing w:after="100" w:line="276" w:lineRule="auto"/>
      <w:ind w:left="1540"/>
      <w:jc w:val="left"/>
    </w:pPr>
    <w:rPr>
      <w:rFonts w:asciiTheme="minorHAnsi" w:eastAsiaTheme="minorEastAsia" w:hAnsiTheme="minorHAnsi" w:cstheme="minorBidi"/>
      <w:sz w:val="22"/>
      <w:szCs w:val="22"/>
    </w:rPr>
  </w:style>
  <w:style w:type="paragraph" w:styleId="91">
    <w:name w:val="toc 9"/>
    <w:basedOn w:val="a1"/>
    <w:next w:val="a1"/>
    <w:autoRedefine/>
    <w:uiPriority w:val="39"/>
    <w:unhideWhenUsed/>
    <w:rsid w:val="00CC5584"/>
    <w:pPr>
      <w:adjustRightInd/>
      <w:snapToGrid/>
      <w:spacing w:after="100" w:line="276" w:lineRule="auto"/>
      <w:ind w:left="1760"/>
      <w:jc w:val="left"/>
    </w:pPr>
    <w:rPr>
      <w:rFonts w:asciiTheme="minorHAnsi" w:eastAsiaTheme="minorEastAsia" w:hAnsiTheme="minorHAnsi" w:cstheme="minorBidi"/>
      <w:sz w:val="22"/>
      <w:szCs w:val="22"/>
    </w:rPr>
  </w:style>
  <w:style w:type="paragraph" w:customStyle="1" w:styleId="regdefine">
    <w:name w:val="reg_define"/>
    <w:basedOn w:val="tableconfiguremiddle"/>
    <w:uiPriority w:val="99"/>
    <w:rsid w:val="00CC5584"/>
    <w:pPr>
      <w:spacing w:before="60" w:after="60"/>
      <w:jc w:val="left"/>
    </w:pPr>
    <w:rPr>
      <w:b/>
      <w:i/>
      <w:color w:val="0000FF"/>
      <w:sz w:val="24"/>
    </w:rPr>
  </w:style>
  <w:style w:type="paragraph" w:customStyle="1" w:styleId="font5">
    <w:name w:val="font5"/>
    <w:basedOn w:val="a1"/>
    <w:uiPriority w:val="99"/>
    <w:rsid w:val="00CC5584"/>
    <w:pPr>
      <w:adjustRightInd/>
      <w:snapToGrid/>
      <w:spacing w:before="100" w:beforeAutospacing="1" w:after="100" w:afterAutospacing="1" w:line="240" w:lineRule="auto"/>
      <w:jc w:val="left"/>
    </w:pPr>
    <w:rPr>
      <w:rFonts w:ascii="PMingLiU" w:eastAsia="PMingLiU" w:hAnsi="PMingLiU" w:cs="PMingLiU"/>
      <w:sz w:val="18"/>
      <w:szCs w:val="18"/>
    </w:rPr>
  </w:style>
  <w:style w:type="paragraph" w:customStyle="1" w:styleId="font6">
    <w:name w:val="font6"/>
    <w:basedOn w:val="a1"/>
    <w:uiPriority w:val="99"/>
    <w:rsid w:val="00CC5584"/>
    <w:pPr>
      <w:adjustRightInd/>
      <w:snapToGrid/>
      <w:spacing w:before="100" w:beforeAutospacing="1" w:after="100" w:afterAutospacing="1" w:line="240" w:lineRule="auto"/>
      <w:jc w:val="left"/>
    </w:pPr>
    <w:rPr>
      <w:rFonts w:eastAsia="PMingLiU" w:cs="Arial"/>
      <w:sz w:val="18"/>
      <w:szCs w:val="18"/>
    </w:rPr>
  </w:style>
  <w:style w:type="paragraph" w:customStyle="1" w:styleId="xl24">
    <w:name w:val="xl24"/>
    <w:basedOn w:val="a1"/>
    <w:uiPriority w:val="99"/>
    <w:rsid w:val="00CC5584"/>
    <w:pPr>
      <w:shd w:val="clear" w:color="auto" w:fill="FFFFFF"/>
      <w:adjustRightInd/>
      <w:snapToGrid/>
      <w:spacing w:before="100" w:beforeAutospacing="1" w:after="100" w:afterAutospacing="1" w:line="240" w:lineRule="auto"/>
      <w:jc w:val="left"/>
    </w:pPr>
    <w:rPr>
      <w:rFonts w:eastAsia="PMingLiU" w:cs="Arial"/>
      <w:sz w:val="18"/>
      <w:szCs w:val="18"/>
    </w:rPr>
  </w:style>
  <w:style w:type="paragraph" w:customStyle="1" w:styleId="xl25">
    <w:name w:val="xl25"/>
    <w:basedOn w:val="a1"/>
    <w:uiPriority w:val="99"/>
    <w:rsid w:val="00CC5584"/>
    <w:pPr>
      <w:pBdr>
        <w:top w:val="single" w:sz="4" w:space="0" w:color="000000"/>
        <w:left w:val="single" w:sz="4" w:space="0" w:color="000000"/>
        <w:bottom w:val="single" w:sz="4" w:space="0" w:color="000000"/>
        <w:right w:val="single" w:sz="4"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26">
    <w:name w:val="xl26"/>
    <w:basedOn w:val="a1"/>
    <w:uiPriority w:val="99"/>
    <w:rsid w:val="00CC5584"/>
    <w:pPr>
      <w:pBdr>
        <w:top w:val="single" w:sz="4" w:space="0" w:color="000000"/>
        <w:left w:val="single" w:sz="4" w:space="0" w:color="000000"/>
        <w:bottom w:val="single" w:sz="12" w:space="0" w:color="000000"/>
        <w:right w:val="single" w:sz="4"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27">
    <w:name w:val="xl27"/>
    <w:basedOn w:val="a1"/>
    <w:uiPriority w:val="99"/>
    <w:rsid w:val="00CC5584"/>
    <w:pPr>
      <w:pBdr>
        <w:top w:val="single" w:sz="12" w:space="0" w:color="000000"/>
        <w:left w:val="single" w:sz="4" w:space="0" w:color="000000"/>
        <w:bottom w:val="single" w:sz="12" w:space="0" w:color="000000"/>
        <w:right w:val="single" w:sz="4"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28">
    <w:name w:val="xl28"/>
    <w:basedOn w:val="a1"/>
    <w:uiPriority w:val="99"/>
    <w:rsid w:val="00CC5584"/>
    <w:pPr>
      <w:pBdr>
        <w:top w:val="single" w:sz="12" w:space="0" w:color="000000"/>
        <w:left w:val="single" w:sz="4" w:space="0" w:color="000000"/>
        <w:bottom w:val="single" w:sz="12" w:space="0" w:color="000000"/>
        <w:right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29">
    <w:name w:val="xl29"/>
    <w:basedOn w:val="a1"/>
    <w:uiPriority w:val="99"/>
    <w:rsid w:val="00CC5584"/>
    <w:pPr>
      <w:pBdr>
        <w:top w:val="single" w:sz="12" w:space="0" w:color="000000"/>
        <w:bottom w:val="single" w:sz="12" w:space="0" w:color="000000"/>
        <w:right w:val="single" w:sz="4"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30">
    <w:name w:val="xl30"/>
    <w:basedOn w:val="a1"/>
    <w:uiPriority w:val="99"/>
    <w:rsid w:val="00CC5584"/>
    <w:pPr>
      <w:pBdr>
        <w:top w:val="single" w:sz="4" w:space="0" w:color="000000"/>
        <w:bottom w:val="single" w:sz="4" w:space="0" w:color="000000"/>
        <w:right w:val="single" w:sz="4"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31">
    <w:name w:val="xl31"/>
    <w:basedOn w:val="a1"/>
    <w:uiPriority w:val="99"/>
    <w:rsid w:val="00CC5584"/>
    <w:pPr>
      <w:pBdr>
        <w:top w:val="single" w:sz="4" w:space="0" w:color="000000"/>
        <w:bottom w:val="single" w:sz="12" w:space="0" w:color="000000"/>
        <w:right w:val="single" w:sz="4"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32">
    <w:name w:val="xl32"/>
    <w:basedOn w:val="a1"/>
    <w:uiPriority w:val="99"/>
    <w:rsid w:val="00CC5584"/>
    <w:pPr>
      <w:pBdr>
        <w:top w:val="single" w:sz="12" w:space="0" w:color="000000"/>
        <w:left w:val="single" w:sz="12" w:space="0" w:color="000000"/>
        <w:bottom w:val="single" w:sz="12" w:space="0" w:color="000000"/>
        <w:right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33">
    <w:name w:val="xl33"/>
    <w:basedOn w:val="a1"/>
    <w:uiPriority w:val="99"/>
    <w:rsid w:val="00CC5584"/>
    <w:pPr>
      <w:pBdr>
        <w:left w:val="single" w:sz="12" w:space="0" w:color="000000"/>
        <w:bottom w:val="single" w:sz="4" w:space="0" w:color="000000"/>
        <w:right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34">
    <w:name w:val="xl34"/>
    <w:basedOn w:val="a1"/>
    <w:uiPriority w:val="99"/>
    <w:rsid w:val="00CC5584"/>
    <w:pPr>
      <w:pBdr>
        <w:top w:val="single" w:sz="4" w:space="0" w:color="000000"/>
        <w:left w:val="single" w:sz="12" w:space="0" w:color="000000"/>
        <w:bottom w:val="single" w:sz="4" w:space="0" w:color="000000"/>
        <w:right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35">
    <w:name w:val="xl35"/>
    <w:basedOn w:val="a1"/>
    <w:uiPriority w:val="99"/>
    <w:rsid w:val="00CC5584"/>
    <w:pPr>
      <w:pBdr>
        <w:top w:val="single" w:sz="4" w:space="0" w:color="000000"/>
        <w:left w:val="single" w:sz="12" w:space="0" w:color="000000"/>
        <w:bottom w:val="single" w:sz="12" w:space="0" w:color="000000"/>
        <w:right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36">
    <w:name w:val="xl36"/>
    <w:basedOn w:val="a1"/>
    <w:uiPriority w:val="99"/>
    <w:rsid w:val="00CC5584"/>
    <w:pPr>
      <w:pBdr>
        <w:bottom w:val="single" w:sz="4" w:space="0" w:color="000000"/>
        <w:right w:val="single" w:sz="4" w:space="0" w:color="000000"/>
      </w:pBdr>
      <w:shd w:val="clear" w:color="auto" w:fill="FFFFFF"/>
      <w:adjustRightInd/>
      <w:snapToGrid/>
      <w:spacing w:before="100" w:beforeAutospacing="1" w:after="100" w:afterAutospacing="1" w:line="240" w:lineRule="auto"/>
      <w:jc w:val="center"/>
    </w:pPr>
    <w:rPr>
      <w:rFonts w:eastAsia="PMingLiU" w:cs="Arial"/>
      <w:b/>
      <w:bCs/>
      <w:sz w:val="16"/>
      <w:szCs w:val="16"/>
    </w:rPr>
  </w:style>
  <w:style w:type="paragraph" w:customStyle="1" w:styleId="xl37">
    <w:name w:val="xl37"/>
    <w:basedOn w:val="a1"/>
    <w:uiPriority w:val="99"/>
    <w:rsid w:val="00CC5584"/>
    <w:pPr>
      <w:pBdr>
        <w:left w:val="single" w:sz="4" w:space="0" w:color="000000"/>
        <w:bottom w:val="single" w:sz="4" w:space="0" w:color="000000"/>
        <w:right w:val="single" w:sz="4" w:space="0" w:color="000000"/>
      </w:pBdr>
      <w:shd w:val="clear" w:color="auto" w:fill="FFFFFF"/>
      <w:adjustRightInd/>
      <w:snapToGrid/>
      <w:spacing w:before="100" w:beforeAutospacing="1" w:after="100" w:afterAutospacing="1" w:line="240" w:lineRule="auto"/>
      <w:jc w:val="center"/>
    </w:pPr>
    <w:rPr>
      <w:rFonts w:eastAsia="PMingLiU" w:cs="Arial"/>
      <w:b/>
      <w:bCs/>
      <w:sz w:val="16"/>
      <w:szCs w:val="16"/>
    </w:rPr>
  </w:style>
  <w:style w:type="paragraph" w:customStyle="1" w:styleId="xl38">
    <w:name w:val="xl38"/>
    <w:basedOn w:val="a1"/>
    <w:uiPriority w:val="99"/>
    <w:rsid w:val="00CC5584"/>
    <w:pPr>
      <w:pBdr>
        <w:top w:val="single" w:sz="12" w:space="0" w:color="000000"/>
        <w:bottom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39">
    <w:name w:val="xl39"/>
    <w:basedOn w:val="a1"/>
    <w:uiPriority w:val="99"/>
    <w:rsid w:val="00CC5584"/>
    <w:pPr>
      <w:pBdr>
        <w:top w:val="single" w:sz="4" w:space="0" w:color="000000"/>
        <w:bottom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40">
    <w:name w:val="xl40"/>
    <w:basedOn w:val="a1"/>
    <w:uiPriority w:val="99"/>
    <w:rsid w:val="00CC5584"/>
    <w:pPr>
      <w:pBdr>
        <w:top w:val="single" w:sz="12" w:space="0" w:color="000000"/>
        <w:left w:val="single" w:sz="4" w:space="0" w:color="808080"/>
        <w:bottom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41">
    <w:name w:val="xl41"/>
    <w:basedOn w:val="a1"/>
    <w:uiPriority w:val="99"/>
    <w:rsid w:val="00CC5584"/>
    <w:pPr>
      <w:pBdr>
        <w:top w:val="single" w:sz="4" w:space="0" w:color="000000"/>
        <w:left w:val="single" w:sz="4" w:space="0" w:color="808080"/>
        <w:bottom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42">
    <w:name w:val="xl42"/>
    <w:basedOn w:val="a1"/>
    <w:uiPriority w:val="99"/>
    <w:rsid w:val="00CC5584"/>
    <w:pPr>
      <w:pBdr>
        <w:top w:val="single" w:sz="12" w:space="0" w:color="000000"/>
        <w:left w:val="single" w:sz="4" w:space="0" w:color="000000"/>
        <w:bottom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43">
    <w:name w:val="xl43"/>
    <w:basedOn w:val="a1"/>
    <w:uiPriority w:val="99"/>
    <w:rsid w:val="00CC5584"/>
    <w:pPr>
      <w:pBdr>
        <w:top w:val="single" w:sz="4" w:space="0" w:color="000000"/>
        <w:left w:val="single" w:sz="4" w:space="0" w:color="000000"/>
        <w:bottom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44">
    <w:name w:val="xl44"/>
    <w:basedOn w:val="a1"/>
    <w:uiPriority w:val="99"/>
    <w:rsid w:val="00CC5584"/>
    <w:pPr>
      <w:pBdr>
        <w:top w:val="single" w:sz="12" w:space="0" w:color="000000"/>
        <w:left w:val="single" w:sz="4" w:space="0" w:color="808080"/>
        <w:bottom w:val="single" w:sz="12" w:space="0" w:color="000000"/>
        <w:right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45">
    <w:name w:val="xl45"/>
    <w:basedOn w:val="a1"/>
    <w:uiPriority w:val="99"/>
    <w:rsid w:val="00CC5584"/>
    <w:pPr>
      <w:pBdr>
        <w:top w:val="single" w:sz="4" w:space="0" w:color="000000"/>
        <w:left w:val="single" w:sz="4" w:space="0" w:color="808080"/>
        <w:bottom w:val="single" w:sz="12" w:space="0" w:color="000000"/>
        <w:right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46">
    <w:name w:val="xl46"/>
    <w:basedOn w:val="a1"/>
    <w:uiPriority w:val="99"/>
    <w:rsid w:val="00CC5584"/>
    <w:pPr>
      <w:pBdr>
        <w:left w:val="single" w:sz="4" w:space="0" w:color="000000"/>
        <w:bottom w:val="single" w:sz="4" w:space="0" w:color="000000"/>
        <w:right w:val="single" w:sz="4" w:space="0" w:color="000000"/>
      </w:pBdr>
      <w:shd w:val="clear" w:color="auto" w:fill="C0C0C0"/>
      <w:adjustRightInd/>
      <w:snapToGrid/>
      <w:spacing w:before="100" w:beforeAutospacing="1" w:after="100" w:afterAutospacing="1" w:line="240" w:lineRule="auto"/>
      <w:jc w:val="center"/>
    </w:pPr>
    <w:rPr>
      <w:rFonts w:eastAsia="PMingLiU" w:cs="Arial"/>
      <w:b/>
      <w:bCs/>
      <w:sz w:val="16"/>
      <w:szCs w:val="16"/>
    </w:rPr>
  </w:style>
  <w:style w:type="paragraph" w:customStyle="1" w:styleId="xl47">
    <w:name w:val="xl47"/>
    <w:basedOn w:val="a1"/>
    <w:uiPriority w:val="99"/>
    <w:rsid w:val="00CC5584"/>
    <w:pPr>
      <w:pBdr>
        <w:top w:val="single" w:sz="4" w:space="0" w:color="000000"/>
        <w:left w:val="single" w:sz="4" w:space="0" w:color="000000"/>
        <w:bottom w:val="single" w:sz="4" w:space="0" w:color="000000"/>
        <w:right w:val="single" w:sz="4" w:space="0" w:color="000000"/>
      </w:pBdr>
      <w:shd w:val="clear" w:color="auto" w:fill="C0C0C0"/>
      <w:adjustRightInd/>
      <w:snapToGrid/>
      <w:spacing w:before="100" w:beforeAutospacing="1" w:after="100" w:afterAutospacing="1" w:line="240" w:lineRule="auto"/>
      <w:jc w:val="center"/>
    </w:pPr>
    <w:rPr>
      <w:rFonts w:eastAsia="PMingLiU" w:cs="Arial"/>
      <w:sz w:val="18"/>
      <w:szCs w:val="18"/>
    </w:rPr>
  </w:style>
  <w:style w:type="paragraph" w:customStyle="1" w:styleId="xl48">
    <w:name w:val="xl48"/>
    <w:basedOn w:val="a1"/>
    <w:uiPriority w:val="99"/>
    <w:rsid w:val="00CC5584"/>
    <w:pPr>
      <w:pBdr>
        <w:top w:val="single" w:sz="4" w:space="0" w:color="000000"/>
        <w:left w:val="single" w:sz="4" w:space="0" w:color="000000"/>
        <w:bottom w:val="single" w:sz="12" w:space="0" w:color="000000"/>
        <w:right w:val="single" w:sz="4" w:space="0" w:color="000000"/>
      </w:pBdr>
      <w:shd w:val="clear" w:color="auto" w:fill="C0C0C0"/>
      <w:adjustRightInd/>
      <w:snapToGrid/>
      <w:spacing w:before="100" w:beforeAutospacing="1" w:after="100" w:afterAutospacing="1" w:line="240" w:lineRule="auto"/>
      <w:jc w:val="center"/>
    </w:pPr>
    <w:rPr>
      <w:rFonts w:eastAsia="PMingLiU" w:cs="Arial"/>
      <w:sz w:val="18"/>
      <w:szCs w:val="18"/>
    </w:rPr>
  </w:style>
  <w:style w:type="paragraph" w:customStyle="1" w:styleId="xl49">
    <w:name w:val="xl49"/>
    <w:basedOn w:val="a1"/>
    <w:uiPriority w:val="99"/>
    <w:rsid w:val="00CC5584"/>
    <w:pPr>
      <w:pBdr>
        <w:top w:val="single" w:sz="4" w:space="0" w:color="000000"/>
        <w:left w:val="single" w:sz="4" w:space="0" w:color="000000"/>
        <w:bottom w:val="single" w:sz="4" w:space="0" w:color="000000"/>
        <w:right w:val="single" w:sz="4" w:space="0" w:color="000000"/>
      </w:pBdr>
      <w:shd w:val="clear" w:color="auto" w:fill="FFFFFF"/>
      <w:adjustRightInd/>
      <w:snapToGrid/>
      <w:spacing w:before="100" w:beforeAutospacing="1" w:after="100" w:afterAutospacing="1" w:line="240" w:lineRule="auto"/>
      <w:jc w:val="center"/>
    </w:pPr>
    <w:rPr>
      <w:rFonts w:eastAsia="PMingLiU" w:cs="Arial"/>
      <w:b/>
      <w:bCs/>
      <w:sz w:val="18"/>
      <w:szCs w:val="18"/>
    </w:rPr>
  </w:style>
  <w:style w:type="paragraph" w:customStyle="1" w:styleId="xl50">
    <w:name w:val="xl50"/>
    <w:basedOn w:val="a1"/>
    <w:uiPriority w:val="99"/>
    <w:rsid w:val="00CC5584"/>
    <w:pPr>
      <w:pBdr>
        <w:left w:val="single" w:sz="4" w:space="0" w:color="000000"/>
        <w:bottom w:val="single" w:sz="4" w:space="0" w:color="000000"/>
        <w:right w:val="single" w:sz="12" w:space="0" w:color="000000"/>
      </w:pBdr>
      <w:shd w:val="clear" w:color="auto" w:fill="C0C0C0"/>
      <w:adjustRightInd/>
      <w:snapToGrid/>
      <w:spacing w:before="100" w:beforeAutospacing="1" w:after="100" w:afterAutospacing="1" w:line="240" w:lineRule="auto"/>
      <w:jc w:val="center"/>
    </w:pPr>
    <w:rPr>
      <w:rFonts w:eastAsia="PMingLiU" w:cs="Arial"/>
      <w:b/>
      <w:bCs/>
      <w:sz w:val="16"/>
      <w:szCs w:val="16"/>
    </w:rPr>
  </w:style>
  <w:style w:type="paragraph" w:customStyle="1" w:styleId="xl51">
    <w:name w:val="xl51"/>
    <w:basedOn w:val="a1"/>
    <w:uiPriority w:val="99"/>
    <w:rsid w:val="00CC5584"/>
    <w:pPr>
      <w:pBdr>
        <w:top w:val="single" w:sz="4" w:space="0" w:color="000000"/>
        <w:left w:val="single" w:sz="4" w:space="0" w:color="000000"/>
        <w:bottom w:val="single" w:sz="4" w:space="0" w:color="000000"/>
        <w:right w:val="single" w:sz="12" w:space="0" w:color="000000"/>
      </w:pBdr>
      <w:shd w:val="clear" w:color="auto" w:fill="C0C0C0"/>
      <w:adjustRightInd/>
      <w:snapToGrid/>
      <w:spacing w:before="100" w:beforeAutospacing="1" w:after="100" w:afterAutospacing="1" w:line="240" w:lineRule="auto"/>
      <w:jc w:val="center"/>
    </w:pPr>
    <w:rPr>
      <w:rFonts w:eastAsia="PMingLiU" w:cs="Arial"/>
      <w:sz w:val="18"/>
      <w:szCs w:val="18"/>
    </w:rPr>
  </w:style>
  <w:style w:type="paragraph" w:customStyle="1" w:styleId="xl52">
    <w:name w:val="xl52"/>
    <w:basedOn w:val="a1"/>
    <w:uiPriority w:val="99"/>
    <w:rsid w:val="00CC5584"/>
    <w:pPr>
      <w:pBdr>
        <w:top w:val="single" w:sz="4" w:space="0" w:color="000000"/>
        <w:left w:val="single" w:sz="4" w:space="0" w:color="000000"/>
        <w:bottom w:val="single" w:sz="12" w:space="0" w:color="000000"/>
        <w:right w:val="single" w:sz="12" w:space="0" w:color="000000"/>
      </w:pBdr>
      <w:shd w:val="clear" w:color="auto" w:fill="C0C0C0"/>
      <w:adjustRightInd/>
      <w:snapToGrid/>
      <w:spacing w:before="100" w:beforeAutospacing="1" w:after="100" w:afterAutospacing="1" w:line="240" w:lineRule="auto"/>
      <w:jc w:val="center"/>
    </w:pPr>
    <w:rPr>
      <w:rFonts w:eastAsia="PMingLiU" w:cs="Arial"/>
      <w:sz w:val="18"/>
      <w:szCs w:val="18"/>
    </w:rPr>
  </w:style>
  <w:style w:type="paragraph" w:customStyle="1" w:styleId="xl53">
    <w:name w:val="xl53"/>
    <w:basedOn w:val="a1"/>
    <w:uiPriority w:val="99"/>
    <w:rsid w:val="00CC5584"/>
    <w:pPr>
      <w:pBdr>
        <w:bottom w:val="single" w:sz="4" w:space="0" w:color="000000"/>
        <w:right w:val="single" w:sz="4" w:space="0" w:color="000000"/>
      </w:pBdr>
      <w:shd w:val="clear" w:color="auto" w:fill="C0C0C0"/>
      <w:adjustRightInd/>
      <w:snapToGrid/>
      <w:spacing w:before="100" w:beforeAutospacing="1" w:after="100" w:afterAutospacing="1" w:line="240" w:lineRule="auto"/>
      <w:jc w:val="center"/>
    </w:pPr>
    <w:rPr>
      <w:rFonts w:eastAsia="PMingLiU" w:cs="Arial"/>
      <w:b/>
      <w:bCs/>
      <w:sz w:val="16"/>
      <w:szCs w:val="16"/>
    </w:rPr>
  </w:style>
  <w:style w:type="paragraph" w:customStyle="1" w:styleId="xl54">
    <w:name w:val="xl54"/>
    <w:basedOn w:val="a1"/>
    <w:uiPriority w:val="99"/>
    <w:rsid w:val="00CC5584"/>
    <w:pPr>
      <w:pBdr>
        <w:top w:val="single" w:sz="4" w:space="0" w:color="000000"/>
        <w:bottom w:val="single" w:sz="4" w:space="0" w:color="000000"/>
        <w:right w:val="single" w:sz="4" w:space="0" w:color="000000"/>
      </w:pBdr>
      <w:shd w:val="clear" w:color="auto" w:fill="C0C0C0"/>
      <w:adjustRightInd/>
      <w:snapToGrid/>
      <w:spacing w:before="100" w:beforeAutospacing="1" w:after="100" w:afterAutospacing="1" w:line="240" w:lineRule="auto"/>
      <w:jc w:val="center"/>
    </w:pPr>
    <w:rPr>
      <w:rFonts w:eastAsia="PMingLiU" w:cs="Arial"/>
      <w:sz w:val="18"/>
      <w:szCs w:val="18"/>
    </w:rPr>
  </w:style>
  <w:style w:type="paragraph" w:customStyle="1" w:styleId="xl55">
    <w:name w:val="xl55"/>
    <w:basedOn w:val="a1"/>
    <w:uiPriority w:val="99"/>
    <w:rsid w:val="00CC5584"/>
    <w:pPr>
      <w:pBdr>
        <w:top w:val="single" w:sz="4" w:space="0" w:color="000000"/>
        <w:bottom w:val="single" w:sz="12" w:space="0" w:color="000000"/>
        <w:right w:val="single" w:sz="4" w:space="0" w:color="000000"/>
      </w:pBdr>
      <w:shd w:val="clear" w:color="auto" w:fill="C0C0C0"/>
      <w:adjustRightInd/>
      <w:snapToGrid/>
      <w:spacing w:before="100" w:beforeAutospacing="1" w:after="100" w:afterAutospacing="1" w:line="240" w:lineRule="auto"/>
      <w:jc w:val="center"/>
    </w:pPr>
    <w:rPr>
      <w:rFonts w:eastAsia="PMingLiU" w:cs="Arial"/>
      <w:sz w:val="18"/>
      <w:szCs w:val="18"/>
    </w:rPr>
  </w:style>
  <w:style w:type="paragraph" w:customStyle="1" w:styleId="xl56">
    <w:name w:val="xl56"/>
    <w:basedOn w:val="a1"/>
    <w:uiPriority w:val="99"/>
    <w:rsid w:val="00CC5584"/>
    <w:pPr>
      <w:shd w:val="clear" w:color="auto" w:fill="FFFFFF"/>
      <w:adjustRightInd/>
      <w:snapToGrid/>
      <w:spacing w:before="100" w:beforeAutospacing="1" w:after="100" w:afterAutospacing="1" w:line="240" w:lineRule="auto"/>
      <w:jc w:val="left"/>
    </w:pPr>
    <w:rPr>
      <w:rFonts w:eastAsia="PMingLiU" w:cs="Arial"/>
      <w:b/>
      <w:bCs/>
    </w:rPr>
  </w:style>
  <w:style w:type="paragraph" w:customStyle="1" w:styleId="xl57">
    <w:name w:val="xl57"/>
    <w:basedOn w:val="a1"/>
    <w:uiPriority w:val="99"/>
    <w:rsid w:val="00CC5584"/>
    <w:pPr>
      <w:pBdr>
        <w:top w:val="single" w:sz="4" w:space="0" w:color="auto"/>
        <w:left w:val="single" w:sz="4" w:space="0" w:color="auto"/>
        <w:bottom w:val="single" w:sz="4" w:space="0" w:color="auto"/>
        <w:right w:val="single" w:sz="4" w:space="0" w:color="auto"/>
      </w:pBdr>
      <w:shd w:val="clear" w:color="auto" w:fill="FFFFFF"/>
      <w:adjustRightInd/>
      <w:snapToGrid/>
      <w:spacing w:before="100" w:beforeAutospacing="1" w:after="100" w:afterAutospacing="1" w:line="240" w:lineRule="auto"/>
      <w:jc w:val="left"/>
    </w:pPr>
    <w:rPr>
      <w:rFonts w:eastAsia="PMingLiU" w:cs="Arial"/>
      <w:b/>
      <w:bCs/>
    </w:rPr>
  </w:style>
  <w:style w:type="paragraph" w:customStyle="1" w:styleId="xl58">
    <w:name w:val="xl58"/>
    <w:basedOn w:val="a1"/>
    <w:uiPriority w:val="99"/>
    <w:rsid w:val="00CC5584"/>
    <w:pPr>
      <w:shd w:val="clear" w:color="auto" w:fill="FFFFFF"/>
      <w:adjustRightInd/>
      <w:snapToGrid/>
      <w:spacing w:before="100" w:beforeAutospacing="1" w:after="100" w:afterAutospacing="1" w:line="240" w:lineRule="auto"/>
      <w:jc w:val="right"/>
    </w:pPr>
    <w:rPr>
      <w:rFonts w:eastAsia="PMingLiU" w:cs="Arial"/>
      <w:b/>
      <w:bCs/>
    </w:rPr>
  </w:style>
  <w:style w:type="paragraph" w:customStyle="1" w:styleId="xl59">
    <w:name w:val="xl59"/>
    <w:basedOn w:val="a1"/>
    <w:uiPriority w:val="99"/>
    <w:rsid w:val="00CC5584"/>
    <w:pPr>
      <w:pBdr>
        <w:top w:val="single" w:sz="4" w:space="0" w:color="000000"/>
        <w:left w:val="single" w:sz="4" w:space="0" w:color="000000"/>
        <w:bottom w:val="single" w:sz="4" w:space="0" w:color="000000"/>
        <w:right w:val="single" w:sz="4" w:space="0" w:color="000000"/>
      </w:pBdr>
      <w:adjustRightInd/>
      <w:snapToGrid/>
      <w:spacing w:before="100" w:beforeAutospacing="1" w:after="100" w:afterAutospacing="1" w:line="240" w:lineRule="auto"/>
      <w:jc w:val="left"/>
    </w:pPr>
    <w:rPr>
      <w:rFonts w:eastAsia="PMingLiU" w:cs="Arial"/>
      <w:b/>
      <w:bCs/>
      <w:sz w:val="18"/>
      <w:szCs w:val="18"/>
    </w:rPr>
  </w:style>
  <w:style w:type="paragraph" w:customStyle="1" w:styleId="xl60">
    <w:name w:val="xl60"/>
    <w:basedOn w:val="a1"/>
    <w:uiPriority w:val="99"/>
    <w:rsid w:val="00CC5584"/>
    <w:pPr>
      <w:pBdr>
        <w:top w:val="single" w:sz="4" w:space="0" w:color="000000"/>
        <w:left w:val="single" w:sz="4" w:space="0" w:color="000000"/>
        <w:bottom w:val="single" w:sz="4" w:space="0" w:color="000000"/>
        <w:right w:val="single" w:sz="4" w:space="0" w:color="000000"/>
      </w:pBdr>
      <w:adjustRightInd/>
      <w:snapToGrid/>
      <w:spacing w:before="100" w:beforeAutospacing="1" w:after="100" w:afterAutospacing="1" w:line="240" w:lineRule="auto"/>
      <w:jc w:val="left"/>
    </w:pPr>
    <w:rPr>
      <w:rFonts w:eastAsia="PMingLiU" w:cs="Arial"/>
      <w:sz w:val="18"/>
      <w:szCs w:val="18"/>
    </w:rPr>
  </w:style>
  <w:style w:type="paragraph" w:customStyle="1" w:styleId="xl61">
    <w:name w:val="xl61"/>
    <w:basedOn w:val="a1"/>
    <w:uiPriority w:val="99"/>
    <w:rsid w:val="00CC5584"/>
    <w:pPr>
      <w:pBdr>
        <w:left w:val="single" w:sz="4" w:space="0" w:color="000000"/>
        <w:bottom w:val="single" w:sz="4" w:space="0" w:color="000000"/>
        <w:right w:val="single" w:sz="12" w:space="0" w:color="000000"/>
      </w:pBdr>
      <w:shd w:val="clear" w:color="auto" w:fill="FFFFFF"/>
      <w:adjustRightInd/>
      <w:snapToGrid/>
      <w:spacing w:before="100" w:beforeAutospacing="1" w:after="100" w:afterAutospacing="1" w:line="240" w:lineRule="auto"/>
      <w:jc w:val="center"/>
    </w:pPr>
    <w:rPr>
      <w:rFonts w:eastAsia="PMingLiU" w:cs="Arial"/>
      <w:b/>
      <w:bCs/>
      <w:sz w:val="16"/>
      <w:szCs w:val="16"/>
    </w:rPr>
  </w:style>
  <w:style w:type="paragraph" w:customStyle="1" w:styleId="xl62">
    <w:name w:val="xl62"/>
    <w:basedOn w:val="a1"/>
    <w:uiPriority w:val="99"/>
    <w:rsid w:val="00CC5584"/>
    <w:pPr>
      <w:pBdr>
        <w:top w:val="single" w:sz="4" w:space="0" w:color="000000"/>
        <w:left w:val="single" w:sz="4" w:space="0" w:color="000000"/>
        <w:bottom w:val="single" w:sz="4" w:space="0" w:color="000000"/>
        <w:right w:val="single" w:sz="12" w:space="0" w:color="000000"/>
      </w:pBdr>
      <w:shd w:val="clear" w:color="auto" w:fill="FFFFFF"/>
      <w:adjustRightInd/>
      <w:snapToGrid/>
      <w:spacing w:before="100" w:beforeAutospacing="1" w:after="100" w:afterAutospacing="1" w:line="240" w:lineRule="auto"/>
      <w:jc w:val="center"/>
    </w:pPr>
    <w:rPr>
      <w:rFonts w:eastAsia="PMingLiU" w:cs="Arial"/>
      <w:sz w:val="18"/>
      <w:szCs w:val="18"/>
    </w:rPr>
  </w:style>
  <w:style w:type="paragraph" w:customStyle="1" w:styleId="xl63">
    <w:name w:val="xl63"/>
    <w:basedOn w:val="a1"/>
    <w:uiPriority w:val="99"/>
    <w:rsid w:val="00CC5584"/>
    <w:pPr>
      <w:pBdr>
        <w:top w:val="single" w:sz="4" w:space="0" w:color="auto"/>
        <w:left w:val="single" w:sz="4" w:space="0" w:color="auto"/>
        <w:bottom w:val="single" w:sz="4" w:space="0" w:color="auto"/>
        <w:right w:val="single" w:sz="4" w:space="0" w:color="auto"/>
      </w:pBdr>
      <w:shd w:val="clear" w:color="auto" w:fill="FFFFFF"/>
      <w:adjustRightInd/>
      <w:snapToGrid/>
      <w:spacing w:before="100" w:beforeAutospacing="1" w:after="100" w:afterAutospacing="1" w:line="240" w:lineRule="auto"/>
      <w:jc w:val="left"/>
    </w:pPr>
    <w:rPr>
      <w:rFonts w:eastAsia="PMingLiU" w:cs="Arial"/>
      <w:b/>
      <w:bCs/>
      <w:sz w:val="24"/>
    </w:rPr>
  </w:style>
  <w:style w:type="paragraph" w:styleId="aff5">
    <w:name w:val="annotation subject"/>
    <w:basedOn w:val="af3"/>
    <w:next w:val="af3"/>
    <w:link w:val="aff6"/>
    <w:uiPriority w:val="99"/>
    <w:rsid w:val="00CC5584"/>
    <w:rPr>
      <w:b/>
      <w:bCs/>
    </w:rPr>
  </w:style>
  <w:style w:type="character" w:customStyle="1" w:styleId="aff6">
    <w:name w:val="批注主题 字符"/>
    <w:basedOn w:val="af4"/>
    <w:link w:val="aff5"/>
    <w:uiPriority w:val="99"/>
    <w:rsid w:val="00CC5584"/>
    <w:rPr>
      <w:rFonts w:ascii="Arial" w:eastAsia="Arial" w:hAnsi="Arial"/>
      <w:b/>
      <w:bCs/>
      <w:kern w:val="2"/>
      <w:szCs w:val="24"/>
      <w:lang w:eastAsia="zh-TW"/>
    </w:rPr>
  </w:style>
  <w:style w:type="character" w:customStyle="1" w:styleId="FigureLabel">
    <w:name w:val="Figure Label"/>
    <w:basedOn w:val="a2"/>
    <w:rsid w:val="00CC5584"/>
    <w:rPr>
      <w:b/>
    </w:rPr>
  </w:style>
  <w:style w:type="paragraph" w:customStyle="1" w:styleId="RegisterValueDescription">
    <w:name w:val="Register Value Description"/>
    <w:basedOn w:val="a1"/>
    <w:uiPriority w:val="99"/>
    <w:rsid w:val="00CC5584"/>
    <w:pPr>
      <w:tabs>
        <w:tab w:val="left" w:pos="1440"/>
      </w:tabs>
      <w:ind w:left="1080" w:hanging="360"/>
      <w:jc w:val="left"/>
    </w:pPr>
    <w:rPr>
      <w:rFonts w:ascii="Times New Roman" w:eastAsia="PMingLiU" w:hAnsi="Times New Roman"/>
    </w:rPr>
  </w:style>
  <w:style w:type="numbering" w:customStyle="1" w:styleId="NoList1">
    <w:name w:val="No List1"/>
    <w:next w:val="a4"/>
    <w:uiPriority w:val="99"/>
    <w:semiHidden/>
    <w:unhideWhenUsed/>
    <w:rsid w:val="00CC5584"/>
  </w:style>
  <w:style w:type="table" w:customStyle="1" w:styleId="TableGrid1">
    <w:name w:val="Table Grid1"/>
    <w:basedOn w:val="a3"/>
    <w:next w:val="aa"/>
    <w:rsid w:val="00CC5584"/>
    <w:rPr>
      <w:rFonts w:ascii="Arial"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numbering" w:customStyle="1" w:styleId="NoList2">
    <w:name w:val="No List2"/>
    <w:next w:val="a4"/>
    <w:uiPriority w:val="99"/>
    <w:semiHidden/>
    <w:unhideWhenUsed/>
    <w:rsid w:val="00CC5584"/>
  </w:style>
  <w:style w:type="table" w:customStyle="1" w:styleId="TableGrid2">
    <w:name w:val="Table Grid2"/>
    <w:basedOn w:val="a3"/>
    <w:next w:val="aa"/>
    <w:rsid w:val="00CC5584"/>
    <w:rPr>
      <w:rFonts w:ascii="Arial"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numbering" w:customStyle="1" w:styleId="NoList3">
    <w:name w:val="No List3"/>
    <w:next w:val="a4"/>
    <w:uiPriority w:val="99"/>
    <w:semiHidden/>
    <w:unhideWhenUsed/>
    <w:rsid w:val="00CC5584"/>
  </w:style>
  <w:style w:type="table" w:customStyle="1" w:styleId="TableGrid3">
    <w:name w:val="Table Grid3"/>
    <w:basedOn w:val="a3"/>
    <w:next w:val="aa"/>
    <w:rsid w:val="00CC5584"/>
    <w:rPr>
      <w:rFonts w:ascii="Arial"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4">
    <w:name w:val="Table Grid4"/>
    <w:basedOn w:val="a3"/>
    <w:next w:val="aa"/>
    <w:rsid w:val="00CC5584"/>
    <w:rPr>
      <w:rFonts w:ascii="Arial"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5">
    <w:name w:val="Table Grid5"/>
    <w:basedOn w:val="a3"/>
    <w:next w:val="aa"/>
    <w:rsid w:val="00CC5584"/>
    <w:rPr>
      <w:rFonts w:ascii="Arial"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numbering" w:customStyle="1" w:styleId="NoList4">
    <w:name w:val="No List4"/>
    <w:next w:val="a4"/>
    <w:uiPriority w:val="99"/>
    <w:semiHidden/>
    <w:unhideWhenUsed/>
    <w:rsid w:val="00CC5584"/>
  </w:style>
  <w:style w:type="table" w:customStyle="1" w:styleId="TableGrid6">
    <w:name w:val="Table Grid6"/>
    <w:basedOn w:val="a3"/>
    <w:next w:val="aa"/>
    <w:rsid w:val="00CC5584"/>
    <w:rPr>
      <w:rFonts w:ascii="Arial"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numbering" w:customStyle="1" w:styleId="NoList5">
    <w:name w:val="No List5"/>
    <w:next w:val="a4"/>
    <w:uiPriority w:val="99"/>
    <w:semiHidden/>
    <w:unhideWhenUsed/>
    <w:rsid w:val="00CC5584"/>
  </w:style>
  <w:style w:type="table" w:customStyle="1" w:styleId="TableGrid7">
    <w:name w:val="Table Grid7"/>
    <w:basedOn w:val="a3"/>
    <w:next w:val="aa"/>
    <w:rsid w:val="00CC5584"/>
    <w:rPr>
      <w:rFonts w:ascii="Arial"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8">
    <w:name w:val="Table Grid8"/>
    <w:basedOn w:val="a3"/>
    <w:next w:val="aa"/>
    <w:rsid w:val="00CC5584"/>
    <w:rPr>
      <w:rFonts w:ascii="Arial"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paragraph" w:customStyle="1" w:styleId="MinorFeature">
    <w:name w:val="Minor Feature"/>
    <w:basedOn w:val="a1"/>
    <w:uiPriority w:val="99"/>
    <w:rsid w:val="00CC5584"/>
    <w:pPr>
      <w:numPr>
        <w:numId w:val="8"/>
      </w:numPr>
      <w:jc w:val="left"/>
    </w:pPr>
  </w:style>
  <w:style w:type="table" w:customStyle="1" w:styleId="TableGrid109">
    <w:name w:val="Table Grid109"/>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110">
    <w:name w:val="Table Grid110"/>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111">
    <w:name w:val="Table Grid111"/>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112">
    <w:name w:val="Table Grid112"/>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113">
    <w:name w:val="Table Grid113"/>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114">
    <w:name w:val="Table Grid114"/>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115">
    <w:name w:val="Table Grid115"/>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116">
    <w:name w:val="Table Grid116"/>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117">
    <w:name w:val="Table Grid117"/>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TableGrid76">
    <w:name w:val="Table Grid76"/>
    <w:basedOn w:val="a3"/>
    <w:rsid w:val="00CC5584"/>
    <w:rPr>
      <w:rFonts w:ascii="Arial" w:eastAsia="Times New Roman" w:hAnsi="Arial" w:cs="Arial"/>
      <w:lang w:eastAsia="zh-TW"/>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paragraph" w:styleId="aff7">
    <w:name w:val="No Spacing"/>
    <w:link w:val="aff8"/>
    <w:uiPriority w:val="1"/>
    <w:qFormat/>
    <w:rsid w:val="00CC5584"/>
    <w:rPr>
      <w:rFonts w:ascii="Calibri" w:hAnsi="Calibri"/>
      <w:sz w:val="22"/>
      <w:szCs w:val="22"/>
      <w:lang w:eastAsia="en-US"/>
    </w:rPr>
  </w:style>
  <w:style w:type="character" w:customStyle="1" w:styleId="aff8">
    <w:name w:val="无间隔 字符"/>
    <w:basedOn w:val="a2"/>
    <w:link w:val="aff7"/>
    <w:uiPriority w:val="1"/>
    <w:rsid w:val="00CC5584"/>
    <w:rPr>
      <w:rFonts w:ascii="Calibri" w:eastAsia="宋体" w:hAnsi="Calibri"/>
      <w:sz w:val="22"/>
      <w:szCs w:val="22"/>
      <w:lang w:eastAsia="en-US"/>
    </w:rPr>
  </w:style>
  <w:style w:type="character" w:customStyle="1" w:styleId="2Char">
    <w:name w:val="标题 2 Char"/>
    <w:aliases w:val="my标题2级 Char,Heading 2 Char1"/>
    <w:basedOn w:val="a2"/>
    <w:uiPriority w:val="9"/>
    <w:rsid w:val="00EF5180"/>
    <w:rPr>
      <w:rFonts w:ascii="Arial" w:hAnsi="Arial" w:cs="Arial"/>
      <w:b/>
      <w:color w:val="006EBC"/>
      <w:kern w:val="52"/>
      <w:sz w:val="28"/>
      <w:szCs w:val="48"/>
      <w:lang w:eastAsia="zh-TW"/>
    </w:rPr>
  </w:style>
  <w:style w:type="character" w:customStyle="1" w:styleId="3Char">
    <w:name w:val="标题 3 Char"/>
    <w:aliases w:val="my标题3级 Char,Heading 3 Char1"/>
    <w:basedOn w:val="a2"/>
    <w:uiPriority w:val="9"/>
    <w:rsid w:val="00EF5180"/>
    <w:rPr>
      <w:rFonts w:ascii="Arial" w:hAnsi="Arial" w:cs="Arial"/>
      <w:b/>
      <w:bCs/>
      <w:color w:val="006EBC"/>
      <w:kern w:val="52"/>
      <w:sz w:val="24"/>
      <w:szCs w:val="24"/>
      <w:lang w:eastAsia="zh-TW"/>
    </w:rPr>
  </w:style>
  <w:style w:type="character" w:customStyle="1" w:styleId="1Char">
    <w:name w:val="标题 1 Char"/>
    <w:aliases w:val="my标题1级 Char,Heading 1 Char1"/>
    <w:basedOn w:val="a2"/>
    <w:uiPriority w:val="9"/>
    <w:rsid w:val="00EF5180"/>
    <w:rPr>
      <w:rFonts w:ascii="Arial" w:hAnsi="Arial" w:cs="Arial"/>
      <w:b/>
      <w:bCs/>
      <w:color w:val="006EBC"/>
      <w:kern w:val="52"/>
      <w:sz w:val="32"/>
      <w:szCs w:val="52"/>
      <w:lang w:val="en-US" w:eastAsia="zh-TW" w:bidi="ar-SA"/>
    </w:rPr>
  </w:style>
  <w:style w:type="character" w:customStyle="1" w:styleId="4Char">
    <w:name w:val="标题 4 Char"/>
    <w:basedOn w:val="a2"/>
    <w:uiPriority w:val="9"/>
    <w:rsid w:val="00EF5180"/>
    <w:rPr>
      <w:rFonts w:ascii="Arial" w:hAnsi="Arial" w:cs="Arial"/>
      <w:b/>
      <w:color w:val="006EBC"/>
      <w:kern w:val="52"/>
      <w:sz w:val="22"/>
      <w:szCs w:val="22"/>
      <w:lang w:eastAsia="zh-TW"/>
    </w:rPr>
  </w:style>
  <w:style w:type="character" w:customStyle="1" w:styleId="5Char">
    <w:name w:val="标题 5 Char"/>
    <w:basedOn w:val="a2"/>
    <w:uiPriority w:val="9"/>
    <w:rsid w:val="00EF5180"/>
    <w:rPr>
      <w:rFonts w:ascii="Arial" w:hAnsi="Arial" w:cs="Arial"/>
      <w:b/>
      <w:color w:val="006EBC"/>
      <w:kern w:val="52"/>
      <w:lang w:eastAsia="zh-TW"/>
    </w:rPr>
  </w:style>
  <w:style w:type="character" w:customStyle="1" w:styleId="6Char">
    <w:name w:val="标题 6 Char"/>
    <w:basedOn w:val="a2"/>
    <w:uiPriority w:val="9"/>
    <w:rsid w:val="00EF5180"/>
    <w:rPr>
      <w:rFonts w:ascii="Arial" w:hAnsi="Arial" w:cs="Arial"/>
      <w:bCs/>
      <w:color w:val="006EBC"/>
      <w:kern w:val="52"/>
      <w:lang w:eastAsia="zh-TW"/>
    </w:rPr>
  </w:style>
  <w:style w:type="numbering" w:customStyle="1" w:styleId="14">
    <w:name w:val="无列表1"/>
    <w:next w:val="a4"/>
    <w:uiPriority w:val="99"/>
    <w:semiHidden/>
    <w:unhideWhenUsed/>
    <w:rsid w:val="00EF5180"/>
  </w:style>
  <w:style w:type="table" w:customStyle="1" w:styleId="15">
    <w:name w:val="网格型1"/>
    <w:basedOn w:val="a3"/>
    <w:next w:val="aa"/>
    <w:uiPriority w:val="59"/>
    <w:rsid w:val="00EF518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网格型2"/>
    <w:basedOn w:val="a3"/>
    <w:next w:val="aa"/>
    <w:uiPriority w:val="59"/>
    <w:rsid w:val="00EF518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无列表2"/>
    <w:next w:val="a4"/>
    <w:uiPriority w:val="99"/>
    <w:semiHidden/>
    <w:unhideWhenUsed/>
    <w:rsid w:val="00EF5180"/>
  </w:style>
  <w:style w:type="table" w:customStyle="1" w:styleId="33">
    <w:name w:val="网格型3"/>
    <w:basedOn w:val="a3"/>
    <w:next w:val="aa"/>
    <w:uiPriority w:val="59"/>
    <w:rsid w:val="00EF518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无列表3"/>
    <w:next w:val="a4"/>
    <w:uiPriority w:val="99"/>
    <w:semiHidden/>
    <w:unhideWhenUsed/>
    <w:rsid w:val="00EF5180"/>
  </w:style>
  <w:style w:type="table" w:customStyle="1" w:styleId="42">
    <w:name w:val="网格型4"/>
    <w:basedOn w:val="a3"/>
    <w:next w:val="aa"/>
    <w:rsid w:val="00EF5180"/>
    <w:rPr>
      <w:rFonts w:ascii="Georgia" w:hAnsi="Georgia" w:cs="Georgia"/>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numbering" w:customStyle="1" w:styleId="43">
    <w:name w:val="无列表4"/>
    <w:next w:val="a4"/>
    <w:uiPriority w:val="99"/>
    <w:semiHidden/>
    <w:unhideWhenUsed/>
    <w:rsid w:val="00EF5180"/>
  </w:style>
  <w:style w:type="table" w:customStyle="1" w:styleId="52">
    <w:name w:val="网格型5"/>
    <w:basedOn w:val="a3"/>
    <w:next w:val="aa"/>
    <w:rsid w:val="00EF5180"/>
    <w:rPr>
      <w:rFonts w:ascii="Georgia" w:eastAsia="Times New Roman" w:hAnsi="Georgia" w:cs="Georgia"/>
    </w:rPr>
    <w:tblP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Pr>
  </w:style>
  <w:style w:type="table" w:customStyle="1" w:styleId="-11">
    <w:name w:val="淺色網底 - 輔色 11"/>
    <w:basedOn w:val="a3"/>
    <w:uiPriority w:val="60"/>
    <w:rsid w:val="00EF5180"/>
    <w:rPr>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labellist">
    <w:name w:val="label_list"/>
    <w:basedOn w:val="a2"/>
    <w:rsid w:val="00FB4A78"/>
  </w:style>
  <w:style w:type="character" w:customStyle="1" w:styleId="fontstyle01">
    <w:name w:val="fontstyle01"/>
    <w:basedOn w:val="a2"/>
    <w:rsid w:val="00D805FC"/>
    <w:rPr>
      <w:rFonts w:ascii="Arial" w:hAnsi="Arial" w:cs="Arial" w:hint="default"/>
      <w:b w:val="0"/>
      <w:bCs w:val="0"/>
      <w:i w:val="0"/>
      <w:iCs w:val="0"/>
      <w:color w:val="000000"/>
      <w:sz w:val="18"/>
      <w:szCs w:val="18"/>
    </w:rPr>
  </w:style>
  <w:style w:type="table" w:customStyle="1" w:styleId="62">
    <w:name w:val="网格型6"/>
    <w:basedOn w:val="a3"/>
    <w:next w:val="aa"/>
    <w:rsid w:val="009C35E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Quote"/>
    <w:basedOn w:val="a1"/>
    <w:next w:val="a1"/>
    <w:link w:val="affa"/>
    <w:uiPriority w:val="29"/>
    <w:qFormat/>
    <w:rsid w:val="0058179E"/>
    <w:pPr>
      <w:spacing w:before="200" w:after="160"/>
      <w:ind w:left="864" w:right="864"/>
      <w:jc w:val="center"/>
    </w:pPr>
    <w:rPr>
      <w:i/>
      <w:iCs/>
      <w:color w:val="404040" w:themeColor="text1" w:themeTint="BF"/>
    </w:rPr>
  </w:style>
  <w:style w:type="character" w:customStyle="1" w:styleId="affa">
    <w:name w:val="引用 字符"/>
    <w:basedOn w:val="a2"/>
    <w:link w:val="aff9"/>
    <w:uiPriority w:val="29"/>
    <w:rsid w:val="0058179E"/>
    <w:rPr>
      <w:rFonts w:ascii="Arial" w:eastAsia="Arial" w:hAnsi="Arial"/>
      <w:i/>
      <w:iCs/>
      <w:color w:val="404040" w:themeColor="text1" w:themeTint="BF"/>
      <w:kern w:val="2"/>
      <w:szCs w:val="24"/>
      <w:lang w:eastAsia="zh-TW"/>
    </w:rPr>
  </w:style>
  <w:style w:type="paragraph" w:customStyle="1" w:styleId="xl88">
    <w:name w:val="xl88"/>
    <w:basedOn w:val="a1"/>
    <w:uiPriority w:val="99"/>
    <w:rsid w:val="00D323A5"/>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jc w:val="center"/>
    </w:pPr>
    <w:rPr>
      <w:rFonts w:ascii="Calibri" w:eastAsia="Times New Roman" w:hAnsi="Calibri"/>
      <w:sz w:val="24"/>
    </w:rPr>
  </w:style>
  <w:style w:type="paragraph" w:customStyle="1" w:styleId="xl89">
    <w:name w:val="xl89"/>
    <w:basedOn w:val="a1"/>
    <w:uiPriority w:val="99"/>
    <w:rsid w:val="00D323A5"/>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jc w:val="center"/>
    </w:pPr>
    <w:rPr>
      <w:rFonts w:ascii="Calibri" w:eastAsia="Times New Roman" w:hAnsi="Calibri"/>
      <w:sz w:val="24"/>
    </w:rPr>
  </w:style>
  <w:style w:type="paragraph" w:customStyle="1" w:styleId="xl90">
    <w:name w:val="xl90"/>
    <w:basedOn w:val="a1"/>
    <w:uiPriority w:val="99"/>
    <w:rsid w:val="00D323A5"/>
    <w:pPr>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jc w:val="center"/>
    </w:pPr>
    <w:rPr>
      <w:rFonts w:ascii="Calibri" w:eastAsia="Times New Roman" w:hAnsi="Calibri"/>
      <w:sz w:val="24"/>
    </w:rPr>
  </w:style>
  <w:style w:type="paragraph" w:customStyle="1" w:styleId="xl91">
    <w:name w:val="xl91"/>
    <w:basedOn w:val="a1"/>
    <w:uiPriority w:val="99"/>
    <w:rsid w:val="00D323A5"/>
    <w:pPr>
      <w:pBdr>
        <w:top w:val="single" w:sz="4" w:space="0" w:color="auto"/>
        <w:left w:val="single" w:sz="4" w:space="0" w:color="auto"/>
        <w:bottom w:val="single" w:sz="4" w:space="0" w:color="auto"/>
        <w:right w:val="single" w:sz="4" w:space="0" w:color="auto"/>
      </w:pBdr>
      <w:shd w:val="clear" w:color="000000" w:fill="BFBFBF"/>
      <w:adjustRightInd/>
      <w:snapToGrid/>
      <w:spacing w:before="100" w:beforeAutospacing="1" w:after="100" w:afterAutospacing="1" w:line="240" w:lineRule="auto"/>
      <w:jc w:val="center"/>
    </w:pPr>
    <w:rPr>
      <w:rFonts w:ascii="Calibri" w:eastAsia="Times New Roman" w:hAnsi="Calibri"/>
      <w:sz w:val="24"/>
    </w:rPr>
  </w:style>
  <w:style w:type="paragraph" w:customStyle="1" w:styleId="xl92">
    <w:name w:val="xl92"/>
    <w:basedOn w:val="a1"/>
    <w:uiPriority w:val="99"/>
    <w:rsid w:val="000F2A8F"/>
    <w:pPr>
      <w:pBdr>
        <w:top w:val="single" w:sz="4" w:space="0" w:color="auto"/>
        <w:left w:val="single" w:sz="4" w:space="0" w:color="auto"/>
        <w:bottom w:val="single" w:sz="4" w:space="0" w:color="auto"/>
        <w:right w:val="single" w:sz="4" w:space="0" w:color="auto"/>
      </w:pBdr>
      <w:shd w:val="clear" w:color="000000" w:fill="FFFFFF"/>
      <w:adjustRightInd/>
      <w:snapToGrid/>
      <w:spacing w:before="100" w:beforeAutospacing="1" w:after="100" w:afterAutospacing="1" w:line="240" w:lineRule="auto"/>
      <w:jc w:val="center"/>
    </w:pPr>
    <w:rPr>
      <w:rFonts w:ascii="Calibri" w:eastAsia="Times New Roman" w:hAnsi="Calibri"/>
      <w:sz w:val="16"/>
      <w:szCs w:val="16"/>
    </w:rPr>
  </w:style>
  <w:style w:type="paragraph" w:customStyle="1" w:styleId="xl93">
    <w:name w:val="xl93"/>
    <w:basedOn w:val="a1"/>
    <w:uiPriority w:val="99"/>
    <w:rsid w:val="000F2A8F"/>
    <w:pPr>
      <w:pBdr>
        <w:top w:val="single" w:sz="4" w:space="0" w:color="auto"/>
        <w:left w:val="single" w:sz="4" w:space="0" w:color="auto"/>
        <w:bottom w:val="single" w:sz="4" w:space="0" w:color="auto"/>
        <w:right w:val="single" w:sz="4" w:space="0" w:color="auto"/>
      </w:pBdr>
      <w:shd w:val="clear" w:color="000000" w:fill="BFBFBF"/>
      <w:adjustRightInd/>
      <w:snapToGrid/>
      <w:spacing w:before="100" w:beforeAutospacing="1" w:after="100" w:afterAutospacing="1" w:line="240" w:lineRule="auto"/>
      <w:jc w:val="center"/>
    </w:pPr>
    <w:rPr>
      <w:rFonts w:ascii="Calibri" w:eastAsia="Times New Roman" w:hAnsi="Calibri"/>
      <w:sz w:val="16"/>
      <w:szCs w:val="16"/>
    </w:rPr>
  </w:style>
  <w:style w:type="character" w:styleId="affb">
    <w:name w:val="Strong"/>
    <w:basedOn w:val="a2"/>
    <w:qFormat/>
    <w:rsid w:val="00266838"/>
    <w:rPr>
      <w:b/>
      <w:bCs/>
    </w:rPr>
  </w:style>
  <w:style w:type="character" w:styleId="affc">
    <w:name w:val="Emphasis"/>
    <w:basedOn w:val="a2"/>
    <w:uiPriority w:val="20"/>
    <w:qFormat/>
    <w:rsid w:val="000C1D07"/>
    <w:rPr>
      <w:i/>
      <w:iCs/>
    </w:rPr>
  </w:style>
  <w:style w:type="character" w:customStyle="1" w:styleId="SC62536">
    <w:name w:val="SC.6.2536"/>
    <w:uiPriority w:val="99"/>
    <w:rsid w:val="00FC47CF"/>
    <w:rPr>
      <w:color w:val="000000"/>
      <w:sz w:val="20"/>
      <w:szCs w:val="20"/>
    </w:rPr>
  </w:style>
  <w:style w:type="character" w:customStyle="1" w:styleId="SC62625">
    <w:name w:val="SC.6.2625"/>
    <w:uiPriority w:val="99"/>
    <w:rsid w:val="00FC47CF"/>
    <w:rPr>
      <w:color w:val="000000"/>
      <w:sz w:val="16"/>
      <w:szCs w:val="16"/>
    </w:rPr>
  </w:style>
  <w:style w:type="paragraph" w:styleId="affd">
    <w:name w:val="Body Text"/>
    <w:basedOn w:val="a1"/>
    <w:link w:val="affe"/>
    <w:uiPriority w:val="1"/>
    <w:qFormat/>
    <w:rsid w:val="00FC47CF"/>
    <w:pPr>
      <w:widowControl w:val="0"/>
      <w:adjustRightInd/>
      <w:snapToGrid/>
      <w:spacing w:line="240" w:lineRule="auto"/>
      <w:jc w:val="left"/>
    </w:pPr>
    <w:rPr>
      <w:rFonts w:cs="Arial"/>
      <w:lang w:eastAsia="en-US"/>
    </w:rPr>
  </w:style>
  <w:style w:type="character" w:customStyle="1" w:styleId="affe">
    <w:name w:val="正文文本 字符"/>
    <w:basedOn w:val="a2"/>
    <w:link w:val="affd"/>
    <w:uiPriority w:val="1"/>
    <w:rsid w:val="00FC47CF"/>
    <w:rPr>
      <w:rFonts w:ascii="Arial" w:eastAsia="Arial" w:hAnsi="Arial" w:cs="Arial"/>
      <w:lang w:eastAsia="en-US"/>
    </w:rPr>
  </w:style>
  <w:style w:type="character" w:customStyle="1" w:styleId="fontstyle11">
    <w:name w:val="fontstyle11"/>
    <w:basedOn w:val="a2"/>
    <w:rsid w:val="002349B3"/>
    <w:rPr>
      <w:rFonts w:ascii="ArialMT" w:hAnsi="ArialMT" w:hint="default"/>
      <w:b w:val="0"/>
      <w:bCs w:val="0"/>
      <w:i w:val="0"/>
      <w:iCs w:val="0"/>
      <w:color w:val="000000"/>
      <w:sz w:val="22"/>
      <w:szCs w:val="22"/>
    </w:rPr>
  </w:style>
  <w:style w:type="character" w:customStyle="1" w:styleId="fontstyle21">
    <w:name w:val="fontstyle21"/>
    <w:basedOn w:val="a2"/>
    <w:rsid w:val="00466169"/>
    <w:rPr>
      <w:rFonts w:ascii="TimesLTStd-Roman" w:hAnsi="TimesLTStd-Roman" w:hint="default"/>
      <w:b w:val="0"/>
      <w:bCs w:val="0"/>
      <w:i w:val="0"/>
      <w:iCs w:val="0"/>
      <w:color w:val="000000"/>
      <w:sz w:val="28"/>
      <w:szCs w:val="28"/>
    </w:rPr>
  </w:style>
  <w:style w:type="character" w:customStyle="1" w:styleId="tgt">
    <w:name w:val="tgt"/>
    <w:basedOn w:val="a2"/>
    <w:rsid w:val="00845B97"/>
  </w:style>
  <w:style w:type="character" w:customStyle="1" w:styleId="fontstyle31">
    <w:name w:val="fontstyle31"/>
    <w:basedOn w:val="a2"/>
    <w:rsid w:val="004360C3"/>
    <w:rPr>
      <w:rFonts w:ascii="Century Schoolbook" w:hAnsi="Century Schoolbook" w:hint="default"/>
      <w:b w:val="0"/>
      <w:bCs w:val="0"/>
      <w:i w:val="0"/>
      <w:iCs w:val="0"/>
      <w:color w:val="000000"/>
      <w:sz w:val="20"/>
      <w:szCs w:val="20"/>
    </w:rPr>
  </w:style>
  <w:style w:type="paragraph" w:customStyle="1" w:styleId="msonormal0">
    <w:name w:val="msonormal"/>
    <w:basedOn w:val="a1"/>
    <w:uiPriority w:val="99"/>
    <w:rsid w:val="000C4528"/>
    <w:pPr>
      <w:adjustRightInd/>
      <w:snapToGrid/>
      <w:spacing w:before="100" w:beforeAutospacing="1" w:after="100" w:afterAutospacing="1" w:line="240" w:lineRule="auto"/>
      <w:jc w:val="left"/>
    </w:pPr>
    <w:rPr>
      <w:rFonts w:ascii="宋体" w:hAnsi="宋体" w:cs="宋体"/>
      <w:sz w:val="24"/>
    </w:rPr>
  </w:style>
  <w:style w:type="paragraph" w:customStyle="1" w:styleId="xl82">
    <w:name w:val="xl82"/>
    <w:basedOn w:val="a1"/>
    <w:uiPriority w:val="99"/>
    <w:rsid w:val="000C4528"/>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jc w:val="center"/>
    </w:pPr>
    <w:rPr>
      <w:rFonts w:ascii="Arial" w:hAnsi="Arial" w:cs="Arial"/>
      <w:sz w:val="24"/>
    </w:rPr>
  </w:style>
  <w:style w:type="paragraph" w:customStyle="1" w:styleId="xl83">
    <w:name w:val="xl83"/>
    <w:basedOn w:val="a1"/>
    <w:uiPriority w:val="99"/>
    <w:rsid w:val="000C4528"/>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jc w:val="left"/>
    </w:pPr>
    <w:rPr>
      <w:rFonts w:ascii="Arial" w:hAnsi="Arial" w:cs="Arial"/>
      <w:sz w:val="24"/>
    </w:rPr>
  </w:style>
  <w:style w:type="paragraph" w:customStyle="1" w:styleId="xl84">
    <w:name w:val="xl84"/>
    <w:basedOn w:val="a1"/>
    <w:uiPriority w:val="99"/>
    <w:rsid w:val="000C4528"/>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jc w:val="left"/>
    </w:pPr>
    <w:rPr>
      <w:rFonts w:ascii="Arial" w:hAnsi="Arial" w:cs="Arial"/>
      <w:sz w:val="24"/>
    </w:rPr>
  </w:style>
  <w:style w:type="paragraph" w:customStyle="1" w:styleId="xl85">
    <w:name w:val="xl85"/>
    <w:basedOn w:val="a1"/>
    <w:uiPriority w:val="99"/>
    <w:rsid w:val="000C4528"/>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jc w:val="left"/>
    </w:pPr>
    <w:rPr>
      <w:rFonts w:ascii="Arial" w:hAnsi="Arial" w:cs="Arial"/>
      <w:sz w:val="24"/>
    </w:rPr>
  </w:style>
  <w:style w:type="paragraph" w:customStyle="1" w:styleId="xl86">
    <w:name w:val="xl86"/>
    <w:basedOn w:val="a1"/>
    <w:uiPriority w:val="99"/>
    <w:rsid w:val="000C4528"/>
    <w:pPr>
      <w:adjustRightInd/>
      <w:snapToGrid/>
      <w:spacing w:before="100" w:beforeAutospacing="1" w:after="100" w:afterAutospacing="1" w:line="240" w:lineRule="auto"/>
      <w:jc w:val="left"/>
    </w:pPr>
    <w:rPr>
      <w:rFonts w:ascii="Arial" w:hAnsi="Arial" w:cs="Arial"/>
      <w:sz w:val="24"/>
    </w:rPr>
  </w:style>
  <w:style w:type="paragraph" w:customStyle="1" w:styleId="xl87">
    <w:name w:val="xl87"/>
    <w:basedOn w:val="a1"/>
    <w:uiPriority w:val="99"/>
    <w:rsid w:val="000C4528"/>
    <w:pPr>
      <w:adjustRightInd/>
      <w:snapToGrid/>
      <w:spacing w:before="100" w:beforeAutospacing="1" w:after="100" w:afterAutospacing="1" w:line="240" w:lineRule="auto"/>
      <w:jc w:val="center"/>
    </w:pPr>
    <w:rPr>
      <w:rFonts w:ascii="Arial" w:hAnsi="Arial" w:cs="Arial"/>
      <w:sz w:val="24"/>
    </w:rPr>
  </w:style>
  <w:style w:type="paragraph" w:customStyle="1" w:styleId="xl94">
    <w:name w:val="xl94"/>
    <w:basedOn w:val="a1"/>
    <w:uiPriority w:val="99"/>
    <w:rsid w:val="000C4528"/>
    <w:pPr>
      <w:adjustRightInd/>
      <w:snapToGrid/>
      <w:spacing w:before="100" w:beforeAutospacing="1" w:after="100" w:afterAutospacing="1" w:line="240" w:lineRule="auto"/>
      <w:jc w:val="left"/>
    </w:pPr>
    <w:rPr>
      <w:rFonts w:ascii="Arial" w:hAnsi="Arial" w:cs="Arial"/>
      <w:color w:val="000000"/>
      <w:sz w:val="24"/>
    </w:rPr>
  </w:style>
  <w:style w:type="paragraph" w:customStyle="1" w:styleId="xl95">
    <w:name w:val="xl95"/>
    <w:basedOn w:val="a1"/>
    <w:uiPriority w:val="99"/>
    <w:rsid w:val="000C4528"/>
    <w:pPr>
      <w:adjustRightInd/>
      <w:snapToGrid/>
      <w:spacing w:before="100" w:beforeAutospacing="1" w:after="100" w:afterAutospacing="1" w:line="240" w:lineRule="auto"/>
      <w:jc w:val="left"/>
    </w:pPr>
    <w:rPr>
      <w:rFonts w:ascii="Arial" w:hAnsi="Arial" w:cs="Arial"/>
      <w:sz w:val="24"/>
    </w:rPr>
  </w:style>
  <w:style w:type="paragraph" w:customStyle="1" w:styleId="xl96">
    <w:name w:val="xl96"/>
    <w:basedOn w:val="a1"/>
    <w:uiPriority w:val="99"/>
    <w:rsid w:val="000C4528"/>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jc w:val="left"/>
    </w:pPr>
    <w:rPr>
      <w:rFonts w:ascii="Arial" w:hAnsi="Arial" w:cs="Arial"/>
      <w:sz w:val="24"/>
    </w:rPr>
  </w:style>
  <w:style w:type="paragraph" w:customStyle="1" w:styleId="xl97">
    <w:name w:val="xl97"/>
    <w:basedOn w:val="a1"/>
    <w:uiPriority w:val="99"/>
    <w:rsid w:val="000C4528"/>
    <w:pPr>
      <w:pBdr>
        <w:top w:val="single" w:sz="4" w:space="0" w:color="auto"/>
        <w:left w:val="single" w:sz="4" w:space="0" w:color="auto"/>
        <w:bottom w:val="single" w:sz="4" w:space="0" w:color="auto"/>
        <w:right w:val="single" w:sz="4" w:space="0" w:color="auto"/>
      </w:pBdr>
      <w:shd w:val="clear" w:color="000000" w:fill="E6B8B7"/>
      <w:adjustRightInd/>
      <w:snapToGrid/>
      <w:spacing w:before="100" w:beforeAutospacing="1" w:after="100" w:afterAutospacing="1" w:line="240" w:lineRule="auto"/>
      <w:jc w:val="left"/>
    </w:pPr>
    <w:rPr>
      <w:rFonts w:ascii="Arial" w:hAnsi="Arial" w:cs="Arial"/>
      <w:sz w:val="24"/>
    </w:rPr>
  </w:style>
  <w:style w:type="paragraph" w:customStyle="1" w:styleId="xl98">
    <w:name w:val="xl98"/>
    <w:basedOn w:val="a1"/>
    <w:uiPriority w:val="99"/>
    <w:rsid w:val="000C4528"/>
    <w:pPr>
      <w:pBdr>
        <w:top w:val="single" w:sz="4" w:space="0" w:color="auto"/>
        <w:left w:val="single" w:sz="4" w:space="0" w:color="auto"/>
        <w:bottom w:val="single" w:sz="4" w:space="0" w:color="auto"/>
        <w:right w:val="single" w:sz="4" w:space="0" w:color="auto"/>
      </w:pBdr>
      <w:adjustRightInd/>
      <w:snapToGrid/>
      <w:spacing w:before="100" w:beforeAutospacing="1" w:after="100" w:afterAutospacing="1" w:line="240" w:lineRule="auto"/>
      <w:jc w:val="left"/>
    </w:pPr>
    <w:rPr>
      <w:rFonts w:ascii="Arial" w:hAnsi="Arial" w:cs="Arial"/>
      <w:color w:val="000000"/>
      <w:sz w:val="24"/>
    </w:rPr>
  </w:style>
  <w:style w:type="paragraph" w:customStyle="1" w:styleId="xl99">
    <w:name w:val="xl99"/>
    <w:basedOn w:val="a1"/>
    <w:uiPriority w:val="99"/>
    <w:rsid w:val="000C4528"/>
    <w:pPr>
      <w:pBdr>
        <w:top w:val="single" w:sz="4" w:space="0" w:color="auto"/>
        <w:left w:val="single" w:sz="4" w:space="0" w:color="auto"/>
        <w:bottom w:val="single" w:sz="4" w:space="0" w:color="auto"/>
        <w:right w:val="single" w:sz="4" w:space="0" w:color="auto"/>
      </w:pBdr>
      <w:shd w:val="clear" w:color="000000" w:fill="E6B8B7"/>
      <w:adjustRightInd/>
      <w:snapToGrid/>
      <w:spacing w:before="100" w:beforeAutospacing="1" w:after="100" w:afterAutospacing="1" w:line="240" w:lineRule="auto"/>
      <w:jc w:val="left"/>
    </w:pPr>
    <w:rPr>
      <w:rFonts w:ascii="Arial" w:hAnsi="Arial" w:cs="Arial"/>
      <w:sz w:val="24"/>
    </w:rPr>
  </w:style>
  <w:style w:type="paragraph" w:customStyle="1" w:styleId="xl100">
    <w:name w:val="xl100"/>
    <w:basedOn w:val="a1"/>
    <w:uiPriority w:val="99"/>
    <w:rsid w:val="000C4528"/>
    <w:pPr>
      <w:pBdr>
        <w:top w:val="single" w:sz="4" w:space="0" w:color="auto"/>
        <w:left w:val="single" w:sz="4" w:space="0" w:color="auto"/>
        <w:right w:val="single" w:sz="4" w:space="0" w:color="auto"/>
      </w:pBdr>
      <w:shd w:val="clear" w:color="000000" w:fill="3366FF"/>
      <w:adjustRightInd/>
      <w:snapToGrid/>
      <w:spacing w:before="100" w:beforeAutospacing="1" w:after="100" w:afterAutospacing="1" w:line="240" w:lineRule="auto"/>
      <w:jc w:val="left"/>
    </w:pPr>
    <w:rPr>
      <w:rFonts w:ascii="Arial" w:hAnsi="Arial" w:cs="Arial"/>
      <w:color w:val="FFFFFF"/>
      <w:sz w:val="24"/>
    </w:rPr>
  </w:style>
  <w:style w:type="paragraph" w:customStyle="1" w:styleId="xl101">
    <w:name w:val="xl101"/>
    <w:basedOn w:val="a1"/>
    <w:uiPriority w:val="99"/>
    <w:rsid w:val="000C4528"/>
    <w:pPr>
      <w:pBdr>
        <w:top w:val="single" w:sz="4" w:space="0" w:color="auto"/>
        <w:left w:val="single" w:sz="4" w:space="0" w:color="auto"/>
        <w:bottom w:val="single" w:sz="4" w:space="0" w:color="auto"/>
        <w:right w:val="single" w:sz="4" w:space="0" w:color="auto"/>
      </w:pBdr>
      <w:shd w:val="clear" w:color="000000" w:fill="E6B8B7"/>
      <w:adjustRightInd/>
      <w:snapToGrid/>
      <w:spacing w:before="100" w:beforeAutospacing="1" w:after="100" w:afterAutospacing="1" w:line="240" w:lineRule="auto"/>
      <w:jc w:val="left"/>
    </w:pPr>
    <w:rPr>
      <w:rFonts w:ascii="Arial" w:hAnsi="Arial" w:cs="Arial"/>
      <w:sz w:val="24"/>
    </w:rPr>
  </w:style>
  <w:style w:type="paragraph" w:customStyle="1" w:styleId="xl102">
    <w:name w:val="xl102"/>
    <w:basedOn w:val="a1"/>
    <w:uiPriority w:val="99"/>
    <w:rsid w:val="000C4528"/>
    <w:pPr>
      <w:pBdr>
        <w:top w:val="single" w:sz="4" w:space="0" w:color="auto"/>
        <w:left w:val="single" w:sz="4" w:space="0" w:color="auto"/>
        <w:bottom w:val="single" w:sz="4" w:space="0" w:color="auto"/>
        <w:right w:val="single" w:sz="4" w:space="0" w:color="auto"/>
      </w:pBdr>
      <w:shd w:val="clear" w:color="000000" w:fill="E6B8B7"/>
      <w:adjustRightInd/>
      <w:snapToGrid/>
      <w:spacing w:before="100" w:beforeAutospacing="1" w:after="100" w:afterAutospacing="1" w:line="240" w:lineRule="auto"/>
      <w:jc w:val="left"/>
    </w:pPr>
    <w:rPr>
      <w:rFonts w:ascii="Arial" w:hAnsi="Arial" w:cs="Arial"/>
      <w:color w:val="000000"/>
      <w:sz w:val="24"/>
    </w:rPr>
  </w:style>
  <w:style w:type="paragraph" w:customStyle="1" w:styleId="xl103">
    <w:name w:val="xl103"/>
    <w:basedOn w:val="a1"/>
    <w:uiPriority w:val="99"/>
    <w:rsid w:val="000C4528"/>
    <w:pPr>
      <w:pBdr>
        <w:top w:val="single" w:sz="4" w:space="0" w:color="auto"/>
        <w:left w:val="single" w:sz="4" w:space="0" w:color="auto"/>
        <w:bottom w:val="single" w:sz="4" w:space="0" w:color="auto"/>
        <w:right w:val="single" w:sz="4" w:space="0" w:color="auto"/>
      </w:pBdr>
      <w:shd w:val="clear" w:color="000000" w:fill="E6B8B7"/>
      <w:adjustRightInd/>
      <w:snapToGrid/>
      <w:spacing w:before="100" w:beforeAutospacing="1" w:after="100" w:afterAutospacing="1" w:line="240" w:lineRule="auto"/>
      <w:jc w:val="left"/>
    </w:pPr>
    <w:rPr>
      <w:rFonts w:ascii="Arial" w:hAnsi="Arial" w:cs="Arial"/>
      <w:sz w:val="24"/>
    </w:rPr>
  </w:style>
  <w:style w:type="paragraph" w:customStyle="1" w:styleId="xl104">
    <w:name w:val="xl104"/>
    <w:basedOn w:val="a1"/>
    <w:uiPriority w:val="99"/>
    <w:rsid w:val="000C4528"/>
    <w:pPr>
      <w:pBdr>
        <w:top w:val="single" w:sz="4" w:space="0" w:color="auto"/>
        <w:left w:val="single" w:sz="4" w:space="0" w:color="auto"/>
        <w:right w:val="single" w:sz="4" w:space="0" w:color="auto"/>
      </w:pBdr>
      <w:shd w:val="clear" w:color="000000" w:fill="3366FF"/>
      <w:adjustRightInd/>
      <w:snapToGrid/>
      <w:spacing w:before="100" w:beforeAutospacing="1" w:after="100" w:afterAutospacing="1" w:line="240" w:lineRule="auto"/>
      <w:jc w:val="left"/>
    </w:pPr>
    <w:rPr>
      <w:rFonts w:ascii="Arial" w:hAnsi="Arial" w:cs="Arial"/>
      <w:b/>
      <w:bCs/>
      <w:color w:val="FFFFFF"/>
      <w:sz w:val="24"/>
    </w:rPr>
  </w:style>
  <w:style w:type="paragraph" w:customStyle="1" w:styleId="xl105">
    <w:name w:val="xl105"/>
    <w:basedOn w:val="a1"/>
    <w:uiPriority w:val="99"/>
    <w:rsid w:val="000C4528"/>
    <w:pPr>
      <w:adjustRightInd/>
      <w:snapToGrid/>
      <w:spacing w:before="100" w:beforeAutospacing="1" w:after="100" w:afterAutospacing="1" w:line="240" w:lineRule="auto"/>
      <w:jc w:val="left"/>
    </w:pPr>
    <w:rPr>
      <w:rFonts w:ascii="Arial" w:hAnsi="Arial" w:cs="Arial"/>
      <w:sz w:val="24"/>
    </w:rPr>
  </w:style>
  <w:style w:type="paragraph" w:customStyle="1" w:styleId="xl106">
    <w:name w:val="xl106"/>
    <w:basedOn w:val="a1"/>
    <w:uiPriority w:val="99"/>
    <w:rsid w:val="000C4528"/>
    <w:pPr>
      <w:pBdr>
        <w:top w:val="single" w:sz="4" w:space="0" w:color="auto"/>
        <w:left w:val="single" w:sz="4" w:space="0" w:color="auto"/>
        <w:bottom w:val="single" w:sz="4" w:space="0" w:color="auto"/>
        <w:right w:val="single" w:sz="4" w:space="0" w:color="auto"/>
      </w:pBdr>
      <w:shd w:val="clear" w:color="000000" w:fill="FFFF00"/>
      <w:adjustRightInd/>
      <w:snapToGrid/>
      <w:spacing w:before="100" w:beforeAutospacing="1" w:after="100" w:afterAutospacing="1" w:line="240" w:lineRule="auto"/>
      <w:jc w:val="center"/>
    </w:pPr>
    <w:rPr>
      <w:rFonts w:ascii="Arial" w:hAnsi="Arial" w:cs="Arial"/>
      <w:color w:val="FF0000"/>
      <w:sz w:val="24"/>
    </w:rPr>
  </w:style>
  <w:style w:type="paragraph" w:customStyle="1" w:styleId="xl107">
    <w:name w:val="xl107"/>
    <w:basedOn w:val="a1"/>
    <w:uiPriority w:val="99"/>
    <w:rsid w:val="000C4528"/>
    <w:pPr>
      <w:pBdr>
        <w:top w:val="single" w:sz="4" w:space="0" w:color="auto"/>
        <w:left w:val="single" w:sz="4" w:space="0" w:color="auto"/>
        <w:right w:val="single" w:sz="4" w:space="0" w:color="auto"/>
      </w:pBdr>
      <w:shd w:val="clear" w:color="000000" w:fill="3366FF"/>
      <w:adjustRightInd/>
      <w:snapToGrid/>
      <w:spacing w:before="100" w:beforeAutospacing="1" w:after="100" w:afterAutospacing="1" w:line="240" w:lineRule="auto"/>
      <w:jc w:val="center"/>
    </w:pPr>
    <w:rPr>
      <w:rFonts w:ascii="Arial" w:hAnsi="Arial" w:cs="Arial"/>
      <w:b/>
      <w:bCs/>
      <w:color w:val="FFFFFF"/>
      <w:sz w:val="24"/>
    </w:rPr>
  </w:style>
  <w:style w:type="paragraph" w:customStyle="1" w:styleId="xl108">
    <w:name w:val="xl108"/>
    <w:basedOn w:val="a1"/>
    <w:uiPriority w:val="99"/>
    <w:rsid w:val="000C4528"/>
    <w:pPr>
      <w:pBdr>
        <w:top w:val="single" w:sz="4" w:space="0" w:color="000000"/>
        <w:left w:val="single" w:sz="4" w:space="0" w:color="000000"/>
        <w:bottom w:val="single" w:sz="4" w:space="0" w:color="000000"/>
        <w:right w:val="single" w:sz="4" w:space="0" w:color="000000"/>
      </w:pBdr>
      <w:adjustRightInd/>
      <w:snapToGrid/>
      <w:spacing w:before="100" w:beforeAutospacing="1" w:after="100" w:afterAutospacing="1" w:line="240" w:lineRule="auto"/>
      <w:jc w:val="left"/>
    </w:pPr>
    <w:rPr>
      <w:rFonts w:ascii="Arial" w:hAnsi="Arial" w:cs="Arial"/>
      <w:color w:val="008000"/>
      <w:sz w:val="24"/>
    </w:rPr>
  </w:style>
  <w:style w:type="paragraph" w:customStyle="1" w:styleId="xl109">
    <w:name w:val="xl109"/>
    <w:basedOn w:val="a1"/>
    <w:uiPriority w:val="99"/>
    <w:rsid w:val="000C4528"/>
    <w:pPr>
      <w:pBdr>
        <w:top w:val="single" w:sz="4" w:space="0" w:color="000000"/>
        <w:left w:val="single" w:sz="4" w:space="0" w:color="000000"/>
        <w:bottom w:val="single" w:sz="4" w:space="0" w:color="000000"/>
        <w:right w:val="single" w:sz="4" w:space="0" w:color="000000"/>
      </w:pBdr>
      <w:adjustRightInd/>
      <w:snapToGrid/>
      <w:spacing w:before="100" w:beforeAutospacing="1" w:after="100" w:afterAutospacing="1" w:line="240" w:lineRule="auto"/>
      <w:jc w:val="left"/>
    </w:pPr>
    <w:rPr>
      <w:rFonts w:ascii="Arial" w:hAnsi="Arial" w:cs="Arial"/>
      <w:sz w:val="24"/>
    </w:rPr>
  </w:style>
  <w:style w:type="paragraph" w:customStyle="1" w:styleId="xl110">
    <w:name w:val="xl110"/>
    <w:basedOn w:val="a1"/>
    <w:uiPriority w:val="99"/>
    <w:rsid w:val="000C4528"/>
    <w:pPr>
      <w:pBdr>
        <w:top w:val="single" w:sz="4" w:space="0" w:color="000000"/>
        <w:left w:val="single" w:sz="4" w:space="0" w:color="000000"/>
        <w:bottom w:val="single" w:sz="4" w:space="0" w:color="000000"/>
        <w:right w:val="single" w:sz="4" w:space="0" w:color="000000"/>
      </w:pBdr>
      <w:shd w:val="clear" w:color="000000" w:fill="D8D8D8"/>
      <w:adjustRightInd/>
      <w:snapToGrid/>
      <w:spacing w:before="100" w:beforeAutospacing="1" w:after="100" w:afterAutospacing="1" w:line="240" w:lineRule="auto"/>
      <w:jc w:val="left"/>
    </w:pPr>
    <w:rPr>
      <w:rFonts w:ascii="Arial" w:hAnsi="Arial" w:cs="Arial"/>
      <w:sz w:val="24"/>
    </w:rPr>
  </w:style>
  <w:style w:type="paragraph" w:customStyle="1" w:styleId="xl111">
    <w:name w:val="xl111"/>
    <w:basedOn w:val="a1"/>
    <w:uiPriority w:val="99"/>
    <w:rsid w:val="000C4528"/>
    <w:pPr>
      <w:pBdr>
        <w:top w:val="single" w:sz="4" w:space="0" w:color="000000"/>
        <w:left w:val="single" w:sz="4" w:space="0" w:color="000000"/>
        <w:bottom w:val="single" w:sz="4" w:space="0" w:color="000000"/>
        <w:right w:val="single" w:sz="4" w:space="0" w:color="000000"/>
      </w:pBdr>
      <w:shd w:val="clear" w:color="000000" w:fill="808080"/>
      <w:adjustRightInd/>
      <w:snapToGrid/>
      <w:spacing w:before="100" w:beforeAutospacing="1" w:after="100" w:afterAutospacing="1" w:line="240" w:lineRule="auto"/>
      <w:jc w:val="left"/>
    </w:pPr>
    <w:rPr>
      <w:rFonts w:ascii="Arial" w:hAnsi="Arial" w:cs="Arial"/>
      <w:color w:val="FF0000"/>
      <w:sz w:val="24"/>
    </w:rPr>
  </w:style>
  <w:style w:type="paragraph" w:customStyle="1" w:styleId="xl112">
    <w:name w:val="xl112"/>
    <w:basedOn w:val="a1"/>
    <w:uiPriority w:val="99"/>
    <w:rsid w:val="000C4528"/>
    <w:pPr>
      <w:pBdr>
        <w:top w:val="single" w:sz="4" w:space="0" w:color="000000"/>
        <w:left w:val="single" w:sz="4" w:space="0" w:color="000000"/>
        <w:bottom w:val="single" w:sz="4" w:space="0" w:color="000000"/>
        <w:right w:val="single" w:sz="4" w:space="0" w:color="000000"/>
      </w:pBdr>
      <w:shd w:val="clear" w:color="000000" w:fill="92D050"/>
      <w:adjustRightInd/>
      <w:snapToGrid/>
      <w:spacing w:before="100" w:beforeAutospacing="1" w:after="100" w:afterAutospacing="1" w:line="240" w:lineRule="auto"/>
      <w:jc w:val="left"/>
    </w:pPr>
    <w:rPr>
      <w:rFonts w:ascii="Arial" w:hAnsi="Arial" w:cs="Arial"/>
      <w:color w:val="FF0000"/>
      <w:sz w:val="24"/>
    </w:rPr>
  </w:style>
  <w:style w:type="paragraph" w:customStyle="1" w:styleId="xl113">
    <w:name w:val="xl113"/>
    <w:basedOn w:val="a1"/>
    <w:uiPriority w:val="99"/>
    <w:rsid w:val="000C4528"/>
    <w:pPr>
      <w:pBdr>
        <w:top w:val="single" w:sz="4" w:space="0" w:color="000000"/>
        <w:left w:val="single" w:sz="4" w:space="0" w:color="000000"/>
        <w:bottom w:val="single" w:sz="4" w:space="0" w:color="000000"/>
        <w:right w:val="single" w:sz="4" w:space="0" w:color="000000"/>
      </w:pBdr>
      <w:shd w:val="clear" w:color="000000" w:fill="FABF8F"/>
      <w:adjustRightInd/>
      <w:snapToGrid/>
      <w:spacing w:before="100" w:beforeAutospacing="1" w:after="100" w:afterAutospacing="1" w:line="240" w:lineRule="auto"/>
      <w:jc w:val="left"/>
    </w:pPr>
    <w:rPr>
      <w:rFonts w:ascii="Arial" w:hAnsi="Arial" w:cs="Arial"/>
      <w:color w:val="FF0000"/>
      <w:sz w:val="24"/>
    </w:rPr>
  </w:style>
  <w:style w:type="paragraph" w:customStyle="1" w:styleId="xl114">
    <w:name w:val="xl114"/>
    <w:basedOn w:val="a1"/>
    <w:uiPriority w:val="99"/>
    <w:rsid w:val="000C4528"/>
    <w:pPr>
      <w:pBdr>
        <w:top w:val="single" w:sz="4" w:space="0" w:color="000000"/>
        <w:left w:val="single" w:sz="4" w:space="0" w:color="000000"/>
        <w:bottom w:val="single" w:sz="4" w:space="0" w:color="000000"/>
        <w:right w:val="single" w:sz="4" w:space="0" w:color="000000"/>
      </w:pBdr>
      <w:shd w:val="clear" w:color="000000" w:fill="E6B8B7"/>
      <w:adjustRightInd/>
      <w:snapToGrid/>
      <w:spacing w:before="100" w:beforeAutospacing="1" w:after="100" w:afterAutospacing="1" w:line="240" w:lineRule="auto"/>
      <w:jc w:val="left"/>
    </w:pPr>
    <w:rPr>
      <w:rFonts w:ascii="Arial" w:hAnsi="Arial" w:cs="Arial"/>
      <w:color w:val="008000"/>
      <w:sz w:val="24"/>
    </w:rPr>
  </w:style>
  <w:style w:type="paragraph" w:customStyle="1" w:styleId="xl115">
    <w:name w:val="xl115"/>
    <w:basedOn w:val="a1"/>
    <w:uiPriority w:val="99"/>
    <w:rsid w:val="000C4528"/>
    <w:pPr>
      <w:pBdr>
        <w:top w:val="single" w:sz="4" w:space="0" w:color="000000"/>
        <w:left w:val="single" w:sz="4" w:space="0" w:color="000000"/>
        <w:bottom w:val="single" w:sz="4" w:space="0" w:color="000000"/>
        <w:right w:val="single" w:sz="4" w:space="0" w:color="000000"/>
      </w:pBdr>
      <w:shd w:val="clear" w:color="000000" w:fill="E6B8B7"/>
      <w:adjustRightInd/>
      <w:snapToGrid/>
      <w:spacing w:before="100" w:beforeAutospacing="1" w:after="100" w:afterAutospacing="1" w:line="240" w:lineRule="auto"/>
      <w:jc w:val="left"/>
    </w:pPr>
    <w:rPr>
      <w:rFonts w:ascii="Arial" w:hAnsi="Arial" w:cs="Arial"/>
      <w:sz w:val="24"/>
    </w:rPr>
  </w:style>
  <w:style w:type="paragraph" w:customStyle="1" w:styleId="xl116">
    <w:name w:val="xl116"/>
    <w:basedOn w:val="a1"/>
    <w:uiPriority w:val="99"/>
    <w:rsid w:val="000C4528"/>
    <w:pPr>
      <w:pBdr>
        <w:top w:val="single" w:sz="4" w:space="0" w:color="000000"/>
        <w:left w:val="single" w:sz="4" w:space="0" w:color="000000"/>
        <w:bottom w:val="single" w:sz="4" w:space="0" w:color="000000"/>
        <w:right w:val="single" w:sz="4" w:space="0" w:color="000000"/>
      </w:pBdr>
      <w:shd w:val="clear" w:color="000000" w:fill="92D050"/>
      <w:adjustRightInd/>
      <w:snapToGrid/>
      <w:spacing w:before="100" w:beforeAutospacing="1" w:after="100" w:afterAutospacing="1" w:line="240" w:lineRule="auto"/>
      <w:jc w:val="left"/>
    </w:pPr>
    <w:rPr>
      <w:rFonts w:ascii="Arial" w:hAnsi="Arial" w:cs="Arial"/>
      <w:color w:val="FF0000"/>
      <w:sz w:val="24"/>
    </w:rPr>
  </w:style>
  <w:style w:type="paragraph" w:customStyle="1" w:styleId="xl117">
    <w:name w:val="xl117"/>
    <w:basedOn w:val="a1"/>
    <w:uiPriority w:val="99"/>
    <w:rsid w:val="000C4528"/>
    <w:pPr>
      <w:pBdr>
        <w:top w:val="single" w:sz="4" w:space="0" w:color="000000"/>
        <w:left w:val="single" w:sz="4" w:space="0" w:color="000000"/>
        <w:bottom w:val="single" w:sz="4" w:space="0" w:color="000000"/>
        <w:right w:val="single" w:sz="4" w:space="0" w:color="000000"/>
      </w:pBdr>
      <w:shd w:val="clear" w:color="000000" w:fill="808080"/>
      <w:adjustRightInd/>
      <w:snapToGrid/>
      <w:spacing w:before="100" w:beforeAutospacing="1" w:after="100" w:afterAutospacing="1" w:line="240" w:lineRule="auto"/>
      <w:jc w:val="left"/>
    </w:pPr>
    <w:rPr>
      <w:rFonts w:ascii="Arial" w:hAnsi="Arial" w:cs="Arial"/>
      <w:color w:val="00B050"/>
      <w:sz w:val="24"/>
    </w:rPr>
  </w:style>
  <w:style w:type="character" w:customStyle="1" w:styleId="tlid-translation">
    <w:name w:val="tlid-translation"/>
    <w:basedOn w:val="a2"/>
    <w:rsid w:val="00AE0812"/>
  </w:style>
  <w:style w:type="character" w:customStyle="1" w:styleId="skip">
    <w:name w:val="skip"/>
    <w:basedOn w:val="a2"/>
    <w:rsid w:val="00AE0812"/>
  </w:style>
  <w:style w:type="character" w:customStyle="1" w:styleId="transsent">
    <w:name w:val="transsent"/>
    <w:basedOn w:val="a2"/>
    <w:rsid w:val="00AE0812"/>
  </w:style>
  <w:style w:type="paragraph" w:customStyle="1" w:styleId="src">
    <w:name w:val="src"/>
    <w:basedOn w:val="a1"/>
    <w:uiPriority w:val="99"/>
    <w:rsid w:val="00AE0812"/>
    <w:pPr>
      <w:adjustRightInd/>
      <w:snapToGrid/>
      <w:spacing w:before="100" w:beforeAutospacing="1" w:after="100" w:afterAutospacing="1" w:line="240" w:lineRule="auto"/>
      <w:jc w:val="left"/>
    </w:pPr>
    <w:rPr>
      <w:rFonts w:ascii="宋体" w:hAnsi="宋体" w:cs="宋体"/>
      <w:sz w:val="24"/>
    </w:rPr>
  </w:style>
  <w:style w:type="character" w:customStyle="1" w:styleId="tran">
    <w:name w:val="tran"/>
    <w:basedOn w:val="a2"/>
    <w:rsid w:val="00AE0812"/>
  </w:style>
  <w:style w:type="character" w:customStyle="1" w:styleId="apple-converted-space">
    <w:name w:val="apple-converted-space"/>
    <w:basedOn w:val="a2"/>
    <w:rsid w:val="00AE0812"/>
  </w:style>
  <w:style w:type="character" w:customStyle="1" w:styleId="tgt1">
    <w:name w:val="tgt1"/>
    <w:basedOn w:val="a2"/>
    <w:rsid w:val="00AE0812"/>
  </w:style>
  <w:style w:type="paragraph" w:customStyle="1" w:styleId="tgt0">
    <w:name w:val="_tgt"/>
    <w:basedOn w:val="a1"/>
    <w:uiPriority w:val="99"/>
    <w:rsid w:val="00AE0812"/>
    <w:pPr>
      <w:adjustRightInd/>
      <w:snapToGrid/>
      <w:spacing w:before="100" w:beforeAutospacing="1" w:after="100" w:afterAutospacing="1" w:line="240" w:lineRule="auto"/>
      <w:jc w:val="left"/>
    </w:pPr>
    <w:rPr>
      <w:rFonts w:ascii="宋体" w:hAnsi="宋体" w:cs="宋体"/>
      <w:sz w:val="24"/>
    </w:rPr>
  </w:style>
  <w:style w:type="character" w:customStyle="1" w:styleId="jlqj4b">
    <w:name w:val="jlqj4b"/>
    <w:basedOn w:val="a2"/>
    <w:rsid w:val="00AE0812"/>
  </w:style>
  <w:style w:type="paragraph" w:customStyle="1" w:styleId="text">
    <w:name w:val="text"/>
    <w:basedOn w:val="a1"/>
    <w:link w:val="textChar"/>
    <w:qFormat/>
    <w:rsid w:val="00C231C9"/>
    <w:pPr>
      <w:keepLines/>
      <w:spacing w:line="240" w:lineRule="auto"/>
      <w:jc w:val="left"/>
      <w:textAlignment w:val="baseline"/>
    </w:pPr>
    <w:rPr>
      <w:rFonts w:cs="Arial"/>
      <w:sz w:val="16"/>
      <w:szCs w:val="16"/>
    </w:rPr>
  </w:style>
  <w:style w:type="character" w:customStyle="1" w:styleId="textChar">
    <w:name w:val="text Char"/>
    <w:basedOn w:val="a2"/>
    <w:link w:val="text"/>
    <w:rsid w:val="00C231C9"/>
    <w:rPr>
      <w:rFonts w:ascii="Century Schoolbook" w:eastAsia="宋体" w:hAnsi="Century Schoolbook" w:cs="Arial"/>
      <w:kern w:val="2"/>
      <w:sz w:val="16"/>
      <w:szCs w:val="16"/>
    </w:rPr>
  </w:style>
  <w:style w:type="character" w:customStyle="1" w:styleId="110">
    <w:name w:val="标题 1 字符1"/>
    <w:aliases w:val="my标题1级 字符1"/>
    <w:basedOn w:val="a2"/>
    <w:uiPriority w:val="9"/>
    <w:rsid w:val="002043E2"/>
    <w:rPr>
      <w:rFonts w:ascii="Century Schoolbook" w:eastAsia="宋体" w:hAnsi="Century Schoolbook"/>
      <w:b/>
      <w:bCs/>
      <w:kern w:val="44"/>
      <w:sz w:val="44"/>
      <w:szCs w:val="44"/>
      <w:lang w:eastAsia="zh-TW"/>
    </w:rPr>
  </w:style>
  <w:style w:type="character" w:customStyle="1" w:styleId="210">
    <w:name w:val="标题 2 字符1"/>
    <w:aliases w:val="my标题2级 字符1"/>
    <w:basedOn w:val="a2"/>
    <w:uiPriority w:val="9"/>
    <w:semiHidden/>
    <w:rsid w:val="002043E2"/>
    <w:rPr>
      <w:rFonts w:asciiTheme="majorHAnsi" w:eastAsiaTheme="majorEastAsia" w:hAnsiTheme="majorHAnsi" w:cstheme="majorBidi"/>
      <w:b/>
      <w:bCs/>
      <w:kern w:val="2"/>
      <w:sz w:val="32"/>
      <w:szCs w:val="32"/>
      <w:lang w:eastAsia="zh-TW"/>
    </w:rPr>
  </w:style>
  <w:style w:type="character" w:customStyle="1" w:styleId="310">
    <w:name w:val="标题 3 字符1"/>
    <w:aliases w:val="my标题3级 字符1"/>
    <w:basedOn w:val="a2"/>
    <w:uiPriority w:val="9"/>
    <w:semiHidden/>
    <w:rsid w:val="002043E2"/>
    <w:rPr>
      <w:rFonts w:ascii="Century Schoolbook" w:eastAsia="宋体" w:hAnsi="Century Schoolbook"/>
      <w:b/>
      <w:bCs/>
      <w:kern w:val="2"/>
      <w:sz w:val="32"/>
      <w:szCs w:val="32"/>
      <w:lang w:eastAsia="zh-TW"/>
    </w:rPr>
  </w:style>
  <w:style w:type="table" w:customStyle="1" w:styleId="72">
    <w:name w:val="网格型7"/>
    <w:basedOn w:val="a3"/>
    <w:uiPriority w:val="59"/>
    <w:rsid w:val="002043E2"/>
    <w:rPr>
      <w:rFonts w:asciiTheme="minorHAnsi" w:eastAsiaTheme="minorEastAsia"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ulletOutline1">
    <w:name w:val="Bullet Outline1"/>
    <w:rsid w:val="00B33569"/>
    <w:pPr>
      <w:numPr>
        <w:numId w:val="4"/>
      </w:numPr>
    </w:pPr>
  </w:style>
  <w:style w:type="numbering" w:customStyle="1" w:styleId="1111111">
    <w:name w:val="1 / 1.1 / 1.1.11"/>
    <w:basedOn w:val="a4"/>
    <w:next w:val="1111110"/>
    <w:rsid w:val="00B33569"/>
    <w:pPr>
      <w:numPr>
        <w:numId w:val="5"/>
      </w:numPr>
    </w:pPr>
  </w:style>
  <w:style w:type="character" w:customStyle="1" w:styleId="afb">
    <w:name w:val="列出段落 字符"/>
    <w:link w:val="afa"/>
    <w:uiPriority w:val="34"/>
    <w:locked/>
    <w:rsid w:val="006C32C7"/>
    <w:rPr>
      <w:rFonts w:ascii="Century Schoolbook" w:eastAsia="宋体" w:hAnsi="Century Schoolbook"/>
      <w:kern w:val="2"/>
      <w:szCs w:val="24"/>
      <w:lang w:eastAsia="zh-TW"/>
    </w:rPr>
  </w:style>
  <w:style w:type="character" w:customStyle="1" w:styleId="y2iqfc">
    <w:name w:val="y2iqfc"/>
    <w:basedOn w:val="a2"/>
    <w:rsid w:val="007B2A28"/>
  </w:style>
  <w:style w:type="character" w:customStyle="1" w:styleId="fontstyle41">
    <w:name w:val="fontstyle41"/>
    <w:basedOn w:val="a2"/>
    <w:rsid w:val="007B2A28"/>
    <w:rPr>
      <w:rFonts w:ascii="MicrosoftYaHei-Bold" w:hAnsi="MicrosoftYaHei-Bold" w:hint="default"/>
      <w:b/>
      <w:bCs/>
      <w:i w:val="0"/>
      <w:iCs w:val="0"/>
      <w:color w:val="000000"/>
      <w:sz w:val="34"/>
      <w:szCs w:val="34"/>
    </w:rPr>
  </w:style>
  <w:style w:type="character" w:customStyle="1" w:styleId="16">
    <w:name w:val="页眉 字符1"/>
    <w:basedOn w:val="a2"/>
    <w:rsid w:val="007B2A28"/>
    <w:rPr>
      <w:rFonts w:ascii="Arial" w:eastAsia="Arial" w:hAnsi="Arial"/>
      <w:b/>
      <w:kern w:val="2"/>
      <w:sz w:val="32"/>
      <w:szCs w:val="24"/>
      <w:lang w:eastAsia="zh-TW"/>
    </w:rPr>
  </w:style>
  <w:style w:type="character" w:customStyle="1" w:styleId="17">
    <w:name w:val="页脚 字符1"/>
    <w:basedOn w:val="a2"/>
    <w:rsid w:val="007B2A28"/>
    <w:rPr>
      <w:rFonts w:ascii="Arial" w:eastAsia="Arial" w:hAnsi="Arial"/>
      <w:kern w:val="2"/>
      <w:lang w:eastAsia="zh-TW"/>
    </w:rPr>
  </w:style>
  <w:style w:type="paragraph" w:styleId="afff">
    <w:name w:val="Revision"/>
    <w:hidden/>
    <w:uiPriority w:val="99"/>
    <w:semiHidden/>
    <w:rsid w:val="006C027A"/>
    <w:rPr>
      <w:kern w:val="2"/>
      <w:szCs w:val="24"/>
      <w:lang w:eastAsia="zh-TW"/>
    </w:rPr>
  </w:style>
  <w:style w:type="character" w:customStyle="1" w:styleId="afff0">
    <w:name w:val="表格 字符"/>
    <w:basedOn w:val="a2"/>
    <w:link w:val="afff1"/>
    <w:locked/>
    <w:rsid w:val="009B4144"/>
    <w:rPr>
      <w:rFonts w:ascii="Arial" w:eastAsia="新宋体" w:hAnsi="Arial" w:cs="宋体"/>
      <w:color w:val="000000"/>
      <w:szCs w:val="24"/>
    </w:rPr>
  </w:style>
  <w:style w:type="paragraph" w:customStyle="1" w:styleId="afff1">
    <w:name w:val="表格"/>
    <w:basedOn w:val="a1"/>
    <w:link w:val="afff0"/>
    <w:qFormat/>
    <w:rsid w:val="009B4144"/>
    <w:pPr>
      <w:adjustRightInd/>
      <w:snapToGrid/>
      <w:spacing w:line="240" w:lineRule="auto"/>
      <w:jc w:val="center"/>
    </w:pPr>
    <w:rPr>
      <w:rFonts w:ascii="Arial" w:eastAsia="新宋体" w:hAnsi="Arial" w:cs="宋体"/>
      <w:color w:val="000000"/>
    </w:rPr>
  </w:style>
  <w:style w:type="table" w:customStyle="1" w:styleId="111">
    <w:name w:val="古典型 11"/>
    <w:basedOn w:val="a3"/>
    <w:next w:val="12"/>
    <w:semiHidden/>
    <w:unhideWhenUsed/>
    <w:rsid w:val="007E0E57"/>
    <w:pPr>
      <w:adjustRightInd w:val="0"/>
      <w:snapToGrid w:val="0"/>
      <w:spacing w:line="300" w:lineRule="auto"/>
      <w:jc w:val="both"/>
    </w:p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竖列型 31"/>
    <w:basedOn w:val="a3"/>
    <w:next w:val="32"/>
    <w:semiHidden/>
    <w:unhideWhenUsed/>
    <w:rsid w:val="007E0E57"/>
    <w:pPr>
      <w:adjustRightInd w:val="0"/>
      <w:snapToGrid w:val="0"/>
      <w:spacing w:line="300" w:lineRule="auto"/>
      <w:jc w:val="both"/>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810">
    <w:name w:val="网格型 81"/>
    <w:basedOn w:val="a3"/>
    <w:next w:val="81"/>
    <w:semiHidden/>
    <w:unhideWhenUsed/>
    <w:rsid w:val="007E0E57"/>
    <w:pPr>
      <w:adjustRightInd w:val="0"/>
      <w:snapToGrid w:val="0"/>
      <w:spacing w:line="300" w:lineRule="auto"/>
      <w:jc w:val="both"/>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83">
    <w:name w:val="网格型8"/>
    <w:basedOn w:val="a3"/>
    <w:next w:val="aa"/>
    <w:qFormat/>
    <w:rsid w:val="007E0E57"/>
    <w:pPr>
      <w:keepLines/>
      <w:adjustRightInd w:val="0"/>
      <w:spacing w:line="360" w:lineRule="atLeast"/>
      <w:jc w:val="center"/>
    </w:pPr>
    <w:rPr>
      <w:rFonts w:ascii="Arial" w:eastAsia="Arial" w:hAnsi="Arial" w:cs="PMingLiU"/>
    </w:rPr>
    <w:tblPr>
      <w:tblInd w:w="0" w:type="nil"/>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cPr>
      <w:vAlign w:val="center"/>
    </w:tcPr>
    <w:tblStylePr w:type="firstRow">
      <w:rPr>
        <w:rFonts w:ascii="Arial" w:eastAsia="Arial" w:hAnsi="Arial" w:cs="Arial" w:hint="default"/>
        <w:b/>
        <w:sz w:val="20"/>
        <w:szCs w:val="20"/>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firstCol">
      <w:pPr>
        <w:wordWrap/>
        <w:jc w:val="both"/>
      </w:pPr>
      <w:rPr>
        <w:rFonts w:ascii="Arial" w:eastAsia="Arial" w:hAnsi="Arial" w:cs="Arial" w:hint="default"/>
        <w:sz w:val="20"/>
        <w:szCs w:val="20"/>
      </w:rPr>
    </w:tblStylePr>
  </w:style>
  <w:style w:type="table" w:customStyle="1" w:styleId="-111">
    <w:name w:val="淺色網底 - 輔色 111"/>
    <w:basedOn w:val="a3"/>
    <w:uiPriority w:val="60"/>
    <w:rsid w:val="007E0E57"/>
    <w:rPr>
      <w:color w:val="365F91"/>
      <w:lang w:eastAsia="zh-TW"/>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610">
    <w:name w:val="网格型61"/>
    <w:basedOn w:val="a3"/>
    <w:rsid w:val="007E0E57"/>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网格型71"/>
    <w:basedOn w:val="a3"/>
    <w:uiPriority w:val="59"/>
    <w:rsid w:val="007E0E57"/>
    <w:rPr>
      <w:rFonts w:ascii="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rsid w:val="007E0E57"/>
    <w:pPr>
      <w:numPr>
        <w:numId w:val="11"/>
      </w:numPr>
    </w:pPr>
  </w:style>
  <w:style w:type="numbering" w:customStyle="1" w:styleId="BulletOutline11">
    <w:name w:val="Bullet Outline11"/>
    <w:rsid w:val="007E0E57"/>
    <w:pPr>
      <w:numPr>
        <w:numId w:val="9"/>
      </w:numPr>
    </w:pPr>
  </w:style>
  <w:style w:type="table" w:customStyle="1" w:styleId="MCU">
    <w:name w:val="MCU普通表格"/>
    <w:basedOn w:val="a3"/>
    <w:uiPriority w:val="99"/>
    <w:qFormat/>
    <w:rsid w:val="00366C15"/>
    <w:pPr>
      <w:spacing w:line="300" w:lineRule="auto"/>
    </w:pPr>
    <w:rPr>
      <w:sz w:val="18"/>
    </w:rPr>
    <w:tblPr>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rPr>
      <w:jc w:val="center"/>
    </w:trPr>
    <w:tblStylePr w:type="firstRow">
      <w:rPr>
        <w:rFonts w:ascii="Consolas" w:eastAsia="宋体" w:hAnsi="Consolas"/>
        <w:b/>
        <w:i w:val="0"/>
        <w:sz w:val="18"/>
      </w:rPr>
      <w:tblPr/>
      <w:trPr>
        <w:tblHeader/>
      </w:trPr>
      <w:tcPr>
        <w:shd w:val="clear" w:color="auto" w:fill="09D2E7"/>
        <w:vAlign w:val="center"/>
      </w:tcPr>
    </w:tblStylePr>
  </w:style>
  <w:style w:type="table" w:customStyle="1" w:styleId="afff2">
    <w:name w:val="寄存器表格"/>
    <w:basedOn w:val="a3"/>
    <w:uiPriority w:val="99"/>
    <w:rsid w:val="00432E3B"/>
    <w:pPr>
      <w:keepNext/>
      <w:widowControl w:val="0"/>
    </w:pPr>
    <w:rPr>
      <w:sz w:val="16"/>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rPr>
      <w:cantSplit/>
    </w:trPr>
    <w:tblStylePr w:type="firstCol">
      <w:rPr>
        <w:b/>
        <w:i w:val="0"/>
        <w:sz w:val="18"/>
      </w:rPr>
      <w:tblPr/>
      <w:tcPr>
        <w:shd w:val="clear" w:color="auto" w:fill="09D2E7"/>
      </w:tcPr>
    </w:tblStylePr>
  </w:style>
  <w:style w:type="table" w:customStyle="1" w:styleId="afff3">
    <w:name w:val="寄存器说明表"/>
    <w:basedOn w:val="a3"/>
    <w:uiPriority w:val="99"/>
    <w:rsid w:val="00B51DA8"/>
    <w:rPr>
      <w:sz w:val="18"/>
    </w:rPr>
    <w:tblPr>
      <w:tblBorders>
        <w:top w:val="single" w:sz="12" w:space="0" w:color="auto"/>
        <w:bottom w:val="single" w:sz="12" w:space="0" w:color="auto"/>
        <w:insideH w:val="single" w:sz="6" w:space="0" w:color="auto"/>
      </w:tblBorders>
    </w:tblPr>
    <w:tblStylePr w:type="firstRow">
      <w:tblPr/>
      <w:trPr>
        <w:tblHeader/>
      </w:trPr>
      <w:tcPr>
        <w:shd w:val="clear" w:color="auto" w:fill="09D2E7"/>
      </w:tcPr>
    </w:tblStylePr>
  </w:style>
  <w:style w:type="numbering" w:styleId="111111">
    <w:name w:val="Outline List 1"/>
    <w:basedOn w:val="a4"/>
    <w:semiHidden/>
    <w:unhideWhenUsed/>
    <w:rsid w:val="00AE4B49"/>
    <w:pPr>
      <w:numPr>
        <w:numId w:val="12"/>
      </w:numPr>
    </w:pPr>
  </w:style>
  <w:style w:type="character" w:styleId="HTML1">
    <w:name w:val="HTML Variable"/>
    <w:basedOn w:val="a2"/>
    <w:semiHidden/>
    <w:unhideWhenUsed/>
    <w:rsid w:val="00AE4B49"/>
    <w:rPr>
      <w:i/>
      <w:iCs/>
    </w:rPr>
  </w:style>
  <w:style w:type="table" w:customStyle="1" w:styleId="MCU1">
    <w:name w:val="MCU普通表格1"/>
    <w:basedOn w:val="a3"/>
    <w:uiPriority w:val="99"/>
    <w:rsid w:val="007A094F"/>
    <w:pPr>
      <w:spacing w:line="300" w:lineRule="auto"/>
    </w:pPr>
    <w:rPr>
      <w:sz w:val="18"/>
    </w:rPr>
    <w:tblPr>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rPr>
      <w:jc w:val="center"/>
    </w:trPr>
    <w:tblStylePr w:type="firstRow">
      <w:rPr>
        <w:rFonts w:ascii="Bahnschrift SemiCondensed" w:eastAsia="宋体" w:hAnsi="Bahnschrift SemiCondensed"/>
        <w:b/>
        <w:i w:val="0"/>
        <w:sz w:val="18"/>
      </w:rPr>
      <w:tblPr/>
      <w:trPr>
        <w:tblHeader/>
      </w:trPr>
      <w:tcPr>
        <w:shd w:val="clear" w:color="auto" w:fill="09D2E7"/>
        <w:vAlign w:val="center"/>
      </w:tcPr>
    </w:tblStylePr>
  </w:style>
  <w:style w:type="character" w:customStyle="1" w:styleId="Char3">
    <w:name w:val="表格 Char"/>
    <w:rsid w:val="00E43AF5"/>
    <w:rPr>
      <w:rFonts w:ascii="黑体" w:eastAsia="黑体"/>
      <w:snapToGrid w:val="0"/>
    </w:rPr>
  </w:style>
  <w:style w:type="character" w:customStyle="1" w:styleId="sc51">
    <w:name w:val="sc51"/>
    <w:basedOn w:val="a2"/>
    <w:rsid w:val="0096584E"/>
    <w:rPr>
      <w:rFonts w:ascii="Courier New" w:hAnsi="Courier New" w:cs="Courier New" w:hint="default"/>
      <w:b/>
      <w:bCs/>
      <w:color w:val="0000FF"/>
      <w:sz w:val="20"/>
      <w:szCs w:val="20"/>
    </w:rPr>
  </w:style>
  <w:style w:type="character" w:customStyle="1" w:styleId="sc0">
    <w:name w:val="sc0"/>
    <w:basedOn w:val="a2"/>
    <w:rsid w:val="0096584E"/>
    <w:rPr>
      <w:rFonts w:ascii="Courier New" w:hAnsi="Courier New" w:cs="Courier New" w:hint="default"/>
      <w:color w:val="000000"/>
      <w:sz w:val="20"/>
      <w:szCs w:val="20"/>
    </w:rPr>
  </w:style>
  <w:style w:type="character" w:customStyle="1" w:styleId="sc161">
    <w:name w:val="sc161"/>
    <w:basedOn w:val="a2"/>
    <w:rsid w:val="0096584E"/>
    <w:rPr>
      <w:rFonts w:ascii="Courier New" w:hAnsi="Courier New" w:cs="Courier New" w:hint="default"/>
      <w:color w:val="8000FF"/>
      <w:sz w:val="20"/>
      <w:szCs w:val="20"/>
    </w:rPr>
  </w:style>
  <w:style w:type="character" w:customStyle="1" w:styleId="sc101">
    <w:name w:val="sc101"/>
    <w:basedOn w:val="a2"/>
    <w:rsid w:val="0096584E"/>
    <w:rPr>
      <w:rFonts w:ascii="Courier New" w:hAnsi="Courier New" w:cs="Courier New" w:hint="default"/>
      <w:b/>
      <w:bCs/>
      <w:color w:val="000080"/>
      <w:sz w:val="20"/>
      <w:szCs w:val="20"/>
    </w:rPr>
  </w:style>
  <w:style w:type="character" w:customStyle="1" w:styleId="sc11">
    <w:name w:val="sc11"/>
    <w:basedOn w:val="a2"/>
    <w:rsid w:val="0096584E"/>
    <w:rPr>
      <w:rFonts w:ascii="Courier New" w:hAnsi="Courier New" w:cs="Courier New" w:hint="default"/>
      <w:color w:val="000000"/>
      <w:sz w:val="20"/>
      <w:szCs w:val="20"/>
    </w:rPr>
  </w:style>
  <w:style w:type="character" w:customStyle="1" w:styleId="sc41">
    <w:name w:val="sc41"/>
    <w:basedOn w:val="a2"/>
    <w:rsid w:val="00811C1B"/>
    <w:rPr>
      <w:rFonts w:ascii="Courier New" w:hAnsi="Courier New" w:cs="Courier New" w:hint="default"/>
      <w:color w:val="FF8000"/>
      <w:sz w:val="20"/>
      <w:szCs w:val="20"/>
    </w:rPr>
  </w:style>
  <w:style w:type="character" w:customStyle="1" w:styleId="sc31">
    <w:name w:val="sc31"/>
    <w:basedOn w:val="a2"/>
    <w:rsid w:val="00A42851"/>
    <w:rPr>
      <w:rFonts w:ascii="Courier New" w:hAnsi="Courier New" w:cs="Courier New" w:hint="default"/>
      <w:color w:val="008080"/>
      <w:sz w:val="20"/>
      <w:szCs w:val="20"/>
    </w:rPr>
  </w:style>
  <w:style w:type="character" w:customStyle="1" w:styleId="sc181">
    <w:name w:val="sc181"/>
    <w:basedOn w:val="a2"/>
    <w:rsid w:val="00A42851"/>
    <w:rPr>
      <w:rFonts w:ascii="Courier New" w:hAnsi="Courier New" w:cs="Courier New" w:hint="default"/>
      <w:color w:val="008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5585">
      <w:bodyDiv w:val="1"/>
      <w:marLeft w:val="0"/>
      <w:marRight w:val="0"/>
      <w:marTop w:val="0"/>
      <w:marBottom w:val="0"/>
      <w:divBdr>
        <w:top w:val="none" w:sz="0" w:space="0" w:color="auto"/>
        <w:left w:val="none" w:sz="0" w:space="0" w:color="auto"/>
        <w:bottom w:val="none" w:sz="0" w:space="0" w:color="auto"/>
        <w:right w:val="none" w:sz="0" w:space="0" w:color="auto"/>
      </w:divBdr>
    </w:div>
    <w:div w:id="8532851">
      <w:bodyDiv w:val="1"/>
      <w:marLeft w:val="0"/>
      <w:marRight w:val="0"/>
      <w:marTop w:val="0"/>
      <w:marBottom w:val="0"/>
      <w:divBdr>
        <w:top w:val="none" w:sz="0" w:space="0" w:color="auto"/>
        <w:left w:val="none" w:sz="0" w:space="0" w:color="auto"/>
        <w:bottom w:val="none" w:sz="0" w:space="0" w:color="auto"/>
        <w:right w:val="none" w:sz="0" w:space="0" w:color="auto"/>
      </w:divBdr>
    </w:div>
    <w:div w:id="12000741">
      <w:bodyDiv w:val="1"/>
      <w:marLeft w:val="0"/>
      <w:marRight w:val="0"/>
      <w:marTop w:val="0"/>
      <w:marBottom w:val="0"/>
      <w:divBdr>
        <w:top w:val="none" w:sz="0" w:space="0" w:color="auto"/>
        <w:left w:val="none" w:sz="0" w:space="0" w:color="auto"/>
        <w:bottom w:val="none" w:sz="0" w:space="0" w:color="auto"/>
        <w:right w:val="none" w:sz="0" w:space="0" w:color="auto"/>
      </w:divBdr>
    </w:div>
    <w:div w:id="15541388">
      <w:bodyDiv w:val="1"/>
      <w:marLeft w:val="0"/>
      <w:marRight w:val="0"/>
      <w:marTop w:val="0"/>
      <w:marBottom w:val="0"/>
      <w:divBdr>
        <w:top w:val="none" w:sz="0" w:space="0" w:color="auto"/>
        <w:left w:val="none" w:sz="0" w:space="0" w:color="auto"/>
        <w:bottom w:val="none" w:sz="0" w:space="0" w:color="auto"/>
        <w:right w:val="none" w:sz="0" w:space="0" w:color="auto"/>
      </w:divBdr>
    </w:div>
    <w:div w:id="22757358">
      <w:bodyDiv w:val="1"/>
      <w:marLeft w:val="0"/>
      <w:marRight w:val="0"/>
      <w:marTop w:val="0"/>
      <w:marBottom w:val="0"/>
      <w:divBdr>
        <w:top w:val="none" w:sz="0" w:space="0" w:color="auto"/>
        <w:left w:val="none" w:sz="0" w:space="0" w:color="auto"/>
        <w:bottom w:val="none" w:sz="0" w:space="0" w:color="auto"/>
        <w:right w:val="none" w:sz="0" w:space="0" w:color="auto"/>
      </w:divBdr>
    </w:div>
    <w:div w:id="32537025">
      <w:bodyDiv w:val="1"/>
      <w:marLeft w:val="0"/>
      <w:marRight w:val="0"/>
      <w:marTop w:val="0"/>
      <w:marBottom w:val="0"/>
      <w:divBdr>
        <w:top w:val="none" w:sz="0" w:space="0" w:color="auto"/>
        <w:left w:val="none" w:sz="0" w:space="0" w:color="auto"/>
        <w:bottom w:val="none" w:sz="0" w:space="0" w:color="auto"/>
        <w:right w:val="none" w:sz="0" w:space="0" w:color="auto"/>
      </w:divBdr>
    </w:div>
    <w:div w:id="43870913">
      <w:bodyDiv w:val="1"/>
      <w:marLeft w:val="0"/>
      <w:marRight w:val="0"/>
      <w:marTop w:val="0"/>
      <w:marBottom w:val="0"/>
      <w:divBdr>
        <w:top w:val="none" w:sz="0" w:space="0" w:color="auto"/>
        <w:left w:val="none" w:sz="0" w:space="0" w:color="auto"/>
        <w:bottom w:val="none" w:sz="0" w:space="0" w:color="auto"/>
        <w:right w:val="none" w:sz="0" w:space="0" w:color="auto"/>
      </w:divBdr>
    </w:div>
    <w:div w:id="53628762">
      <w:bodyDiv w:val="1"/>
      <w:marLeft w:val="0"/>
      <w:marRight w:val="0"/>
      <w:marTop w:val="0"/>
      <w:marBottom w:val="0"/>
      <w:divBdr>
        <w:top w:val="none" w:sz="0" w:space="0" w:color="auto"/>
        <w:left w:val="none" w:sz="0" w:space="0" w:color="auto"/>
        <w:bottom w:val="none" w:sz="0" w:space="0" w:color="auto"/>
        <w:right w:val="none" w:sz="0" w:space="0" w:color="auto"/>
      </w:divBdr>
    </w:div>
    <w:div w:id="66614124">
      <w:bodyDiv w:val="1"/>
      <w:marLeft w:val="0"/>
      <w:marRight w:val="0"/>
      <w:marTop w:val="0"/>
      <w:marBottom w:val="0"/>
      <w:divBdr>
        <w:top w:val="none" w:sz="0" w:space="0" w:color="auto"/>
        <w:left w:val="none" w:sz="0" w:space="0" w:color="auto"/>
        <w:bottom w:val="none" w:sz="0" w:space="0" w:color="auto"/>
        <w:right w:val="none" w:sz="0" w:space="0" w:color="auto"/>
      </w:divBdr>
    </w:div>
    <w:div w:id="81530894">
      <w:bodyDiv w:val="1"/>
      <w:marLeft w:val="0"/>
      <w:marRight w:val="0"/>
      <w:marTop w:val="0"/>
      <w:marBottom w:val="0"/>
      <w:divBdr>
        <w:top w:val="none" w:sz="0" w:space="0" w:color="auto"/>
        <w:left w:val="none" w:sz="0" w:space="0" w:color="auto"/>
        <w:bottom w:val="none" w:sz="0" w:space="0" w:color="auto"/>
        <w:right w:val="none" w:sz="0" w:space="0" w:color="auto"/>
      </w:divBdr>
    </w:div>
    <w:div w:id="87771736">
      <w:bodyDiv w:val="1"/>
      <w:marLeft w:val="0"/>
      <w:marRight w:val="0"/>
      <w:marTop w:val="0"/>
      <w:marBottom w:val="0"/>
      <w:divBdr>
        <w:top w:val="none" w:sz="0" w:space="0" w:color="auto"/>
        <w:left w:val="none" w:sz="0" w:space="0" w:color="auto"/>
        <w:bottom w:val="none" w:sz="0" w:space="0" w:color="auto"/>
        <w:right w:val="none" w:sz="0" w:space="0" w:color="auto"/>
      </w:divBdr>
    </w:div>
    <w:div w:id="95828917">
      <w:bodyDiv w:val="1"/>
      <w:marLeft w:val="0"/>
      <w:marRight w:val="0"/>
      <w:marTop w:val="0"/>
      <w:marBottom w:val="0"/>
      <w:divBdr>
        <w:top w:val="none" w:sz="0" w:space="0" w:color="auto"/>
        <w:left w:val="none" w:sz="0" w:space="0" w:color="auto"/>
        <w:bottom w:val="none" w:sz="0" w:space="0" w:color="auto"/>
        <w:right w:val="none" w:sz="0" w:space="0" w:color="auto"/>
      </w:divBdr>
    </w:div>
    <w:div w:id="107820691">
      <w:bodyDiv w:val="1"/>
      <w:marLeft w:val="0"/>
      <w:marRight w:val="0"/>
      <w:marTop w:val="0"/>
      <w:marBottom w:val="0"/>
      <w:divBdr>
        <w:top w:val="none" w:sz="0" w:space="0" w:color="auto"/>
        <w:left w:val="none" w:sz="0" w:space="0" w:color="auto"/>
        <w:bottom w:val="none" w:sz="0" w:space="0" w:color="auto"/>
        <w:right w:val="none" w:sz="0" w:space="0" w:color="auto"/>
      </w:divBdr>
    </w:div>
    <w:div w:id="135102284">
      <w:bodyDiv w:val="1"/>
      <w:marLeft w:val="0"/>
      <w:marRight w:val="0"/>
      <w:marTop w:val="0"/>
      <w:marBottom w:val="0"/>
      <w:divBdr>
        <w:top w:val="none" w:sz="0" w:space="0" w:color="auto"/>
        <w:left w:val="none" w:sz="0" w:space="0" w:color="auto"/>
        <w:bottom w:val="none" w:sz="0" w:space="0" w:color="auto"/>
        <w:right w:val="none" w:sz="0" w:space="0" w:color="auto"/>
      </w:divBdr>
    </w:div>
    <w:div w:id="159663559">
      <w:bodyDiv w:val="1"/>
      <w:marLeft w:val="0"/>
      <w:marRight w:val="0"/>
      <w:marTop w:val="0"/>
      <w:marBottom w:val="0"/>
      <w:divBdr>
        <w:top w:val="none" w:sz="0" w:space="0" w:color="auto"/>
        <w:left w:val="none" w:sz="0" w:space="0" w:color="auto"/>
        <w:bottom w:val="none" w:sz="0" w:space="0" w:color="auto"/>
        <w:right w:val="none" w:sz="0" w:space="0" w:color="auto"/>
      </w:divBdr>
    </w:div>
    <w:div w:id="160432635">
      <w:bodyDiv w:val="1"/>
      <w:marLeft w:val="0"/>
      <w:marRight w:val="0"/>
      <w:marTop w:val="0"/>
      <w:marBottom w:val="0"/>
      <w:divBdr>
        <w:top w:val="none" w:sz="0" w:space="0" w:color="auto"/>
        <w:left w:val="none" w:sz="0" w:space="0" w:color="auto"/>
        <w:bottom w:val="none" w:sz="0" w:space="0" w:color="auto"/>
        <w:right w:val="none" w:sz="0" w:space="0" w:color="auto"/>
      </w:divBdr>
    </w:div>
    <w:div w:id="173228336">
      <w:bodyDiv w:val="1"/>
      <w:marLeft w:val="0"/>
      <w:marRight w:val="0"/>
      <w:marTop w:val="0"/>
      <w:marBottom w:val="0"/>
      <w:divBdr>
        <w:top w:val="none" w:sz="0" w:space="0" w:color="auto"/>
        <w:left w:val="none" w:sz="0" w:space="0" w:color="auto"/>
        <w:bottom w:val="none" w:sz="0" w:space="0" w:color="auto"/>
        <w:right w:val="none" w:sz="0" w:space="0" w:color="auto"/>
      </w:divBdr>
    </w:div>
    <w:div w:id="175192570">
      <w:bodyDiv w:val="1"/>
      <w:marLeft w:val="0"/>
      <w:marRight w:val="0"/>
      <w:marTop w:val="0"/>
      <w:marBottom w:val="0"/>
      <w:divBdr>
        <w:top w:val="none" w:sz="0" w:space="0" w:color="auto"/>
        <w:left w:val="none" w:sz="0" w:space="0" w:color="auto"/>
        <w:bottom w:val="none" w:sz="0" w:space="0" w:color="auto"/>
        <w:right w:val="none" w:sz="0" w:space="0" w:color="auto"/>
      </w:divBdr>
    </w:div>
    <w:div w:id="178853863">
      <w:bodyDiv w:val="1"/>
      <w:marLeft w:val="0"/>
      <w:marRight w:val="0"/>
      <w:marTop w:val="0"/>
      <w:marBottom w:val="0"/>
      <w:divBdr>
        <w:top w:val="none" w:sz="0" w:space="0" w:color="auto"/>
        <w:left w:val="none" w:sz="0" w:space="0" w:color="auto"/>
        <w:bottom w:val="none" w:sz="0" w:space="0" w:color="auto"/>
        <w:right w:val="none" w:sz="0" w:space="0" w:color="auto"/>
      </w:divBdr>
      <w:divsChild>
        <w:div w:id="1225138772">
          <w:marLeft w:val="0"/>
          <w:marRight w:val="0"/>
          <w:marTop w:val="0"/>
          <w:marBottom w:val="0"/>
          <w:divBdr>
            <w:top w:val="none" w:sz="0" w:space="0" w:color="auto"/>
            <w:left w:val="none" w:sz="0" w:space="0" w:color="auto"/>
            <w:bottom w:val="none" w:sz="0" w:space="0" w:color="auto"/>
            <w:right w:val="none" w:sz="0" w:space="0" w:color="auto"/>
          </w:divBdr>
        </w:div>
      </w:divsChild>
    </w:div>
    <w:div w:id="181629882">
      <w:bodyDiv w:val="1"/>
      <w:marLeft w:val="0"/>
      <w:marRight w:val="0"/>
      <w:marTop w:val="0"/>
      <w:marBottom w:val="0"/>
      <w:divBdr>
        <w:top w:val="none" w:sz="0" w:space="0" w:color="auto"/>
        <w:left w:val="none" w:sz="0" w:space="0" w:color="auto"/>
        <w:bottom w:val="none" w:sz="0" w:space="0" w:color="auto"/>
        <w:right w:val="none" w:sz="0" w:space="0" w:color="auto"/>
      </w:divBdr>
    </w:div>
    <w:div w:id="187985540">
      <w:bodyDiv w:val="1"/>
      <w:marLeft w:val="0"/>
      <w:marRight w:val="0"/>
      <w:marTop w:val="0"/>
      <w:marBottom w:val="0"/>
      <w:divBdr>
        <w:top w:val="none" w:sz="0" w:space="0" w:color="auto"/>
        <w:left w:val="none" w:sz="0" w:space="0" w:color="auto"/>
        <w:bottom w:val="none" w:sz="0" w:space="0" w:color="auto"/>
        <w:right w:val="none" w:sz="0" w:space="0" w:color="auto"/>
      </w:divBdr>
    </w:div>
    <w:div w:id="188766769">
      <w:bodyDiv w:val="1"/>
      <w:marLeft w:val="0"/>
      <w:marRight w:val="0"/>
      <w:marTop w:val="0"/>
      <w:marBottom w:val="0"/>
      <w:divBdr>
        <w:top w:val="none" w:sz="0" w:space="0" w:color="auto"/>
        <w:left w:val="none" w:sz="0" w:space="0" w:color="auto"/>
        <w:bottom w:val="none" w:sz="0" w:space="0" w:color="auto"/>
        <w:right w:val="none" w:sz="0" w:space="0" w:color="auto"/>
      </w:divBdr>
    </w:div>
    <w:div w:id="191112981">
      <w:bodyDiv w:val="1"/>
      <w:marLeft w:val="0"/>
      <w:marRight w:val="0"/>
      <w:marTop w:val="0"/>
      <w:marBottom w:val="0"/>
      <w:divBdr>
        <w:top w:val="none" w:sz="0" w:space="0" w:color="auto"/>
        <w:left w:val="none" w:sz="0" w:space="0" w:color="auto"/>
        <w:bottom w:val="none" w:sz="0" w:space="0" w:color="auto"/>
        <w:right w:val="none" w:sz="0" w:space="0" w:color="auto"/>
      </w:divBdr>
    </w:div>
    <w:div w:id="208340846">
      <w:bodyDiv w:val="1"/>
      <w:marLeft w:val="0"/>
      <w:marRight w:val="0"/>
      <w:marTop w:val="0"/>
      <w:marBottom w:val="0"/>
      <w:divBdr>
        <w:top w:val="none" w:sz="0" w:space="0" w:color="auto"/>
        <w:left w:val="none" w:sz="0" w:space="0" w:color="auto"/>
        <w:bottom w:val="none" w:sz="0" w:space="0" w:color="auto"/>
        <w:right w:val="none" w:sz="0" w:space="0" w:color="auto"/>
      </w:divBdr>
      <w:divsChild>
        <w:div w:id="915937155">
          <w:marLeft w:val="0"/>
          <w:marRight w:val="0"/>
          <w:marTop w:val="0"/>
          <w:marBottom w:val="0"/>
          <w:divBdr>
            <w:top w:val="none" w:sz="0" w:space="0" w:color="auto"/>
            <w:left w:val="none" w:sz="0" w:space="0" w:color="auto"/>
            <w:bottom w:val="none" w:sz="0" w:space="0" w:color="auto"/>
            <w:right w:val="none" w:sz="0" w:space="0" w:color="auto"/>
          </w:divBdr>
        </w:div>
      </w:divsChild>
    </w:div>
    <w:div w:id="218714653">
      <w:bodyDiv w:val="1"/>
      <w:marLeft w:val="0"/>
      <w:marRight w:val="0"/>
      <w:marTop w:val="0"/>
      <w:marBottom w:val="0"/>
      <w:divBdr>
        <w:top w:val="none" w:sz="0" w:space="0" w:color="auto"/>
        <w:left w:val="none" w:sz="0" w:space="0" w:color="auto"/>
        <w:bottom w:val="none" w:sz="0" w:space="0" w:color="auto"/>
        <w:right w:val="none" w:sz="0" w:space="0" w:color="auto"/>
      </w:divBdr>
    </w:div>
    <w:div w:id="233777862">
      <w:bodyDiv w:val="1"/>
      <w:marLeft w:val="0"/>
      <w:marRight w:val="0"/>
      <w:marTop w:val="0"/>
      <w:marBottom w:val="0"/>
      <w:divBdr>
        <w:top w:val="none" w:sz="0" w:space="0" w:color="auto"/>
        <w:left w:val="none" w:sz="0" w:space="0" w:color="auto"/>
        <w:bottom w:val="none" w:sz="0" w:space="0" w:color="auto"/>
        <w:right w:val="none" w:sz="0" w:space="0" w:color="auto"/>
      </w:divBdr>
    </w:div>
    <w:div w:id="237399762">
      <w:bodyDiv w:val="1"/>
      <w:marLeft w:val="0"/>
      <w:marRight w:val="0"/>
      <w:marTop w:val="0"/>
      <w:marBottom w:val="0"/>
      <w:divBdr>
        <w:top w:val="none" w:sz="0" w:space="0" w:color="auto"/>
        <w:left w:val="none" w:sz="0" w:space="0" w:color="auto"/>
        <w:bottom w:val="none" w:sz="0" w:space="0" w:color="auto"/>
        <w:right w:val="none" w:sz="0" w:space="0" w:color="auto"/>
      </w:divBdr>
    </w:div>
    <w:div w:id="243539406">
      <w:bodyDiv w:val="1"/>
      <w:marLeft w:val="0"/>
      <w:marRight w:val="0"/>
      <w:marTop w:val="0"/>
      <w:marBottom w:val="0"/>
      <w:divBdr>
        <w:top w:val="none" w:sz="0" w:space="0" w:color="auto"/>
        <w:left w:val="none" w:sz="0" w:space="0" w:color="auto"/>
        <w:bottom w:val="none" w:sz="0" w:space="0" w:color="auto"/>
        <w:right w:val="none" w:sz="0" w:space="0" w:color="auto"/>
      </w:divBdr>
    </w:div>
    <w:div w:id="246430481">
      <w:bodyDiv w:val="1"/>
      <w:marLeft w:val="0"/>
      <w:marRight w:val="0"/>
      <w:marTop w:val="0"/>
      <w:marBottom w:val="0"/>
      <w:divBdr>
        <w:top w:val="none" w:sz="0" w:space="0" w:color="auto"/>
        <w:left w:val="none" w:sz="0" w:space="0" w:color="auto"/>
        <w:bottom w:val="none" w:sz="0" w:space="0" w:color="auto"/>
        <w:right w:val="none" w:sz="0" w:space="0" w:color="auto"/>
      </w:divBdr>
      <w:divsChild>
        <w:div w:id="1556240287">
          <w:marLeft w:val="0"/>
          <w:marRight w:val="0"/>
          <w:marTop w:val="0"/>
          <w:marBottom w:val="0"/>
          <w:divBdr>
            <w:top w:val="none" w:sz="0" w:space="0" w:color="auto"/>
            <w:left w:val="none" w:sz="0" w:space="0" w:color="auto"/>
            <w:bottom w:val="none" w:sz="0" w:space="0" w:color="auto"/>
            <w:right w:val="none" w:sz="0" w:space="0" w:color="auto"/>
          </w:divBdr>
        </w:div>
      </w:divsChild>
    </w:div>
    <w:div w:id="263419946">
      <w:bodyDiv w:val="1"/>
      <w:marLeft w:val="0"/>
      <w:marRight w:val="0"/>
      <w:marTop w:val="0"/>
      <w:marBottom w:val="0"/>
      <w:divBdr>
        <w:top w:val="none" w:sz="0" w:space="0" w:color="auto"/>
        <w:left w:val="none" w:sz="0" w:space="0" w:color="auto"/>
        <w:bottom w:val="none" w:sz="0" w:space="0" w:color="auto"/>
        <w:right w:val="none" w:sz="0" w:space="0" w:color="auto"/>
      </w:divBdr>
    </w:div>
    <w:div w:id="285621862">
      <w:bodyDiv w:val="1"/>
      <w:marLeft w:val="0"/>
      <w:marRight w:val="0"/>
      <w:marTop w:val="0"/>
      <w:marBottom w:val="0"/>
      <w:divBdr>
        <w:top w:val="none" w:sz="0" w:space="0" w:color="auto"/>
        <w:left w:val="none" w:sz="0" w:space="0" w:color="auto"/>
        <w:bottom w:val="none" w:sz="0" w:space="0" w:color="auto"/>
        <w:right w:val="none" w:sz="0" w:space="0" w:color="auto"/>
      </w:divBdr>
    </w:div>
    <w:div w:id="287862395">
      <w:bodyDiv w:val="1"/>
      <w:marLeft w:val="0"/>
      <w:marRight w:val="0"/>
      <w:marTop w:val="0"/>
      <w:marBottom w:val="0"/>
      <w:divBdr>
        <w:top w:val="none" w:sz="0" w:space="0" w:color="auto"/>
        <w:left w:val="none" w:sz="0" w:space="0" w:color="auto"/>
        <w:bottom w:val="none" w:sz="0" w:space="0" w:color="auto"/>
        <w:right w:val="none" w:sz="0" w:space="0" w:color="auto"/>
      </w:divBdr>
      <w:divsChild>
        <w:div w:id="1176110978">
          <w:marLeft w:val="0"/>
          <w:marRight w:val="0"/>
          <w:marTop w:val="0"/>
          <w:marBottom w:val="0"/>
          <w:divBdr>
            <w:top w:val="none" w:sz="0" w:space="0" w:color="auto"/>
            <w:left w:val="none" w:sz="0" w:space="0" w:color="auto"/>
            <w:bottom w:val="none" w:sz="0" w:space="0" w:color="auto"/>
            <w:right w:val="none" w:sz="0" w:space="0" w:color="auto"/>
          </w:divBdr>
        </w:div>
      </w:divsChild>
    </w:div>
    <w:div w:id="289214356">
      <w:bodyDiv w:val="1"/>
      <w:marLeft w:val="0"/>
      <w:marRight w:val="0"/>
      <w:marTop w:val="0"/>
      <w:marBottom w:val="0"/>
      <w:divBdr>
        <w:top w:val="none" w:sz="0" w:space="0" w:color="auto"/>
        <w:left w:val="none" w:sz="0" w:space="0" w:color="auto"/>
        <w:bottom w:val="none" w:sz="0" w:space="0" w:color="auto"/>
        <w:right w:val="none" w:sz="0" w:space="0" w:color="auto"/>
      </w:divBdr>
    </w:div>
    <w:div w:id="290138148">
      <w:bodyDiv w:val="1"/>
      <w:marLeft w:val="0"/>
      <w:marRight w:val="0"/>
      <w:marTop w:val="0"/>
      <w:marBottom w:val="0"/>
      <w:divBdr>
        <w:top w:val="none" w:sz="0" w:space="0" w:color="auto"/>
        <w:left w:val="none" w:sz="0" w:space="0" w:color="auto"/>
        <w:bottom w:val="none" w:sz="0" w:space="0" w:color="auto"/>
        <w:right w:val="none" w:sz="0" w:space="0" w:color="auto"/>
      </w:divBdr>
    </w:div>
    <w:div w:id="295183927">
      <w:bodyDiv w:val="1"/>
      <w:marLeft w:val="0"/>
      <w:marRight w:val="0"/>
      <w:marTop w:val="0"/>
      <w:marBottom w:val="0"/>
      <w:divBdr>
        <w:top w:val="none" w:sz="0" w:space="0" w:color="auto"/>
        <w:left w:val="none" w:sz="0" w:space="0" w:color="auto"/>
        <w:bottom w:val="none" w:sz="0" w:space="0" w:color="auto"/>
        <w:right w:val="none" w:sz="0" w:space="0" w:color="auto"/>
      </w:divBdr>
    </w:div>
    <w:div w:id="297687617">
      <w:bodyDiv w:val="1"/>
      <w:marLeft w:val="0"/>
      <w:marRight w:val="0"/>
      <w:marTop w:val="0"/>
      <w:marBottom w:val="0"/>
      <w:divBdr>
        <w:top w:val="none" w:sz="0" w:space="0" w:color="auto"/>
        <w:left w:val="none" w:sz="0" w:space="0" w:color="auto"/>
        <w:bottom w:val="none" w:sz="0" w:space="0" w:color="auto"/>
        <w:right w:val="none" w:sz="0" w:space="0" w:color="auto"/>
      </w:divBdr>
    </w:div>
    <w:div w:id="299187359">
      <w:bodyDiv w:val="1"/>
      <w:marLeft w:val="0"/>
      <w:marRight w:val="0"/>
      <w:marTop w:val="0"/>
      <w:marBottom w:val="0"/>
      <w:divBdr>
        <w:top w:val="none" w:sz="0" w:space="0" w:color="auto"/>
        <w:left w:val="none" w:sz="0" w:space="0" w:color="auto"/>
        <w:bottom w:val="none" w:sz="0" w:space="0" w:color="auto"/>
        <w:right w:val="none" w:sz="0" w:space="0" w:color="auto"/>
      </w:divBdr>
    </w:div>
    <w:div w:id="300304382">
      <w:bodyDiv w:val="1"/>
      <w:marLeft w:val="0"/>
      <w:marRight w:val="0"/>
      <w:marTop w:val="0"/>
      <w:marBottom w:val="0"/>
      <w:divBdr>
        <w:top w:val="none" w:sz="0" w:space="0" w:color="auto"/>
        <w:left w:val="none" w:sz="0" w:space="0" w:color="auto"/>
        <w:bottom w:val="none" w:sz="0" w:space="0" w:color="auto"/>
        <w:right w:val="none" w:sz="0" w:space="0" w:color="auto"/>
      </w:divBdr>
    </w:div>
    <w:div w:id="302199415">
      <w:bodyDiv w:val="1"/>
      <w:marLeft w:val="0"/>
      <w:marRight w:val="0"/>
      <w:marTop w:val="0"/>
      <w:marBottom w:val="0"/>
      <w:divBdr>
        <w:top w:val="none" w:sz="0" w:space="0" w:color="auto"/>
        <w:left w:val="none" w:sz="0" w:space="0" w:color="auto"/>
        <w:bottom w:val="none" w:sz="0" w:space="0" w:color="auto"/>
        <w:right w:val="none" w:sz="0" w:space="0" w:color="auto"/>
      </w:divBdr>
    </w:div>
    <w:div w:id="307243756">
      <w:bodyDiv w:val="1"/>
      <w:marLeft w:val="0"/>
      <w:marRight w:val="0"/>
      <w:marTop w:val="0"/>
      <w:marBottom w:val="0"/>
      <w:divBdr>
        <w:top w:val="none" w:sz="0" w:space="0" w:color="auto"/>
        <w:left w:val="none" w:sz="0" w:space="0" w:color="auto"/>
        <w:bottom w:val="none" w:sz="0" w:space="0" w:color="auto"/>
        <w:right w:val="none" w:sz="0" w:space="0" w:color="auto"/>
      </w:divBdr>
    </w:div>
    <w:div w:id="331225969">
      <w:bodyDiv w:val="1"/>
      <w:marLeft w:val="0"/>
      <w:marRight w:val="0"/>
      <w:marTop w:val="0"/>
      <w:marBottom w:val="0"/>
      <w:divBdr>
        <w:top w:val="none" w:sz="0" w:space="0" w:color="auto"/>
        <w:left w:val="none" w:sz="0" w:space="0" w:color="auto"/>
        <w:bottom w:val="none" w:sz="0" w:space="0" w:color="auto"/>
        <w:right w:val="none" w:sz="0" w:space="0" w:color="auto"/>
      </w:divBdr>
    </w:div>
    <w:div w:id="334236404">
      <w:bodyDiv w:val="1"/>
      <w:marLeft w:val="0"/>
      <w:marRight w:val="0"/>
      <w:marTop w:val="0"/>
      <w:marBottom w:val="0"/>
      <w:divBdr>
        <w:top w:val="none" w:sz="0" w:space="0" w:color="auto"/>
        <w:left w:val="none" w:sz="0" w:space="0" w:color="auto"/>
        <w:bottom w:val="none" w:sz="0" w:space="0" w:color="auto"/>
        <w:right w:val="none" w:sz="0" w:space="0" w:color="auto"/>
      </w:divBdr>
    </w:div>
    <w:div w:id="334572731">
      <w:bodyDiv w:val="1"/>
      <w:marLeft w:val="0"/>
      <w:marRight w:val="0"/>
      <w:marTop w:val="0"/>
      <w:marBottom w:val="0"/>
      <w:divBdr>
        <w:top w:val="none" w:sz="0" w:space="0" w:color="auto"/>
        <w:left w:val="none" w:sz="0" w:space="0" w:color="auto"/>
        <w:bottom w:val="none" w:sz="0" w:space="0" w:color="auto"/>
        <w:right w:val="none" w:sz="0" w:space="0" w:color="auto"/>
      </w:divBdr>
    </w:div>
    <w:div w:id="366759291">
      <w:bodyDiv w:val="1"/>
      <w:marLeft w:val="0"/>
      <w:marRight w:val="0"/>
      <w:marTop w:val="0"/>
      <w:marBottom w:val="0"/>
      <w:divBdr>
        <w:top w:val="none" w:sz="0" w:space="0" w:color="auto"/>
        <w:left w:val="none" w:sz="0" w:space="0" w:color="auto"/>
        <w:bottom w:val="none" w:sz="0" w:space="0" w:color="auto"/>
        <w:right w:val="none" w:sz="0" w:space="0" w:color="auto"/>
      </w:divBdr>
    </w:div>
    <w:div w:id="374432068">
      <w:bodyDiv w:val="1"/>
      <w:marLeft w:val="0"/>
      <w:marRight w:val="0"/>
      <w:marTop w:val="0"/>
      <w:marBottom w:val="0"/>
      <w:divBdr>
        <w:top w:val="none" w:sz="0" w:space="0" w:color="auto"/>
        <w:left w:val="none" w:sz="0" w:space="0" w:color="auto"/>
        <w:bottom w:val="none" w:sz="0" w:space="0" w:color="auto"/>
        <w:right w:val="none" w:sz="0" w:space="0" w:color="auto"/>
      </w:divBdr>
    </w:div>
    <w:div w:id="379214217">
      <w:bodyDiv w:val="1"/>
      <w:marLeft w:val="0"/>
      <w:marRight w:val="0"/>
      <w:marTop w:val="0"/>
      <w:marBottom w:val="0"/>
      <w:divBdr>
        <w:top w:val="none" w:sz="0" w:space="0" w:color="auto"/>
        <w:left w:val="none" w:sz="0" w:space="0" w:color="auto"/>
        <w:bottom w:val="none" w:sz="0" w:space="0" w:color="auto"/>
        <w:right w:val="none" w:sz="0" w:space="0" w:color="auto"/>
      </w:divBdr>
    </w:div>
    <w:div w:id="387649306">
      <w:bodyDiv w:val="1"/>
      <w:marLeft w:val="0"/>
      <w:marRight w:val="0"/>
      <w:marTop w:val="0"/>
      <w:marBottom w:val="0"/>
      <w:divBdr>
        <w:top w:val="none" w:sz="0" w:space="0" w:color="auto"/>
        <w:left w:val="none" w:sz="0" w:space="0" w:color="auto"/>
        <w:bottom w:val="none" w:sz="0" w:space="0" w:color="auto"/>
        <w:right w:val="none" w:sz="0" w:space="0" w:color="auto"/>
      </w:divBdr>
    </w:div>
    <w:div w:id="394276803">
      <w:bodyDiv w:val="1"/>
      <w:marLeft w:val="0"/>
      <w:marRight w:val="0"/>
      <w:marTop w:val="0"/>
      <w:marBottom w:val="0"/>
      <w:divBdr>
        <w:top w:val="none" w:sz="0" w:space="0" w:color="auto"/>
        <w:left w:val="none" w:sz="0" w:space="0" w:color="auto"/>
        <w:bottom w:val="none" w:sz="0" w:space="0" w:color="auto"/>
        <w:right w:val="none" w:sz="0" w:space="0" w:color="auto"/>
      </w:divBdr>
    </w:div>
    <w:div w:id="398283750">
      <w:bodyDiv w:val="1"/>
      <w:marLeft w:val="0"/>
      <w:marRight w:val="0"/>
      <w:marTop w:val="0"/>
      <w:marBottom w:val="0"/>
      <w:divBdr>
        <w:top w:val="none" w:sz="0" w:space="0" w:color="auto"/>
        <w:left w:val="none" w:sz="0" w:space="0" w:color="auto"/>
        <w:bottom w:val="none" w:sz="0" w:space="0" w:color="auto"/>
        <w:right w:val="none" w:sz="0" w:space="0" w:color="auto"/>
      </w:divBdr>
    </w:div>
    <w:div w:id="452753126">
      <w:bodyDiv w:val="1"/>
      <w:marLeft w:val="0"/>
      <w:marRight w:val="0"/>
      <w:marTop w:val="0"/>
      <w:marBottom w:val="0"/>
      <w:divBdr>
        <w:top w:val="none" w:sz="0" w:space="0" w:color="auto"/>
        <w:left w:val="none" w:sz="0" w:space="0" w:color="auto"/>
        <w:bottom w:val="none" w:sz="0" w:space="0" w:color="auto"/>
        <w:right w:val="none" w:sz="0" w:space="0" w:color="auto"/>
      </w:divBdr>
      <w:divsChild>
        <w:div w:id="50276102">
          <w:marLeft w:val="0"/>
          <w:marRight w:val="0"/>
          <w:marTop w:val="0"/>
          <w:marBottom w:val="0"/>
          <w:divBdr>
            <w:top w:val="none" w:sz="0" w:space="0" w:color="auto"/>
            <w:left w:val="none" w:sz="0" w:space="0" w:color="auto"/>
            <w:bottom w:val="none" w:sz="0" w:space="0" w:color="auto"/>
            <w:right w:val="none" w:sz="0" w:space="0" w:color="auto"/>
          </w:divBdr>
        </w:div>
      </w:divsChild>
    </w:div>
    <w:div w:id="458299073">
      <w:bodyDiv w:val="1"/>
      <w:marLeft w:val="0"/>
      <w:marRight w:val="0"/>
      <w:marTop w:val="0"/>
      <w:marBottom w:val="0"/>
      <w:divBdr>
        <w:top w:val="none" w:sz="0" w:space="0" w:color="auto"/>
        <w:left w:val="none" w:sz="0" w:space="0" w:color="auto"/>
        <w:bottom w:val="none" w:sz="0" w:space="0" w:color="auto"/>
        <w:right w:val="none" w:sz="0" w:space="0" w:color="auto"/>
      </w:divBdr>
    </w:div>
    <w:div w:id="459108453">
      <w:bodyDiv w:val="1"/>
      <w:marLeft w:val="0"/>
      <w:marRight w:val="0"/>
      <w:marTop w:val="0"/>
      <w:marBottom w:val="0"/>
      <w:divBdr>
        <w:top w:val="none" w:sz="0" w:space="0" w:color="auto"/>
        <w:left w:val="none" w:sz="0" w:space="0" w:color="auto"/>
        <w:bottom w:val="none" w:sz="0" w:space="0" w:color="auto"/>
        <w:right w:val="none" w:sz="0" w:space="0" w:color="auto"/>
      </w:divBdr>
    </w:div>
    <w:div w:id="477109362">
      <w:bodyDiv w:val="1"/>
      <w:marLeft w:val="0"/>
      <w:marRight w:val="0"/>
      <w:marTop w:val="0"/>
      <w:marBottom w:val="0"/>
      <w:divBdr>
        <w:top w:val="none" w:sz="0" w:space="0" w:color="auto"/>
        <w:left w:val="none" w:sz="0" w:space="0" w:color="auto"/>
        <w:bottom w:val="none" w:sz="0" w:space="0" w:color="auto"/>
        <w:right w:val="none" w:sz="0" w:space="0" w:color="auto"/>
      </w:divBdr>
    </w:div>
    <w:div w:id="479811656">
      <w:bodyDiv w:val="1"/>
      <w:marLeft w:val="0"/>
      <w:marRight w:val="0"/>
      <w:marTop w:val="0"/>
      <w:marBottom w:val="0"/>
      <w:divBdr>
        <w:top w:val="none" w:sz="0" w:space="0" w:color="auto"/>
        <w:left w:val="none" w:sz="0" w:space="0" w:color="auto"/>
        <w:bottom w:val="none" w:sz="0" w:space="0" w:color="auto"/>
        <w:right w:val="none" w:sz="0" w:space="0" w:color="auto"/>
      </w:divBdr>
    </w:div>
    <w:div w:id="482355363">
      <w:bodyDiv w:val="1"/>
      <w:marLeft w:val="0"/>
      <w:marRight w:val="0"/>
      <w:marTop w:val="0"/>
      <w:marBottom w:val="0"/>
      <w:divBdr>
        <w:top w:val="none" w:sz="0" w:space="0" w:color="auto"/>
        <w:left w:val="none" w:sz="0" w:space="0" w:color="auto"/>
        <w:bottom w:val="none" w:sz="0" w:space="0" w:color="auto"/>
        <w:right w:val="none" w:sz="0" w:space="0" w:color="auto"/>
      </w:divBdr>
    </w:div>
    <w:div w:id="496308604">
      <w:bodyDiv w:val="1"/>
      <w:marLeft w:val="0"/>
      <w:marRight w:val="0"/>
      <w:marTop w:val="0"/>
      <w:marBottom w:val="0"/>
      <w:divBdr>
        <w:top w:val="none" w:sz="0" w:space="0" w:color="auto"/>
        <w:left w:val="none" w:sz="0" w:space="0" w:color="auto"/>
        <w:bottom w:val="none" w:sz="0" w:space="0" w:color="auto"/>
        <w:right w:val="none" w:sz="0" w:space="0" w:color="auto"/>
      </w:divBdr>
    </w:div>
    <w:div w:id="497843130">
      <w:bodyDiv w:val="1"/>
      <w:marLeft w:val="0"/>
      <w:marRight w:val="0"/>
      <w:marTop w:val="0"/>
      <w:marBottom w:val="0"/>
      <w:divBdr>
        <w:top w:val="none" w:sz="0" w:space="0" w:color="auto"/>
        <w:left w:val="none" w:sz="0" w:space="0" w:color="auto"/>
        <w:bottom w:val="none" w:sz="0" w:space="0" w:color="auto"/>
        <w:right w:val="none" w:sz="0" w:space="0" w:color="auto"/>
      </w:divBdr>
    </w:div>
    <w:div w:id="499587060">
      <w:bodyDiv w:val="1"/>
      <w:marLeft w:val="0"/>
      <w:marRight w:val="0"/>
      <w:marTop w:val="0"/>
      <w:marBottom w:val="0"/>
      <w:divBdr>
        <w:top w:val="none" w:sz="0" w:space="0" w:color="auto"/>
        <w:left w:val="none" w:sz="0" w:space="0" w:color="auto"/>
        <w:bottom w:val="none" w:sz="0" w:space="0" w:color="auto"/>
        <w:right w:val="none" w:sz="0" w:space="0" w:color="auto"/>
      </w:divBdr>
    </w:div>
    <w:div w:id="502404693">
      <w:bodyDiv w:val="1"/>
      <w:marLeft w:val="0"/>
      <w:marRight w:val="0"/>
      <w:marTop w:val="0"/>
      <w:marBottom w:val="0"/>
      <w:divBdr>
        <w:top w:val="none" w:sz="0" w:space="0" w:color="auto"/>
        <w:left w:val="none" w:sz="0" w:space="0" w:color="auto"/>
        <w:bottom w:val="none" w:sz="0" w:space="0" w:color="auto"/>
        <w:right w:val="none" w:sz="0" w:space="0" w:color="auto"/>
      </w:divBdr>
    </w:div>
    <w:div w:id="503208677">
      <w:bodyDiv w:val="1"/>
      <w:marLeft w:val="0"/>
      <w:marRight w:val="0"/>
      <w:marTop w:val="0"/>
      <w:marBottom w:val="0"/>
      <w:divBdr>
        <w:top w:val="none" w:sz="0" w:space="0" w:color="auto"/>
        <w:left w:val="none" w:sz="0" w:space="0" w:color="auto"/>
        <w:bottom w:val="none" w:sz="0" w:space="0" w:color="auto"/>
        <w:right w:val="none" w:sz="0" w:space="0" w:color="auto"/>
      </w:divBdr>
    </w:div>
    <w:div w:id="507911629">
      <w:bodyDiv w:val="1"/>
      <w:marLeft w:val="0"/>
      <w:marRight w:val="0"/>
      <w:marTop w:val="0"/>
      <w:marBottom w:val="0"/>
      <w:divBdr>
        <w:top w:val="none" w:sz="0" w:space="0" w:color="auto"/>
        <w:left w:val="none" w:sz="0" w:space="0" w:color="auto"/>
        <w:bottom w:val="none" w:sz="0" w:space="0" w:color="auto"/>
        <w:right w:val="none" w:sz="0" w:space="0" w:color="auto"/>
      </w:divBdr>
    </w:div>
    <w:div w:id="516120777">
      <w:bodyDiv w:val="1"/>
      <w:marLeft w:val="0"/>
      <w:marRight w:val="0"/>
      <w:marTop w:val="0"/>
      <w:marBottom w:val="0"/>
      <w:divBdr>
        <w:top w:val="none" w:sz="0" w:space="0" w:color="auto"/>
        <w:left w:val="none" w:sz="0" w:space="0" w:color="auto"/>
        <w:bottom w:val="none" w:sz="0" w:space="0" w:color="auto"/>
        <w:right w:val="none" w:sz="0" w:space="0" w:color="auto"/>
      </w:divBdr>
    </w:div>
    <w:div w:id="527525503">
      <w:bodyDiv w:val="1"/>
      <w:marLeft w:val="0"/>
      <w:marRight w:val="0"/>
      <w:marTop w:val="0"/>
      <w:marBottom w:val="0"/>
      <w:divBdr>
        <w:top w:val="none" w:sz="0" w:space="0" w:color="auto"/>
        <w:left w:val="none" w:sz="0" w:space="0" w:color="auto"/>
        <w:bottom w:val="none" w:sz="0" w:space="0" w:color="auto"/>
        <w:right w:val="none" w:sz="0" w:space="0" w:color="auto"/>
      </w:divBdr>
    </w:div>
    <w:div w:id="537664424">
      <w:bodyDiv w:val="1"/>
      <w:marLeft w:val="0"/>
      <w:marRight w:val="0"/>
      <w:marTop w:val="0"/>
      <w:marBottom w:val="0"/>
      <w:divBdr>
        <w:top w:val="none" w:sz="0" w:space="0" w:color="auto"/>
        <w:left w:val="none" w:sz="0" w:space="0" w:color="auto"/>
        <w:bottom w:val="none" w:sz="0" w:space="0" w:color="auto"/>
        <w:right w:val="none" w:sz="0" w:space="0" w:color="auto"/>
      </w:divBdr>
    </w:div>
    <w:div w:id="548080272">
      <w:bodyDiv w:val="1"/>
      <w:marLeft w:val="0"/>
      <w:marRight w:val="0"/>
      <w:marTop w:val="0"/>
      <w:marBottom w:val="0"/>
      <w:divBdr>
        <w:top w:val="none" w:sz="0" w:space="0" w:color="auto"/>
        <w:left w:val="none" w:sz="0" w:space="0" w:color="auto"/>
        <w:bottom w:val="none" w:sz="0" w:space="0" w:color="auto"/>
        <w:right w:val="none" w:sz="0" w:space="0" w:color="auto"/>
      </w:divBdr>
    </w:div>
    <w:div w:id="552617971">
      <w:bodyDiv w:val="1"/>
      <w:marLeft w:val="0"/>
      <w:marRight w:val="0"/>
      <w:marTop w:val="0"/>
      <w:marBottom w:val="0"/>
      <w:divBdr>
        <w:top w:val="none" w:sz="0" w:space="0" w:color="auto"/>
        <w:left w:val="none" w:sz="0" w:space="0" w:color="auto"/>
        <w:bottom w:val="none" w:sz="0" w:space="0" w:color="auto"/>
        <w:right w:val="none" w:sz="0" w:space="0" w:color="auto"/>
      </w:divBdr>
    </w:div>
    <w:div w:id="560949100">
      <w:bodyDiv w:val="1"/>
      <w:marLeft w:val="0"/>
      <w:marRight w:val="0"/>
      <w:marTop w:val="0"/>
      <w:marBottom w:val="0"/>
      <w:divBdr>
        <w:top w:val="none" w:sz="0" w:space="0" w:color="auto"/>
        <w:left w:val="none" w:sz="0" w:space="0" w:color="auto"/>
        <w:bottom w:val="none" w:sz="0" w:space="0" w:color="auto"/>
        <w:right w:val="none" w:sz="0" w:space="0" w:color="auto"/>
      </w:divBdr>
    </w:div>
    <w:div w:id="570114899">
      <w:bodyDiv w:val="1"/>
      <w:marLeft w:val="0"/>
      <w:marRight w:val="0"/>
      <w:marTop w:val="0"/>
      <w:marBottom w:val="0"/>
      <w:divBdr>
        <w:top w:val="none" w:sz="0" w:space="0" w:color="auto"/>
        <w:left w:val="none" w:sz="0" w:space="0" w:color="auto"/>
        <w:bottom w:val="none" w:sz="0" w:space="0" w:color="auto"/>
        <w:right w:val="none" w:sz="0" w:space="0" w:color="auto"/>
      </w:divBdr>
    </w:div>
    <w:div w:id="573859399">
      <w:bodyDiv w:val="1"/>
      <w:marLeft w:val="0"/>
      <w:marRight w:val="0"/>
      <w:marTop w:val="0"/>
      <w:marBottom w:val="0"/>
      <w:divBdr>
        <w:top w:val="none" w:sz="0" w:space="0" w:color="auto"/>
        <w:left w:val="none" w:sz="0" w:space="0" w:color="auto"/>
        <w:bottom w:val="none" w:sz="0" w:space="0" w:color="auto"/>
        <w:right w:val="none" w:sz="0" w:space="0" w:color="auto"/>
      </w:divBdr>
    </w:div>
    <w:div w:id="594751930">
      <w:bodyDiv w:val="1"/>
      <w:marLeft w:val="0"/>
      <w:marRight w:val="0"/>
      <w:marTop w:val="0"/>
      <w:marBottom w:val="0"/>
      <w:divBdr>
        <w:top w:val="none" w:sz="0" w:space="0" w:color="auto"/>
        <w:left w:val="none" w:sz="0" w:space="0" w:color="auto"/>
        <w:bottom w:val="none" w:sz="0" w:space="0" w:color="auto"/>
        <w:right w:val="none" w:sz="0" w:space="0" w:color="auto"/>
      </w:divBdr>
    </w:div>
    <w:div w:id="618874003">
      <w:bodyDiv w:val="1"/>
      <w:marLeft w:val="0"/>
      <w:marRight w:val="0"/>
      <w:marTop w:val="0"/>
      <w:marBottom w:val="0"/>
      <w:divBdr>
        <w:top w:val="none" w:sz="0" w:space="0" w:color="auto"/>
        <w:left w:val="none" w:sz="0" w:space="0" w:color="auto"/>
        <w:bottom w:val="none" w:sz="0" w:space="0" w:color="auto"/>
        <w:right w:val="none" w:sz="0" w:space="0" w:color="auto"/>
      </w:divBdr>
    </w:div>
    <w:div w:id="619844622">
      <w:bodyDiv w:val="1"/>
      <w:marLeft w:val="0"/>
      <w:marRight w:val="0"/>
      <w:marTop w:val="0"/>
      <w:marBottom w:val="0"/>
      <w:divBdr>
        <w:top w:val="none" w:sz="0" w:space="0" w:color="auto"/>
        <w:left w:val="none" w:sz="0" w:space="0" w:color="auto"/>
        <w:bottom w:val="none" w:sz="0" w:space="0" w:color="auto"/>
        <w:right w:val="none" w:sz="0" w:space="0" w:color="auto"/>
      </w:divBdr>
    </w:div>
    <w:div w:id="631406346">
      <w:bodyDiv w:val="1"/>
      <w:marLeft w:val="0"/>
      <w:marRight w:val="0"/>
      <w:marTop w:val="0"/>
      <w:marBottom w:val="0"/>
      <w:divBdr>
        <w:top w:val="none" w:sz="0" w:space="0" w:color="auto"/>
        <w:left w:val="none" w:sz="0" w:space="0" w:color="auto"/>
        <w:bottom w:val="none" w:sz="0" w:space="0" w:color="auto"/>
        <w:right w:val="none" w:sz="0" w:space="0" w:color="auto"/>
      </w:divBdr>
    </w:div>
    <w:div w:id="640159888">
      <w:bodyDiv w:val="1"/>
      <w:marLeft w:val="0"/>
      <w:marRight w:val="0"/>
      <w:marTop w:val="0"/>
      <w:marBottom w:val="0"/>
      <w:divBdr>
        <w:top w:val="none" w:sz="0" w:space="0" w:color="auto"/>
        <w:left w:val="none" w:sz="0" w:space="0" w:color="auto"/>
        <w:bottom w:val="none" w:sz="0" w:space="0" w:color="auto"/>
        <w:right w:val="none" w:sz="0" w:space="0" w:color="auto"/>
      </w:divBdr>
    </w:div>
    <w:div w:id="642272907">
      <w:bodyDiv w:val="1"/>
      <w:marLeft w:val="0"/>
      <w:marRight w:val="0"/>
      <w:marTop w:val="0"/>
      <w:marBottom w:val="0"/>
      <w:divBdr>
        <w:top w:val="none" w:sz="0" w:space="0" w:color="auto"/>
        <w:left w:val="none" w:sz="0" w:space="0" w:color="auto"/>
        <w:bottom w:val="none" w:sz="0" w:space="0" w:color="auto"/>
        <w:right w:val="none" w:sz="0" w:space="0" w:color="auto"/>
      </w:divBdr>
    </w:div>
    <w:div w:id="643125240">
      <w:bodyDiv w:val="1"/>
      <w:marLeft w:val="0"/>
      <w:marRight w:val="0"/>
      <w:marTop w:val="0"/>
      <w:marBottom w:val="0"/>
      <w:divBdr>
        <w:top w:val="none" w:sz="0" w:space="0" w:color="auto"/>
        <w:left w:val="none" w:sz="0" w:space="0" w:color="auto"/>
        <w:bottom w:val="none" w:sz="0" w:space="0" w:color="auto"/>
        <w:right w:val="none" w:sz="0" w:space="0" w:color="auto"/>
      </w:divBdr>
      <w:divsChild>
        <w:div w:id="1062101637">
          <w:marLeft w:val="0"/>
          <w:marRight w:val="0"/>
          <w:marTop w:val="0"/>
          <w:marBottom w:val="0"/>
          <w:divBdr>
            <w:top w:val="none" w:sz="0" w:space="0" w:color="auto"/>
            <w:left w:val="none" w:sz="0" w:space="0" w:color="auto"/>
            <w:bottom w:val="none" w:sz="0" w:space="0" w:color="auto"/>
            <w:right w:val="none" w:sz="0" w:space="0" w:color="auto"/>
          </w:divBdr>
        </w:div>
      </w:divsChild>
    </w:div>
    <w:div w:id="655114864">
      <w:bodyDiv w:val="1"/>
      <w:marLeft w:val="0"/>
      <w:marRight w:val="0"/>
      <w:marTop w:val="0"/>
      <w:marBottom w:val="0"/>
      <w:divBdr>
        <w:top w:val="none" w:sz="0" w:space="0" w:color="auto"/>
        <w:left w:val="none" w:sz="0" w:space="0" w:color="auto"/>
        <w:bottom w:val="none" w:sz="0" w:space="0" w:color="auto"/>
        <w:right w:val="none" w:sz="0" w:space="0" w:color="auto"/>
      </w:divBdr>
    </w:div>
    <w:div w:id="665015075">
      <w:bodyDiv w:val="1"/>
      <w:marLeft w:val="0"/>
      <w:marRight w:val="0"/>
      <w:marTop w:val="0"/>
      <w:marBottom w:val="0"/>
      <w:divBdr>
        <w:top w:val="none" w:sz="0" w:space="0" w:color="auto"/>
        <w:left w:val="none" w:sz="0" w:space="0" w:color="auto"/>
        <w:bottom w:val="none" w:sz="0" w:space="0" w:color="auto"/>
        <w:right w:val="none" w:sz="0" w:space="0" w:color="auto"/>
      </w:divBdr>
    </w:div>
    <w:div w:id="665091885">
      <w:bodyDiv w:val="1"/>
      <w:marLeft w:val="0"/>
      <w:marRight w:val="0"/>
      <w:marTop w:val="0"/>
      <w:marBottom w:val="0"/>
      <w:divBdr>
        <w:top w:val="none" w:sz="0" w:space="0" w:color="auto"/>
        <w:left w:val="none" w:sz="0" w:space="0" w:color="auto"/>
        <w:bottom w:val="none" w:sz="0" w:space="0" w:color="auto"/>
        <w:right w:val="none" w:sz="0" w:space="0" w:color="auto"/>
      </w:divBdr>
    </w:div>
    <w:div w:id="708724288">
      <w:bodyDiv w:val="1"/>
      <w:marLeft w:val="0"/>
      <w:marRight w:val="0"/>
      <w:marTop w:val="0"/>
      <w:marBottom w:val="0"/>
      <w:divBdr>
        <w:top w:val="none" w:sz="0" w:space="0" w:color="auto"/>
        <w:left w:val="none" w:sz="0" w:space="0" w:color="auto"/>
        <w:bottom w:val="none" w:sz="0" w:space="0" w:color="auto"/>
        <w:right w:val="none" w:sz="0" w:space="0" w:color="auto"/>
      </w:divBdr>
    </w:div>
    <w:div w:id="713971197">
      <w:bodyDiv w:val="1"/>
      <w:marLeft w:val="0"/>
      <w:marRight w:val="0"/>
      <w:marTop w:val="0"/>
      <w:marBottom w:val="0"/>
      <w:divBdr>
        <w:top w:val="none" w:sz="0" w:space="0" w:color="auto"/>
        <w:left w:val="none" w:sz="0" w:space="0" w:color="auto"/>
        <w:bottom w:val="none" w:sz="0" w:space="0" w:color="auto"/>
        <w:right w:val="none" w:sz="0" w:space="0" w:color="auto"/>
      </w:divBdr>
    </w:div>
    <w:div w:id="722674280">
      <w:bodyDiv w:val="1"/>
      <w:marLeft w:val="0"/>
      <w:marRight w:val="0"/>
      <w:marTop w:val="0"/>
      <w:marBottom w:val="0"/>
      <w:divBdr>
        <w:top w:val="none" w:sz="0" w:space="0" w:color="auto"/>
        <w:left w:val="none" w:sz="0" w:space="0" w:color="auto"/>
        <w:bottom w:val="none" w:sz="0" w:space="0" w:color="auto"/>
        <w:right w:val="none" w:sz="0" w:space="0" w:color="auto"/>
      </w:divBdr>
    </w:div>
    <w:div w:id="738940535">
      <w:bodyDiv w:val="1"/>
      <w:marLeft w:val="0"/>
      <w:marRight w:val="0"/>
      <w:marTop w:val="0"/>
      <w:marBottom w:val="0"/>
      <w:divBdr>
        <w:top w:val="none" w:sz="0" w:space="0" w:color="auto"/>
        <w:left w:val="none" w:sz="0" w:space="0" w:color="auto"/>
        <w:bottom w:val="none" w:sz="0" w:space="0" w:color="auto"/>
        <w:right w:val="none" w:sz="0" w:space="0" w:color="auto"/>
      </w:divBdr>
      <w:divsChild>
        <w:div w:id="820318243">
          <w:marLeft w:val="0"/>
          <w:marRight w:val="0"/>
          <w:marTop w:val="0"/>
          <w:marBottom w:val="0"/>
          <w:divBdr>
            <w:top w:val="none" w:sz="0" w:space="0" w:color="auto"/>
            <w:left w:val="none" w:sz="0" w:space="0" w:color="auto"/>
            <w:bottom w:val="none" w:sz="0" w:space="0" w:color="auto"/>
            <w:right w:val="none" w:sz="0" w:space="0" w:color="auto"/>
          </w:divBdr>
        </w:div>
      </w:divsChild>
    </w:div>
    <w:div w:id="747962507">
      <w:bodyDiv w:val="1"/>
      <w:marLeft w:val="0"/>
      <w:marRight w:val="0"/>
      <w:marTop w:val="0"/>
      <w:marBottom w:val="0"/>
      <w:divBdr>
        <w:top w:val="none" w:sz="0" w:space="0" w:color="auto"/>
        <w:left w:val="none" w:sz="0" w:space="0" w:color="auto"/>
        <w:bottom w:val="none" w:sz="0" w:space="0" w:color="auto"/>
        <w:right w:val="none" w:sz="0" w:space="0" w:color="auto"/>
      </w:divBdr>
    </w:div>
    <w:div w:id="750276528">
      <w:bodyDiv w:val="1"/>
      <w:marLeft w:val="0"/>
      <w:marRight w:val="0"/>
      <w:marTop w:val="0"/>
      <w:marBottom w:val="0"/>
      <w:divBdr>
        <w:top w:val="none" w:sz="0" w:space="0" w:color="auto"/>
        <w:left w:val="none" w:sz="0" w:space="0" w:color="auto"/>
        <w:bottom w:val="none" w:sz="0" w:space="0" w:color="auto"/>
        <w:right w:val="none" w:sz="0" w:space="0" w:color="auto"/>
      </w:divBdr>
    </w:div>
    <w:div w:id="753937404">
      <w:bodyDiv w:val="1"/>
      <w:marLeft w:val="0"/>
      <w:marRight w:val="0"/>
      <w:marTop w:val="0"/>
      <w:marBottom w:val="0"/>
      <w:divBdr>
        <w:top w:val="none" w:sz="0" w:space="0" w:color="auto"/>
        <w:left w:val="none" w:sz="0" w:space="0" w:color="auto"/>
        <w:bottom w:val="none" w:sz="0" w:space="0" w:color="auto"/>
        <w:right w:val="none" w:sz="0" w:space="0" w:color="auto"/>
      </w:divBdr>
    </w:div>
    <w:div w:id="761337521">
      <w:bodyDiv w:val="1"/>
      <w:marLeft w:val="0"/>
      <w:marRight w:val="0"/>
      <w:marTop w:val="0"/>
      <w:marBottom w:val="0"/>
      <w:divBdr>
        <w:top w:val="none" w:sz="0" w:space="0" w:color="auto"/>
        <w:left w:val="none" w:sz="0" w:space="0" w:color="auto"/>
        <w:bottom w:val="none" w:sz="0" w:space="0" w:color="auto"/>
        <w:right w:val="none" w:sz="0" w:space="0" w:color="auto"/>
      </w:divBdr>
    </w:div>
    <w:div w:id="762339027">
      <w:bodyDiv w:val="1"/>
      <w:marLeft w:val="0"/>
      <w:marRight w:val="0"/>
      <w:marTop w:val="0"/>
      <w:marBottom w:val="0"/>
      <w:divBdr>
        <w:top w:val="none" w:sz="0" w:space="0" w:color="auto"/>
        <w:left w:val="none" w:sz="0" w:space="0" w:color="auto"/>
        <w:bottom w:val="none" w:sz="0" w:space="0" w:color="auto"/>
        <w:right w:val="none" w:sz="0" w:space="0" w:color="auto"/>
      </w:divBdr>
    </w:div>
    <w:div w:id="776221271">
      <w:bodyDiv w:val="1"/>
      <w:marLeft w:val="0"/>
      <w:marRight w:val="0"/>
      <w:marTop w:val="0"/>
      <w:marBottom w:val="0"/>
      <w:divBdr>
        <w:top w:val="none" w:sz="0" w:space="0" w:color="auto"/>
        <w:left w:val="none" w:sz="0" w:space="0" w:color="auto"/>
        <w:bottom w:val="none" w:sz="0" w:space="0" w:color="auto"/>
        <w:right w:val="none" w:sz="0" w:space="0" w:color="auto"/>
      </w:divBdr>
    </w:div>
    <w:div w:id="784885916">
      <w:bodyDiv w:val="1"/>
      <w:marLeft w:val="0"/>
      <w:marRight w:val="0"/>
      <w:marTop w:val="0"/>
      <w:marBottom w:val="0"/>
      <w:divBdr>
        <w:top w:val="none" w:sz="0" w:space="0" w:color="auto"/>
        <w:left w:val="none" w:sz="0" w:space="0" w:color="auto"/>
        <w:bottom w:val="none" w:sz="0" w:space="0" w:color="auto"/>
        <w:right w:val="none" w:sz="0" w:space="0" w:color="auto"/>
      </w:divBdr>
    </w:div>
    <w:div w:id="791366747">
      <w:bodyDiv w:val="1"/>
      <w:marLeft w:val="0"/>
      <w:marRight w:val="0"/>
      <w:marTop w:val="0"/>
      <w:marBottom w:val="0"/>
      <w:divBdr>
        <w:top w:val="none" w:sz="0" w:space="0" w:color="auto"/>
        <w:left w:val="none" w:sz="0" w:space="0" w:color="auto"/>
        <w:bottom w:val="none" w:sz="0" w:space="0" w:color="auto"/>
        <w:right w:val="none" w:sz="0" w:space="0" w:color="auto"/>
      </w:divBdr>
    </w:div>
    <w:div w:id="796336881">
      <w:bodyDiv w:val="1"/>
      <w:marLeft w:val="0"/>
      <w:marRight w:val="0"/>
      <w:marTop w:val="0"/>
      <w:marBottom w:val="0"/>
      <w:divBdr>
        <w:top w:val="none" w:sz="0" w:space="0" w:color="auto"/>
        <w:left w:val="none" w:sz="0" w:space="0" w:color="auto"/>
        <w:bottom w:val="none" w:sz="0" w:space="0" w:color="auto"/>
        <w:right w:val="none" w:sz="0" w:space="0" w:color="auto"/>
      </w:divBdr>
    </w:div>
    <w:div w:id="796800403">
      <w:bodyDiv w:val="1"/>
      <w:marLeft w:val="0"/>
      <w:marRight w:val="0"/>
      <w:marTop w:val="0"/>
      <w:marBottom w:val="0"/>
      <w:divBdr>
        <w:top w:val="none" w:sz="0" w:space="0" w:color="auto"/>
        <w:left w:val="none" w:sz="0" w:space="0" w:color="auto"/>
        <w:bottom w:val="none" w:sz="0" w:space="0" w:color="auto"/>
        <w:right w:val="none" w:sz="0" w:space="0" w:color="auto"/>
      </w:divBdr>
    </w:div>
    <w:div w:id="802890636">
      <w:bodyDiv w:val="1"/>
      <w:marLeft w:val="0"/>
      <w:marRight w:val="0"/>
      <w:marTop w:val="0"/>
      <w:marBottom w:val="0"/>
      <w:divBdr>
        <w:top w:val="none" w:sz="0" w:space="0" w:color="auto"/>
        <w:left w:val="none" w:sz="0" w:space="0" w:color="auto"/>
        <w:bottom w:val="none" w:sz="0" w:space="0" w:color="auto"/>
        <w:right w:val="none" w:sz="0" w:space="0" w:color="auto"/>
      </w:divBdr>
      <w:divsChild>
        <w:div w:id="1666087822">
          <w:marLeft w:val="0"/>
          <w:marRight w:val="0"/>
          <w:marTop w:val="0"/>
          <w:marBottom w:val="0"/>
          <w:divBdr>
            <w:top w:val="none" w:sz="0" w:space="0" w:color="auto"/>
            <w:left w:val="none" w:sz="0" w:space="0" w:color="auto"/>
            <w:bottom w:val="none" w:sz="0" w:space="0" w:color="auto"/>
            <w:right w:val="none" w:sz="0" w:space="0" w:color="auto"/>
          </w:divBdr>
        </w:div>
      </w:divsChild>
    </w:div>
    <w:div w:id="818038046">
      <w:bodyDiv w:val="1"/>
      <w:marLeft w:val="0"/>
      <w:marRight w:val="0"/>
      <w:marTop w:val="0"/>
      <w:marBottom w:val="0"/>
      <w:divBdr>
        <w:top w:val="none" w:sz="0" w:space="0" w:color="auto"/>
        <w:left w:val="none" w:sz="0" w:space="0" w:color="auto"/>
        <w:bottom w:val="none" w:sz="0" w:space="0" w:color="auto"/>
        <w:right w:val="none" w:sz="0" w:space="0" w:color="auto"/>
      </w:divBdr>
    </w:div>
    <w:div w:id="819418983">
      <w:bodyDiv w:val="1"/>
      <w:marLeft w:val="0"/>
      <w:marRight w:val="0"/>
      <w:marTop w:val="0"/>
      <w:marBottom w:val="0"/>
      <w:divBdr>
        <w:top w:val="none" w:sz="0" w:space="0" w:color="auto"/>
        <w:left w:val="none" w:sz="0" w:space="0" w:color="auto"/>
        <w:bottom w:val="none" w:sz="0" w:space="0" w:color="auto"/>
        <w:right w:val="none" w:sz="0" w:space="0" w:color="auto"/>
      </w:divBdr>
    </w:div>
    <w:div w:id="820197063">
      <w:bodyDiv w:val="1"/>
      <w:marLeft w:val="0"/>
      <w:marRight w:val="0"/>
      <w:marTop w:val="0"/>
      <w:marBottom w:val="0"/>
      <w:divBdr>
        <w:top w:val="none" w:sz="0" w:space="0" w:color="auto"/>
        <w:left w:val="none" w:sz="0" w:space="0" w:color="auto"/>
        <w:bottom w:val="none" w:sz="0" w:space="0" w:color="auto"/>
        <w:right w:val="none" w:sz="0" w:space="0" w:color="auto"/>
      </w:divBdr>
    </w:div>
    <w:div w:id="852573156">
      <w:bodyDiv w:val="1"/>
      <w:marLeft w:val="0"/>
      <w:marRight w:val="0"/>
      <w:marTop w:val="0"/>
      <w:marBottom w:val="0"/>
      <w:divBdr>
        <w:top w:val="none" w:sz="0" w:space="0" w:color="auto"/>
        <w:left w:val="none" w:sz="0" w:space="0" w:color="auto"/>
        <w:bottom w:val="none" w:sz="0" w:space="0" w:color="auto"/>
        <w:right w:val="none" w:sz="0" w:space="0" w:color="auto"/>
      </w:divBdr>
    </w:div>
    <w:div w:id="857086285">
      <w:bodyDiv w:val="1"/>
      <w:marLeft w:val="0"/>
      <w:marRight w:val="0"/>
      <w:marTop w:val="0"/>
      <w:marBottom w:val="0"/>
      <w:divBdr>
        <w:top w:val="none" w:sz="0" w:space="0" w:color="auto"/>
        <w:left w:val="none" w:sz="0" w:space="0" w:color="auto"/>
        <w:bottom w:val="none" w:sz="0" w:space="0" w:color="auto"/>
        <w:right w:val="none" w:sz="0" w:space="0" w:color="auto"/>
      </w:divBdr>
    </w:div>
    <w:div w:id="861674349">
      <w:bodyDiv w:val="1"/>
      <w:marLeft w:val="0"/>
      <w:marRight w:val="0"/>
      <w:marTop w:val="0"/>
      <w:marBottom w:val="0"/>
      <w:divBdr>
        <w:top w:val="none" w:sz="0" w:space="0" w:color="auto"/>
        <w:left w:val="none" w:sz="0" w:space="0" w:color="auto"/>
        <w:bottom w:val="none" w:sz="0" w:space="0" w:color="auto"/>
        <w:right w:val="none" w:sz="0" w:space="0" w:color="auto"/>
      </w:divBdr>
    </w:div>
    <w:div w:id="868759543">
      <w:bodyDiv w:val="1"/>
      <w:marLeft w:val="0"/>
      <w:marRight w:val="0"/>
      <w:marTop w:val="0"/>
      <w:marBottom w:val="0"/>
      <w:divBdr>
        <w:top w:val="none" w:sz="0" w:space="0" w:color="auto"/>
        <w:left w:val="none" w:sz="0" w:space="0" w:color="auto"/>
        <w:bottom w:val="none" w:sz="0" w:space="0" w:color="auto"/>
        <w:right w:val="none" w:sz="0" w:space="0" w:color="auto"/>
      </w:divBdr>
    </w:div>
    <w:div w:id="868878744">
      <w:bodyDiv w:val="1"/>
      <w:marLeft w:val="0"/>
      <w:marRight w:val="0"/>
      <w:marTop w:val="0"/>
      <w:marBottom w:val="0"/>
      <w:divBdr>
        <w:top w:val="none" w:sz="0" w:space="0" w:color="auto"/>
        <w:left w:val="none" w:sz="0" w:space="0" w:color="auto"/>
        <w:bottom w:val="none" w:sz="0" w:space="0" w:color="auto"/>
        <w:right w:val="none" w:sz="0" w:space="0" w:color="auto"/>
      </w:divBdr>
      <w:divsChild>
        <w:div w:id="1892302580">
          <w:marLeft w:val="0"/>
          <w:marRight w:val="0"/>
          <w:marTop w:val="0"/>
          <w:marBottom w:val="0"/>
          <w:divBdr>
            <w:top w:val="none" w:sz="0" w:space="0" w:color="auto"/>
            <w:left w:val="none" w:sz="0" w:space="0" w:color="auto"/>
            <w:bottom w:val="none" w:sz="0" w:space="0" w:color="auto"/>
            <w:right w:val="none" w:sz="0" w:space="0" w:color="auto"/>
          </w:divBdr>
          <w:divsChild>
            <w:div w:id="32274577">
              <w:marLeft w:val="0"/>
              <w:marRight w:val="0"/>
              <w:marTop w:val="0"/>
              <w:marBottom w:val="0"/>
              <w:divBdr>
                <w:top w:val="none" w:sz="0" w:space="0" w:color="auto"/>
                <w:left w:val="none" w:sz="0" w:space="0" w:color="auto"/>
                <w:bottom w:val="none" w:sz="0" w:space="0" w:color="auto"/>
                <w:right w:val="none" w:sz="0" w:space="0" w:color="auto"/>
              </w:divBdr>
              <w:divsChild>
                <w:div w:id="775440466">
                  <w:marLeft w:val="0"/>
                  <w:marRight w:val="0"/>
                  <w:marTop w:val="0"/>
                  <w:marBottom w:val="0"/>
                  <w:divBdr>
                    <w:top w:val="none" w:sz="0" w:space="0" w:color="auto"/>
                    <w:left w:val="none" w:sz="0" w:space="0" w:color="auto"/>
                    <w:bottom w:val="none" w:sz="0" w:space="0" w:color="auto"/>
                    <w:right w:val="none" w:sz="0" w:space="0" w:color="auto"/>
                  </w:divBdr>
                  <w:divsChild>
                    <w:div w:id="724181926">
                      <w:marLeft w:val="0"/>
                      <w:marRight w:val="0"/>
                      <w:marTop w:val="0"/>
                      <w:marBottom w:val="0"/>
                      <w:divBdr>
                        <w:top w:val="none" w:sz="0" w:space="0" w:color="auto"/>
                        <w:left w:val="none" w:sz="0" w:space="0" w:color="auto"/>
                        <w:bottom w:val="none" w:sz="0" w:space="0" w:color="auto"/>
                        <w:right w:val="none" w:sz="0" w:space="0" w:color="auto"/>
                      </w:divBdr>
                      <w:divsChild>
                        <w:div w:id="1150908132">
                          <w:marLeft w:val="0"/>
                          <w:marRight w:val="0"/>
                          <w:marTop w:val="0"/>
                          <w:marBottom w:val="0"/>
                          <w:divBdr>
                            <w:top w:val="none" w:sz="0" w:space="0" w:color="auto"/>
                            <w:left w:val="none" w:sz="0" w:space="0" w:color="auto"/>
                            <w:bottom w:val="none" w:sz="0" w:space="0" w:color="auto"/>
                            <w:right w:val="none" w:sz="0" w:space="0" w:color="auto"/>
                          </w:divBdr>
                          <w:divsChild>
                            <w:div w:id="472986409">
                              <w:marLeft w:val="0"/>
                              <w:marRight w:val="0"/>
                              <w:marTop w:val="0"/>
                              <w:marBottom w:val="0"/>
                              <w:divBdr>
                                <w:top w:val="none" w:sz="0" w:space="0" w:color="auto"/>
                                <w:left w:val="none" w:sz="0" w:space="0" w:color="auto"/>
                                <w:bottom w:val="none" w:sz="0" w:space="0" w:color="auto"/>
                                <w:right w:val="none" w:sz="0" w:space="0" w:color="auto"/>
                              </w:divBdr>
                              <w:divsChild>
                                <w:div w:id="481582264">
                                  <w:marLeft w:val="0"/>
                                  <w:marRight w:val="0"/>
                                  <w:marTop w:val="0"/>
                                  <w:marBottom w:val="0"/>
                                  <w:divBdr>
                                    <w:top w:val="single" w:sz="4" w:space="0" w:color="FADEC4"/>
                                    <w:left w:val="single" w:sz="4" w:space="0" w:color="FADEC4"/>
                                    <w:bottom w:val="single" w:sz="4" w:space="0" w:color="FADEC4"/>
                                    <w:right w:val="single" w:sz="4" w:space="0" w:color="FADEC4"/>
                                  </w:divBdr>
                                  <w:divsChild>
                                    <w:div w:id="1701472738">
                                      <w:marLeft w:val="0"/>
                                      <w:marRight w:val="0"/>
                                      <w:marTop w:val="0"/>
                                      <w:marBottom w:val="0"/>
                                      <w:divBdr>
                                        <w:top w:val="none" w:sz="0" w:space="0" w:color="auto"/>
                                        <w:left w:val="none" w:sz="0" w:space="0" w:color="auto"/>
                                        <w:bottom w:val="none" w:sz="0" w:space="0" w:color="auto"/>
                                        <w:right w:val="none" w:sz="0" w:space="0" w:color="auto"/>
                                      </w:divBdr>
                                      <w:divsChild>
                                        <w:div w:id="71670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3467596">
      <w:bodyDiv w:val="1"/>
      <w:marLeft w:val="0"/>
      <w:marRight w:val="0"/>
      <w:marTop w:val="0"/>
      <w:marBottom w:val="0"/>
      <w:divBdr>
        <w:top w:val="none" w:sz="0" w:space="0" w:color="auto"/>
        <w:left w:val="none" w:sz="0" w:space="0" w:color="auto"/>
        <w:bottom w:val="none" w:sz="0" w:space="0" w:color="auto"/>
        <w:right w:val="none" w:sz="0" w:space="0" w:color="auto"/>
      </w:divBdr>
    </w:div>
    <w:div w:id="878515267">
      <w:bodyDiv w:val="1"/>
      <w:marLeft w:val="0"/>
      <w:marRight w:val="0"/>
      <w:marTop w:val="0"/>
      <w:marBottom w:val="0"/>
      <w:divBdr>
        <w:top w:val="none" w:sz="0" w:space="0" w:color="auto"/>
        <w:left w:val="none" w:sz="0" w:space="0" w:color="auto"/>
        <w:bottom w:val="none" w:sz="0" w:space="0" w:color="auto"/>
        <w:right w:val="none" w:sz="0" w:space="0" w:color="auto"/>
      </w:divBdr>
    </w:div>
    <w:div w:id="890766727">
      <w:bodyDiv w:val="1"/>
      <w:marLeft w:val="0"/>
      <w:marRight w:val="0"/>
      <w:marTop w:val="0"/>
      <w:marBottom w:val="0"/>
      <w:divBdr>
        <w:top w:val="none" w:sz="0" w:space="0" w:color="auto"/>
        <w:left w:val="none" w:sz="0" w:space="0" w:color="auto"/>
        <w:bottom w:val="none" w:sz="0" w:space="0" w:color="auto"/>
        <w:right w:val="none" w:sz="0" w:space="0" w:color="auto"/>
      </w:divBdr>
    </w:div>
    <w:div w:id="896403028">
      <w:bodyDiv w:val="1"/>
      <w:marLeft w:val="0"/>
      <w:marRight w:val="0"/>
      <w:marTop w:val="0"/>
      <w:marBottom w:val="0"/>
      <w:divBdr>
        <w:top w:val="none" w:sz="0" w:space="0" w:color="auto"/>
        <w:left w:val="none" w:sz="0" w:space="0" w:color="auto"/>
        <w:bottom w:val="none" w:sz="0" w:space="0" w:color="auto"/>
        <w:right w:val="none" w:sz="0" w:space="0" w:color="auto"/>
      </w:divBdr>
    </w:div>
    <w:div w:id="902837888">
      <w:bodyDiv w:val="1"/>
      <w:marLeft w:val="0"/>
      <w:marRight w:val="0"/>
      <w:marTop w:val="0"/>
      <w:marBottom w:val="0"/>
      <w:divBdr>
        <w:top w:val="none" w:sz="0" w:space="0" w:color="auto"/>
        <w:left w:val="none" w:sz="0" w:space="0" w:color="auto"/>
        <w:bottom w:val="none" w:sz="0" w:space="0" w:color="auto"/>
        <w:right w:val="none" w:sz="0" w:space="0" w:color="auto"/>
      </w:divBdr>
    </w:div>
    <w:div w:id="904072884">
      <w:bodyDiv w:val="1"/>
      <w:marLeft w:val="0"/>
      <w:marRight w:val="0"/>
      <w:marTop w:val="0"/>
      <w:marBottom w:val="0"/>
      <w:divBdr>
        <w:top w:val="none" w:sz="0" w:space="0" w:color="auto"/>
        <w:left w:val="none" w:sz="0" w:space="0" w:color="auto"/>
        <w:bottom w:val="none" w:sz="0" w:space="0" w:color="auto"/>
        <w:right w:val="none" w:sz="0" w:space="0" w:color="auto"/>
      </w:divBdr>
      <w:divsChild>
        <w:div w:id="693962514">
          <w:marLeft w:val="0"/>
          <w:marRight w:val="0"/>
          <w:marTop w:val="0"/>
          <w:marBottom w:val="0"/>
          <w:divBdr>
            <w:top w:val="none" w:sz="0" w:space="0" w:color="auto"/>
            <w:left w:val="none" w:sz="0" w:space="0" w:color="auto"/>
            <w:bottom w:val="none" w:sz="0" w:space="0" w:color="auto"/>
            <w:right w:val="none" w:sz="0" w:space="0" w:color="auto"/>
          </w:divBdr>
        </w:div>
      </w:divsChild>
    </w:div>
    <w:div w:id="910584253">
      <w:bodyDiv w:val="1"/>
      <w:marLeft w:val="0"/>
      <w:marRight w:val="0"/>
      <w:marTop w:val="0"/>
      <w:marBottom w:val="0"/>
      <w:divBdr>
        <w:top w:val="none" w:sz="0" w:space="0" w:color="auto"/>
        <w:left w:val="none" w:sz="0" w:space="0" w:color="auto"/>
        <w:bottom w:val="none" w:sz="0" w:space="0" w:color="auto"/>
        <w:right w:val="none" w:sz="0" w:space="0" w:color="auto"/>
      </w:divBdr>
    </w:div>
    <w:div w:id="922907568">
      <w:bodyDiv w:val="1"/>
      <w:marLeft w:val="0"/>
      <w:marRight w:val="0"/>
      <w:marTop w:val="0"/>
      <w:marBottom w:val="0"/>
      <w:divBdr>
        <w:top w:val="none" w:sz="0" w:space="0" w:color="auto"/>
        <w:left w:val="none" w:sz="0" w:space="0" w:color="auto"/>
        <w:bottom w:val="none" w:sz="0" w:space="0" w:color="auto"/>
        <w:right w:val="none" w:sz="0" w:space="0" w:color="auto"/>
      </w:divBdr>
    </w:div>
    <w:div w:id="924806937">
      <w:bodyDiv w:val="1"/>
      <w:marLeft w:val="0"/>
      <w:marRight w:val="0"/>
      <w:marTop w:val="0"/>
      <w:marBottom w:val="0"/>
      <w:divBdr>
        <w:top w:val="none" w:sz="0" w:space="0" w:color="auto"/>
        <w:left w:val="none" w:sz="0" w:space="0" w:color="auto"/>
        <w:bottom w:val="none" w:sz="0" w:space="0" w:color="auto"/>
        <w:right w:val="none" w:sz="0" w:space="0" w:color="auto"/>
      </w:divBdr>
    </w:div>
    <w:div w:id="927739594">
      <w:bodyDiv w:val="1"/>
      <w:marLeft w:val="0"/>
      <w:marRight w:val="0"/>
      <w:marTop w:val="0"/>
      <w:marBottom w:val="0"/>
      <w:divBdr>
        <w:top w:val="none" w:sz="0" w:space="0" w:color="auto"/>
        <w:left w:val="none" w:sz="0" w:space="0" w:color="auto"/>
        <w:bottom w:val="none" w:sz="0" w:space="0" w:color="auto"/>
        <w:right w:val="none" w:sz="0" w:space="0" w:color="auto"/>
      </w:divBdr>
    </w:div>
    <w:div w:id="932275894">
      <w:bodyDiv w:val="1"/>
      <w:marLeft w:val="0"/>
      <w:marRight w:val="0"/>
      <w:marTop w:val="0"/>
      <w:marBottom w:val="0"/>
      <w:divBdr>
        <w:top w:val="none" w:sz="0" w:space="0" w:color="auto"/>
        <w:left w:val="none" w:sz="0" w:space="0" w:color="auto"/>
        <w:bottom w:val="none" w:sz="0" w:space="0" w:color="auto"/>
        <w:right w:val="none" w:sz="0" w:space="0" w:color="auto"/>
      </w:divBdr>
    </w:div>
    <w:div w:id="934242176">
      <w:bodyDiv w:val="1"/>
      <w:marLeft w:val="0"/>
      <w:marRight w:val="0"/>
      <w:marTop w:val="0"/>
      <w:marBottom w:val="0"/>
      <w:divBdr>
        <w:top w:val="none" w:sz="0" w:space="0" w:color="auto"/>
        <w:left w:val="none" w:sz="0" w:space="0" w:color="auto"/>
        <w:bottom w:val="none" w:sz="0" w:space="0" w:color="auto"/>
        <w:right w:val="none" w:sz="0" w:space="0" w:color="auto"/>
      </w:divBdr>
    </w:div>
    <w:div w:id="934821589">
      <w:bodyDiv w:val="1"/>
      <w:marLeft w:val="0"/>
      <w:marRight w:val="0"/>
      <w:marTop w:val="0"/>
      <w:marBottom w:val="0"/>
      <w:divBdr>
        <w:top w:val="none" w:sz="0" w:space="0" w:color="auto"/>
        <w:left w:val="none" w:sz="0" w:space="0" w:color="auto"/>
        <w:bottom w:val="none" w:sz="0" w:space="0" w:color="auto"/>
        <w:right w:val="none" w:sz="0" w:space="0" w:color="auto"/>
      </w:divBdr>
    </w:div>
    <w:div w:id="951866815">
      <w:bodyDiv w:val="1"/>
      <w:marLeft w:val="0"/>
      <w:marRight w:val="0"/>
      <w:marTop w:val="0"/>
      <w:marBottom w:val="0"/>
      <w:divBdr>
        <w:top w:val="none" w:sz="0" w:space="0" w:color="auto"/>
        <w:left w:val="none" w:sz="0" w:space="0" w:color="auto"/>
        <w:bottom w:val="none" w:sz="0" w:space="0" w:color="auto"/>
        <w:right w:val="none" w:sz="0" w:space="0" w:color="auto"/>
      </w:divBdr>
      <w:divsChild>
        <w:div w:id="1249119838">
          <w:marLeft w:val="0"/>
          <w:marRight w:val="0"/>
          <w:marTop w:val="0"/>
          <w:marBottom w:val="0"/>
          <w:divBdr>
            <w:top w:val="none" w:sz="0" w:space="0" w:color="auto"/>
            <w:left w:val="none" w:sz="0" w:space="0" w:color="auto"/>
            <w:bottom w:val="none" w:sz="0" w:space="0" w:color="auto"/>
            <w:right w:val="none" w:sz="0" w:space="0" w:color="auto"/>
          </w:divBdr>
        </w:div>
      </w:divsChild>
    </w:div>
    <w:div w:id="969627006">
      <w:bodyDiv w:val="1"/>
      <w:marLeft w:val="0"/>
      <w:marRight w:val="0"/>
      <w:marTop w:val="0"/>
      <w:marBottom w:val="0"/>
      <w:divBdr>
        <w:top w:val="none" w:sz="0" w:space="0" w:color="auto"/>
        <w:left w:val="none" w:sz="0" w:space="0" w:color="auto"/>
        <w:bottom w:val="none" w:sz="0" w:space="0" w:color="auto"/>
        <w:right w:val="none" w:sz="0" w:space="0" w:color="auto"/>
      </w:divBdr>
    </w:div>
    <w:div w:id="969632821">
      <w:bodyDiv w:val="1"/>
      <w:marLeft w:val="0"/>
      <w:marRight w:val="0"/>
      <w:marTop w:val="0"/>
      <w:marBottom w:val="0"/>
      <w:divBdr>
        <w:top w:val="none" w:sz="0" w:space="0" w:color="auto"/>
        <w:left w:val="none" w:sz="0" w:space="0" w:color="auto"/>
        <w:bottom w:val="none" w:sz="0" w:space="0" w:color="auto"/>
        <w:right w:val="none" w:sz="0" w:space="0" w:color="auto"/>
      </w:divBdr>
    </w:div>
    <w:div w:id="973369741">
      <w:bodyDiv w:val="1"/>
      <w:marLeft w:val="0"/>
      <w:marRight w:val="0"/>
      <w:marTop w:val="0"/>
      <w:marBottom w:val="0"/>
      <w:divBdr>
        <w:top w:val="none" w:sz="0" w:space="0" w:color="auto"/>
        <w:left w:val="none" w:sz="0" w:space="0" w:color="auto"/>
        <w:bottom w:val="none" w:sz="0" w:space="0" w:color="auto"/>
        <w:right w:val="none" w:sz="0" w:space="0" w:color="auto"/>
      </w:divBdr>
    </w:div>
    <w:div w:id="979773580">
      <w:bodyDiv w:val="1"/>
      <w:marLeft w:val="0"/>
      <w:marRight w:val="0"/>
      <w:marTop w:val="0"/>
      <w:marBottom w:val="0"/>
      <w:divBdr>
        <w:top w:val="none" w:sz="0" w:space="0" w:color="auto"/>
        <w:left w:val="none" w:sz="0" w:space="0" w:color="auto"/>
        <w:bottom w:val="none" w:sz="0" w:space="0" w:color="auto"/>
        <w:right w:val="none" w:sz="0" w:space="0" w:color="auto"/>
      </w:divBdr>
    </w:div>
    <w:div w:id="981425762">
      <w:bodyDiv w:val="1"/>
      <w:marLeft w:val="0"/>
      <w:marRight w:val="0"/>
      <w:marTop w:val="0"/>
      <w:marBottom w:val="0"/>
      <w:divBdr>
        <w:top w:val="none" w:sz="0" w:space="0" w:color="auto"/>
        <w:left w:val="none" w:sz="0" w:space="0" w:color="auto"/>
        <w:bottom w:val="none" w:sz="0" w:space="0" w:color="auto"/>
        <w:right w:val="none" w:sz="0" w:space="0" w:color="auto"/>
      </w:divBdr>
    </w:div>
    <w:div w:id="1001159301">
      <w:bodyDiv w:val="1"/>
      <w:marLeft w:val="0"/>
      <w:marRight w:val="0"/>
      <w:marTop w:val="0"/>
      <w:marBottom w:val="0"/>
      <w:divBdr>
        <w:top w:val="none" w:sz="0" w:space="0" w:color="auto"/>
        <w:left w:val="none" w:sz="0" w:space="0" w:color="auto"/>
        <w:bottom w:val="none" w:sz="0" w:space="0" w:color="auto"/>
        <w:right w:val="none" w:sz="0" w:space="0" w:color="auto"/>
      </w:divBdr>
    </w:div>
    <w:div w:id="1012604706">
      <w:bodyDiv w:val="1"/>
      <w:marLeft w:val="0"/>
      <w:marRight w:val="0"/>
      <w:marTop w:val="0"/>
      <w:marBottom w:val="0"/>
      <w:divBdr>
        <w:top w:val="none" w:sz="0" w:space="0" w:color="auto"/>
        <w:left w:val="none" w:sz="0" w:space="0" w:color="auto"/>
        <w:bottom w:val="none" w:sz="0" w:space="0" w:color="auto"/>
        <w:right w:val="none" w:sz="0" w:space="0" w:color="auto"/>
      </w:divBdr>
    </w:div>
    <w:div w:id="1014844635">
      <w:bodyDiv w:val="1"/>
      <w:marLeft w:val="0"/>
      <w:marRight w:val="0"/>
      <w:marTop w:val="0"/>
      <w:marBottom w:val="0"/>
      <w:divBdr>
        <w:top w:val="none" w:sz="0" w:space="0" w:color="auto"/>
        <w:left w:val="none" w:sz="0" w:space="0" w:color="auto"/>
        <w:bottom w:val="none" w:sz="0" w:space="0" w:color="auto"/>
        <w:right w:val="none" w:sz="0" w:space="0" w:color="auto"/>
      </w:divBdr>
    </w:div>
    <w:div w:id="1021592972">
      <w:bodyDiv w:val="1"/>
      <w:marLeft w:val="0"/>
      <w:marRight w:val="0"/>
      <w:marTop w:val="0"/>
      <w:marBottom w:val="0"/>
      <w:divBdr>
        <w:top w:val="none" w:sz="0" w:space="0" w:color="auto"/>
        <w:left w:val="none" w:sz="0" w:space="0" w:color="auto"/>
        <w:bottom w:val="none" w:sz="0" w:space="0" w:color="auto"/>
        <w:right w:val="none" w:sz="0" w:space="0" w:color="auto"/>
      </w:divBdr>
    </w:div>
    <w:div w:id="1027559026">
      <w:bodyDiv w:val="1"/>
      <w:marLeft w:val="0"/>
      <w:marRight w:val="0"/>
      <w:marTop w:val="0"/>
      <w:marBottom w:val="0"/>
      <w:divBdr>
        <w:top w:val="none" w:sz="0" w:space="0" w:color="auto"/>
        <w:left w:val="none" w:sz="0" w:space="0" w:color="auto"/>
        <w:bottom w:val="none" w:sz="0" w:space="0" w:color="auto"/>
        <w:right w:val="none" w:sz="0" w:space="0" w:color="auto"/>
      </w:divBdr>
    </w:div>
    <w:div w:id="1032654173">
      <w:bodyDiv w:val="1"/>
      <w:marLeft w:val="0"/>
      <w:marRight w:val="0"/>
      <w:marTop w:val="0"/>
      <w:marBottom w:val="0"/>
      <w:divBdr>
        <w:top w:val="none" w:sz="0" w:space="0" w:color="auto"/>
        <w:left w:val="none" w:sz="0" w:space="0" w:color="auto"/>
        <w:bottom w:val="none" w:sz="0" w:space="0" w:color="auto"/>
        <w:right w:val="none" w:sz="0" w:space="0" w:color="auto"/>
      </w:divBdr>
    </w:div>
    <w:div w:id="1039669119">
      <w:bodyDiv w:val="1"/>
      <w:marLeft w:val="0"/>
      <w:marRight w:val="0"/>
      <w:marTop w:val="0"/>
      <w:marBottom w:val="0"/>
      <w:divBdr>
        <w:top w:val="none" w:sz="0" w:space="0" w:color="auto"/>
        <w:left w:val="none" w:sz="0" w:space="0" w:color="auto"/>
        <w:bottom w:val="none" w:sz="0" w:space="0" w:color="auto"/>
        <w:right w:val="none" w:sz="0" w:space="0" w:color="auto"/>
      </w:divBdr>
    </w:div>
    <w:div w:id="1053967547">
      <w:bodyDiv w:val="1"/>
      <w:marLeft w:val="0"/>
      <w:marRight w:val="0"/>
      <w:marTop w:val="0"/>
      <w:marBottom w:val="0"/>
      <w:divBdr>
        <w:top w:val="none" w:sz="0" w:space="0" w:color="auto"/>
        <w:left w:val="none" w:sz="0" w:space="0" w:color="auto"/>
        <w:bottom w:val="none" w:sz="0" w:space="0" w:color="auto"/>
        <w:right w:val="none" w:sz="0" w:space="0" w:color="auto"/>
      </w:divBdr>
    </w:div>
    <w:div w:id="1064790926">
      <w:bodyDiv w:val="1"/>
      <w:marLeft w:val="0"/>
      <w:marRight w:val="0"/>
      <w:marTop w:val="0"/>
      <w:marBottom w:val="0"/>
      <w:divBdr>
        <w:top w:val="none" w:sz="0" w:space="0" w:color="auto"/>
        <w:left w:val="none" w:sz="0" w:space="0" w:color="auto"/>
        <w:bottom w:val="none" w:sz="0" w:space="0" w:color="auto"/>
        <w:right w:val="none" w:sz="0" w:space="0" w:color="auto"/>
      </w:divBdr>
    </w:div>
    <w:div w:id="1070271160">
      <w:bodyDiv w:val="1"/>
      <w:marLeft w:val="0"/>
      <w:marRight w:val="0"/>
      <w:marTop w:val="0"/>
      <w:marBottom w:val="0"/>
      <w:divBdr>
        <w:top w:val="none" w:sz="0" w:space="0" w:color="auto"/>
        <w:left w:val="none" w:sz="0" w:space="0" w:color="auto"/>
        <w:bottom w:val="none" w:sz="0" w:space="0" w:color="auto"/>
        <w:right w:val="none" w:sz="0" w:space="0" w:color="auto"/>
      </w:divBdr>
    </w:div>
    <w:div w:id="1071998003">
      <w:bodyDiv w:val="1"/>
      <w:marLeft w:val="0"/>
      <w:marRight w:val="0"/>
      <w:marTop w:val="0"/>
      <w:marBottom w:val="0"/>
      <w:divBdr>
        <w:top w:val="none" w:sz="0" w:space="0" w:color="auto"/>
        <w:left w:val="none" w:sz="0" w:space="0" w:color="auto"/>
        <w:bottom w:val="none" w:sz="0" w:space="0" w:color="auto"/>
        <w:right w:val="none" w:sz="0" w:space="0" w:color="auto"/>
      </w:divBdr>
    </w:div>
    <w:div w:id="1073163277">
      <w:bodyDiv w:val="1"/>
      <w:marLeft w:val="0"/>
      <w:marRight w:val="0"/>
      <w:marTop w:val="0"/>
      <w:marBottom w:val="0"/>
      <w:divBdr>
        <w:top w:val="none" w:sz="0" w:space="0" w:color="auto"/>
        <w:left w:val="none" w:sz="0" w:space="0" w:color="auto"/>
        <w:bottom w:val="none" w:sz="0" w:space="0" w:color="auto"/>
        <w:right w:val="none" w:sz="0" w:space="0" w:color="auto"/>
      </w:divBdr>
    </w:div>
    <w:div w:id="1100298707">
      <w:bodyDiv w:val="1"/>
      <w:marLeft w:val="0"/>
      <w:marRight w:val="0"/>
      <w:marTop w:val="0"/>
      <w:marBottom w:val="0"/>
      <w:divBdr>
        <w:top w:val="none" w:sz="0" w:space="0" w:color="auto"/>
        <w:left w:val="none" w:sz="0" w:space="0" w:color="auto"/>
        <w:bottom w:val="none" w:sz="0" w:space="0" w:color="auto"/>
        <w:right w:val="none" w:sz="0" w:space="0" w:color="auto"/>
      </w:divBdr>
    </w:div>
    <w:div w:id="1102141840">
      <w:bodyDiv w:val="1"/>
      <w:marLeft w:val="0"/>
      <w:marRight w:val="0"/>
      <w:marTop w:val="0"/>
      <w:marBottom w:val="0"/>
      <w:divBdr>
        <w:top w:val="none" w:sz="0" w:space="0" w:color="auto"/>
        <w:left w:val="none" w:sz="0" w:space="0" w:color="auto"/>
        <w:bottom w:val="none" w:sz="0" w:space="0" w:color="auto"/>
        <w:right w:val="none" w:sz="0" w:space="0" w:color="auto"/>
      </w:divBdr>
    </w:div>
    <w:div w:id="1118373052">
      <w:bodyDiv w:val="1"/>
      <w:marLeft w:val="0"/>
      <w:marRight w:val="0"/>
      <w:marTop w:val="0"/>
      <w:marBottom w:val="0"/>
      <w:divBdr>
        <w:top w:val="none" w:sz="0" w:space="0" w:color="auto"/>
        <w:left w:val="none" w:sz="0" w:space="0" w:color="auto"/>
        <w:bottom w:val="none" w:sz="0" w:space="0" w:color="auto"/>
        <w:right w:val="none" w:sz="0" w:space="0" w:color="auto"/>
      </w:divBdr>
    </w:div>
    <w:div w:id="1136994790">
      <w:bodyDiv w:val="1"/>
      <w:marLeft w:val="0"/>
      <w:marRight w:val="0"/>
      <w:marTop w:val="0"/>
      <w:marBottom w:val="0"/>
      <w:divBdr>
        <w:top w:val="none" w:sz="0" w:space="0" w:color="auto"/>
        <w:left w:val="none" w:sz="0" w:space="0" w:color="auto"/>
        <w:bottom w:val="none" w:sz="0" w:space="0" w:color="auto"/>
        <w:right w:val="none" w:sz="0" w:space="0" w:color="auto"/>
      </w:divBdr>
    </w:div>
    <w:div w:id="1141849143">
      <w:bodyDiv w:val="1"/>
      <w:marLeft w:val="0"/>
      <w:marRight w:val="0"/>
      <w:marTop w:val="0"/>
      <w:marBottom w:val="0"/>
      <w:divBdr>
        <w:top w:val="none" w:sz="0" w:space="0" w:color="auto"/>
        <w:left w:val="none" w:sz="0" w:space="0" w:color="auto"/>
        <w:bottom w:val="none" w:sz="0" w:space="0" w:color="auto"/>
        <w:right w:val="none" w:sz="0" w:space="0" w:color="auto"/>
      </w:divBdr>
      <w:divsChild>
        <w:div w:id="545796788">
          <w:marLeft w:val="0"/>
          <w:marRight w:val="0"/>
          <w:marTop w:val="0"/>
          <w:marBottom w:val="0"/>
          <w:divBdr>
            <w:top w:val="none" w:sz="0" w:space="0" w:color="auto"/>
            <w:left w:val="none" w:sz="0" w:space="0" w:color="auto"/>
            <w:bottom w:val="none" w:sz="0" w:space="0" w:color="auto"/>
            <w:right w:val="none" w:sz="0" w:space="0" w:color="auto"/>
          </w:divBdr>
        </w:div>
      </w:divsChild>
    </w:div>
    <w:div w:id="1150098304">
      <w:bodyDiv w:val="1"/>
      <w:marLeft w:val="0"/>
      <w:marRight w:val="0"/>
      <w:marTop w:val="0"/>
      <w:marBottom w:val="0"/>
      <w:divBdr>
        <w:top w:val="none" w:sz="0" w:space="0" w:color="auto"/>
        <w:left w:val="none" w:sz="0" w:space="0" w:color="auto"/>
        <w:bottom w:val="none" w:sz="0" w:space="0" w:color="auto"/>
        <w:right w:val="none" w:sz="0" w:space="0" w:color="auto"/>
      </w:divBdr>
    </w:div>
    <w:div w:id="1150634145">
      <w:bodyDiv w:val="1"/>
      <w:marLeft w:val="0"/>
      <w:marRight w:val="0"/>
      <w:marTop w:val="0"/>
      <w:marBottom w:val="0"/>
      <w:divBdr>
        <w:top w:val="none" w:sz="0" w:space="0" w:color="auto"/>
        <w:left w:val="none" w:sz="0" w:space="0" w:color="auto"/>
        <w:bottom w:val="none" w:sz="0" w:space="0" w:color="auto"/>
        <w:right w:val="none" w:sz="0" w:space="0" w:color="auto"/>
      </w:divBdr>
    </w:div>
    <w:div w:id="1152529117">
      <w:bodyDiv w:val="1"/>
      <w:marLeft w:val="0"/>
      <w:marRight w:val="0"/>
      <w:marTop w:val="0"/>
      <w:marBottom w:val="0"/>
      <w:divBdr>
        <w:top w:val="none" w:sz="0" w:space="0" w:color="auto"/>
        <w:left w:val="none" w:sz="0" w:space="0" w:color="auto"/>
        <w:bottom w:val="none" w:sz="0" w:space="0" w:color="auto"/>
        <w:right w:val="none" w:sz="0" w:space="0" w:color="auto"/>
      </w:divBdr>
    </w:div>
    <w:div w:id="1161969354">
      <w:bodyDiv w:val="1"/>
      <w:marLeft w:val="0"/>
      <w:marRight w:val="0"/>
      <w:marTop w:val="0"/>
      <w:marBottom w:val="0"/>
      <w:divBdr>
        <w:top w:val="none" w:sz="0" w:space="0" w:color="auto"/>
        <w:left w:val="none" w:sz="0" w:space="0" w:color="auto"/>
        <w:bottom w:val="none" w:sz="0" w:space="0" w:color="auto"/>
        <w:right w:val="none" w:sz="0" w:space="0" w:color="auto"/>
      </w:divBdr>
    </w:div>
    <w:div w:id="1163814273">
      <w:bodyDiv w:val="1"/>
      <w:marLeft w:val="0"/>
      <w:marRight w:val="0"/>
      <w:marTop w:val="0"/>
      <w:marBottom w:val="0"/>
      <w:divBdr>
        <w:top w:val="none" w:sz="0" w:space="0" w:color="auto"/>
        <w:left w:val="none" w:sz="0" w:space="0" w:color="auto"/>
        <w:bottom w:val="none" w:sz="0" w:space="0" w:color="auto"/>
        <w:right w:val="none" w:sz="0" w:space="0" w:color="auto"/>
      </w:divBdr>
    </w:div>
    <w:div w:id="1167208510">
      <w:bodyDiv w:val="1"/>
      <w:marLeft w:val="0"/>
      <w:marRight w:val="0"/>
      <w:marTop w:val="0"/>
      <w:marBottom w:val="0"/>
      <w:divBdr>
        <w:top w:val="none" w:sz="0" w:space="0" w:color="auto"/>
        <w:left w:val="none" w:sz="0" w:space="0" w:color="auto"/>
        <w:bottom w:val="none" w:sz="0" w:space="0" w:color="auto"/>
        <w:right w:val="none" w:sz="0" w:space="0" w:color="auto"/>
      </w:divBdr>
    </w:div>
    <w:div w:id="1176455803">
      <w:bodyDiv w:val="1"/>
      <w:marLeft w:val="0"/>
      <w:marRight w:val="0"/>
      <w:marTop w:val="0"/>
      <w:marBottom w:val="0"/>
      <w:divBdr>
        <w:top w:val="none" w:sz="0" w:space="0" w:color="auto"/>
        <w:left w:val="none" w:sz="0" w:space="0" w:color="auto"/>
        <w:bottom w:val="none" w:sz="0" w:space="0" w:color="auto"/>
        <w:right w:val="none" w:sz="0" w:space="0" w:color="auto"/>
      </w:divBdr>
    </w:div>
    <w:div w:id="1176730936">
      <w:bodyDiv w:val="1"/>
      <w:marLeft w:val="0"/>
      <w:marRight w:val="0"/>
      <w:marTop w:val="0"/>
      <w:marBottom w:val="0"/>
      <w:divBdr>
        <w:top w:val="none" w:sz="0" w:space="0" w:color="auto"/>
        <w:left w:val="none" w:sz="0" w:space="0" w:color="auto"/>
        <w:bottom w:val="none" w:sz="0" w:space="0" w:color="auto"/>
        <w:right w:val="none" w:sz="0" w:space="0" w:color="auto"/>
      </w:divBdr>
    </w:div>
    <w:div w:id="1178160174">
      <w:bodyDiv w:val="1"/>
      <w:marLeft w:val="0"/>
      <w:marRight w:val="0"/>
      <w:marTop w:val="0"/>
      <w:marBottom w:val="0"/>
      <w:divBdr>
        <w:top w:val="none" w:sz="0" w:space="0" w:color="auto"/>
        <w:left w:val="none" w:sz="0" w:space="0" w:color="auto"/>
        <w:bottom w:val="none" w:sz="0" w:space="0" w:color="auto"/>
        <w:right w:val="none" w:sz="0" w:space="0" w:color="auto"/>
      </w:divBdr>
    </w:div>
    <w:div w:id="1199048502">
      <w:bodyDiv w:val="1"/>
      <w:marLeft w:val="0"/>
      <w:marRight w:val="0"/>
      <w:marTop w:val="0"/>
      <w:marBottom w:val="0"/>
      <w:divBdr>
        <w:top w:val="none" w:sz="0" w:space="0" w:color="auto"/>
        <w:left w:val="none" w:sz="0" w:space="0" w:color="auto"/>
        <w:bottom w:val="none" w:sz="0" w:space="0" w:color="auto"/>
        <w:right w:val="none" w:sz="0" w:space="0" w:color="auto"/>
      </w:divBdr>
    </w:div>
    <w:div w:id="1206672168">
      <w:bodyDiv w:val="1"/>
      <w:marLeft w:val="0"/>
      <w:marRight w:val="0"/>
      <w:marTop w:val="0"/>
      <w:marBottom w:val="0"/>
      <w:divBdr>
        <w:top w:val="none" w:sz="0" w:space="0" w:color="auto"/>
        <w:left w:val="none" w:sz="0" w:space="0" w:color="auto"/>
        <w:bottom w:val="none" w:sz="0" w:space="0" w:color="auto"/>
        <w:right w:val="none" w:sz="0" w:space="0" w:color="auto"/>
      </w:divBdr>
    </w:div>
    <w:div w:id="1209227115">
      <w:bodyDiv w:val="1"/>
      <w:marLeft w:val="0"/>
      <w:marRight w:val="0"/>
      <w:marTop w:val="0"/>
      <w:marBottom w:val="0"/>
      <w:divBdr>
        <w:top w:val="none" w:sz="0" w:space="0" w:color="auto"/>
        <w:left w:val="none" w:sz="0" w:space="0" w:color="auto"/>
        <w:bottom w:val="none" w:sz="0" w:space="0" w:color="auto"/>
        <w:right w:val="none" w:sz="0" w:space="0" w:color="auto"/>
      </w:divBdr>
    </w:div>
    <w:div w:id="1210533699">
      <w:bodyDiv w:val="1"/>
      <w:marLeft w:val="0"/>
      <w:marRight w:val="0"/>
      <w:marTop w:val="0"/>
      <w:marBottom w:val="0"/>
      <w:divBdr>
        <w:top w:val="none" w:sz="0" w:space="0" w:color="auto"/>
        <w:left w:val="none" w:sz="0" w:space="0" w:color="auto"/>
        <w:bottom w:val="none" w:sz="0" w:space="0" w:color="auto"/>
        <w:right w:val="none" w:sz="0" w:space="0" w:color="auto"/>
      </w:divBdr>
    </w:div>
    <w:div w:id="1211265868">
      <w:bodyDiv w:val="1"/>
      <w:marLeft w:val="0"/>
      <w:marRight w:val="0"/>
      <w:marTop w:val="0"/>
      <w:marBottom w:val="0"/>
      <w:divBdr>
        <w:top w:val="none" w:sz="0" w:space="0" w:color="auto"/>
        <w:left w:val="none" w:sz="0" w:space="0" w:color="auto"/>
        <w:bottom w:val="none" w:sz="0" w:space="0" w:color="auto"/>
        <w:right w:val="none" w:sz="0" w:space="0" w:color="auto"/>
      </w:divBdr>
    </w:div>
    <w:div w:id="1214931026">
      <w:bodyDiv w:val="1"/>
      <w:marLeft w:val="0"/>
      <w:marRight w:val="0"/>
      <w:marTop w:val="0"/>
      <w:marBottom w:val="0"/>
      <w:divBdr>
        <w:top w:val="none" w:sz="0" w:space="0" w:color="auto"/>
        <w:left w:val="none" w:sz="0" w:space="0" w:color="auto"/>
        <w:bottom w:val="none" w:sz="0" w:space="0" w:color="auto"/>
        <w:right w:val="none" w:sz="0" w:space="0" w:color="auto"/>
      </w:divBdr>
    </w:div>
    <w:div w:id="1215776792">
      <w:bodyDiv w:val="1"/>
      <w:marLeft w:val="0"/>
      <w:marRight w:val="0"/>
      <w:marTop w:val="0"/>
      <w:marBottom w:val="0"/>
      <w:divBdr>
        <w:top w:val="none" w:sz="0" w:space="0" w:color="auto"/>
        <w:left w:val="none" w:sz="0" w:space="0" w:color="auto"/>
        <w:bottom w:val="none" w:sz="0" w:space="0" w:color="auto"/>
        <w:right w:val="none" w:sz="0" w:space="0" w:color="auto"/>
      </w:divBdr>
    </w:div>
    <w:div w:id="1217162719">
      <w:bodyDiv w:val="1"/>
      <w:marLeft w:val="0"/>
      <w:marRight w:val="0"/>
      <w:marTop w:val="0"/>
      <w:marBottom w:val="0"/>
      <w:divBdr>
        <w:top w:val="none" w:sz="0" w:space="0" w:color="auto"/>
        <w:left w:val="none" w:sz="0" w:space="0" w:color="auto"/>
        <w:bottom w:val="none" w:sz="0" w:space="0" w:color="auto"/>
        <w:right w:val="none" w:sz="0" w:space="0" w:color="auto"/>
      </w:divBdr>
      <w:divsChild>
        <w:div w:id="1492603318">
          <w:marLeft w:val="0"/>
          <w:marRight w:val="0"/>
          <w:marTop w:val="0"/>
          <w:marBottom w:val="0"/>
          <w:divBdr>
            <w:top w:val="none" w:sz="0" w:space="0" w:color="auto"/>
            <w:left w:val="none" w:sz="0" w:space="0" w:color="auto"/>
            <w:bottom w:val="none" w:sz="0" w:space="0" w:color="auto"/>
            <w:right w:val="none" w:sz="0" w:space="0" w:color="auto"/>
          </w:divBdr>
        </w:div>
      </w:divsChild>
    </w:div>
    <w:div w:id="1221359850">
      <w:bodyDiv w:val="1"/>
      <w:marLeft w:val="0"/>
      <w:marRight w:val="0"/>
      <w:marTop w:val="0"/>
      <w:marBottom w:val="0"/>
      <w:divBdr>
        <w:top w:val="none" w:sz="0" w:space="0" w:color="auto"/>
        <w:left w:val="none" w:sz="0" w:space="0" w:color="auto"/>
        <w:bottom w:val="none" w:sz="0" w:space="0" w:color="auto"/>
        <w:right w:val="none" w:sz="0" w:space="0" w:color="auto"/>
      </w:divBdr>
    </w:div>
    <w:div w:id="1227885191">
      <w:bodyDiv w:val="1"/>
      <w:marLeft w:val="0"/>
      <w:marRight w:val="0"/>
      <w:marTop w:val="0"/>
      <w:marBottom w:val="0"/>
      <w:divBdr>
        <w:top w:val="none" w:sz="0" w:space="0" w:color="auto"/>
        <w:left w:val="none" w:sz="0" w:space="0" w:color="auto"/>
        <w:bottom w:val="none" w:sz="0" w:space="0" w:color="auto"/>
        <w:right w:val="none" w:sz="0" w:space="0" w:color="auto"/>
      </w:divBdr>
    </w:div>
    <w:div w:id="1232086154">
      <w:bodyDiv w:val="1"/>
      <w:marLeft w:val="0"/>
      <w:marRight w:val="0"/>
      <w:marTop w:val="0"/>
      <w:marBottom w:val="0"/>
      <w:divBdr>
        <w:top w:val="none" w:sz="0" w:space="0" w:color="auto"/>
        <w:left w:val="none" w:sz="0" w:space="0" w:color="auto"/>
        <w:bottom w:val="none" w:sz="0" w:space="0" w:color="auto"/>
        <w:right w:val="none" w:sz="0" w:space="0" w:color="auto"/>
      </w:divBdr>
    </w:div>
    <w:div w:id="1238587801">
      <w:bodyDiv w:val="1"/>
      <w:marLeft w:val="0"/>
      <w:marRight w:val="0"/>
      <w:marTop w:val="0"/>
      <w:marBottom w:val="0"/>
      <w:divBdr>
        <w:top w:val="none" w:sz="0" w:space="0" w:color="auto"/>
        <w:left w:val="none" w:sz="0" w:space="0" w:color="auto"/>
        <w:bottom w:val="none" w:sz="0" w:space="0" w:color="auto"/>
        <w:right w:val="none" w:sz="0" w:space="0" w:color="auto"/>
      </w:divBdr>
    </w:div>
    <w:div w:id="1249189219">
      <w:bodyDiv w:val="1"/>
      <w:marLeft w:val="0"/>
      <w:marRight w:val="0"/>
      <w:marTop w:val="0"/>
      <w:marBottom w:val="0"/>
      <w:divBdr>
        <w:top w:val="none" w:sz="0" w:space="0" w:color="auto"/>
        <w:left w:val="none" w:sz="0" w:space="0" w:color="auto"/>
        <w:bottom w:val="none" w:sz="0" w:space="0" w:color="auto"/>
        <w:right w:val="none" w:sz="0" w:space="0" w:color="auto"/>
      </w:divBdr>
    </w:div>
    <w:div w:id="1249776823">
      <w:bodyDiv w:val="1"/>
      <w:marLeft w:val="0"/>
      <w:marRight w:val="0"/>
      <w:marTop w:val="0"/>
      <w:marBottom w:val="0"/>
      <w:divBdr>
        <w:top w:val="none" w:sz="0" w:space="0" w:color="auto"/>
        <w:left w:val="none" w:sz="0" w:space="0" w:color="auto"/>
        <w:bottom w:val="none" w:sz="0" w:space="0" w:color="auto"/>
        <w:right w:val="none" w:sz="0" w:space="0" w:color="auto"/>
      </w:divBdr>
    </w:div>
    <w:div w:id="1256131204">
      <w:bodyDiv w:val="1"/>
      <w:marLeft w:val="0"/>
      <w:marRight w:val="0"/>
      <w:marTop w:val="0"/>
      <w:marBottom w:val="0"/>
      <w:divBdr>
        <w:top w:val="none" w:sz="0" w:space="0" w:color="auto"/>
        <w:left w:val="none" w:sz="0" w:space="0" w:color="auto"/>
        <w:bottom w:val="none" w:sz="0" w:space="0" w:color="auto"/>
        <w:right w:val="none" w:sz="0" w:space="0" w:color="auto"/>
      </w:divBdr>
    </w:div>
    <w:div w:id="1257597690">
      <w:bodyDiv w:val="1"/>
      <w:marLeft w:val="0"/>
      <w:marRight w:val="0"/>
      <w:marTop w:val="0"/>
      <w:marBottom w:val="0"/>
      <w:divBdr>
        <w:top w:val="none" w:sz="0" w:space="0" w:color="auto"/>
        <w:left w:val="none" w:sz="0" w:space="0" w:color="auto"/>
        <w:bottom w:val="none" w:sz="0" w:space="0" w:color="auto"/>
        <w:right w:val="none" w:sz="0" w:space="0" w:color="auto"/>
      </w:divBdr>
    </w:div>
    <w:div w:id="1265650087">
      <w:bodyDiv w:val="1"/>
      <w:marLeft w:val="0"/>
      <w:marRight w:val="0"/>
      <w:marTop w:val="0"/>
      <w:marBottom w:val="0"/>
      <w:divBdr>
        <w:top w:val="none" w:sz="0" w:space="0" w:color="auto"/>
        <w:left w:val="none" w:sz="0" w:space="0" w:color="auto"/>
        <w:bottom w:val="none" w:sz="0" w:space="0" w:color="auto"/>
        <w:right w:val="none" w:sz="0" w:space="0" w:color="auto"/>
      </w:divBdr>
    </w:div>
    <w:div w:id="1266111717">
      <w:bodyDiv w:val="1"/>
      <w:marLeft w:val="0"/>
      <w:marRight w:val="0"/>
      <w:marTop w:val="0"/>
      <w:marBottom w:val="0"/>
      <w:divBdr>
        <w:top w:val="none" w:sz="0" w:space="0" w:color="auto"/>
        <w:left w:val="none" w:sz="0" w:space="0" w:color="auto"/>
        <w:bottom w:val="none" w:sz="0" w:space="0" w:color="auto"/>
        <w:right w:val="none" w:sz="0" w:space="0" w:color="auto"/>
      </w:divBdr>
    </w:div>
    <w:div w:id="1268997768">
      <w:bodyDiv w:val="1"/>
      <w:marLeft w:val="0"/>
      <w:marRight w:val="0"/>
      <w:marTop w:val="0"/>
      <w:marBottom w:val="0"/>
      <w:divBdr>
        <w:top w:val="none" w:sz="0" w:space="0" w:color="auto"/>
        <w:left w:val="none" w:sz="0" w:space="0" w:color="auto"/>
        <w:bottom w:val="none" w:sz="0" w:space="0" w:color="auto"/>
        <w:right w:val="none" w:sz="0" w:space="0" w:color="auto"/>
      </w:divBdr>
    </w:div>
    <w:div w:id="1270626809">
      <w:bodyDiv w:val="1"/>
      <w:marLeft w:val="0"/>
      <w:marRight w:val="0"/>
      <w:marTop w:val="0"/>
      <w:marBottom w:val="0"/>
      <w:divBdr>
        <w:top w:val="none" w:sz="0" w:space="0" w:color="auto"/>
        <w:left w:val="none" w:sz="0" w:space="0" w:color="auto"/>
        <w:bottom w:val="none" w:sz="0" w:space="0" w:color="auto"/>
        <w:right w:val="none" w:sz="0" w:space="0" w:color="auto"/>
      </w:divBdr>
    </w:div>
    <w:div w:id="1279986495">
      <w:bodyDiv w:val="1"/>
      <w:marLeft w:val="0"/>
      <w:marRight w:val="0"/>
      <w:marTop w:val="0"/>
      <w:marBottom w:val="0"/>
      <w:divBdr>
        <w:top w:val="none" w:sz="0" w:space="0" w:color="auto"/>
        <w:left w:val="none" w:sz="0" w:space="0" w:color="auto"/>
        <w:bottom w:val="none" w:sz="0" w:space="0" w:color="auto"/>
        <w:right w:val="none" w:sz="0" w:space="0" w:color="auto"/>
      </w:divBdr>
    </w:div>
    <w:div w:id="1279987125">
      <w:bodyDiv w:val="1"/>
      <w:marLeft w:val="0"/>
      <w:marRight w:val="0"/>
      <w:marTop w:val="0"/>
      <w:marBottom w:val="0"/>
      <w:divBdr>
        <w:top w:val="none" w:sz="0" w:space="0" w:color="auto"/>
        <w:left w:val="none" w:sz="0" w:space="0" w:color="auto"/>
        <w:bottom w:val="none" w:sz="0" w:space="0" w:color="auto"/>
        <w:right w:val="none" w:sz="0" w:space="0" w:color="auto"/>
      </w:divBdr>
    </w:div>
    <w:div w:id="1283223462">
      <w:bodyDiv w:val="1"/>
      <w:marLeft w:val="300"/>
      <w:marRight w:val="300"/>
      <w:marTop w:val="0"/>
      <w:marBottom w:val="0"/>
      <w:divBdr>
        <w:top w:val="none" w:sz="0" w:space="0" w:color="auto"/>
        <w:left w:val="none" w:sz="0" w:space="0" w:color="auto"/>
        <w:bottom w:val="none" w:sz="0" w:space="0" w:color="auto"/>
        <w:right w:val="none" w:sz="0" w:space="0" w:color="auto"/>
      </w:divBdr>
    </w:div>
    <w:div w:id="1288048336">
      <w:bodyDiv w:val="1"/>
      <w:marLeft w:val="0"/>
      <w:marRight w:val="0"/>
      <w:marTop w:val="0"/>
      <w:marBottom w:val="0"/>
      <w:divBdr>
        <w:top w:val="none" w:sz="0" w:space="0" w:color="auto"/>
        <w:left w:val="none" w:sz="0" w:space="0" w:color="auto"/>
        <w:bottom w:val="none" w:sz="0" w:space="0" w:color="auto"/>
        <w:right w:val="none" w:sz="0" w:space="0" w:color="auto"/>
      </w:divBdr>
    </w:div>
    <w:div w:id="1289891559">
      <w:bodyDiv w:val="1"/>
      <w:marLeft w:val="0"/>
      <w:marRight w:val="0"/>
      <w:marTop w:val="0"/>
      <w:marBottom w:val="0"/>
      <w:divBdr>
        <w:top w:val="none" w:sz="0" w:space="0" w:color="auto"/>
        <w:left w:val="none" w:sz="0" w:space="0" w:color="auto"/>
        <w:bottom w:val="none" w:sz="0" w:space="0" w:color="auto"/>
        <w:right w:val="none" w:sz="0" w:space="0" w:color="auto"/>
      </w:divBdr>
    </w:div>
    <w:div w:id="1292789696">
      <w:bodyDiv w:val="1"/>
      <w:marLeft w:val="0"/>
      <w:marRight w:val="0"/>
      <w:marTop w:val="0"/>
      <w:marBottom w:val="0"/>
      <w:divBdr>
        <w:top w:val="none" w:sz="0" w:space="0" w:color="auto"/>
        <w:left w:val="none" w:sz="0" w:space="0" w:color="auto"/>
        <w:bottom w:val="none" w:sz="0" w:space="0" w:color="auto"/>
        <w:right w:val="none" w:sz="0" w:space="0" w:color="auto"/>
      </w:divBdr>
    </w:div>
    <w:div w:id="1299870874">
      <w:bodyDiv w:val="1"/>
      <w:marLeft w:val="0"/>
      <w:marRight w:val="0"/>
      <w:marTop w:val="0"/>
      <w:marBottom w:val="0"/>
      <w:divBdr>
        <w:top w:val="none" w:sz="0" w:space="0" w:color="auto"/>
        <w:left w:val="none" w:sz="0" w:space="0" w:color="auto"/>
        <w:bottom w:val="none" w:sz="0" w:space="0" w:color="auto"/>
        <w:right w:val="none" w:sz="0" w:space="0" w:color="auto"/>
      </w:divBdr>
    </w:div>
    <w:div w:id="1302418864">
      <w:bodyDiv w:val="1"/>
      <w:marLeft w:val="0"/>
      <w:marRight w:val="0"/>
      <w:marTop w:val="0"/>
      <w:marBottom w:val="0"/>
      <w:divBdr>
        <w:top w:val="none" w:sz="0" w:space="0" w:color="auto"/>
        <w:left w:val="none" w:sz="0" w:space="0" w:color="auto"/>
        <w:bottom w:val="none" w:sz="0" w:space="0" w:color="auto"/>
        <w:right w:val="none" w:sz="0" w:space="0" w:color="auto"/>
      </w:divBdr>
    </w:div>
    <w:div w:id="1310013804">
      <w:bodyDiv w:val="1"/>
      <w:marLeft w:val="0"/>
      <w:marRight w:val="0"/>
      <w:marTop w:val="0"/>
      <w:marBottom w:val="0"/>
      <w:divBdr>
        <w:top w:val="none" w:sz="0" w:space="0" w:color="auto"/>
        <w:left w:val="none" w:sz="0" w:space="0" w:color="auto"/>
        <w:bottom w:val="none" w:sz="0" w:space="0" w:color="auto"/>
        <w:right w:val="none" w:sz="0" w:space="0" w:color="auto"/>
      </w:divBdr>
    </w:div>
    <w:div w:id="1310092025">
      <w:bodyDiv w:val="1"/>
      <w:marLeft w:val="0"/>
      <w:marRight w:val="0"/>
      <w:marTop w:val="0"/>
      <w:marBottom w:val="0"/>
      <w:divBdr>
        <w:top w:val="none" w:sz="0" w:space="0" w:color="auto"/>
        <w:left w:val="none" w:sz="0" w:space="0" w:color="auto"/>
        <w:bottom w:val="none" w:sz="0" w:space="0" w:color="auto"/>
        <w:right w:val="none" w:sz="0" w:space="0" w:color="auto"/>
      </w:divBdr>
    </w:div>
    <w:div w:id="1310476901">
      <w:bodyDiv w:val="1"/>
      <w:marLeft w:val="0"/>
      <w:marRight w:val="0"/>
      <w:marTop w:val="0"/>
      <w:marBottom w:val="0"/>
      <w:divBdr>
        <w:top w:val="none" w:sz="0" w:space="0" w:color="auto"/>
        <w:left w:val="none" w:sz="0" w:space="0" w:color="auto"/>
        <w:bottom w:val="none" w:sz="0" w:space="0" w:color="auto"/>
        <w:right w:val="none" w:sz="0" w:space="0" w:color="auto"/>
      </w:divBdr>
    </w:div>
    <w:div w:id="1323893680">
      <w:bodyDiv w:val="1"/>
      <w:marLeft w:val="0"/>
      <w:marRight w:val="0"/>
      <w:marTop w:val="0"/>
      <w:marBottom w:val="0"/>
      <w:divBdr>
        <w:top w:val="none" w:sz="0" w:space="0" w:color="auto"/>
        <w:left w:val="none" w:sz="0" w:space="0" w:color="auto"/>
        <w:bottom w:val="none" w:sz="0" w:space="0" w:color="auto"/>
        <w:right w:val="none" w:sz="0" w:space="0" w:color="auto"/>
      </w:divBdr>
    </w:div>
    <w:div w:id="1331061493">
      <w:bodyDiv w:val="1"/>
      <w:marLeft w:val="0"/>
      <w:marRight w:val="0"/>
      <w:marTop w:val="0"/>
      <w:marBottom w:val="0"/>
      <w:divBdr>
        <w:top w:val="none" w:sz="0" w:space="0" w:color="auto"/>
        <w:left w:val="none" w:sz="0" w:space="0" w:color="auto"/>
        <w:bottom w:val="none" w:sz="0" w:space="0" w:color="auto"/>
        <w:right w:val="none" w:sz="0" w:space="0" w:color="auto"/>
      </w:divBdr>
    </w:div>
    <w:div w:id="1336224827">
      <w:bodyDiv w:val="1"/>
      <w:marLeft w:val="0"/>
      <w:marRight w:val="0"/>
      <w:marTop w:val="0"/>
      <w:marBottom w:val="0"/>
      <w:divBdr>
        <w:top w:val="none" w:sz="0" w:space="0" w:color="auto"/>
        <w:left w:val="none" w:sz="0" w:space="0" w:color="auto"/>
        <w:bottom w:val="none" w:sz="0" w:space="0" w:color="auto"/>
        <w:right w:val="none" w:sz="0" w:space="0" w:color="auto"/>
      </w:divBdr>
    </w:div>
    <w:div w:id="1342733665">
      <w:bodyDiv w:val="1"/>
      <w:marLeft w:val="0"/>
      <w:marRight w:val="0"/>
      <w:marTop w:val="0"/>
      <w:marBottom w:val="0"/>
      <w:divBdr>
        <w:top w:val="none" w:sz="0" w:space="0" w:color="auto"/>
        <w:left w:val="none" w:sz="0" w:space="0" w:color="auto"/>
        <w:bottom w:val="none" w:sz="0" w:space="0" w:color="auto"/>
        <w:right w:val="none" w:sz="0" w:space="0" w:color="auto"/>
      </w:divBdr>
      <w:divsChild>
        <w:div w:id="839392070">
          <w:marLeft w:val="0"/>
          <w:marRight w:val="0"/>
          <w:marTop w:val="0"/>
          <w:marBottom w:val="0"/>
          <w:divBdr>
            <w:top w:val="none" w:sz="0" w:space="0" w:color="auto"/>
            <w:left w:val="none" w:sz="0" w:space="0" w:color="auto"/>
            <w:bottom w:val="none" w:sz="0" w:space="0" w:color="auto"/>
            <w:right w:val="none" w:sz="0" w:space="0" w:color="auto"/>
          </w:divBdr>
        </w:div>
      </w:divsChild>
    </w:div>
    <w:div w:id="1350643562">
      <w:bodyDiv w:val="1"/>
      <w:marLeft w:val="0"/>
      <w:marRight w:val="0"/>
      <w:marTop w:val="0"/>
      <w:marBottom w:val="0"/>
      <w:divBdr>
        <w:top w:val="none" w:sz="0" w:space="0" w:color="auto"/>
        <w:left w:val="none" w:sz="0" w:space="0" w:color="auto"/>
        <w:bottom w:val="none" w:sz="0" w:space="0" w:color="auto"/>
        <w:right w:val="none" w:sz="0" w:space="0" w:color="auto"/>
      </w:divBdr>
    </w:div>
    <w:div w:id="1352686980">
      <w:bodyDiv w:val="1"/>
      <w:marLeft w:val="0"/>
      <w:marRight w:val="0"/>
      <w:marTop w:val="0"/>
      <w:marBottom w:val="0"/>
      <w:divBdr>
        <w:top w:val="none" w:sz="0" w:space="0" w:color="auto"/>
        <w:left w:val="none" w:sz="0" w:space="0" w:color="auto"/>
        <w:bottom w:val="none" w:sz="0" w:space="0" w:color="auto"/>
        <w:right w:val="none" w:sz="0" w:space="0" w:color="auto"/>
      </w:divBdr>
    </w:div>
    <w:div w:id="1353529289">
      <w:bodyDiv w:val="1"/>
      <w:marLeft w:val="300"/>
      <w:marRight w:val="300"/>
      <w:marTop w:val="0"/>
      <w:marBottom w:val="0"/>
      <w:divBdr>
        <w:top w:val="none" w:sz="0" w:space="0" w:color="auto"/>
        <w:left w:val="none" w:sz="0" w:space="0" w:color="auto"/>
        <w:bottom w:val="none" w:sz="0" w:space="0" w:color="auto"/>
        <w:right w:val="none" w:sz="0" w:space="0" w:color="auto"/>
      </w:divBdr>
    </w:div>
    <w:div w:id="1354183068">
      <w:bodyDiv w:val="1"/>
      <w:marLeft w:val="0"/>
      <w:marRight w:val="0"/>
      <w:marTop w:val="0"/>
      <w:marBottom w:val="0"/>
      <w:divBdr>
        <w:top w:val="none" w:sz="0" w:space="0" w:color="auto"/>
        <w:left w:val="none" w:sz="0" w:space="0" w:color="auto"/>
        <w:bottom w:val="none" w:sz="0" w:space="0" w:color="auto"/>
        <w:right w:val="none" w:sz="0" w:space="0" w:color="auto"/>
      </w:divBdr>
    </w:div>
    <w:div w:id="1375619828">
      <w:bodyDiv w:val="1"/>
      <w:marLeft w:val="0"/>
      <w:marRight w:val="0"/>
      <w:marTop w:val="0"/>
      <w:marBottom w:val="0"/>
      <w:divBdr>
        <w:top w:val="none" w:sz="0" w:space="0" w:color="auto"/>
        <w:left w:val="none" w:sz="0" w:space="0" w:color="auto"/>
        <w:bottom w:val="none" w:sz="0" w:space="0" w:color="auto"/>
        <w:right w:val="none" w:sz="0" w:space="0" w:color="auto"/>
      </w:divBdr>
    </w:div>
    <w:div w:id="1384135779">
      <w:bodyDiv w:val="1"/>
      <w:marLeft w:val="0"/>
      <w:marRight w:val="0"/>
      <w:marTop w:val="0"/>
      <w:marBottom w:val="0"/>
      <w:divBdr>
        <w:top w:val="none" w:sz="0" w:space="0" w:color="auto"/>
        <w:left w:val="none" w:sz="0" w:space="0" w:color="auto"/>
        <w:bottom w:val="none" w:sz="0" w:space="0" w:color="auto"/>
        <w:right w:val="none" w:sz="0" w:space="0" w:color="auto"/>
      </w:divBdr>
    </w:div>
    <w:div w:id="1387296357">
      <w:bodyDiv w:val="1"/>
      <w:marLeft w:val="0"/>
      <w:marRight w:val="0"/>
      <w:marTop w:val="0"/>
      <w:marBottom w:val="0"/>
      <w:divBdr>
        <w:top w:val="none" w:sz="0" w:space="0" w:color="auto"/>
        <w:left w:val="none" w:sz="0" w:space="0" w:color="auto"/>
        <w:bottom w:val="none" w:sz="0" w:space="0" w:color="auto"/>
        <w:right w:val="none" w:sz="0" w:space="0" w:color="auto"/>
      </w:divBdr>
    </w:div>
    <w:div w:id="1393507316">
      <w:bodyDiv w:val="1"/>
      <w:marLeft w:val="0"/>
      <w:marRight w:val="0"/>
      <w:marTop w:val="0"/>
      <w:marBottom w:val="0"/>
      <w:divBdr>
        <w:top w:val="none" w:sz="0" w:space="0" w:color="auto"/>
        <w:left w:val="none" w:sz="0" w:space="0" w:color="auto"/>
        <w:bottom w:val="none" w:sz="0" w:space="0" w:color="auto"/>
        <w:right w:val="none" w:sz="0" w:space="0" w:color="auto"/>
      </w:divBdr>
    </w:div>
    <w:div w:id="1396853378">
      <w:bodyDiv w:val="1"/>
      <w:marLeft w:val="0"/>
      <w:marRight w:val="0"/>
      <w:marTop w:val="0"/>
      <w:marBottom w:val="0"/>
      <w:divBdr>
        <w:top w:val="none" w:sz="0" w:space="0" w:color="auto"/>
        <w:left w:val="none" w:sz="0" w:space="0" w:color="auto"/>
        <w:bottom w:val="none" w:sz="0" w:space="0" w:color="auto"/>
        <w:right w:val="none" w:sz="0" w:space="0" w:color="auto"/>
      </w:divBdr>
    </w:div>
    <w:div w:id="1413157886">
      <w:bodyDiv w:val="1"/>
      <w:marLeft w:val="0"/>
      <w:marRight w:val="0"/>
      <w:marTop w:val="0"/>
      <w:marBottom w:val="0"/>
      <w:divBdr>
        <w:top w:val="none" w:sz="0" w:space="0" w:color="auto"/>
        <w:left w:val="none" w:sz="0" w:space="0" w:color="auto"/>
        <w:bottom w:val="none" w:sz="0" w:space="0" w:color="auto"/>
        <w:right w:val="none" w:sz="0" w:space="0" w:color="auto"/>
      </w:divBdr>
    </w:div>
    <w:div w:id="1414428947">
      <w:bodyDiv w:val="1"/>
      <w:marLeft w:val="0"/>
      <w:marRight w:val="0"/>
      <w:marTop w:val="0"/>
      <w:marBottom w:val="0"/>
      <w:divBdr>
        <w:top w:val="none" w:sz="0" w:space="0" w:color="auto"/>
        <w:left w:val="none" w:sz="0" w:space="0" w:color="auto"/>
        <w:bottom w:val="none" w:sz="0" w:space="0" w:color="auto"/>
        <w:right w:val="none" w:sz="0" w:space="0" w:color="auto"/>
      </w:divBdr>
    </w:div>
    <w:div w:id="1417550956">
      <w:bodyDiv w:val="1"/>
      <w:marLeft w:val="0"/>
      <w:marRight w:val="0"/>
      <w:marTop w:val="0"/>
      <w:marBottom w:val="0"/>
      <w:divBdr>
        <w:top w:val="none" w:sz="0" w:space="0" w:color="auto"/>
        <w:left w:val="none" w:sz="0" w:space="0" w:color="auto"/>
        <w:bottom w:val="none" w:sz="0" w:space="0" w:color="auto"/>
        <w:right w:val="none" w:sz="0" w:space="0" w:color="auto"/>
      </w:divBdr>
    </w:div>
    <w:div w:id="1434086224">
      <w:bodyDiv w:val="1"/>
      <w:marLeft w:val="0"/>
      <w:marRight w:val="0"/>
      <w:marTop w:val="0"/>
      <w:marBottom w:val="0"/>
      <w:divBdr>
        <w:top w:val="none" w:sz="0" w:space="0" w:color="auto"/>
        <w:left w:val="none" w:sz="0" w:space="0" w:color="auto"/>
        <w:bottom w:val="none" w:sz="0" w:space="0" w:color="auto"/>
        <w:right w:val="none" w:sz="0" w:space="0" w:color="auto"/>
      </w:divBdr>
    </w:div>
    <w:div w:id="1445420936">
      <w:bodyDiv w:val="1"/>
      <w:marLeft w:val="0"/>
      <w:marRight w:val="0"/>
      <w:marTop w:val="0"/>
      <w:marBottom w:val="0"/>
      <w:divBdr>
        <w:top w:val="none" w:sz="0" w:space="0" w:color="auto"/>
        <w:left w:val="none" w:sz="0" w:space="0" w:color="auto"/>
        <w:bottom w:val="none" w:sz="0" w:space="0" w:color="auto"/>
        <w:right w:val="none" w:sz="0" w:space="0" w:color="auto"/>
      </w:divBdr>
    </w:div>
    <w:div w:id="1457677540">
      <w:bodyDiv w:val="1"/>
      <w:marLeft w:val="0"/>
      <w:marRight w:val="0"/>
      <w:marTop w:val="0"/>
      <w:marBottom w:val="0"/>
      <w:divBdr>
        <w:top w:val="none" w:sz="0" w:space="0" w:color="auto"/>
        <w:left w:val="none" w:sz="0" w:space="0" w:color="auto"/>
        <w:bottom w:val="none" w:sz="0" w:space="0" w:color="auto"/>
        <w:right w:val="none" w:sz="0" w:space="0" w:color="auto"/>
      </w:divBdr>
    </w:div>
    <w:div w:id="1469201647">
      <w:bodyDiv w:val="1"/>
      <w:marLeft w:val="0"/>
      <w:marRight w:val="0"/>
      <w:marTop w:val="0"/>
      <w:marBottom w:val="0"/>
      <w:divBdr>
        <w:top w:val="none" w:sz="0" w:space="0" w:color="auto"/>
        <w:left w:val="none" w:sz="0" w:space="0" w:color="auto"/>
        <w:bottom w:val="none" w:sz="0" w:space="0" w:color="auto"/>
        <w:right w:val="none" w:sz="0" w:space="0" w:color="auto"/>
      </w:divBdr>
    </w:div>
    <w:div w:id="1480465141">
      <w:bodyDiv w:val="1"/>
      <w:marLeft w:val="0"/>
      <w:marRight w:val="0"/>
      <w:marTop w:val="0"/>
      <w:marBottom w:val="0"/>
      <w:divBdr>
        <w:top w:val="none" w:sz="0" w:space="0" w:color="auto"/>
        <w:left w:val="none" w:sz="0" w:space="0" w:color="auto"/>
        <w:bottom w:val="none" w:sz="0" w:space="0" w:color="auto"/>
        <w:right w:val="none" w:sz="0" w:space="0" w:color="auto"/>
      </w:divBdr>
    </w:div>
    <w:div w:id="1484397241">
      <w:bodyDiv w:val="1"/>
      <w:marLeft w:val="0"/>
      <w:marRight w:val="0"/>
      <w:marTop w:val="0"/>
      <w:marBottom w:val="0"/>
      <w:divBdr>
        <w:top w:val="none" w:sz="0" w:space="0" w:color="auto"/>
        <w:left w:val="none" w:sz="0" w:space="0" w:color="auto"/>
        <w:bottom w:val="none" w:sz="0" w:space="0" w:color="auto"/>
        <w:right w:val="none" w:sz="0" w:space="0" w:color="auto"/>
      </w:divBdr>
    </w:div>
    <w:div w:id="1489319257">
      <w:bodyDiv w:val="1"/>
      <w:marLeft w:val="0"/>
      <w:marRight w:val="0"/>
      <w:marTop w:val="0"/>
      <w:marBottom w:val="0"/>
      <w:divBdr>
        <w:top w:val="none" w:sz="0" w:space="0" w:color="auto"/>
        <w:left w:val="none" w:sz="0" w:space="0" w:color="auto"/>
        <w:bottom w:val="none" w:sz="0" w:space="0" w:color="auto"/>
        <w:right w:val="none" w:sz="0" w:space="0" w:color="auto"/>
      </w:divBdr>
    </w:div>
    <w:div w:id="1492287115">
      <w:bodyDiv w:val="1"/>
      <w:marLeft w:val="0"/>
      <w:marRight w:val="0"/>
      <w:marTop w:val="0"/>
      <w:marBottom w:val="0"/>
      <w:divBdr>
        <w:top w:val="none" w:sz="0" w:space="0" w:color="auto"/>
        <w:left w:val="none" w:sz="0" w:space="0" w:color="auto"/>
        <w:bottom w:val="none" w:sz="0" w:space="0" w:color="auto"/>
        <w:right w:val="none" w:sz="0" w:space="0" w:color="auto"/>
      </w:divBdr>
    </w:div>
    <w:div w:id="1505827896">
      <w:bodyDiv w:val="1"/>
      <w:marLeft w:val="0"/>
      <w:marRight w:val="0"/>
      <w:marTop w:val="0"/>
      <w:marBottom w:val="0"/>
      <w:divBdr>
        <w:top w:val="none" w:sz="0" w:space="0" w:color="auto"/>
        <w:left w:val="none" w:sz="0" w:space="0" w:color="auto"/>
        <w:bottom w:val="none" w:sz="0" w:space="0" w:color="auto"/>
        <w:right w:val="none" w:sz="0" w:space="0" w:color="auto"/>
      </w:divBdr>
    </w:div>
    <w:div w:id="1508331047">
      <w:bodyDiv w:val="1"/>
      <w:marLeft w:val="0"/>
      <w:marRight w:val="0"/>
      <w:marTop w:val="0"/>
      <w:marBottom w:val="0"/>
      <w:divBdr>
        <w:top w:val="none" w:sz="0" w:space="0" w:color="auto"/>
        <w:left w:val="none" w:sz="0" w:space="0" w:color="auto"/>
        <w:bottom w:val="none" w:sz="0" w:space="0" w:color="auto"/>
        <w:right w:val="none" w:sz="0" w:space="0" w:color="auto"/>
      </w:divBdr>
    </w:div>
    <w:div w:id="1509369346">
      <w:bodyDiv w:val="1"/>
      <w:marLeft w:val="0"/>
      <w:marRight w:val="0"/>
      <w:marTop w:val="0"/>
      <w:marBottom w:val="0"/>
      <w:divBdr>
        <w:top w:val="none" w:sz="0" w:space="0" w:color="auto"/>
        <w:left w:val="none" w:sz="0" w:space="0" w:color="auto"/>
        <w:bottom w:val="none" w:sz="0" w:space="0" w:color="auto"/>
        <w:right w:val="none" w:sz="0" w:space="0" w:color="auto"/>
      </w:divBdr>
    </w:div>
    <w:div w:id="1518499197">
      <w:bodyDiv w:val="1"/>
      <w:marLeft w:val="0"/>
      <w:marRight w:val="0"/>
      <w:marTop w:val="0"/>
      <w:marBottom w:val="0"/>
      <w:divBdr>
        <w:top w:val="none" w:sz="0" w:space="0" w:color="auto"/>
        <w:left w:val="none" w:sz="0" w:space="0" w:color="auto"/>
        <w:bottom w:val="none" w:sz="0" w:space="0" w:color="auto"/>
        <w:right w:val="none" w:sz="0" w:space="0" w:color="auto"/>
      </w:divBdr>
    </w:div>
    <w:div w:id="1539975833">
      <w:bodyDiv w:val="1"/>
      <w:marLeft w:val="0"/>
      <w:marRight w:val="0"/>
      <w:marTop w:val="0"/>
      <w:marBottom w:val="0"/>
      <w:divBdr>
        <w:top w:val="none" w:sz="0" w:space="0" w:color="auto"/>
        <w:left w:val="none" w:sz="0" w:space="0" w:color="auto"/>
        <w:bottom w:val="none" w:sz="0" w:space="0" w:color="auto"/>
        <w:right w:val="none" w:sz="0" w:space="0" w:color="auto"/>
      </w:divBdr>
    </w:div>
    <w:div w:id="1543712233">
      <w:bodyDiv w:val="1"/>
      <w:marLeft w:val="0"/>
      <w:marRight w:val="0"/>
      <w:marTop w:val="0"/>
      <w:marBottom w:val="0"/>
      <w:divBdr>
        <w:top w:val="none" w:sz="0" w:space="0" w:color="auto"/>
        <w:left w:val="none" w:sz="0" w:space="0" w:color="auto"/>
        <w:bottom w:val="none" w:sz="0" w:space="0" w:color="auto"/>
        <w:right w:val="none" w:sz="0" w:space="0" w:color="auto"/>
      </w:divBdr>
    </w:div>
    <w:div w:id="1544555217">
      <w:bodyDiv w:val="1"/>
      <w:marLeft w:val="0"/>
      <w:marRight w:val="0"/>
      <w:marTop w:val="0"/>
      <w:marBottom w:val="0"/>
      <w:divBdr>
        <w:top w:val="none" w:sz="0" w:space="0" w:color="auto"/>
        <w:left w:val="none" w:sz="0" w:space="0" w:color="auto"/>
        <w:bottom w:val="none" w:sz="0" w:space="0" w:color="auto"/>
        <w:right w:val="none" w:sz="0" w:space="0" w:color="auto"/>
      </w:divBdr>
    </w:div>
    <w:div w:id="1545025576">
      <w:bodyDiv w:val="1"/>
      <w:marLeft w:val="0"/>
      <w:marRight w:val="0"/>
      <w:marTop w:val="0"/>
      <w:marBottom w:val="0"/>
      <w:divBdr>
        <w:top w:val="none" w:sz="0" w:space="0" w:color="auto"/>
        <w:left w:val="none" w:sz="0" w:space="0" w:color="auto"/>
        <w:bottom w:val="none" w:sz="0" w:space="0" w:color="auto"/>
        <w:right w:val="none" w:sz="0" w:space="0" w:color="auto"/>
      </w:divBdr>
    </w:div>
    <w:div w:id="1545366690">
      <w:bodyDiv w:val="1"/>
      <w:marLeft w:val="0"/>
      <w:marRight w:val="0"/>
      <w:marTop w:val="0"/>
      <w:marBottom w:val="0"/>
      <w:divBdr>
        <w:top w:val="none" w:sz="0" w:space="0" w:color="auto"/>
        <w:left w:val="none" w:sz="0" w:space="0" w:color="auto"/>
        <w:bottom w:val="none" w:sz="0" w:space="0" w:color="auto"/>
        <w:right w:val="none" w:sz="0" w:space="0" w:color="auto"/>
      </w:divBdr>
    </w:div>
    <w:div w:id="1546524627">
      <w:bodyDiv w:val="1"/>
      <w:marLeft w:val="0"/>
      <w:marRight w:val="0"/>
      <w:marTop w:val="0"/>
      <w:marBottom w:val="0"/>
      <w:divBdr>
        <w:top w:val="none" w:sz="0" w:space="0" w:color="auto"/>
        <w:left w:val="none" w:sz="0" w:space="0" w:color="auto"/>
        <w:bottom w:val="none" w:sz="0" w:space="0" w:color="auto"/>
        <w:right w:val="none" w:sz="0" w:space="0" w:color="auto"/>
      </w:divBdr>
      <w:divsChild>
        <w:div w:id="1498495850">
          <w:marLeft w:val="0"/>
          <w:marRight w:val="0"/>
          <w:marTop w:val="0"/>
          <w:marBottom w:val="0"/>
          <w:divBdr>
            <w:top w:val="none" w:sz="0" w:space="0" w:color="auto"/>
            <w:left w:val="none" w:sz="0" w:space="0" w:color="auto"/>
            <w:bottom w:val="none" w:sz="0" w:space="0" w:color="auto"/>
            <w:right w:val="none" w:sz="0" w:space="0" w:color="auto"/>
          </w:divBdr>
        </w:div>
      </w:divsChild>
    </w:div>
    <w:div w:id="1557669266">
      <w:bodyDiv w:val="1"/>
      <w:marLeft w:val="0"/>
      <w:marRight w:val="0"/>
      <w:marTop w:val="0"/>
      <w:marBottom w:val="0"/>
      <w:divBdr>
        <w:top w:val="none" w:sz="0" w:space="0" w:color="auto"/>
        <w:left w:val="none" w:sz="0" w:space="0" w:color="auto"/>
        <w:bottom w:val="none" w:sz="0" w:space="0" w:color="auto"/>
        <w:right w:val="none" w:sz="0" w:space="0" w:color="auto"/>
      </w:divBdr>
    </w:div>
    <w:div w:id="1561869695">
      <w:bodyDiv w:val="1"/>
      <w:marLeft w:val="0"/>
      <w:marRight w:val="0"/>
      <w:marTop w:val="0"/>
      <w:marBottom w:val="0"/>
      <w:divBdr>
        <w:top w:val="none" w:sz="0" w:space="0" w:color="auto"/>
        <w:left w:val="none" w:sz="0" w:space="0" w:color="auto"/>
        <w:bottom w:val="none" w:sz="0" w:space="0" w:color="auto"/>
        <w:right w:val="none" w:sz="0" w:space="0" w:color="auto"/>
      </w:divBdr>
    </w:div>
    <w:div w:id="1563634374">
      <w:bodyDiv w:val="1"/>
      <w:marLeft w:val="0"/>
      <w:marRight w:val="0"/>
      <w:marTop w:val="0"/>
      <w:marBottom w:val="0"/>
      <w:divBdr>
        <w:top w:val="none" w:sz="0" w:space="0" w:color="auto"/>
        <w:left w:val="none" w:sz="0" w:space="0" w:color="auto"/>
        <w:bottom w:val="none" w:sz="0" w:space="0" w:color="auto"/>
        <w:right w:val="none" w:sz="0" w:space="0" w:color="auto"/>
      </w:divBdr>
    </w:div>
    <w:div w:id="1563901962">
      <w:bodyDiv w:val="1"/>
      <w:marLeft w:val="0"/>
      <w:marRight w:val="0"/>
      <w:marTop w:val="0"/>
      <w:marBottom w:val="0"/>
      <w:divBdr>
        <w:top w:val="none" w:sz="0" w:space="0" w:color="auto"/>
        <w:left w:val="none" w:sz="0" w:space="0" w:color="auto"/>
        <w:bottom w:val="none" w:sz="0" w:space="0" w:color="auto"/>
        <w:right w:val="none" w:sz="0" w:space="0" w:color="auto"/>
      </w:divBdr>
    </w:div>
    <w:div w:id="1567186910">
      <w:bodyDiv w:val="1"/>
      <w:marLeft w:val="0"/>
      <w:marRight w:val="0"/>
      <w:marTop w:val="0"/>
      <w:marBottom w:val="0"/>
      <w:divBdr>
        <w:top w:val="none" w:sz="0" w:space="0" w:color="auto"/>
        <w:left w:val="none" w:sz="0" w:space="0" w:color="auto"/>
        <w:bottom w:val="none" w:sz="0" w:space="0" w:color="auto"/>
        <w:right w:val="none" w:sz="0" w:space="0" w:color="auto"/>
      </w:divBdr>
    </w:div>
    <w:div w:id="1573269993">
      <w:bodyDiv w:val="1"/>
      <w:marLeft w:val="0"/>
      <w:marRight w:val="0"/>
      <w:marTop w:val="0"/>
      <w:marBottom w:val="0"/>
      <w:divBdr>
        <w:top w:val="none" w:sz="0" w:space="0" w:color="auto"/>
        <w:left w:val="none" w:sz="0" w:space="0" w:color="auto"/>
        <w:bottom w:val="none" w:sz="0" w:space="0" w:color="auto"/>
        <w:right w:val="none" w:sz="0" w:space="0" w:color="auto"/>
      </w:divBdr>
    </w:div>
    <w:div w:id="1576547489">
      <w:bodyDiv w:val="1"/>
      <w:marLeft w:val="0"/>
      <w:marRight w:val="0"/>
      <w:marTop w:val="0"/>
      <w:marBottom w:val="0"/>
      <w:divBdr>
        <w:top w:val="none" w:sz="0" w:space="0" w:color="auto"/>
        <w:left w:val="none" w:sz="0" w:space="0" w:color="auto"/>
        <w:bottom w:val="none" w:sz="0" w:space="0" w:color="auto"/>
        <w:right w:val="none" w:sz="0" w:space="0" w:color="auto"/>
      </w:divBdr>
    </w:div>
    <w:div w:id="1593660683">
      <w:bodyDiv w:val="1"/>
      <w:marLeft w:val="0"/>
      <w:marRight w:val="0"/>
      <w:marTop w:val="0"/>
      <w:marBottom w:val="0"/>
      <w:divBdr>
        <w:top w:val="none" w:sz="0" w:space="0" w:color="auto"/>
        <w:left w:val="none" w:sz="0" w:space="0" w:color="auto"/>
        <w:bottom w:val="none" w:sz="0" w:space="0" w:color="auto"/>
        <w:right w:val="none" w:sz="0" w:space="0" w:color="auto"/>
      </w:divBdr>
    </w:div>
    <w:div w:id="1598564124">
      <w:bodyDiv w:val="1"/>
      <w:marLeft w:val="0"/>
      <w:marRight w:val="0"/>
      <w:marTop w:val="0"/>
      <w:marBottom w:val="0"/>
      <w:divBdr>
        <w:top w:val="none" w:sz="0" w:space="0" w:color="auto"/>
        <w:left w:val="none" w:sz="0" w:space="0" w:color="auto"/>
        <w:bottom w:val="none" w:sz="0" w:space="0" w:color="auto"/>
        <w:right w:val="none" w:sz="0" w:space="0" w:color="auto"/>
      </w:divBdr>
    </w:div>
    <w:div w:id="1604652248">
      <w:bodyDiv w:val="1"/>
      <w:marLeft w:val="0"/>
      <w:marRight w:val="0"/>
      <w:marTop w:val="0"/>
      <w:marBottom w:val="0"/>
      <w:divBdr>
        <w:top w:val="none" w:sz="0" w:space="0" w:color="auto"/>
        <w:left w:val="none" w:sz="0" w:space="0" w:color="auto"/>
        <w:bottom w:val="none" w:sz="0" w:space="0" w:color="auto"/>
        <w:right w:val="none" w:sz="0" w:space="0" w:color="auto"/>
      </w:divBdr>
    </w:div>
    <w:div w:id="1607302631">
      <w:bodyDiv w:val="1"/>
      <w:marLeft w:val="0"/>
      <w:marRight w:val="0"/>
      <w:marTop w:val="0"/>
      <w:marBottom w:val="0"/>
      <w:divBdr>
        <w:top w:val="none" w:sz="0" w:space="0" w:color="auto"/>
        <w:left w:val="none" w:sz="0" w:space="0" w:color="auto"/>
        <w:bottom w:val="none" w:sz="0" w:space="0" w:color="auto"/>
        <w:right w:val="none" w:sz="0" w:space="0" w:color="auto"/>
      </w:divBdr>
    </w:div>
    <w:div w:id="1609583760">
      <w:bodyDiv w:val="1"/>
      <w:marLeft w:val="0"/>
      <w:marRight w:val="0"/>
      <w:marTop w:val="0"/>
      <w:marBottom w:val="0"/>
      <w:divBdr>
        <w:top w:val="none" w:sz="0" w:space="0" w:color="auto"/>
        <w:left w:val="none" w:sz="0" w:space="0" w:color="auto"/>
        <w:bottom w:val="none" w:sz="0" w:space="0" w:color="auto"/>
        <w:right w:val="none" w:sz="0" w:space="0" w:color="auto"/>
      </w:divBdr>
    </w:div>
    <w:div w:id="1619095841">
      <w:bodyDiv w:val="1"/>
      <w:marLeft w:val="0"/>
      <w:marRight w:val="0"/>
      <w:marTop w:val="0"/>
      <w:marBottom w:val="0"/>
      <w:divBdr>
        <w:top w:val="none" w:sz="0" w:space="0" w:color="auto"/>
        <w:left w:val="none" w:sz="0" w:space="0" w:color="auto"/>
        <w:bottom w:val="none" w:sz="0" w:space="0" w:color="auto"/>
        <w:right w:val="none" w:sz="0" w:space="0" w:color="auto"/>
      </w:divBdr>
    </w:div>
    <w:div w:id="1619144404">
      <w:bodyDiv w:val="1"/>
      <w:marLeft w:val="0"/>
      <w:marRight w:val="0"/>
      <w:marTop w:val="0"/>
      <w:marBottom w:val="0"/>
      <w:divBdr>
        <w:top w:val="none" w:sz="0" w:space="0" w:color="auto"/>
        <w:left w:val="none" w:sz="0" w:space="0" w:color="auto"/>
        <w:bottom w:val="none" w:sz="0" w:space="0" w:color="auto"/>
        <w:right w:val="none" w:sz="0" w:space="0" w:color="auto"/>
      </w:divBdr>
    </w:div>
    <w:div w:id="1630427686">
      <w:bodyDiv w:val="1"/>
      <w:marLeft w:val="0"/>
      <w:marRight w:val="0"/>
      <w:marTop w:val="0"/>
      <w:marBottom w:val="0"/>
      <w:divBdr>
        <w:top w:val="none" w:sz="0" w:space="0" w:color="auto"/>
        <w:left w:val="none" w:sz="0" w:space="0" w:color="auto"/>
        <w:bottom w:val="none" w:sz="0" w:space="0" w:color="auto"/>
        <w:right w:val="none" w:sz="0" w:space="0" w:color="auto"/>
      </w:divBdr>
    </w:div>
    <w:div w:id="1630625622">
      <w:bodyDiv w:val="1"/>
      <w:marLeft w:val="0"/>
      <w:marRight w:val="0"/>
      <w:marTop w:val="0"/>
      <w:marBottom w:val="0"/>
      <w:divBdr>
        <w:top w:val="none" w:sz="0" w:space="0" w:color="auto"/>
        <w:left w:val="none" w:sz="0" w:space="0" w:color="auto"/>
        <w:bottom w:val="none" w:sz="0" w:space="0" w:color="auto"/>
        <w:right w:val="none" w:sz="0" w:space="0" w:color="auto"/>
      </w:divBdr>
    </w:div>
    <w:div w:id="1654916076">
      <w:bodyDiv w:val="1"/>
      <w:marLeft w:val="0"/>
      <w:marRight w:val="0"/>
      <w:marTop w:val="0"/>
      <w:marBottom w:val="0"/>
      <w:divBdr>
        <w:top w:val="none" w:sz="0" w:space="0" w:color="auto"/>
        <w:left w:val="none" w:sz="0" w:space="0" w:color="auto"/>
        <w:bottom w:val="none" w:sz="0" w:space="0" w:color="auto"/>
        <w:right w:val="none" w:sz="0" w:space="0" w:color="auto"/>
      </w:divBdr>
    </w:div>
    <w:div w:id="1656642311">
      <w:bodyDiv w:val="1"/>
      <w:marLeft w:val="0"/>
      <w:marRight w:val="0"/>
      <w:marTop w:val="0"/>
      <w:marBottom w:val="0"/>
      <w:divBdr>
        <w:top w:val="none" w:sz="0" w:space="0" w:color="auto"/>
        <w:left w:val="none" w:sz="0" w:space="0" w:color="auto"/>
        <w:bottom w:val="none" w:sz="0" w:space="0" w:color="auto"/>
        <w:right w:val="none" w:sz="0" w:space="0" w:color="auto"/>
      </w:divBdr>
    </w:div>
    <w:div w:id="1662349750">
      <w:bodyDiv w:val="1"/>
      <w:marLeft w:val="0"/>
      <w:marRight w:val="0"/>
      <w:marTop w:val="0"/>
      <w:marBottom w:val="0"/>
      <w:divBdr>
        <w:top w:val="none" w:sz="0" w:space="0" w:color="auto"/>
        <w:left w:val="none" w:sz="0" w:space="0" w:color="auto"/>
        <w:bottom w:val="none" w:sz="0" w:space="0" w:color="auto"/>
        <w:right w:val="none" w:sz="0" w:space="0" w:color="auto"/>
      </w:divBdr>
    </w:div>
    <w:div w:id="1669475299">
      <w:bodyDiv w:val="1"/>
      <w:marLeft w:val="0"/>
      <w:marRight w:val="0"/>
      <w:marTop w:val="0"/>
      <w:marBottom w:val="0"/>
      <w:divBdr>
        <w:top w:val="none" w:sz="0" w:space="0" w:color="auto"/>
        <w:left w:val="none" w:sz="0" w:space="0" w:color="auto"/>
        <w:bottom w:val="none" w:sz="0" w:space="0" w:color="auto"/>
        <w:right w:val="none" w:sz="0" w:space="0" w:color="auto"/>
      </w:divBdr>
    </w:div>
    <w:div w:id="1670063648">
      <w:bodyDiv w:val="1"/>
      <w:marLeft w:val="0"/>
      <w:marRight w:val="0"/>
      <w:marTop w:val="0"/>
      <w:marBottom w:val="0"/>
      <w:divBdr>
        <w:top w:val="none" w:sz="0" w:space="0" w:color="auto"/>
        <w:left w:val="none" w:sz="0" w:space="0" w:color="auto"/>
        <w:bottom w:val="none" w:sz="0" w:space="0" w:color="auto"/>
        <w:right w:val="none" w:sz="0" w:space="0" w:color="auto"/>
      </w:divBdr>
    </w:div>
    <w:div w:id="1684865563">
      <w:bodyDiv w:val="1"/>
      <w:marLeft w:val="0"/>
      <w:marRight w:val="0"/>
      <w:marTop w:val="0"/>
      <w:marBottom w:val="0"/>
      <w:divBdr>
        <w:top w:val="none" w:sz="0" w:space="0" w:color="auto"/>
        <w:left w:val="none" w:sz="0" w:space="0" w:color="auto"/>
        <w:bottom w:val="none" w:sz="0" w:space="0" w:color="auto"/>
        <w:right w:val="none" w:sz="0" w:space="0" w:color="auto"/>
      </w:divBdr>
    </w:div>
    <w:div w:id="1703247225">
      <w:bodyDiv w:val="1"/>
      <w:marLeft w:val="0"/>
      <w:marRight w:val="0"/>
      <w:marTop w:val="0"/>
      <w:marBottom w:val="0"/>
      <w:divBdr>
        <w:top w:val="none" w:sz="0" w:space="0" w:color="auto"/>
        <w:left w:val="none" w:sz="0" w:space="0" w:color="auto"/>
        <w:bottom w:val="none" w:sz="0" w:space="0" w:color="auto"/>
        <w:right w:val="none" w:sz="0" w:space="0" w:color="auto"/>
      </w:divBdr>
    </w:div>
    <w:div w:id="1718623766">
      <w:bodyDiv w:val="1"/>
      <w:marLeft w:val="0"/>
      <w:marRight w:val="0"/>
      <w:marTop w:val="0"/>
      <w:marBottom w:val="0"/>
      <w:divBdr>
        <w:top w:val="none" w:sz="0" w:space="0" w:color="auto"/>
        <w:left w:val="none" w:sz="0" w:space="0" w:color="auto"/>
        <w:bottom w:val="none" w:sz="0" w:space="0" w:color="auto"/>
        <w:right w:val="none" w:sz="0" w:space="0" w:color="auto"/>
      </w:divBdr>
    </w:div>
    <w:div w:id="1722971730">
      <w:bodyDiv w:val="1"/>
      <w:marLeft w:val="0"/>
      <w:marRight w:val="0"/>
      <w:marTop w:val="0"/>
      <w:marBottom w:val="0"/>
      <w:divBdr>
        <w:top w:val="none" w:sz="0" w:space="0" w:color="auto"/>
        <w:left w:val="none" w:sz="0" w:space="0" w:color="auto"/>
        <w:bottom w:val="none" w:sz="0" w:space="0" w:color="auto"/>
        <w:right w:val="none" w:sz="0" w:space="0" w:color="auto"/>
      </w:divBdr>
    </w:div>
    <w:div w:id="1724211481">
      <w:bodyDiv w:val="1"/>
      <w:marLeft w:val="0"/>
      <w:marRight w:val="0"/>
      <w:marTop w:val="0"/>
      <w:marBottom w:val="0"/>
      <w:divBdr>
        <w:top w:val="none" w:sz="0" w:space="0" w:color="auto"/>
        <w:left w:val="none" w:sz="0" w:space="0" w:color="auto"/>
        <w:bottom w:val="none" w:sz="0" w:space="0" w:color="auto"/>
        <w:right w:val="none" w:sz="0" w:space="0" w:color="auto"/>
      </w:divBdr>
    </w:div>
    <w:div w:id="1725565963">
      <w:bodyDiv w:val="1"/>
      <w:marLeft w:val="0"/>
      <w:marRight w:val="0"/>
      <w:marTop w:val="0"/>
      <w:marBottom w:val="0"/>
      <w:divBdr>
        <w:top w:val="none" w:sz="0" w:space="0" w:color="auto"/>
        <w:left w:val="none" w:sz="0" w:space="0" w:color="auto"/>
        <w:bottom w:val="none" w:sz="0" w:space="0" w:color="auto"/>
        <w:right w:val="none" w:sz="0" w:space="0" w:color="auto"/>
      </w:divBdr>
    </w:div>
    <w:div w:id="1726951489">
      <w:bodyDiv w:val="1"/>
      <w:marLeft w:val="0"/>
      <w:marRight w:val="0"/>
      <w:marTop w:val="0"/>
      <w:marBottom w:val="0"/>
      <w:divBdr>
        <w:top w:val="none" w:sz="0" w:space="0" w:color="auto"/>
        <w:left w:val="none" w:sz="0" w:space="0" w:color="auto"/>
        <w:bottom w:val="none" w:sz="0" w:space="0" w:color="auto"/>
        <w:right w:val="none" w:sz="0" w:space="0" w:color="auto"/>
      </w:divBdr>
    </w:div>
    <w:div w:id="1727139578">
      <w:bodyDiv w:val="1"/>
      <w:marLeft w:val="0"/>
      <w:marRight w:val="0"/>
      <w:marTop w:val="0"/>
      <w:marBottom w:val="0"/>
      <w:divBdr>
        <w:top w:val="none" w:sz="0" w:space="0" w:color="auto"/>
        <w:left w:val="none" w:sz="0" w:space="0" w:color="auto"/>
        <w:bottom w:val="none" w:sz="0" w:space="0" w:color="auto"/>
        <w:right w:val="none" w:sz="0" w:space="0" w:color="auto"/>
      </w:divBdr>
    </w:div>
    <w:div w:id="1733044905">
      <w:bodyDiv w:val="1"/>
      <w:marLeft w:val="0"/>
      <w:marRight w:val="0"/>
      <w:marTop w:val="0"/>
      <w:marBottom w:val="0"/>
      <w:divBdr>
        <w:top w:val="none" w:sz="0" w:space="0" w:color="auto"/>
        <w:left w:val="none" w:sz="0" w:space="0" w:color="auto"/>
        <w:bottom w:val="none" w:sz="0" w:space="0" w:color="auto"/>
        <w:right w:val="none" w:sz="0" w:space="0" w:color="auto"/>
      </w:divBdr>
      <w:divsChild>
        <w:div w:id="530462520">
          <w:marLeft w:val="0"/>
          <w:marRight w:val="0"/>
          <w:marTop w:val="0"/>
          <w:marBottom w:val="0"/>
          <w:divBdr>
            <w:top w:val="none" w:sz="0" w:space="0" w:color="auto"/>
            <w:left w:val="none" w:sz="0" w:space="0" w:color="auto"/>
            <w:bottom w:val="none" w:sz="0" w:space="0" w:color="auto"/>
            <w:right w:val="none" w:sz="0" w:space="0" w:color="auto"/>
          </w:divBdr>
        </w:div>
      </w:divsChild>
    </w:div>
    <w:div w:id="1754010167">
      <w:bodyDiv w:val="1"/>
      <w:marLeft w:val="0"/>
      <w:marRight w:val="0"/>
      <w:marTop w:val="0"/>
      <w:marBottom w:val="0"/>
      <w:divBdr>
        <w:top w:val="none" w:sz="0" w:space="0" w:color="auto"/>
        <w:left w:val="none" w:sz="0" w:space="0" w:color="auto"/>
        <w:bottom w:val="none" w:sz="0" w:space="0" w:color="auto"/>
        <w:right w:val="none" w:sz="0" w:space="0" w:color="auto"/>
      </w:divBdr>
    </w:div>
    <w:div w:id="1755199568">
      <w:bodyDiv w:val="1"/>
      <w:marLeft w:val="0"/>
      <w:marRight w:val="0"/>
      <w:marTop w:val="0"/>
      <w:marBottom w:val="0"/>
      <w:divBdr>
        <w:top w:val="none" w:sz="0" w:space="0" w:color="auto"/>
        <w:left w:val="none" w:sz="0" w:space="0" w:color="auto"/>
        <w:bottom w:val="none" w:sz="0" w:space="0" w:color="auto"/>
        <w:right w:val="none" w:sz="0" w:space="0" w:color="auto"/>
      </w:divBdr>
    </w:div>
    <w:div w:id="1761483561">
      <w:bodyDiv w:val="1"/>
      <w:marLeft w:val="0"/>
      <w:marRight w:val="0"/>
      <w:marTop w:val="0"/>
      <w:marBottom w:val="0"/>
      <w:divBdr>
        <w:top w:val="none" w:sz="0" w:space="0" w:color="auto"/>
        <w:left w:val="none" w:sz="0" w:space="0" w:color="auto"/>
        <w:bottom w:val="none" w:sz="0" w:space="0" w:color="auto"/>
        <w:right w:val="none" w:sz="0" w:space="0" w:color="auto"/>
      </w:divBdr>
    </w:div>
    <w:div w:id="1765416121">
      <w:bodyDiv w:val="1"/>
      <w:marLeft w:val="0"/>
      <w:marRight w:val="0"/>
      <w:marTop w:val="0"/>
      <w:marBottom w:val="0"/>
      <w:divBdr>
        <w:top w:val="none" w:sz="0" w:space="0" w:color="auto"/>
        <w:left w:val="none" w:sz="0" w:space="0" w:color="auto"/>
        <w:bottom w:val="none" w:sz="0" w:space="0" w:color="auto"/>
        <w:right w:val="none" w:sz="0" w:space="0" w:color="auto"/>
      </w:divBdr>
    </w:div>
    <w:div w:id="1769307821">
      <w:bodyDiv w:val="1"/>
      <w:marLeft w:val="0"/>
      <w:marRight w:val="0"/>
      <w:marTop w:val="0"/>
      <w:marBottom w:val="0"/>
      <w:divBdr>
        <w:top w:val="none" w:sz="0" w:space="0" w:color="auto"/>
        <w:left w:val="none" w:sz="0" w:space="0" w:color="auto"/>
        <w:bottom w:val="none" w:sz="0" w:space="0" w:color="auto"/>
        <w:right w:val="none" w:sz="0" w:space="0" w:color="auto"/>
      </w:divBdr>
    </w:div>
    <w:div w:id="1771049896">
      <w:bodyDiv w:val="1"/>
      <w:marLeft w:val="0"/>
      <w:marRight w:val="0"/>
      <w:marTop w:val="0"/>
      <w:marBottom w:val="0"/>
      <w:divBdr>
        <w:top w:val="none" w:sz="0" w:space="0" w:color="auto"/>
        <w:left w:val="none" w:sz="0" w:space="0" w:color="auto"/>
        <w:bottom w:val="none" w:sz="0" w:space="0" w:color="auto"/>
        <w:right w:val="none" w:sz="0" w:space="0" w:color="auto"/>
      </w:divBdr>
      <w:divsChild>
        <w:div w:id="2044665804">
          <w:marLeft w:val="0"/>
          <w:marRight w:val="0"/>
          <w:marTop w:val="0"/>
          <w:marBottom w:val="0"/>
          <w:divBdr>
            <w:top w:val="none" w:sz="0" w:space="0" w:color="auto"/>
            <w:left w:val="none" w:sz="0" w:space="0" w:color="auto"/>
            <w:bottom w:val="none" w:sz="0" w:space="0" w:color="auto"/>
            <w:right w:val="none" w:sz="0" w:space="0" w:color="auto"/>
          </w:divBdr>
        </w:div>
      </w:divsChild>
    </w:div>
    <w:div w:id="1786846519">
      <w:bodyDiv w:val="1"/>
      <w:marLeft w:val="0"/>
      <w:marRight w:val="0"/>
      <w:marTop w:val="0"/>
      <w:marBottom w:val="0"/>
      <w:divBdr>
        <w:top w:val="none" w:sz="0" w:space="0" w:color="auto"/>
        <w:left w:val="none" w:sz="0" w:space="0" w:color="auto"/>
        <w:bottom w:val="none" w:sz="0" w:space="0" w:color="auto"/>
        <w:right w:val="none" w:sz="0" w:space="0" w:color="auto"/>
      </w:divBdr>
    </w:div>
    <w:div w:id="1788575466">
      <w:bodyDiv w:val="1"/>
      <w:marLeft w:val="0"/>
      <w:marRight w:val="0"/>
      <w:marTop w:val="0"/>
      <w:marBottom w:val="0"/>
      <w:divBdr>
        <w:top w:val="none" w:sz="0" w:space="0" w:color="auto"/>
        <w:left w:val="none" w:sz="0" w:space="0" w:color="auto"/>
        <w:bottom w:val="none" w:sz="0" w:space="0" w:color="auto"/>
        <w:right w:val="none" w:sz="0" w:space="0" w:color="auto"/>
      </w:divBdr>
    </w:div>
    <w:div w:id="1810512667">
      <w:bodyDiv w:val="1"/>
      <w:marLeft w:val="0"/>
      <w:marRight w:val="0"/>
      <w:marTop w:val="0"/>
      <w:marBottom w:val="0"/>
      <w:divBdr>
        <w:top w:val="none" w:sz="0" w:space="0" w:color="auto"/>
        <w:left w:val="none" w:sz="0" w:space="0" w:color="auto"/>
        <w:bottom w:val="none" w:sz="0" w:space="0" w:color="auto"/>
        <w:right w:val="none" w:sz="0" w:space="0" w:color="auto"/>
      </w:divBdr>
    </w:div>
    <w:div w:id="1814103699">
      <w:bodyDiv w:val="1"/>
      <w:marLeft w:val="0"/>
      <w:marRight w:val="0"/>
      <w:marTop w:val="0"/>
      <w:marBottom w:val="0"/>
      <w:divBdr>
        <w:top w:val="none" w:sz="0" w:space="0" w:color="auto"/>
        <w:left w:val="none" w:sz="0" w:space="0" w:color="auto"/>
        <w:bottom w:val="none" w:sz="0" w:space="0" w:color="auto"/>
        <w:right w:val="none" w:sz="0" w:space="0" w:color="auto"/>
      </w:divBdr>
      <w:divsChild>
        <w:div w:id="19626312">
          <w:marLeft w:val="0"/>
          <w:marRight w:val="0"/>
          <w:marTop w:val="0"/>
          <w:marBottom w:val="0"/>
          <w:divBdr>
            <w:top w:val="none" w:sz="0" w:space="0" w:color="auto"/>
            <w:left w:val="none" w:sz="0" w:space="0" w:color="auto"/>
            <w:bottom w:val="none" w:sz="0" w:space="0" w:color="auto"/>
            <w:right w:val="none" w:sz="0" w:space="0" w:color="auto"/>
          </w:divBdr>
        </w:div>
      </w:divsChild>
    </w:div>
    <w:div w:id="1822112218">
      <w:bodyDiv w:val="1"/>
      <w:marLeft w:val="0"/>
      <w:marRight w:val="0"/>
      <w:marTop w:val="0"/>
      <w:marBottom w:val="0"/>
      <w:divBdr>
        <w:top w:val="none" w:sz="0" w:space="0" w:color="auto"/>
        <w:left w:val="none" w:sz="0" w:space="0" w:color="auto"/>
        <w:bottom w:val="none" w:sz="0" w:space="0" w:color="auto"/>
        <w:right w:val="none" w:sz="0" w:space="0" w:color="auto"/>
      </w:divBdr>
    </w:div>
    <w:div w:id="1825471678">
      <w:bodyDiv w:val="1"/>
      <w:marLeft w:val="0"/>
      <w:marRight w:val="0"/>
      <w:marTop w:val="0"/>
      <w:marBottom w:val="0"/>
      <w:divBdr>
        <w:top w:val="none" w:sz="0" w:space="0" w:color="auto"/>
        <w:left w:val="none" w:sz="0" w:space="0" w:color="auto"/>
        <w:bottom w:val="none" w:sz="0" w:space="0" w:color="auto"/>
        <w:right w:val="none" w:sz="0" w:space="0" w:color="auto"/>
      </w:divBdr>
    </w:div>
    <w:div w:id="1829714030">
      <w:bodyDiv w:val="1"/>
      <w:marLeft w:val="0"/>
      <w:marRight w:val="0"/>
      <w:marTop w:val="0"/>
      <w:marBottom w:val="0"/>
      <w:divBdr>
        <w:top w:val="none" w:sz="0" w:space="0" w:color="auto"/>
        <w:left w:val="none" w:sz="0" w:space="0" w:color="auto"/>
        <w:bottom w:val="none" w:sz="0" w:space="0" w:color="auto"/>
        <w:right w:val="none" w:sz="0" w:space="0" w:color="auto"/>
      </w:divBdr>
    </w:div>
    <w:div w:id="1829831129">
      <w:bodyDiv w:val="1"/>
      <w:marLeft w:val="0"/>
      <w:marRight w:val="0"/>
      <w:marTop w:val="0"/>
      <w:marBottom w:val="0"/>
      <w:divBdr>
        <w:top w:val="none" w:sz="0" w:space="0" w:color="auto"/>
        <w:left w:val="none" w:sz="0" w:space="0" w:color="auto"/>
        <w:bottom w:val="none" w:sz="0" w:space="0" w:color="auto"/>
        <w:right w:val="none" w:sz="0" w:space="0" w:color="auto"/>
      </w:divBdr>
    </w:div>
    <w:div w:id="1833907030">
      <w:bodyDiv w:val="1"/>
      <w:marLeft w:val="0"/>
      <w:marRight w:val="0"/>
      <w:marTop w:val="0"/>
      <w:marBottom w:val="0"/>
      <w:divBdr>
        <w:top w:val="none" w:sz="0" w:space="0" w:color="auto"/>
        <w:left w:val="none" w:sz="0" w:space="0" w:color="auto"/>
        <w:bottom w:val="none" w:sz="0" w:space="0" w:color="auto"/>
        <w:right w:val="none" w:sz="0" w:space="0" w:color="auto"/>
      </w:divBdr>
    </w:div>
    <w:div w:id="1837527761">
      <w:bodyDiv w:val="1"/>
      <w:marLeft w:val="0"/>
      <w:marRight w:val="0"/>
      <w:marTop w:val="0"/>
      <w:marBottom w:val="0"/>
      <w:divBdr>
        <w:top w:val="none" w:sz="0" w:space="0" w:color="auto"/>
        <w:left w:val="none" w:sz="0" w:space="0" w:color="auto"/>
        <w:bottom w:val="none" w:sz="0" w:space="0" w:color="auto"/>
        <w:right w:val="none" w:sz="0" w:space="0" w:color="auto"/>
      </w:divBdr>
    </w:div>
    <w:div w:id="1846820055">
      <w:bodyDiv w:val="1"/>
      <w:marLeft w:val="0"/>
      <w:marRight w:val="0"/>
      <w:marTop w:val="0"/>
      <w:marBottom w:val="0"/>
      <w:divBdr>
        <w:top w:val="none" w:sz="0" w:space="0" w:color="auto"/>
        <w:left w:val="none" w:sz="0" w:space="0" w:color="auto"/>
        <w:bottom w:val="none" w:sz="0" w:space="0" w:color="auto"/>
        <w:right w:val="none" w:sz="0" w:space="0" w:color="auto"/>
      </w:divBdr>
    </w:div>
    <w:div w:id="1855726909">
      <w:bodyDiv w:val="1"/>
      <w:marLeft w:val="0"/>
      <w:marRight w:val="0"/>
      <w:marTop w:val="0"/>
      <w:marBottom w:val="0"/>
      <w:divBdr>
        <w:top w:val="none" w:sz="0" w:space="0" w:color="auto"/>
        <w:left w:val="none" w:sz="0" w:space="0" w:color="auto"/>
        <w:bottom w:val="none" w:sz="0" w:space="0" w:color="auto"/>
        <w:right w:val="none" w:sz="0" w:space="0" w:color="auto"/>
      </w:divBdr>
    </w:div>
    <w:div w:id="1858959489">
      <w:bodyDiv w:val="1"/>
      <w:marLeft w:val="0"/>
      <w:marRight w:val="0"/>
      <w:marTop w:val="0"/>
      <w:marBottom w:val="0"/>
      <w:divBdr>
        <w:top w:val="none" w:sz="0" w:space="0" w:color="auto"/>
        <w:left w:val="none" w:sz="0" w:space="0" w:color="auto"/>
        <w:bottom w:val="none" w:sz="0" w:space="0" w:color="auto"/>
        <w:right w:val="none" w:sz="0" w:space="0" w:color="auto"/>
      </w:divBdr>
      <w:divsChild>
        <w:div w:id="620453567">
          <w:marLeft w:val="0"/>
          <w:marRight w:val="0"/>
          <w:marTop w:val="0"/>
          <w:marBottom w:val="0"/>
          <w:divBdr>
            <w:top w:val="none" w:sz="0" w:space="0" w:color="auto"/>
            <w:left w:val="none" w:sz="0" w:space="0" w:color="auto"/>
            <w:bottom w:val="none" w:sz="0" w:space="0" w:color="auto"/>
            <w:right w:val="none" w:sz="0" w:space="0" w:color="auto"/>
          </w:divBdr>
        </w:div>
      </w:divsChild>
    </w:div>
    <w:div w:id="1862234993">
      <w:bodyDiv w:val="1"/>
      <w:marLeft w:val="0"/>
      <w:marRight w:val="0"/>
      <w:marTop w:val="0"/>
      <w:marBottom w:val="0"/>
      <w:divBdr>
        <w:top w:val="none" w:sz="0" w:space="0" w:color="auto"/>
        <w:left w:val="none" w:sz="0" w:space="0" w:color="auto"/>
        <w:bottom w:val="none" w:sz="0" w:space="0" w:color="auto"/>
        <w:right w:val="none" w:sz="0" w:space="0" w:color="auto"/>
      </w:divBdr>
    </w:div>
    <w:div w:id="1867794100">
      <w:bodyDiv w:val="1"/>
      <w:marLeft w:val="0"/>
      <w:marRight w:val="0"/>
      <w:marTop w:val="0"/>
      <w:marBottom w:val="0"/>
      <w:divBdr>
        <w:top w:val="none" w:sz="0" w:space="0" w:color="auto"/>
        <w:left w:val="none" w:sz="0" w:space="0" w:color="auto"/>
        <w:bottom w:val="none" w:sz="0" w:space="0" w:color="auto"/>
        <w:right w:val="none" w:sz="0" w:space="0" w:color="auto"/>
      </w:divBdr>
    </w:div>
    <w:div w:id="1872961342">
      <w:bodyDiv w:val="1"/>
      <w:marLeft w:val="0"/>
      <w:marRight w:val="0"/>
      <w:marTop w:val="0"/>
      <w:marBottom w:val="0"/>
      <w:divBdr>
        <w:top w:val="none" w:sz="0" w:space="0" w:color="auto"/>
        <w:left w:val="none" w:sz="0" w:space="0" w:color="auto"/>
        <w:bottom w:val="none" w:sz="0" w:space="0" w:color="auto"/>
        <w:right w:val="none" w:sz="0" w:space="0" w:color="auto"/>
      </w:divBdr>
      <w:divsChild>
        <w:div w:id="255791241">
          <w:marLeft w:val="0"/>
          <w:marRight w:val="0"/>
          <w:marTop w:val="0"/>
          <w:marBottom w:val="0"/>
          <w:divBdr>
            <w:top w:val="none" w:sz="0" w:space="0" w:color="auto"/>
            <w:left w:val="none" w:sz="0" w:space="0" w:color="auto"/>
            <w:bottom w:val="none" w:sz="0" w:space="0" w:color="auto"/>
            <w:right w:val="none" w:sz="0" w:space="0" w:color="auto"/>
          </w:divBdr>
        </w:div>
      </w:divsChild>
    </w:div>
    <w:div w:id="1879857453">
      <w:bodyDiv w:val="1"/>
      <w:marLeft w:val="0"/>
      <w:marRight w:val="0"/>
      <w:marTop w:val="0"/>
      <w:marBottom w:val="0"/>
      <w:divBdr>
        <w:top w:val="none" w:sz="0" w:space="0" w:color="auto"/>
        <w:left w:val="none" w:sz="0" w:space="0" w:color="auto"/>
        <w:bottom w:val="none" w:sz="0" w:space="0" w:color="auto"/>
        <w:right w:val="none" w:sz="0" w:space="0" w:color="auto"/>
      </w:divBdr>
    </w:div>
    <w:div w:id="1880052028">
      <w:bodyDiv w:val="1"/>
      <w:marLeft w:val="0"/>
      <w:marRight w:val="0"/>
      <w:marTop w:val="0"/>
      <w:marBottom w:val="0"/>
      <w:divBdr>
        <w:top w:val="none" w:sz="0" w:space="0" w:color="auto"/>
        <w:left w:val="none" w:sz="0" w:space="0" w:color="auto"/>
        <w:bottom w:val="none" w:sz="0" w:space="0" w:color="auto"/>
        <w:right w:val="none" w:sz="0" w:space="0" w:color="auto"/>
      </w:divBdr>
    </w:div>
    <w:div w:id="1889797725">
      <w:bodyDiv w:val="1"/>
      <w:marLeft w:val="0"/>
      <w:marRight w:val="0"/>
      <w:marTop w:val="0"/>
      <w:marBottom w:val="0"/>
      <w:divBdr>
        <w:top w:val="none" w:sz="0" w:space="0" w:color="auto"/>
        <w:left w:val="none" w:sz="0" w:space="0" w:color="auto"/>
        <w:bottom w:val="none" w:sz="0" w:space="0" w:color="auto"/>
        <w:right w:val="none" w:sz="0" w:space="0" w:color="auto"/>
      </w:divBdr>
      <w:divsChild>
        <w:div w:id="1023282667">
          <w:marLeft w:val="0"/>
          <w:marRight w:val="0"/>
          <w:marTop w:val="0"/>
          <w:marBottom w:val="0"/>
          <w:divBdr>
            <w:top w:val="none" w:sz="0" w:space="0" w:color="auto"/>
            <w:left w:val="none" w:sz="0" w:space="0" w:color="auto"/>
            <w:bottom w:val="none" w:sz="0" w:space="0" w:color="auto"/>
            <w:right w:val="none" w:sz="0" w:space="0" w:color="auto"/>
          </w:divBdr>
        </w:div>
      </w:divsChild>
    </w:div>
    <w:div w:id="1896351902">
      <w:bodyDiv w:val="1"/>
      <w:marLeft w:val="0"/>
      <w:marRight w:val="0"/>
      <w:marTop w:val="0"/>
      <w:marBottom w:val="0"/>
      <w:divBdr>
        <w:top w:val="none" w:sz="0" w:space="0" w:color="auto"/>
        <w:left w:val="none" w:sz="0" w:space="0" w:color="auto"/>
        <w:bottom w:val="none" w:sz="0" w:space="0" w:color="auto"/>
        <w:right w:val="none" w:sz="0" w:space="0" w:color="auto"/>
      </w:divBdr>
    </w:div>
    <w:div w:id="1914660900">
      <w:bodyDiv w:val="1"/>
      <w:marLeft w:val="0"/>
      <w:marRight w:val="0"/>
      <w:marTop w:val="0"/>
      <w:marBottom w:val="0"/>
      <w:divBdr>
        <w:top w:val="none" w:sz="0" w:space="0" w:color="auto"/>
        <w:left w:val="none" w:sz="0" w:space="0" w:color="auto"/>
        <w:bottom w:val="none" w:sz="0" w:space="0" w:color="auto"/>
        <w:right w:val="none" w:sz="0" w:space="0" w:color="auto"/>
      </w:divBdr>
    </w:div>
    <w:div w:id="1920214201">
      <w:bodyDiv w:val="1"/>
      <w:marLeft w:val="0"/>
      <w:marRight w:val="0"/>
      <w:marTop w:val="0"/>
      <w:marBottom w:val="0"/>
      <w:divBdr>
        <w:top w:val="none" w:sz="0" w:space="0" w:color="auto"/>
        <w:left w:val="none" w:sz="0" w:space="0" w:color="auto"/>
        <w:bottom w:val="none" w:sz="0" w:space="0" w:color="auto"/>
        <w:right w:val="none" w:sz="0" w:space="0" w:color="auto"/>
      </w:divBdr>
    </w:div>
    <w:div w:id="1928725824">
      <w:bodyDiv w:val="1"/>
      <w:marLeft w:val="0"/>
      <w:marRight w:val="0"/>
      <w:marTop w:val="0"/>
      <w:marBottom w:val="0"/>
      <w:divBdr>
        <w:top w:val="none" w:sz="0" w:space="0" w:color="auto"/>
        <w:left w:val="none" w:sz="0" w:space="0" w:color="auto"/>
        <w:bottom w:val="none" w:sz="0" w:space="0" w:color="auto"/>
        <w:right w:val="none" w:sz="0" w:space="0" w:color="auto"/>
      </w:divBdr>
    </w:div>
    <w:div w:id="1935897712">
      <w:bodyDiv w:val="1"/>
      <w:marLeft w:val="0"/>
      <w:marRight w:val="0"/>
      <w:marTop w:val="0"/>
      <w:marBottom w:val="0"/>
      <w:divBdr>
        <w:top w:val="none" w:sz="0" w:space="0" w:color="auto"/>
        <w:left w:val="none" w:sz="0" w:space="0" w:color="auto"/>
        <w:bottom w:val="none" w:sz="0" w:space="0" w:color="auto"/>
        <w:right w:val="none" w:sz="0" w:space="0" w:color="auto"/>
      </w:divBdr>
    </w:div>
    <w:div w:id="1937445419">
      <w:bodyDiv w:val="1"/>
      <w:marLeft w:val="0"/>
      <w:marRight w:val="0"/>
      <w:marTop w:val="0"/>
      <w:marBottom w:val="0"/>
      <w:divBdr>
        <w:top w:val="none" w:sz="0" w:space="0" w:color="auto"/>
        <w:left w:val="none" w:sz="0" w:space="0" w:color="auto"/>
        <w:bottom w:val="none" w:sz="0" w:space="0" w:color="auto"/>
        <w:right w:val="none" w:sz="0" w:space="0" w:color="auto"/>
      </w:divBdr>
    </w:div>
    <w:div w:id="1942109194">
      <w:bodyDiv w:val="1"/>
      <w:marLeft w:val="0"/>
      <w:marRight w:val="0"/>
      <w:marTop w:val="0"/>
      <w:marBottom w:val="0"/>
      <w:divBdr>
        <w:top w:val="none" w:sz="0" w:space="0" w:color="auto"/>
        <w:left w:val="none" w:sz="0" w:space="0" w:color="auto"/>
        <w:bottom w:val="none" w:sz="0" w:space="0" w:color="auto"/>
        <w:right w:val="none" w:sz="0" w:space="0" w:color="auto"/>
      </w:divBdr>
    </w:div>
    <w:div w:id="1957560493">
      <w:bodyDiv w:val="1"/>
      <w:marLeft w:val="0"/>
      <w:marRight w:val="0"/>
      <w:marTop w:val="0"/>
      <w:marBottom w:val="0"/>
      <w:divBdr>
        <w:top w:val="none" w:sz="0" w:space="0" w:color="auto"/>
        <w:left w:val="none" w:sz="0" w:space="0" w:color="auto"/>
        <w:bottom w:val="none" w:sz="0" w:space="0" w:color="auto"/>
        <w:right w:val="none" w:sz="0" w:space="0" w:color="auto"/>
      </w:divBdr>
    </w:div>
    <w:div w:id="1960255213">
      <w:bodyDiv w:val="1"/>
      <w:marLeft w:val="0"/>
      <w:marRight w:val="0"/>
      <w:marTop w:val="0"/>
      <w:marBottom w:val="0"/>
      <w:divBdr>
        <w:top w:val="none" w:sz="0" w:space="0" w:color="auto"/>
        <w:left w:val="none" w:sz="0" w:space="0" w:color="auto"/>
        <w:bottom w:val="none" w:sz="0" w:space="0" w:color="auto"/>
        <w:right w:val="none" w:sz="0" w:space="0" w:color="auto"/>
      </w:divBdr>
    </w:div>
    <w:div w:id="1969775311">
      <w:bodyDiv w:val="1"/>
      <w:marLeft w:val="0"/>
      <w:marRight w:val="0"/>
      <w:marTop w:val="0"/>
      <w:marBottom w:val="0"/>
      <w:divBdr>
        <w:top w:val="none" w:sz="0" w:space="0" w:color="auto"/>
        <w:left w:val="none" w:sz="0" w:space="0" w:color="auto"/>
        <w:bottom w:val="none" w:sz="0" w:space="0" w:color="auto"/>
        <w:right w:val="none" w:sz="0" w:space="0" w:color="auto"/>
      </w:divBdr>
    </w:div>
    <w:div w:id="1974165611">
      <w:bodyDiv w:val="1"/>
      <w:marLeft w:val="0"/>
      <w:marRight w:val="0"/>
      <w:marTop w:val="0"/>
      <w:marBottom w:val="0"/>
      <w:divBdr>
        <w:top w:val="none" w:sz="0" w:space="0" w:color="auto"/>
        <w:left w:val="none" w:sz="0" w:space="0" w:color="auto"/>
        <w:bottom w:val="none" w:sz="0" w:space="0" w:color="auto"/>
        <w:right w:val="none" w:sz="0" w:space="0" w:color="auto"/>
      </w:divBdr>
    </w:div>
    <w:div w:id="1989360027">
      <w:bodyDiv w:val="1"/>
      <w:marLeft w:val="0"/>
      <w:marRight w:val="0"/>
      <w:marTop w:val="0"/>
      <w:marBottom w:val="0"/>
      <w:divBdr>
        <w:top w:val="none" w:sz="0" w:space="0" w:color="auto"/>
        <w:left w:val="none" w:sz="0" w:space="0" w:color="auto"/>
        <w:bottom w:val="none" w:sz="0" w:space="0" w:color="auto"/>
        <w:right w:val="none" w:sz="0" w:space="0" w:color="auto"/>
      </w:divBdr>
    </w:div>
    <w:div w:id="1990204743">
      <w:bodyDiv w:val="1"/>
      <w:marLeft w:val="0"/>
      <w:marRight w:val="0"/>
      <w:marTop w:val="0"/>
      <w:marBottom w:val="0"/>
      <w:divBdr>
        <w:top w:val="none" w:sz="0" w:space="0" w:color="auto"/>
        <w:left w:val="none" w:sz="0" w:space="0" w:color="auto"/>
        <w:bottom w:val="none" w:sz="0" w:space="0" w:color="auto"/>
        <w:right w:val="none" w:sz="0" w:space="0" w:color="auto"/>
      </w:divBdr>
      <w:divsChild>
        <w:div w:id="1655648890">
          <w:marLeft w:val="0"/>
          <w:marRight w:val="0"/>
          <w:marTop w:val="0"/>
          <w:marBottom w:val="0"/>
          <w:divBdr>
            <w:top w:val="none" w:sz="0" w:space="0" w:color="auto"/>
            <w:left w:val="none" w:sz="0" w:space="0" w:color="auto"/>
            <w:bottom w:val="none" w:sz="0" w:space="0" w:color="auto"/>
            <w:right w:val="none" w:sz="0" w:space="0" w:color="auto"/>
          </w:divBdr>
        </w:div>
      </w:divsChild>
    </w:div>
    <w:div w:id="1992100887">
      <w:bodyDiv w:val="1"/>
      <w:marLeft w:val="0"/>
      <w:marRight w:val="0"/>
      <w:marTop w:val="0"/>
      <w:marBottom w:val="0"/>
      <w:divBdr>
        <w:top w:val="none" w:sz="0" w:space="0" w:color="auto"/>
        <w:left w:val="none" w:sz="0" w:space="0" w:color="auto"/>
        <w:bottom w:val="none" w:sz="0" w:space="0" w:color="auto"/>
        <w:right w:val="none" w:sz="0" w:space="0" w:color="auto"/>
      </w:divBdr>
    </w:div>
    <w:div w:id="1992561800">
      <w:bodyDiv w:val="1"/>
      <w:marLeft w:val="0"/>
      <w:marRight w:val="0"/>
      <w:marTop w:val="0"/>
      <w:marBottom w:val="0"/>
      <w:divBdr>
        <w:top w:val="none" w:sz="0" w:space="0" w:color="auto"/>
        <w:left w:val="none" w:sz="0" w:space="0" w:color="auto"/>
        <w:bottom w:val="none" w:sz="0" w:space="0" w:color="auto"/>
        <w:right w:val="none" w:sz="0" w:space="0" w:color="auto"/>
      </w:divBdr>
    </w:div>
    <w:div w:id="1992712049">
      <w:bodyDiv w:val="1"/>
      <w:marLeft w:val="0"/>
      <w:marRight w:val="0"/>
      <w:marTop w:val="0"/>
      <w:marBottom w:val="0"/>
      <w:divBdr>
        <w:top w:val="none" w:sz="0" w:space="0" w:color="auto"/>
        <w:left w:val="none" w:sz="0" w:space="0" w:color="auto"/>
        <w:bottom w:val="none" w:sz="0" w:space="0" w:color="auto"/>
        <w:right w:val="none" w:sz="0" w:space="0" w:color="auto"/>
      </w:divBdr>
    </w:div>
    <w:div w:id="1993367144">
      <w:bodyDiv w:val="1"/>
      <w:marLeft w:val="0"/>
      <w:marRight w:val="0"/>
      <w:marTop w:val="0"/>
      <w:marBottom w:val="0"/>
      <w:divBdr>
        <w:top w:val="none" w:sz="0" w:space="0" w:color="auto"/>
        <w:left w:val="none" w:sz="0" w:space="0" w:color="auto"/>
        <w:bottom w:val="none" w:sz="0" w:space="0" w:color="auto"/>
        <w:right w:val="none" w:sz="0" w:space="0" w:color="auto"/>
      </w:divBdr>
    </w:div>
    <w:div w:id="2010058315">
      <w:bodyDiv w:val="1"/>
      <w:marLeft w:val="0"/>
      <w:marRight w:val="0"/>
      <w:marTop w:val="0"/>
      <w:marBottom w:val="0"/>
      <w:divBdr>
        <w:top w:val="none" w:sz="0" w:space="0" w:color="auto"/>
        <w:left w:val="none" w:sz="0" w:space="0" w:color="auto"/>
        <w:bottom w:val="none" w:sz="0" w:space="0" w:color="auto"/>
        <w:right w:val="none" w:sz="0" w:space="0" w:color="auto"/>
      </w:divBdr>
    </w:div>
    <w:div w:id="2012026756">
      <w:bodyDiv w:val="1"/>
      <w:marLeft w:val="0"/>
      <w:marRight w:val="0"/>
      <w:marTop w:val="0"/>
      <w:marBottom w:val="0"/>
      <w:divBdr>
        <w:top w:val="none" w:sz="0" w:space="0" w:color="auto"/>
        <w:left w:val="none" w:sz="0" w:space="0" w:color="auto"/>
        <w:bottom w:val="none" w:sz="0" w:space="0" w:color="auto"/>
        <w:right w:val="none" w:sz="0" w:space="0" w:color="auto"/>
      </w:divBdr>
    </w:div>
    <w:div w:id="2035423283">
      <w:bodyDiv w:val="1"/>
      <w:marLeft w:val="0"/>
      <w:marRight w:val="0"/>
      <w:marTop w:val="0"/>
      <w:marBottom w:val="0"/>
      <w:divBdr>
        <w:top w:val="none" w:sz="0" w:space="0" w:color="auto"/>
        <w:left w:val="none" w:sz="0" w:space="0" w:color="auto"/>
        <w:bottom w:val="none" w:sz="0" w:space="0" w:color="auto"/>
        <w:right w:val="none" w:sz="0" w:space="0" w:color="auto"/>
      </w:divBdr>
    </w:div>
    <w:div w:id="2039698455">
      <w:bodyDiv w:val="1"/>
      <w:marLeft w:val="0"/>
      <w:marRight w:val="0"/>
      <w:marTop w:val="0"/>
      <w:marBottom w:val="0"/>
      <w:divBdr>
        <w:top w:val="none" w:sz="0" w:space="0" w:color="auto"/>
        <w:left w:val="none" w:sz="0" w:space="0" w:color="auto"/>
        <w:bottom w:val="none" w:sz="0" w:space="0" w:color="auto"/>
        <w:right w:val="none" w:sz="0" w:space="0" w:color="auto"/>
      </w:divBdr>
    </w:div>
    <w:div w:id="2044599078">
      <w:bodyDiv w:val="1"/>
      <w:marLeft w:val="0"/>
      <w:marRight w:val="0"/>
      <w:marTop w:val="0"/>
      <w:marBottom w:val="0"/>
      <w:divBdr>
        <w:top w:val="none" w:sz="0" w:space="0" w:color="auto"/>
        <w:left w:val="none" w:sz="0" w:space="0" w:color="auto"/>
        <w:bottom w:val="none" w:sz="0" w:space="0" w:color="auto"/>
        <w:right w:val="none" w:sz="0" w:space="0" w:color="auto"/>
      </w:divBdr>
    </w:div>
    <w:div w:id="2053921871">
      <w:bodyDiv w:val="1"/>
      <w:marLeft w:val="0"/>
      <w:marRight w:val="0"/>
      <w:marTop w:val="0"/>
      <w:marBottom w:val="0"/>
      <w:divBdr>
        <w:top w:val="none" w:sz="0" w:space="0" w:color="auto"/>
        <w:left w:val="none" w:sz="0" w:space="0" w:color="auto"/>
        <w:bottom w:val="none" w:sz="0" w:space="0" w:color="auto"/>
        <w:right w:val="none" w:sz="0" w:space="0" w:color="auto"/>
      </w:divBdr>
    </w:div>
    <w:div w:id="2054184419">
      <w:bodyDiv w:val="1"/>
      <w:marLeft w:val="0"/>
      <w:marRight w:val="0"/>
      <w:marTop w:val="0"/>
      <w:marBottom w:val="0"/>
      <w:divBdr>
        <w:top w:val="none" w:sz="0" w:space="0" w:color="auto"/>
        <w:left w:val="none" w:sz="0" w:space="0" w:color="auto"/>
        <w:bottom w:val="none" w:sz="0" w:space="0" w:color="auto"/>
        <w:right w:val="none" w:sz="0" w:space="0" w:color="auto"/>
      </w:divBdr>
    </w:div>
    <w:div w:id="2067410572">
      <w:bodyDiv w:val="1"/>
      <w:marLeft w:val="0"/>
      <w:marRight w:val="0"/>
      <w:marTop w:val="0"/>
      <w:marBottom w:val="0"/>
      <w:divBdr>
        <w:top w:val="none" w:sz="0" w:space="0" w:color="auto"/>
        <w:left w:val="none" w:sz="0" w:space="0" w:color="auto"/>
        <w:bottom w:val="none" w:sz="0" w:space="0" w:color="auto"/>
        <w:right w:val="none" w:sz="0" w:space="0" w:color="auto"/>
      </w:divBdr>
    </w:div>
    <w:div w:id="2068995057">
      <w:bodyDiv w:val="1"/>
      <w:marLeft w:val="0"/>
      <w:marRight w:val="0"/>
      <w:marTop w:val="0"/>
      <w:marBottom w:val="0"/>
      <w:divBdr>
        <w:top w:val="none" w:sz="0" w:space="0" w:color="auto"/>
        <w:left w:val="none" w:sz="0" w:space="0" w:color="auto"/>
        <w:bottom w:val="none" w:sz="0" w:space="0" w:color="auto"/>
        <w:right w:val="none" w:sz="0" w:space="0" w:color="auto"/>
      </w:divBdr>
    </w:div>
    <w:div w:id="2073384871">
      <w:bodyDiv w:val="1"/>
      <w:marLeft w:val="0"/>
      <w:marRight w:val="0"/>
      <w:marTop w:val="0"/>
      <w:marBottom w:val="0"/>
      <w:divBdr>
        <w:top w:val="none" w:sz="0" w:space="0" w:color="auto"/>
        <w:left w:val="none" w:sz="0" w:space="0" w:color="auto"/>
        <w:bottom w:val="none" w:sz="0" w:space="0" w:color="auto"/>
        <w:right w:val="none" w:sz="0" w:space="0" w:color="auto"/>
      </w:divBdr>
    </w:div>
    <w:div w:id="2084446525">
      <w:bodyDiv w:val="1"/>
      <w:marLeft w:val="0"/>
      <w:marRight w:val="0"/>
      <w:marTop w:val="0"/>
      <w:marBottom w:val="0"/>
      <w:divBdr>
        <w:top w:val="none" w:sz="0" w:space="0" w:color="auto"/>
        <w:left w:val="none" w:sz="0" w:space="0" w:color="auto"/>
        <w:bottom w:val="none" w:sz="0" w:space="0" w:color="auto"/>
        <w:right w:val="none" w:sz="0" w:space="0" w:color="auto"/>
      </w:divBdr>
    </w:div>
    <w:div w:id="2107800326">
      <w:bodyDiv w:val="1"/>
      <w:marLeft w:val="0"/>
      <w:marRight w:val="0"/>
      <w:marTop w:val="0"/>
      <w:marBottom w:val="0"/>
      <w:divBdr>
        <w:top w:val="none" w:sz="0" w:space="0" w:color="auto"/>
        <w:left w:val="none" w:sz="0" w:space="0" w:color="auto"/>
        <w:bottom w:val="none" w:sz="0" w:space="0" w:color="auto"/>
        <w:right w:val="none" w:sz="0" w:space="0" w:color="auto"/>
      </w:divBdr>
    </w:div>
    <w:div w:id="2110270314">
      <w:bodyDiv w:val="1"/>
      <w:marLeft w:val="0"/>
      <w:marRight w:val="0"/>
      <w:marTop w:val="0"/>
      <w:marBottom w:val="0"/>
      <w:divBdr>
        <w:top w:val="none" w:sz="0" w:space="0" w:color="auto"/>
        <w:left w:val="none" w:sz="0" w:space="0" w:color="auto"/>
        <w:bottom w:val="none" w:sz="0" w:space="0" w:color="auto"/>
        <w:right w:val="none" w:sz="0" w:space="0" w:color="auto"/>
      </w:divBdr>
    </w:div>
    <w:div w:id="2114394722">
      <w:bodyDiv w:val="1"/>
      <w:marLeft w:val="0"/>
      <w:marRight w:val="0"/>
      <w:marTop w:val="0"/>
      <w:marBottom w:val="0"/>
      <w:divBdr>
        <w:top w:val="none" w:sz="0" w:space="0" w:color="auto"/>
        <w:left w:val="none" w:sz="0" w:space="0" w:color="auto"/>
        <w:bottom w:val="none" w:sz="0" w:space="0" w:color="auto"/>
        <w:right w:val="none" w:sz="0" w:space="0" w:color="auto"/>
      </w:divBdr>
    </w:div>
    <w:div w:id="2115203501">
      <w:bodyDiv w:val="1"/>
      <w:marLeft w:val="0"/>
      <w:marRight w:val="0"/>
      <w:marTop w:val="0"/>
      <w:marBottom w:val="0"/>
      <w:divBdr>
        <w:top w:val="none" w:sz="0" w:space="0" w:color="auto"/>
        <w:left w:val="none" w:sz="0" w:space="0" w:color="auto"/>
        <w:bottom w:val="none" w:sz="0" w:space="0" w:color="auto"/>
        <w:right w:val="none" w:sz="0" w:space="0" w:color="auto"/>
      </w:divBdr>
    </w:div>
    <w:div w:id="2120099067">
      <w:bodyDiv w:val="1"/>
      <w:marLeft w:val="0"/>
      <w:marRight w:val="0"/>
      <w:marTop w:val="0"/>
      <w:marBottom w:val="0"/>
      <w:divBdr>
        <w:top w:val="none" w:sz="0" w:space="0" w:color="auto"/>
        <w:left w:val="none" w:sz="0" w:space="0" w:color="auto"/>
        <w:bottom w:val="none" w:sz="0" w:space="0" w:color="auto"/>
        <w:right w:val="none" w:sz="0" w:space="0" w:color="auto"/>
      </w:divBdr>
    </w:div>
    <w:div w:id="2125152040">
      <w:bodyDiv w:val="1"/>
      <w:marLeft w:val="0"/>
      <w:marRight w:val="0"/>
      <w:marTop w:val="0"/>
      <w:marBottom w:val="0"/>
      <w:divBdr>
        <w:top w:val="none" w:sz="0" w:space="0" w:color="auto"/>
        <w:left w:val="none" w:sz="0" w:space="0" w:color="auto"/>
        <w:bottom w:val="none" w:sz="0" w:space="0" w:color="auto"/>
        <w:right w:val="none" w:sz="0" w:space="0" w:color="auto"/>
      </w:divBdr>
    </w:div>
    <w:div w:id="2128356320">
      <w:bodyDiv w:val="1"/>
      <w:marLeft w:val="0"/>
      <w:marRight w:val="0"/>
      <w:marTop w:val="0"/>
      <w:marBottom w:val="0"/>
      <w:divBdr>
        <w:top w:val="none" w:sz="0" w:space="0" w:color="auto"/>
        <w:left w:val="none" w:sz="0" w:space="0" w:color="auto"/>
        <w:bottom w:val="none" w:sz="0" w:space="0" w:color="auto"/>
        <w:right w:val="none" w:sz="0" w:space="0" w:color="auto"/>
      </w:divBdr>
    </w:div>
    <w:div w:id="2131583664">
      <w:bodyDiv w:val="1"/>
      <w:marLeft w:val="0"/>
      <w:marRight w:val="0"/>
      <w:marTop w:val="0"/>
      <w:marBottom w:val="0"/>
      <w:divBdr>
        <w:top w:val="none" w:sz="0" w:space="0" w:color="auto"/>
        <w:left w:val="none" w:sz="0" w:space="0" w:color="auto"/>
        <w:bottom w:val="none" w:sz="0" w:space="0" w:color="auto"/>
        <w:right w:val="none" w:sz="0" w:space="0" w:color="auto"/>
      </w:divBdr>
    </w:div>
    <w:div w:id="2137866932">
      <w:bodyDiv w:val="1"/>
      <w:marLeft w:val="0"/>
      <w:marRight w:val="0"/>
      <w:marTop w:val="0"/>
      <w:marBottom w:val="0"/>
      <w:divBdr>
        <w:top w:val="none" w:sz="0" w:space="0" w:color="auto"/>
        <w:left w:val="none" w:sz="0" w:space="0" w:color="auto"/>
        <w:bottom w:val="none" w:sz="0" w:space="0" w:color="auto"/>
        <w:right w:val="none" w:sz="0" w:space="0" w:color="auto"/>
      </w:divBdr>
    </w:div>
    <w:div w:id="214712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o.csdn.net/so/search?q=Layer&amp;spm=1001.2101.3001.702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tc1037\Documents\&#33258;&#23450;&#20041;%20Office%20&#27169;&#26495;\MCU&#24102;&#23439;&#30340;&#21442;&#32771;&#25163;&#20876;&#27169;&#2649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档" ma:contentTypeID="0x01010010F8E78FB251F34CA9C2A84858AF56BA" ma:contentTypeVersion="0" ma:contentTypeDescription="新建文档。" ma:contentTypeScope="" ma:versionID="afd27d244ebcf665848f529219e52135">
  <xsd:schema xmlns:xsd="http://www.w3.org/2001/XMLSchema" xmlns:xs="http://www.w3.org/2001/XMLSchema" xmlns:p="http://schemas.microsoft.com/office/2006/metadata/properties" targetNamespace="http://schemas.microsoft.com/office/2006/metadata/properties" ma:root="true" ma:fieldsID="e8f872aa5919130a473c1c9447df83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D4138-6D2A-441C-B082-E8C103C240CA}">
  <ds:schemaRefs>
    <ds:schemaRef ds:uri="http://schemas.microsoft.com/office/2006/metadata/properties"/>
  </ds:schemaRefs>
</ds:datastoreItem>
</file>

<file path=customXml/itemProps2.xml><?xml version="1.0" encoding="utf-8"?>
<ds:datastoreItem xmlns:ds="http://schemas.openxmlformats.org/officeDocument/2006/customXml" ds:itemID="{68D72A3A-B516-44B7-8CBB-C1EC4FF7FD4A}">
  <ds:schemaRefs>
    <ds:schemaRef ds:uri="http://schemas.microsoft.com/sharepoint/v3/contenttype/forms"/>
  </ds:schemaRefs>
</ds:datastoreItem>
</file>

<file path=customXml/itemProps3.xml><?xml version="1.0" encoding="utf-8"?>
<ds:datastoreItem xmlns:ds="http://schemas.openxmlformats.org/officeDocument/2006/customXml" ds:itemID="{174780D6-7ABC-402B-961D-465D21322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9EC32A7-F92F-41A7-9E0D-9126D4E94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MCU带宏的参考手册模板.dotm</Template>
  <TotalTime>18</TotalTime>
  <Pages>16</Pages>
  <Words>1329</Words>
  <Characters>7579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MediaTek Inc.,</Company>
  <LinksUpToDate>false</LinksUpToDate>
  <CharactersWithSpaces>8891</CharactersWithSpaces>
  <SharedDoc>false</SharedDoc>
  <HLinks>
    <vt:vector size="30" baseType="variant">
      <vt:variant>
        <vt:i4>1245246</vt:i4>
      </vt:variant>
      <vt:variant>
        <vt:i4>53</vt:i4>
      </vt:variant>
      <vt:variant>
        <vt:i4>0</vt:i4>
      </vt:variant>
      <vt:variant>
        <vt:i4>5</vt:i4>
      </vt:variant>
      <vt:variant>
        <vt:lpwstr/>
      </vt:variant>
      <vt:variant>
        <vt:lpwstr>_Toc202667854</vt:lpwstr>
      </vt:variant>
      <vt:variant>
        <vt:i4>1245246</vt:i4>
      </vt:variant>
      <vt:variant>
        <vt:i4>47</vt:i4>
      </vt:variant>
      <vt:variant>
        <vt:i4>0</vt:i4>
      </vt:variant>
      <vt:variant>
        <vt:i4>5</vt:i4>
      </vt:variant>
      <vt:variant>
        <vt:lpwstr/>
      </vt:variant>
      <vt:variant>
        <vt:lpwstr>_Toc202667853</vt:lpwstr>
      </vt:variant>
      <vt:variant>
        <vt:i4>1245246</vt:i4>
      </vt:variant>
      <vt:variant>
        <vt:i4>41</vt:i4>
      </vt:variant>
      <vt:variant>
        <vt:i4>0</vt:i4>
      </vt:variant>
      <vt:variant>
        <vt:i4>5</vt:i4>
      </vt:variant>
      <vt:variant>
        <vt:lpwstr/>
      </vt:variant>
      <vt:variant>
        <vt:lpwstr>_Toc202667852</vt:lpwstr>
      </vt:variant>
      <vt:variant>
        <vt:i4>1245246</vt:i4>
      </vt:variant>
      <vt:variant>
        <vt:i4>35</vt:i4>
      </vt:variant>
      <vt:variant>
        <vt:i4>0</vt:i4>
      </vt:variant>
      <vt:variant>
        <vt:i4>5</vt:i4>
      </vt:variant>
      <vt:variant>
        <vt:lpwstr/>
      </vt:variant>
      <vt:variant>
        <vt:lpwstr>_Toc202667851</vt:lpwstr>
      </vt:variant>
      <vt:variant>
        <vt:i4>1245246</vt:i4>
      </vt:variant>
      <vt:variant>
        <vt:i4>29</vt:i4>
      </vt:variant>
      <vt:variant>
        <vt:i4>0</vt:i4>
      </vt:variant>
      <vt:variant>
        <vt:i4>5</vt:i4>
      </vt:variant>
      <vt:variant>
        <vt:lpwstr/>
      </vt:variant>
      <vt:variant>
        <vt:lpwstr>_Toc202667850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atc0101</dc:creator>
  <cp:keywords/>
  <dc:description/>
  <cp:lastModifiedBy>Daan Sun (孙大安)</cp:lastModifiedBy>
  <cp:revision>12</cp:revision>
  <cp:lastPrinted>2024-07-20T08:33:00Z</cp:lastPrinted>
  <dcterms:created xsi:type="dcterms:W3CDTF">2024-07-20T08:32:00Z</dcterms:created>
  <dcterms:modified xsi:type="dcterms:W3CDTF">2025-04-29T02:38:00Z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0x01010010F8E78FB251F34CA9C2A84858AF56BA</vt:lpwstr>
  </property>
  <property fmtid="{D5CDD505-2E9C-101B-9397-08002B2CF9AE}" pid="3" name="_DocHome">
    <vt:i4>1892538148</vt:i4>
  </property>
</Properties>
</file>